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DD859" w14:textId="77777777" w:rsidR="00C54585" w:rsidRDefault="008B21DD" w:rsidP="00F73C8D">
      <w:pPr>
        <w:jc w:val="right"/>
        <w:rPr>
          <w:rFonts w:cs="Open Sans"/>
          <w:b/>
          <w:bCs/>
          <w:sz w:val="32"/>
          <w:szCs w:val="32"/>
        </w:rPr>
      </w:pPr>
      <w:r w:rsidRPr="00F73C8D">
        <w:rPr>
          <w:rFonts w:cs="Open Sans"/>
          <w:b/>
          <w:bCs/>
          <w:sz w:val="32"/>
          <w:szCs w:val="32"/>
        </w:rPr>
        <w:fldChar w:fldCharType="begin"/>
      </w:r>
      <w:r w:rsidRPr="00F73C8D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F73C8D">
        <w:rPr>
          <w:rFonts w:cs="Open Sans"/>
          <w:b/>
          <w:bCs/>
          <w:sz w:val="32"/>
          <w:szCs w:val="32"/>
        </w:rPr>
        <w:fldChar w:fldCharType="separate"/>
      </w:r>
      <w:r w:rsidR="00C54585">
        <w:rPr>
          <w:rFonts w:cs="Open Sans"/>
          <w:b/>
          <w:bCs/>
          <w:sz w:val="32"/>
          <w:szCs w:val="32"/>
        </w:rPr>
        <w:t xml:space="preserve">Zintegrowany System Poboru Należności </w:t>
      </w:r>
    </w:p>
    <w:p w14:paraId="1AEE5498" w14:textId="14709D43" w:rsidR="0042696D" w:rsidRPr="00AB6C19" w:rsidRDefault="00C54585" w:rsidP="00F73C8D">
      <w:pPr>
        <w:jc w:val="right"/>
      </w:pPr>
      <w:r>
        <w:rPr>
          <w:rFonts w:cs="Open Sans"/>
          <w:b/>
          <w:bCs/>
          <w:sz w:val="32"/>
          <w:szCs w:val="32"/>
        </w:rPr>
        <w:t>i Rozrachunków z UE i Budżetem ZEFIR 2</w:t>
      </w:r>
      <w:r w:rsidR="008B21DD" w:rsidRPr="00F73C8D">
        <w:rPr>
          <w:rFonts w:cs="Open Sans"/>
          <w:b/>
          <w:bCs/>
          <w:sz w:val="32"/>
          <w:szCs w:val="32"/>
        </w:rPr>
        <w:fldChar w:fldCharType="end"/>
      </w:r>
    </w:p>
    <w:p w14:paraId="44301D0A" w14:textId="39282998" w:rsidR="00535984" w:rsidRPr="00F73C8D" w:rsidRDefault="0006207D" w:rsidP="00F73C8D">
      <w:pPr>
        <w:pStyle w:val="Tytu"/>
        <w:autoSpaceDE/>
        <w:autoSpaceDN/>
        <w:adjustRightInd/>
        <w:spacing w:before="5040" w:after="240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F73C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F73C8D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F73C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C54585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dla podatku akcyzowego AKC-4/AKC-4zo</w:t>
      </w:r>
      <w:r w:rsidRPr="00F73C8D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04D6EFF6" w14:textId="5EF5DC25" w:rsidR="003F3585" w:rsidRPr="00F73C8D" w:rsidRDefault="001D1ACD" w:rsidP="00F73C8D">
      <w:pPr>
        <w:spacing w:before="1560"/>
        <w:jc w:val="right"/>
        <w:rPr>
          <w:rFonts w:cs="Open Sans"/>
          <w:b/>
          <w:bCs/>
          <w:sz w:val="32"/>
          <w:szCs w:val="32"/>
        </w:rPr>
      </w:pPr>
      <w:r w:rsidRPr="00F73C8D">
        <w:rPr>
          <w:rFonts w:cs="Open Sans"/>
          <w:b/>
          <w:bCs/>
          <w:sz w:val="32"/>
          <w:szCs w:val="32"/>
        </w:rPr>
        <w:t>Wersja</w:t>
      </w:r>
      <w:r w:rsidR="0058798F" w:rsidRPr="00F73C8D">
        <w:rPr>
          <w:rFonts w:cs="Open Sans"/>
          <w:b/>
          <w:bCs/>
          <w:sz w:val="32"/>
          <w:szCs w:val="32"/>
        </w:rPr>
        <w:t xml:space="preserve"> </w:t>
      </w:r>
      <w:r w:rsidR="00917ED3" w:rsidRPr="00F73C8D">
        <w:rPr>
          <w:rFonts w:cs="Open Sans"/>
          <w:b/>
          <w:bCs/>
          <w:sz w:val="32"/>
          <w:szCs w:val="32"/>
        </w:rPr>
        <w:fldChar w:fldCharType="begin"/>
      </w:r>
      <w:r w:rsidR="00917ED3" w:rsidRPr="00F73C8D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F73C8D">
        <w:rPr>
          <w:rFonts w:cs="Open Sans"/>
          <w:b/>
          <w:bCs/>
          <w:sz w:val="32"/>
          <w:szCs w:val="32"/>
        </w:rPr>
        <w:fldChar w:fldCharType="separate"/>
      </w:r>
      <w:r w:rsidR="00C54585">
        <w:rPr>
          <w:rFonts w:cs="Open Sans"/>
          <w:b/>
          <w:bCs/>
          <w:sz w:val="32"/>
          <w:szCs w:val="32"/>
        </w:rPr>
        <w:t>1.10</w:t>
      </w:r>
      <w:r w:rsidR="00917ED3" w:rsidRPr="00F73C8D">
        <w:rPr>
          <w:rFonts w:cs="Open Sans"/>
          <w:b/>
          <w:bCs/>
          <w:sz w:val="32"/>
          <w:szCs w:val="32"/>
        </w:rPr>
        <w:fldChar w:fldCharType="end"/>
      </w:r>
    </w:p>
    <w:p w14:paraId="26892733" w14:textId="77777777" w:rsidR="0058798F" w:rsidRPr="00AB6C19" w:rsidRDefault="0058798F" w:rsidP="00F73C8D"/>
    <w:p w14:paraId="76B19475" w14:textId="77777777" w:rsidR="00F6340E" w:rsidRPr="00AB6C19" w:rsidRDefault="00F6340E" w:rsidP="00F73C8D">
      <w:pPr>
        <w:sectPr w:rsidR="00F6340E" w:rsidRPr="00AB6C19" w:rsidSect="00E06683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01B32037" w14:textId="09C49344" w:rsidR="00E25BA3" w:rsidRPr="00AB6C19" w:rsidRDefault="00E25BA3" w:rsidP="0033397D">
      <w:pPr>
        <w:pStyle w:val="Legenda"/>
      </w:pPr>
      <w:bookmarkStart w:id="0" w:name="_Toc181782298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</w:t>
      </w:r>
      <w:r w:rsidR="00D437FA">
        <w:rPr>
          <w:noProof/>
        </w:rPr>
        <w:fldChar w:fldCharType="end"/>
      </w:r>
      <w:r w:rsidRPr="00AB6C19">
        <w:t>. Metryka dokumentu</w:t>
      </w:r>
      <w:bookmarkEnd w:id="0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AB6C19" w14:paraId="62401861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35C18642" w14:textId="77777777" w:rsidR="00BB6B75" w:rsidRPr="00AB6C19" w:rsidRDefault="00BB6B75" w:rsidP="00F73C8D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AB6C19">
              <w:t>Projekt</w:t>
            </w:r>
          </w:p>
        </w:tc>
        <w:tc>
          <w:tcPr>
            <w:tcW w:w="7560" w:type="dxa"/>
          </w:tcPr>
          <w:p w14:paraId="5C4871BC" w14:textId="77777777" w:rsidR="00BB6B75" w:rsidRPr="00AB6C19" w:rsidRDefault="00BB6B75" w:rsidP="00F73C8D">
            <w:pPr>
              <w:pStyle w:val="Z2Nagwektabeli"/>
            </w:pPr>
            <w:r w:rsidRPr="00AB6C19">
              <w:t>ZEFIR 2</w:t>
            </w:r>
          </w:p>
        </w:tc>
      </w:tr>
      <w:tr w:rsidR="00BB6B75" w:rsidRPr="00AB6C19" w14:paraId="2117E17B" w14:textId="77777777" w:rsidTr="00C31C1E">
        <w:tc>
          <w:tcPr>
            <w:tcW w:w="1800" w:type="dxa"/>
          </w:tcPr>
          <w:p w14:paraId="4FF42E55" w14:textId="77777777" w:rsidR="00BB6B75" w:rsidRPr="00AB6C19" w:rsidRDefault="00FF41D0" w:rsidP="00F73C8D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560" w:type="dxa"/>
          </w:tcPr>
          <w:p w14:paraId="65A25EB3" w14:textId="77777777" w:rsidR="00BB6B75" w:rsidRPr="00AB6C19" w:rsidRDefault="001D1ACD" w:rsidP="00F73C8D">
            <w:pPr>
              <w:pStyle w:val="Tabelazwyky"/>
            </w:pPr>
            <w:r w:rsidRPr="00AB6C19">
              <w:t>Asseco Poland S.A.</w:t>
            </w:r>
          </w:p>
        </w:tc>
      </w:tr>
      <w:tr w:rsidR="00BB6B75" w:rsidRPr="00AB6C19" w14:paraId="507CE17A" w14:textId="77777777" w:rsidTr="00C31C1E">
        <w:tc>
          <w:tcPr>
            <w:tcW w:w="1800" w:type="dxa"/>
          </w:tcPr>
          <w:p w14:paraId="2C31E71A" w14:textId="77777777" w:rsidR="00BB6B75" w:rsidRPr="00AB6C19" w:rsidRDefault="00FF41D0" w:rsidP="00F73C8D">
            <w:pPr>
              <w:pStyle w:val="Tabelazwyky"/>
            </w:pPr>
            <w:r w:rsidRPr="00AB6C19">
              <w:t>Nazwa p</w:t>
            </w:r>
            <w:r w:rsidR="00BB6B75" w:rsidRPr="00AB6C19">
              <w:t>rodukt</w:t>
            </w:r>
            <w:r w:rsidRPr="00AB6C19">
              <w:t>u</w:t>
            </w:r>
          </w:p>
        </w:tc>
        <w:tc>
          <w:tcPr>
            <w:tcW w:w="7560" w:type="dxa"/>
          </w:tcPr>
          <w:p w14:paraId="117BABDC" w14:textId="157FB7B5" w:rsidR="00BB6B75" w:rsidRPr="00AB6C19" w:rsidRDefault="00EA1567" w:rsidP="00F73C8D">
            <w:pPr>
              <w:pStyle w:val="Tabelazwyky"/>
            </w:pPr>
            <w:fldSimple w:instr=" TITLE   \* MERGEFORMAT ">
              <w:r w:rsidR="00C54585">
                <w:t>Specyfikacja XML dla podmiotów w zakresie elektronicznej obsługi deklaracji dla podatku akcyzowego AKC-4/AKC-4zo</w:t>
              </w:r>
            </w:fldSimple>
          </w:p>
        </w:tc>
      </w:tr>
      <w:tr w:rsidR="00BB6B75" w:rsidRPr="00AB6C19" w14:paraId="14E7B3A0" w14:textId="77777777" w:rsidTr="00C31C1E">
        <w:tc>
          <w:tcPr>
            <w:tcW w:w="1800" w:type="dxa"/>
          </w:tcPr>
          <w:p w14:paraId="61E2D4E4" w14:textId="77777777" w:rsidR="00BB6B75" w:rsidRPr="00AB6C19" w:rsidRDefault="00BB6B75" w:rsidP="00F73C8D">
            <w:pPr>
              <w:pStyle w:val="Tabelazwyky"/>
            </w:pPr>
            <w:r w:rsidRPr="00AB6C19">
              <w:t>Opis</w:t>
            </w:r>
            <w:r w:rsidR="00FF41D0" w:rsidRPr="00AB6C19">
              <w:t xml:space="preserve"> produktu</w:t>
            </w:r>
          </w:p>
        </w:tc>
        <w:tc>
          <w:tcPr>
            <w:tcW w:w="7560" w:type="dxa"/>
          </w:tcPr>
          <w:p w14:paraId="560E2B48" w14:textId="77777777" w:rsidR="00035006" w:rsidRPr="004907D1" w:rsidRDefault="00035006" w:rsidP="00F73C8D">
            <w:pPr>
              <w:pStyle w:val="PJP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4907D1">
              <w:rPr>
                <w:rFonts w:ascii="Lato" w:hAnsi="Lato" w:cs="Arial"/>
                <w:sz w:val="20"/>
                <w:szCs w:val="20"/>
                <w:lang w:val="pl-PL" w:eastAsia="pl-PL"/>
              </w:rPr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789F5E0B" w14:textId="77777777" w:rsidR="00004C2C" w:rsidRPr="00AB6C19" w:rsidRDefault="00004C2C" w:rsidP="00F73C8D">
            <w:pPr>
              <w:pStyle w:val="Tabelazwyky"/>
            </w:pPr>
            <w:r w:rsidRPr="00AB6C19">
              <w:t>Dokument zawiera</w:t>
            </w:r>
            <w:r w:rsidR="008A4189" w:rsidRPr="00AB6C19">
              <w:t xml:space="preserve"> </w:t>
            </w:r>
            <w:r w:rsidR="00050718" w:rsidRPr="00AB6C19">
              <w:t xml:space="preserve">definicję struktury </w:t>
            </w:r>
            <w:r w:rsidR="00A65992" w:rsidRPr="00AB6C19">
              <w:t>dek</w:t>
            </w:r>
            <w:r w:rsidR="00BD494A" w:rsidRPr="00AB6C19">
              <w:t xml:space="preserve">laracji </w:t>
            </w:r>
            <w:r w:rsidR="003945C9" w:rsidRPr="00AB6C19">
              <w:t>AKC-</w:t>
            </w:r>
            <w:r w:rsidR="00E517F2" w:rsidRPr="00AB6C19">
              <w:t>4</w:t>
            </w:r>
            <w:r w:rsidR="000A71C7" w:rsidRPr="00AB6C19">
              <w:t xml:space="preserve">. </w:t>
            </w:r>
          </w:p>
        </w:tc>
      </w:tr>
      <w:tr w:rsidR="00BB6B75" w:rsidRPr="00AB6C19" w14:paraId="3CC4B7FB" w14:textId="77777777" w:rsidTr="00C31C1E">
        <w:tc>
          <w:tcPr>
            <w:tcW w:w="1800" w:type="dxa"/>
          </w:tcPr>
          <w:p w14:paraId="17E2BCB2" w14:textId="77777777" w:rsidR="00BB6B75" w:rsidRPr="00AB6C19" w:rsidRDefault="00FF41D0" w:rsidP="00F73C8D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560" w:type="dxa"/>
          </w:tcPr>
          <w:p w14:paraId="706DBBA6" w14:textId="77777777" w:rsidR="00BB6B75" w:rsidRPr="00AB6C19" w:rsidRDefault="008A4189" w:rsidP="00F73C8D">
            <w:pPr>
              <w:pStyle w:val="Tabelazwyky"/>
            </w:pPr>
            <w:r w:rsidRPr="00AB6C19">
              <w:t>Projektant –</w:t>
            </w:r>
            <w:r w:rsidR="00B12A1E" w:rsidRPr="00AB6C19">
              <w:t xml:space="preserve"> </w:t>
            </w:r>
            <w:r w:rsidR="00B67094" w:rsidRPr="00AB6C19">
              <w:t>Rafał Złoty</w:t>
            </w:r>
            <w:r w:rsidR="00035006" w:rsidRPr="00AB6C19">
              <w:t>, Analityk - Bogdan Schmidt</w:t>
            </w:r>
          </w:p>
        </w:tc>
      </w:tr>
      <w:tr w:rsidR="007E7643" w:rsidRPr="00AB6C19" w14:paraId="6D852EF9" w14:textId="77777777" w:rsidTr="00C31C1E">
        <w:tc>
          <w:tcPr>
            <w:tcW w:w="1800" w:type="dxa"/>
          </w:tcPr>
          <w:p w14:paraId="61D2E894" w14:textId="77777777" w:rsidR="007E7643" w:rsidRPr="00AB6C19" w:rsidRDefault="007E7643" w:rsidP="00F73C8D">
            <w:pPr>
              <w:pStyle w:val="Tabelazwyky"/>
            </w:pPr>
            <w:r w:rsidRPr="00AB6C19">
              <w:t>Nazwa pliku</w:t>
            </w:r>
          </w:p>
        </w:tc>
        <w:tc>
          <w:tcPr>
            <w:tcW w:w="7560" w:type="dxa"/>
          </w:tcPr>
          <w:p w14:paraId="2FC32C3F" w14:textId="17213505" w:rsidR="007E7643" w:rsidRPr="00AB6C19" w:rsidRDefault="00D437FA" w:rsidP="00F73C8D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C54585">
              <w:rPr>
                <w:noProof/>
              </w:rPr>
              <w:t>ZF2-PWT-KXML-AKC-4-4zo_v1.10.docx</w:t>
            </w:r>
            <w:r>
              <w:rPr>
                <w:noProof/>
              </w:rPr>
              <w:fldChar w:fldCharType="end"/>
            </w:r>
          </w:p>
        </w:tc>
      </w:tr>
      <w:tr w:rsidR="007E7643" w:rsidRPr="00AB6C19" w14:paraId="786963F0" w14:textId="77777777" w:rsidTr="00C31C1E">
        <w:tc>
          <w:tcPr>
            <w:tcW w:w="1800" w:type="dxa"/>
          </w:tcPr>
          <w:p w14:paraId="276D806E" w14:textId="1EAAE2E9" w:rsidR="007E7643" w:rsidRPr="00AB6C19" w:rsidRDefault="007E7643" w:rsidP="007E7643">
            <w:pPr>
              <w:pStyle w:val="Tabelazwyky"/>
            </w:pPr>
            <w:r w:rsidRPr="00AB6C19">
              <w:t>Liczba stron</w:t>
            </w:r>
          </w:p>
        </w:tc>
        <w:tc>
          <w:tcPr>
            <w:tcW w:w="7560" w:type="dxa"/>
          </w:tcPr>
          <w:p w14:paraId="4298BBCC" w14:textId="29C14A92" w:rsidR="007E7643" w:rsidRPr="00AB6C19" w:rsidRDefault="00EA1567" w:rsidP="007E7643">
            <w:pPr>
              <w:pStyle w:val="Tabelazwyky"/>
            </w:pPr>
            <w:fldSimple w:instr=" NUMPAGES   \* MERGEFORMAT ">
              <w:r w:rsidR="00C54585">
                <w:rPr>
                  <w:noProof/>
                </w:rPr>
                <w:t>90</w:t>
              </w:r>
            </w:fldSimple>
          </w:p>
        </w:tc>
      </w:tr>
    </w:tbl>
    <w:p w14:paraId="343CDE11" w14:textId="3B02DD65" w:rsidR="007A1BA9" w:rsidRPr="00AB6C19" w:rsidRDefault="007A1BA9" w:rsidP="0033397D">
      <w:pPr>
        <w:pStyle w:val="Legenda"/>
      </w:pPr>
      <w:bookmarkStart w:id="1" w:name="_Toc18178229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</w:t>
      </w:r>
      <w:r w:rsidR="00D437FA">
        <w:rPr>
          <w:noProof/>
        </w:rPr>
        <w:fldChar w:fldCharType="end"/>
      </w:r>
      <w:r w:rsidRPr="00AB6C19">
        <w:t>. Historia zmian dokumentu</w:t>
      </w:r>
      <w:bookmarkEnd w:id="1"/>
    </w:p>
    <w:tbl>
      <w:tblPr>
        <w:tblStyle w:val="tabela"/>
        <w:tblW w:w="9480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4"/>
        <w:gridCol w:w="1196"/>
      </w:tblGrid>
      <w:tr w:rsidR="005366D3" w:rsidRPr="00AB6C19" w14:paraId="40AB7F07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06DA7CD5" w14:textId="77777777" w:rsidR="00A45A2F" w:rsidRPr="00AB6C19" w:rsidRDefault="005366D3" w:rsidP="00F73C8D">
            <w:pPr>
              <w:pStyle w:val="Z2Nagwektabeli"/>
            </w:pPr>
            <w:r w:rsidRPr="00AB6C19">
              <w:t>E</w:t>
            </w:r>
            <w:r w:rsidR="00A45A2F" w:rsidRPr="00AB6C19">
              <w:t>dycj</w:t>
            </w:r>
            <w:r w:rsidRPr="00AB6C19">
              <w:t>a</w:t>
            </w:r>
          </w:p>
        </w:tc>
        <w:tc>
          <w:tcPr>
            <w:tcW w:w="877" w:type="dxa"/>
          </w:tcPr>
          <w:p w14:paraId="06F39C79" w14:textId="77777777" w:rsidR="00A45A2F" w:rsidRPr="00AB6C19" w:rsidRDefault="005366D3" w:rsidP="00F73C8D">
            <w:pPr>
              <w:pStyle w:val="Z2Nagwektabeli"/>
            </w:pPr>
            <w:r w:rsidRPr="00AB6C19">
              <w:t>Rewizja</w:t>
            </w:r>
          </w:p>
        </w:tc>
        <w:tc>
          <w:tcPr>
            <w:tcW w:w="1326" w:type="dxa"/>
          </w:tcPr>
          <w:p w14:paraId="4AC67E10" w14:textId="77777777" w:rsidR="00A45A2F" w:rsidRPr="00AB6C19" w:rsidRDefault="00A45A2F" w:rsidP="00F73C8D">
            <w:pPr>
              <w:pStyle w:val="Z2Nagwektabeli"/>
            </w:pPr>
            <w:r w:rsidRPr="00AB6C19">
              <w:t>Data wydania</w:t>
            </w:r>
          </w:p>
        </w:tc>
        <w:tc>
          <w:tcPr>
            <w:tcW w:w="2400" w:type="dxa"/>
          </w:tcPr>
          <w:p w14:paraId="3BDEF6D1" w14:textId="77777777" w:rsidR="00A45A2F" w:rsidRPr="00AB6C19" w:rsidRDefault="00A45A2F" w:rsidP="00F73C8D">
            <w:pPr>
              <w:pStyle w:val="Z2Nagwektabeli"/>
            </w:pPr>
            <w:r w:rsidRPr="00AB6C19">
              <w:t>Opis</w:t>
            </w:r>
          </w:p>
        </w:tc>
        <w:tc>
          <w:tcPr>
            <w:tcW w:w="720" w:type="dxa"/>
          </w:tcPr>
          <w:p w14:paraId="73AF82F2" w14:textId="77777777" w:rsidR="00A45A2F" w:rsidRPr="00AB6C19" w:rsidRDefault="005366D3" w:rsidP="00F73C8D">
            <w:pPr>
              <w:pStyle w:val="Z2Nagwektabeli"/>
            </w:pPr>
            <w:r w:rsidRPr="00AB6C19">
              <w:t>A</w:t>
            </w:r>
            <w:r w:rsidR="00A45A2F" w:rsidRPr="00AB6C19">
              <w:t>kcja (*)</w:t>
            </w:r>
          </w:p>
        </w:tc>
        <w:tc>
          <w:tcPr>
            <w:tcW w:w="1080" w:type="dxa"/>
          </w:tcPr>
          <w:p w14:paraId="2F3F61A5" w14:textId="77777777" w:rsidR="00A45A2F" w:rsidRPr="00AB6C19" w:rsidRDefault="00A45A2F" w:rsidP="00F73C8D">
            <w:pPr>
              <w:pStyle w:val="Z2Nagwektabeli"/>
            </w:pPr>
            <w:r w:rsidRPr="00AB6C19">
              <w:t>Rozdzi</w:t>
            </w:r>
            <w:r w:rsidR="00FF41D0" w:rsidRPr="00AB6C19">
              <w:t>ały</w:t>
            </w:r>
            <w:r w:rsidR="005366D3" w:rsidRPr="00AB6C19">
              <w:t xml:space="preserve"> </w:t>
            </w:r>
            <w:r w:rsidRPr="00AB6C19">
              <w:t>(**)</w:t>
            </w:r>
          </w:p>
        </w:tc>
        <w:tc>
          <w:tcPr>
            <w:tcW w:w="1084" w:type="dxa"/>
          </w:tcPr>
          <w:p w14:paraId="2D91C7CA" w14:textId="77777777" w:rsidR="00A45A2F" w:rsidRPr="00AB6C19" w:rsidRDefault="00A45A2F" w:rsidP="00F73C8D">
            <w:pPr>
              <w:pStyle w:val="Z2Nagwektabeli"/>
            </w:pPr>
            <w:r w:rsidRPr="00AB6C19">
              <w:t>Autor</w:t>
            </w:r>
            <w:r w:rsidR="00FF41D0" w:rsidRPr="00AB6C19">
              <w:t>/</w:t>
            </w:r>
            <w:proofErr w:type="spellStart"/>
            <w:r w:rsidR="00FF41D0" w:rsidRPr="00AB6C19">
              <w:t>rzy</w:t>
            </w:r>
            <w:proofErr w:type="spellEnd"/>
            <w:r w:rsidR="00FF41D0" w:rsidRPr="00AB6C19">
              <w:t xml:space="preserve"> </w:t>
            </w:r>
            <w:r w:rsidRPr="00AB6C19">
              <w:t>(***)</w:t>
            </w:r>
          </w:p>
        </w:tc>
        <w:tc>
          <w:tcPr>
            <w:tcW w:w="1196" w:type="dxa"/>
          </w:tcPr>
          <w:p w14:paraId="4CAA69D9" w14:textId="77777777" w:rsidR="00A45A2F" w:rsidRPr="00AB6C19" w:rsidRDefault="00A45A2F" w:rsidP="00F73C8D">
            <w:pPr>
              <w:pStyle w:val="Z2Nagwektabeli"/>
            </w:pPr>
            <w:r w:rsidRPr="00AB6C19">
              <w:t xml:space="preserve">Data </w:t>
            </w:r>
            <w:r w:rsidR="005366D3" w:rsidRPr="00AB6C19">
              <w:t>KJ</w:t>
            </w:r>
          </w:p>
        </w:tc>
      </w:tr>
      <w:tr w:rsidR="00FD0D7E" w:rsidRPr="00AB6C19" w14:paraId="1E3445A7" w14:textId="77777777" w:rsidTr="00C31C1E">
        <w:tc>
          <w:tcPr>
            <w:tcW w:w="797" w:type="dxa"/>
          </w:tcPr>
          <w:p w14:paraId="0E34F72E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20FB45B4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1326" w:type="dxa"/>
          </w:tcPr>
          <w:p w14:paraId="62ADC163" w14:textId="77777777" w:rsidR="00FD0D7E" w:rsidRPr="00AB6C19" w:rsidRDefault="00FD0D7E" w:rsidP="00F73C8D">
            <w:pPr>
              <w:pStyle w:val="Tabelazwyky"/>
            </w:pPr>
            <w:r w:rsidRPr="00AB6C19">
              <w:t>2013-07-22</w:t>
            </w:r>
          </w:p>
        </w:tc>
        <w:tc>
          <w:tcPr>
            <w:tcW w:w="2400" w:type="dxa"/>
          </w:tcPr>
          <w:p w14:paraId="3EE0D93E" w14:textId="77777777" w:rsidR="00FD0D7E" w:rsidRPr="00AB6C19" w:rsidRDefault="00FD0D7E" w:rsidP="00F73C8D">
            <w:pPr>
              <w:pStyle w:val="Tabelazwyky"/>
            </w:pPr>
            <w:r w:rsidRPr="00AB6C19">
              <w:t>Utworzenie dokumentu</w:t>
            </w:r>
          </w:p>
        </w:tc>
        <w:tc>
          <w:tcPr>
            <w:tcW w:w="720" w:type="dxa"/>
          </w:tcPr>
          <w:p w14:paraId="52FAF70A" w14:textId="77777777" w:rsidR="00FD0D7E" w:rsidRPr="00AB6C19" w:rsidRDefault="00FD0D7E" w:rsidP="00F73C8D">
            <w:pPr>
              <w:pStyle w:val="Tabelazwyky"/>
            </w:pPr>
            <w:r w:rsidRPr="00AB6C19">
              <w:t>N</w:t>
            </w:r>
          </w:p>
        </w:tc>
        <w:tc>
          <w:tcPr>
            <w:tcW w:w="1080" w:type="dxa"/>
          </w:tcPr>
          <w:p w14:paraId="00E41A78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49D82D48" w14:textId="77777777" w:rsidR="00FD0D7E" w:rsidRPr="00AB6C19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054E0C23" w14:textId="77777777" w:rsidR="00FD0D7E" w:rsidRPr="00AB6C19" w:rsidRDefault="00FD0D7E" w:rsidP="00F73C8D">
            <w:pPr>
              <w:pStyle w:val="Tabelazwyky"/>
            </w:pPr>
          </w:p>
        </w:tc>
      </w:tr>
      <w:tr w:rsidR="00FD0D7E" w:rsidRPr="00AB6C19" w14:paraId="6E154C38" w14:textId="77777777" w:rsidTr="00C31C1E">
        <w:tc>
          <w:tcPr>
            <w:tcW w:w="797" w:type="dxa"/>
          </w:tcPr>
          <w:p w14:paraId="5660CE37" w14:textId="77777777" w:rsidR="00FD0D7E" w:rsidRPr="00AB6C19" w:rsidDel="00DC1690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5AD3F6CF" w14:textId="77777777" w:rsidR="00FD0D7E" w:rsidRPr="00AB6C19" w:rsidDel="00DC1690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1326" w:type="dxa"/>
          </w:tcPr>
          <w:p w14:paraId="10B05372" w14:textId="77777777" w:rsidR="00FD0D7E" w:rsidRPr="00AB6C19" w:rsidDel="00193612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  <w:tc>
          <w:tcPr>
            <w:tcW w:w="2400" w:type="dxa"/>
          </w:tcPr>
          <w:p w14:paraId="577DF3A3" w14:textId="77777777" w:rsidR="00FD0D7E" w:rsidRPr="00AB6C19" w:rsidRDefault="00FD0D7E" w:rsidP="00F73C8D">
            <w:pPr>
              <w:pStyle w:val="Tabelazwyky"/>
            </w:pPr>
            <w:r w:rsidRPr="00AB6C19">
              <w:t>Kontrola jakości dokumentu po stronie Wykonawcy</w:t>
            </w:r>
          </w:p>
        </w:tc>
        <w:tc>
          <w:tcPr>
            <w:tcW w:w="720" w:type="dxa"/>
          </w:tcPr>
          <w:p w14:paraId="15F88909" w14:textId="77777777" w:rsidR="00FD0D7E" w:rsidRPr="00AB6C19" w:rsidDel="00E715AA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7AADE96B" w14:textId="77777777" w:rsidR="00FD0D7E" w:rsidRPr="00AB6C19" w:rsidDel="00E715AA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7CE0B530" w14:textId="77777777" w:rsidR="00FD0D7E" w:rsidRPr="00AB6C19" w:rsidDel="00E715AA" w:rsidRDefault="00FD0D7E" w:rsidP="00F73C8D">
            <w:pPr>
              <w:pStyle w:val="Tabelazwyky"/>
            </w:pPr>
            <w:r w:rsidRPr="00AB6C19">
              <w:t>Ewa Cegła</w:t>
            </w:r>
          </w:p>
        </w:tc>
        <w:tc>
          <w:tcPr>
            <w:tcW w:w="1196" w:type="dxa"/>
          </w:tcPr>
          <w:p w14:paraId="5393F470" w14:textId="77777777" w:rsidR="00FD0D7E" w:rsidRPr="00AB6C19" w:rsidDel="00193612" w:rsidRDefault="00FD0D7E" w:rsidP="00F73C8D">
            <w:pPr>
              <w:pStyle w:val="Tabelazwyky"/>
            </w:pPr>
            <w:r w:rsidRPr="00AB6C19">
              <w:t>2013-07-30</w:t>
            </w:r>
          </w:p>
        </w:tc>
      </w:tr>
      <w:tr w:rsidR="00FD0D7E" w:rsidRPr="00AB6C19" w14:paraId="589B8062" w14:textId="77777777" w:rsidTr="00C31C1E">
        <w:tc>
          <w:tcPr>
            <w:tcW w:w="797" w:type="dxa"/>
          </w:tcPr>
          <w:p w14:paraId="4219F0E3" w14:textId="77777777" w:rsidR="00FD0D7E" w:rsidRPr="00AB6C19" w:rsidDel="00DC1690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783B07B5" w14:textId="77777777" w:rsidR="00FD0D7E" w:rsidRPr="00AB6C19" w:rsidDel="00DC1690" w:rsidRDefault="00FD0D7E" w:rsidP="00F73C8D">
            <w:pPr>
              <w:pStyle w:val="Tabelazwyky"/>
            </w:pPr>
            <w:r w:rsidRPr="00AB6C19">
              <w:t>2</w:t>
            </w:r>
          </w:p>
        </w:tc>
        <w:tc>
          <w:tcPr>
            <w:tcW w:w="1326" w:type="dxa"/>
          </w:tcPr>
          <w:p w14:paraId="0BA3A364" w14:textId="77777777" w:rsidR="00FD0D7E" w:rsidRPr="00AB6C19" w:rsidDel="00193612" w:rsidRDefault="00FD0D7E" w:rsidP="00F73C8D">
            <w:pPr>
              <w:pStyle w:val="Tabelazwyky"/>
            </w:pPr>
            <w:r w:rsidRPr="00AB6C19">
              <w:t>2013-08-29</w:t>
            </w:r>
          </w:p>
        </w:tc>
        <w:tc>
          <w:tcPr>
            <w:tcW w:w="2400" w:type="dxa"/>
          </w:tcPr>
          <w:p w14:paraId="1FBFF7E4" w14:textId="77777777" w:rsidR="00FD0D7E" w:rsidRPr="00AB6C19" w:rsidRDefault="00FD0D7E" w:rsidP="00F73C8D">
            <w:pPr>
              <w:pStyle w:val="Tabelazwyky"/>
            </w:pPr>
            <w:r w:rsidRPr="00AB6C19">
              <w:t>Poprawki w opisach i typach</w:t>
            </w:r>
          </w:p>
        </w:tc>
        <w:tc>
          <w:tcPr>
            <w:tcW w:w="720" w:type="dxa"/>
          </w:tcPr>
          <w:p w14:paraId="2295A106" w14:textId="77777777" w:rsidR="00FD0D7E" w:rsidRPr="00AB6C19" w:rsidDel="00E715AA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614F29AF" w14:textId="77777777" w:rsidR="00FD0D7E" w:rsidRPr="00AB6C19" w:rsidDel="00E715AA" w:rsidRDefault="00FD0D7E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34FF1BDB" w14:textId="77777777" w:rsidR="00FD0D7E" w:rsidRPr="00AB6C19" w:rsidDel="00E715AA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39DC6F02" w14:textId="77777777" w:rsidR="00FD0D7E" w:rsidRPr="00AB6C19" w:rsidDel="00193612" w:rsidRDefault="00FD0D7E" w:rsidP="00F73C8D">
            <w:pPr>
              <w:pStyle w:val="Tabelazwyky"/>
            </w:pPr>
          </w:p>
        </w:tc>
      </w:tr>
      <w:tr w:rsidR="00FD0D7E" w:rsidRPr="00AB6C19" w14:paraId="7F525B0C" w14:textId="77777777" w:rsidTr="00C31C1E">
        <w:tc>
          <w:tcPr>
            <w:tcW w:w="797" w:type="dxa"/>
          </w:tcPr>
          <w:p w14:paraId="60991594" w14:textId="77777777" w:rsidR="00FD0D7E" w:rsidRPr="00AB6C19" w:rsidDel="00DC1690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6BDDB0C5" w14:textId="77777777" w:rsidR="00FD0D7E" w:rsidRPr="00AB6C19" w:rsidDel="00DC1690" w:rsidRDefault="00FD0D7E" w:rsidP="00F73C8D">
            <w:pPr>
              <w:pStyle w:val="Tabelazwyky"/>
            </w:pPr>
            <w:r w:rsidRPr="00AB6C19">
              <w:t>2</w:t>
            </w:r>
          </w:p>
        </w:tc>
        <w:tc>
          <w:tcPr>
            <w:tcW w:w="1326" w:type="dxa"/>
          </w:tcPr>
          <w:p w14:paraId="32D365E3" w14:textId="77777777" w:rsidR="00FD0D7E" w:rsidRPr="00AB6C19" w:rsidDel="00193612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  <w:tc>
          <w:tcPr>
            <w:tcW w:w="2400" w:type="dxa"/>
          </w:tcPr>
          <w:p w14:paraId="72F873BA" w14:textId="77777777" w:rsidR="00FD0D7E" w:rsidRPr="00AB6C19" w:rsidRDefault="00FD0D7E" w:rsidP="00F73C8D">
            <w:pPr>
              <w:pStyle w:val="Tabelazwyky"/>
            </w:pPr>
            <w:r w:rsidRPr="00AB6C19">
              <w:t>Kontrola jakości dokumentu po stronie Wykonawcy</w:t>
            </w:r>
          </w:p>
        </w:tc>
        <w:tc>
          <w:tcPr>
            <w:tcW w:w="720" w:type="dxa"/>
          </w:tcPr>
          <w:p w14:paraId="407CA49A" w14:textId="77777777" w:rsidR="00FD0D7E" w:rsidRPr="00AB6C19" w:rsidDel="00E715AA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08C36F81" w14:textId="77777777" w:rsidR="00FD0D7E" w:rsidRPr="00AB6C19" w:rsidDel="00E715AA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4C996D3F" w14:textId="77777777" w:rsidR="00FD0D7E" w:rsidRPr="00AB6C19" w:rsidDel="00E715AA" w:rsidRDefault="00FD0D7E" w:rsidP="00F73C8D">
            <w:pPr>
              <w:pStyle w:val="Tabelazwyky"/>
            </w:pPr>
            <w:r w:rsidRPr="00AB6C19">
              <w:t>Bogdan Schmidt</w:t>
            </w:r>
          </w:p>
        </w:tc>
        <w:tc>
          <w:tcPr>
            <w:tcW w:w="1196" w:type="dxa"/>
          </w:tcPr>
          <w:p w14:paraId="3500EB5F" w14:textId="77777777" w:rsidR="00FD0D7E" w:rsidRPr="00AB6C19" w:rsidDel="00193612" w:rsidRDefault="00FD0D7E" w:rsidP="00F73C8D">
            <w:pPr>
              <w:pStyle w:val="Tabelazwyky"/>
            </w:pPr>
            <w:r w:rsidRPr="00AB6C19">
              <w:t>2013-08-29</w:t>
            </w:r>
          </w:p>
        </w:tc>
      </w:tr>
      <w:tr w:rsidR="00FD0D7E" w:rsidRPr="00AB6C19" w14:paraId="081F63AE" w14:textId="77777777" w:rsidTr="00C31C1E">
        <w:tc>
          <w:tcPr>
            <w:tcW w:w="797" w:type="dxa"/>
          </w:tcPr>
          <w:p w14:paraId="157BDCC3" w14:textId="77777777" w:rsidR="00FD0D7E" w:rsidRPr="00AB6C19" w:rsidDel="00DC1690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4BD0F2FD" w14:textId="77777777" w:rsidR="00FD0D7E" w:rsidRPr="00AB6C19" w:rsidDel="00DC1690" w:rsidRDefault="00FD0D7E" w:rsidP="00F73C8D">
            <w:pPr>
              <w:pStyle w:val="Tabelazwyky"/>
            </w:pPr>
            <w:r w:rsidRPr="00AB6C19">
              <w:t>9</w:t>
            </w:r>
          </w:p>
        </w:tc>
        <w:tc>
          <w:tcPr>
            <w:tcW w:w="1326" w:type="dxa"/>
          </w:tcPr>
          <w:p w14:paraId="2A06BF0F" w14:textId="77777777" w:rsidR="00FD0D7E" w:rsidRPr="00AB6C19" w:rsidDel="00193612" w:rsidRDefault="00FD0D7E" w:rsidP="00F73C8D">
            <w:pPr>
              <w:pStyle w:val="Tabelazwyky"/>
            </w:pPr>
            <w:r w:rsidRPr="00AB6C19">
              <w:t>2013-09-10</w:t>
            </w:r>
          </w:p>
        </w:tc>
        <w:tc>
          <w:tcPr>
            <w:tcW w:w="2400" w:type="dxa"/>
          </w:tcPr>
          <w:p w14:paraId="5FDC728C" w14:textId="77777777" w:rsidR="00FD0D7E" w:rsidRPr="00AB6C19" w:rsidRDefault="00FD0D7E" w:rsidP="00F73C8D">
            <w:pPr>
              <w:pStyle w:val="Tabelazwyky"/>
            </w:pPr>
            <w:r w:rsidRPr="00AB6C19">
              <w:t>Zmiany w strukturze dokumentu</w:t>
            </w:r>
          </w:p>
        </w:tc>
        <w:tc>
          <w:tcPr>
            <w:tcW w:w="720" w:type="dxa"/>
          </w:tcPr>
          <w:p w14:paraId="2723455E" w14:textId="77777777" w:rsidR="00FD0D7E" w:rsidRPr="00AB6C19" w:rsidDel="00E715AA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0F28FF31" w14:textId="77777777" w:rsidR="00FD0D7E" w:rsidRPr="00AB6C19" w:rsidDel="00E715AA" w:rsidRDefault="00FD0D7E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32D2BEB0" w14:textId="77777777" w:rsidR="00FD0D7E" w:rsidRPr="00AB6C19" w:rsidDel="00E715AA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59EA2F24" w14:textId="77777777" w:rsidR="00FD0D7E" w:rsidRPr="00AB6C19" w:rsidDel="00193612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FD0D7E" w:rsidRPr="00AB6C19" w14:paraId="38E22918" w14:textId="77777777" w:rsidTr="00C31C1E">
        <w:tc>
          <w:tcPr>
            <w:tcW w:w="797" w:type="dxa"/>
          </w:tcPr>
          <w:p w14:paraId="373FB765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226B657A" w14:textId="77777777" w:rsidR="00FD0D7E" w:rsidRPr="00AB6C19" w:rsidRDefault="00FD0D7E" w:rsidP="00F73C8D">
            <w:pPr>
              <w:pStyle w:val="Tabelazwyky"/>
            </w:pPr>
            <w:r w:rsidRPr="00AB6C19">
              <w:t>9</w:t>
            </w:r>
          </w:p>
        </w:tc>
        <w:tc>
          <w:tcPr>
            <w:tcW w:w="1326" w:type="dxa"/>
          </w:tcPr>
          <w:p w14:paraId="0D20AD40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39A31F02" w14:textId="77777777" w:rsidR="00FD0D7E" w:rsidRPr="00AB6C19" w:rsidRDefault="00FD0D7E" w:rsidP="00F73C8D">
            <w:pPr>
              <w:pStyle w:val="Tabelazwyky"/>
            </w:pPr>
            <w:r w:rsidRPr="00AB6C19">
              <w:t>Kontrola jakości dokumentu po stronie Wykonawcy</w:t>
            </w:r>
          </w:p>
        </w:tc>
        <w:tc>
          <w:tcPr>
            <w:tcW w:w="720" w:type="dxa"/>
          </w:tcPr>
          <w:p w14:paraId="41E95064" w14:textId="77777777" w:rsidR="00FD0D7E" w:rsidRPr="00AB6C19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2EBDDCCD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44CC8175" w14:textId="77777777" w:rsidR="00FD0D7E" w:rsidRPr="00AB6C19" w:rsidRDefault="00FD0D7E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748F4F4D" w14:textId="77777777" w:rsidR="00FD0D7E" w:rsidRPr="00AB6C19" w:rsidRDefault="00FD0D7E" w:rsidP="00F73C8D">
            <w:pPr>
              <w:pStyle w:val="Tabelazwyky"/>
            </w:pPr>
            <w:r w:rsidRPr="00AB6C19">
              <w:t>2013-11-08</w:t>
            </w:r>
          </w:p>
        </w:tc>
      </w:tr>
      <w:tr w:rsidR="00FD0D7E" w:rsidRPr="00AB6C19" w14:paraId="5EDAC209" w14:textId="77777777" w:rsidTr="00C31C1E">
        <w:tc>
          <w:tcPr>
            <w:tcW w:w="797" w:type="dxa"/>
          </w:tcPr>
          <w:p w14:paraId="574F5BC1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1A7FD362" w14:textId="77777777" w:rsidR="00FD0D7E" w:rsidRPr="00AB6C19" w:rsidRDefault="00FD0D7E" w:rsidP="00F73C8D">
            <w:pPr>
              <w:pStyle w:val="Tabelazwyky"/>
            </w:pPr>
            <w:r w:rsidRPr="00AB6C19">
              <w:t>9</w:t>
            </w:r>
          </w:p>
        </w:tc>
        <w:tc>
          <w:tcPr>
            <w:tcW w:w="1326" w:type="dxa"/>
          </w:tcPr>
          <w:p w14:paraId="34DD0908" w14:textId="77777777" w:rsidR="00FD0D7E" w:rsidRPr="00AB6C19" w:rsidRDefault="00FD0D7E" w:rsidP="00F73C8D">
            <w:pPr>
              <w:pStyle w:val="Tabelazwyky"/>
            </w:pPr>
            <w:r w:rsidRPr="00AB6C19">
              <w:t>2013-11-08</w:t>
            </w:r>
          </w:p>
        </w:tc>
        <w:tc>
          <w:tcPr>
            <w:tcW w:w="2400" w:type="dxa"/>
          </w:tcPr>
          <w:p w14:paraId="1EB034C0" w14:textId="77777777" w:rsidR="00FD0D7E" w:rsidRPr="00AB6C19" w:rsidRDefault="00FD0D7E" w:rsidP="00F73C8D">
            <w:pPr>
              <w:pStyle w:val="Tabelazwyky"/>
            </w:pPr>
            <w:r w:rsidRPr="00AB6C19">
              <w:t>Przekazanie do kontroli jakości przez Zamawiającego</w:t>
            </w:r>
          </w:p>
        </w:tc>
        <w:tc>
          <w:tcPr>
            <w:tcW w:w="720" w:type="dxa"/>
          </w:tcPr>
          <w:p w14:paraId="68E4701B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0" w:type="dxa"/>
          </w:tcPr>
          <w:p w14:paraId="1EADAB28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4" w:type="dxa"/>
          </w:tcPr>
          <w:p w14:paraId="078BCDDD" w14:textId="77777777" w:rsidR="00FD0D7E" w:rsidRPr="00AB6C19" w:rsidRDefault="00FD0D7E" w:rsidP="00F73C8D">
            <w:pPr>
              <w:pStyle w:val="Tabelazwyky"/>
            </w:pPr>
            <w:r w:rsidRPr="00AB6C19">
              <w:t xml:space="preserve">Jerzy </w:t>
            </w:r>
            <w:proofErr w:type="spellStart"/>
            <w:r w:rsidRPr="00AB6C19">
              <w:t>Jeruzol</w:t>
            </w:r>
            <w:proofErr w:type="spellEnd"/>
          </w:p>
        </w:tc>
        <w:tc>
          <w:tcPr>
            <w:tcW w:w="1196" w:type="dxa"/>
          </w:tcPr>
          <w:p w14:paraId="196550D5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FD0D7E" w:rsidRPr="00AB6C19" w14:paraId="23C5D7B9" w14:textId="77777777" w:rsidTr="00C31C1E">
        <w:tc>
          <w:tcPr>
            <w:tcW w:w="797" w:type="dxa"/>
          </w:tcPr>
          <w:p w14:paraId="0952B820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456E69D5" w14:textId="77777777" w:rsidR="00FD0D7E" w:rsidRPr="00AB6C19" w:rsidRDefault="00FD0D7E" w:rsidP="00F73C8D">
            <w:pPr>
              <w:pStyle w:val="Tabelazwyky"/>
            </w:pPr>
            <w:r w:rsidRPr="00AB6C19">
              <w:t>10</w:t>
            </w:r>
          </w:p>
        </w:tc>
        <w:tc>
          <w:tcPr>
            <w:tcW w:w="1326" w:type="dxa"/>
          </w:tcPr>
          <w:p w14:paraId="37DEF1C9" w14:textId="77777777" w:rsidR="00FD0D7E" w:rsidRPr="00AB6C19" w:rsidRDefault="00FD0D7E" w:rsidP="00F73C8D">
            <w:pPr>
              <w:pStyle w:val="Tabelazwyky"/>
            </w:pPr>
            <w:r w:rsidRPr="00AB6C19">
              <w:t>2013-12-19</w:t>
            </w:r>
          </w:p>
        </w:tc>
        <w:tc>
          <w:tcPr>
            <w:tcW w:w="2400" w:type="dxa"/>
          </w:tcPr>
          <w:p w14:paraId="7EEE8AF3" w14:textId="77777777" w:rsidR="00FD0D7E" w:rsidRPr="00AB6C19" w:rsidRDefault="00FD0D7E" w:rsidP="00F73C8D">
            <w:pPr>
              <w:pStyle w:val="Tabelazwyky"/>
            </w:pPr>
            <w:r w:rsidRPr="00AB6C19">
              <w:t>Poprawki</w:t>
            </w:r>
          </w:p>
        </w:tc>
        <w:tc>
          <w:tcPr>
            <w:tcW w:w="720" w:type="dxa"/>
          </w:tcPr>
          <w:p w14:paraId="205591CD" w14:textId="77777777" w:rsidR="00FD0D7E" w:rsidRPr="00AB6C19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0DC73354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2E08C66E" w14:textId="77777777" w:rsidR="00FD0D7E" w:rsidRPr="00AB6C19" w:rsidRDefault="00FD0D7E" w:rsidP="00F73C8D">
            <w:pPr>
              <w:pStyle w:val="Tabelazwyky"/>
            </w:pPr>
            <w:r w:rsidRPr="00AB6C19">
              <w:t xml:space="preserve">Sławomir </w:t>
            </w:r>
            <w:proofErr w:type="spellStart"/>
            <w:r w:rsidRPr="00AB6C19">
              <w:t>Bondka</w:t>
            </w:r>
            <w:proofErr w:type="spellEnd"/>
          </w:p>
        </w:tc>
        <w:tc>
          <w:tcPr>
            <w:tcW w:w="1196" w:type="dxa"/>
          </w:tcPr>
          <w:p w14:paraId="21B1242F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FD0D7E" w:rsidRPr="00AB6C19" w14:paraId="15F078CA" w14:textId="77777777" w:rsidTr="00C31C1E">
        <w:tc>
          <w:tcPr>
            <w:tcW w:w="797" w:type="dxa"/>
          </w:tcPr>
          <w:p w14:paraId="77F193F8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09C6810A" w14:textId="77777777" w:rsidR="00FD0D7E" w:rsidRPr="00AB6C19" w:rsidRDefault="00FD0D7E" w:rsidP="00F73C8D">
            <w:pPr>
              <w:pStyle w:val="Tabelazwyky"/>
            </w:pPr>
            <w:r w:rsidRPr="00AB6C19">
              <w:t>10</w:t>
            </w:r>
          </w:p>
        </w:tc>
        <w:tc>
          <w:tcPr>
            <w:tcW w:w="1326" w:type="dxa"/>
          </w:tcPr>
          <w:p w14:paraId="1F511E7F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060BBB04" w14:textId="77777777" w:rsidR="00FD0D7E" w:rsidRPr="00AB6C19" w:rsidRDefault="00FD0D7E" w:rsidP="00F73C8D">
            <w:pPr>
              <w:pStyle w:val="Tabelazwyky"/>
            </w:pPr>
            <w:r w:rsidRPr="00AB6C19">
              <w:t>Kontrola jakości dokumentu po stronie Wykonawcy</w:t>
            </w:r>
          </w:p>
        </w:tc>
        <w:tc>
          <w:tcPr>
            <w:tcW w:w="720" w:type="dxa"/>
          </w:tcPr>
          <w:p w14:paraId="0B1249DE" w14:textId="77777777" w:rsidR="00FD0D7E" w:rsidRPr="00AB6C19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57A89314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791F4067" w14:textId="77777777" w:rsidR="00FD0D7E" w:rsidRPr="00AB6C19" w:rsidRDefault="00FD0D7E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3EF69CF7" w14:textId="77777777" w:rsidR="00FD0D7E" w:rsidRPr="00AB6C19" w:rsidRDefault="00FD0D7E" w:rsidP="00F73C8D">
            <w:pPr>
              <w:pStyle w:val="Tabelazwyky"/>
            </w:pPr>
            <w:r w:rsidRPr="00AB6C19">
              <w:t>2013-12-31</w:t>
            </w:r>
          </w:p>
        </w:tc>
      </w:tr>
      <w:tr w:rsidR="00FD0D7E" w:rsidRPr="00AB6C19" w14:paraId="6EB34678" w14:textId="77777777" w:rsidTr="00C31C1E">
        <w:tc>
          <w:tcPr>
            <w:tcW w:w="797" w:type="dxa"/>
          </w:tcPr>
          <w:p w14:paraId="455694AE" w14:textId="77777777" w:rsidR="00FD0D7E" w:rsidRPr="00AB6C19" w:rsidRDefault="00FD0D7E" w:rsidP="00F73C8D">
            <w:pPr>
              <w:pStyle w:val="Tabelazwyky"/>
            </w:pPr>
            <w:r w:rsidRPr="00AB6C19">
              <w:lastRenderedPageBreak/>
              <w:t>0</w:t>
            </w:r>
          </w:p>
        </w:tc>
        <w:tc>
          <w:tcPr>
            <w:tcW w:w="877" w:type="dxa"/>
          </w:tcPr>
          <w:p w14:paraId="2592B300" w14:textId="77777777" w:rsidR="00FD0D7E" w:rsidRPr="00AB6C19" w:rsidRDefault="00FD0D7E" w:rsidP="00F73C8D">
            <w:pPr>
              <w:pStyle w:val="Tabelazwyky"/>
            </w:pPr>
            <w:r w:rsidRPr="00AB6C19">
              <w:t>10</w:t>
            </w:r>
          </w:p>
        </w:tc>
        <w:tc>
          <w:tcPr>
            <w:tcW w:w="1326" w:type="dxa"/>
          </w:tcPr>
          <w:p w14:paraId="07E9CE09" w14:textId="77777777" w:rsidR="00FD0D7E" w:rsidRPr="00AB6C19" w:rsidRDefault="00FD0D7E" w:rsidP="00F73C8D">
            <w:pPr>
              <w:pStyle w:val="Tabelazwyky"/>
            </w:pPr>
            <w:r w:rsidRPr="00AB6C19">
              <w:t>2013-12-31</w:t>
            </w:r>
          </w:p>
        </w:tc>
        <w:tc>
          <w:tcPr>
            <w:tcW w:w="2400" w:type="dxa"/>
          </w:tcPr>
          <w:p w14:paraId="2F91EA3D" w14:textId="77777777" w:rsidR="00FD0D7E" w:rsidRPr="00AB6C19" w:rsidRDefault="00FD0D7E" w:rsidP="00F73C8D">
            <w:pPr>
              <w:pStyle w:val="Tabelazwyky"/>
            </w:pPr>
            <w:r w:rsidRPr="00AB6C19">
              <w:t>Przekazanie do kontroli jakości przez Zamawiającego</w:t>
            </w:r>
          </w:p>
        </w:tc>
        <w:tc>
          <w:tcPr>
            <w:tcW w:w="720" w:type="dxa"/>
          </w:tcPr>
          <w:p w14:paraId="0BD3FE21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0" w:type="dxa"/>
          </w:tcPr>
          <w:p w14:paraId="5EC8F4E7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4" w:type="dxa"/>
          </w:tcPr>
          <w:p w14:paraId="5E68359B" w14:textId="77777777" w:rsidR="00FD0D7E" w:rsidRPr="00AB6C19" w:rsidRDefault="00FD0D7E" w:rsidP="00F73C8D">
            <w:pPr>
              <w:pStyle w:val="Tabelazwyky"/>
            </w:pPr>
            <w:r w:rsidRPr="00AB6C19">
              <w:t xml:space="preserve">Jerzy </w:t>
            </w:r>
            <w:proofErr w:type="spellStart"/>
            <w:r w:rsidRPr="00AB6C19">
              <w:t>Jeruzol</w:t>
            </w:r>
            <w:proofErr w:type="spellEnd"/>
          </w:p>
        </w:tc>
        <w:tc>
          <w:tcPr>
            <w:tcW w:w="1196" w:type="dxa"/>
          </w:tcPr>
          <w:p w14:paraId="5EDD6688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FD0D7E" w:rsidRPr="00AB6C19" w14:paraId="627B5FEC" w14:textId="77777777" w:rsidTr="00C31C1E">
        <w:tc>
          <w:tcPr>
            <w:tcW w:w="797" w:type="dxa"/>
          </w:tcPr>
          <w:p w14:paraId="6EA36C57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0E804476" w14:textId="77777777" w:rsidR="00FD0D7E" w:rsidRPr="00AB6C19" w:rsidRDefault="00FD0D7E" w:rsidP="00F73C8D">
            <w:pPr>
              <w:pStyle w:val="Tabelazwyky"/>
            </w:pPr>
            <w:r w:rsidRPr="00AB6C19">
              <w:t>11</w:t>
            </w:r>
          </w:p>
        </w:tc>
        <w:tc>
          <w:tcPr>
            <w:tcW w:w="1326" w:type="dxa"/>
          </w:tcPr>
          <w:p w14:paraId="69CF2A46" w14:textId="77777777" w:rsidR="00FD0D7E" w:rsidRPr="00AB6C19" w:rsidRDefault="00FD0D7E" w:rsidP="00F73C8D">
            <w:pPr>
              <w:pStyle w:val="Tabelazwyky"/>
            </w:pPr>
            <w:r w:rsidRPr="00AB6C19">
              <w:t>2013-01-31</w:t>
            </w:r>
          </w:p>
        </w:tc>
        <w:tc>
          <w:tcPr>
            <w:tcW w:w="2400" w:type="dxa"/>
          </w:tcPr>
          <w:p w14:paraId="4B959D3D" w14:textId="77777777" w:rsidR="00FD0D7E" w:rsidRPr="00AB6C19" w:rsidRDefault="00FD0D7E" w:rsidP="00F73C8D">
            <w:pPr>
              <w:pStyle w:val="Tabelazwyky"/>
            </w:pPr>
            <w:r w:rsidRPr="00AB6C19">
              <w:t>Poprawki po uwagach Zamawiającego</w:t>
            </w:r>
          </w:p>
        </w:tc>
        <w:tc>
          <w:tcPr>
            <w:tcW w:w="720" w:type="dxa"/>
          </w:tcPr>
          <w:p w14:paraId="45BE16E2" w14:textId="77777777" w:rsidR="00FD0D7E" w:rsidRPr="00AB6C19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2880C142" w14:textId="77777777" w:rsidR="00FD0D7E" w:rsidRPr="00AB6C19" w:rsidRDefault="00FD0D7E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6E82BCB1" w14:textId="77777777" w:rsidR="00FD0D7E" w:rsidRPr="00AB6C19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288DC997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FD0D7E" w:rsidRPr="00AB6C19" w14:paraId="1858B505" w14:textId="77777777" w:rsidTr="00C31C1E">
        <w:tc>
          <w:tcPr>
            <w:tcW w:w="797" w:type="dxa"/>
          </w:tcPr>
          <w:p w14:paraId="321BD82C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7140D7FD" w14:textId="77777777" w:rsidR="00FD0D7E" w:rsidRPr="00AB6C19" w:rsidRDefault="00FD0D7E" w:rsidP="00F73C8D">
            <w:pPr>
              <w:pStyle w:val="Tabelazwyky"/>
            </w:pPr>
            <w:r w:rsidRPr="00AB6C19">
              <w:t>11</w:t>
            </w:r>
          </w:p>
        </w:tc>
        <w:tc>
          <w:tcPr>
            <w:tcW w:w="1326" w:type="dxa"/>
          </w:tcPr>
          <w:p w14:paraId="5FAAF41A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3C637891" w14:textId="77777777" w:rsidR="00FD0D7E" w:rsidRPr="00AB6C19" w:rsidRDefault="00FD0D7E" w:rsidP="00F73C8D">
            <w:pPr>
              <w:pStyle w:val="Tabelazwyky"/>
            </w:pPr>
            <w:r w:rsidRPr="00AB6C19">
              <w:t>Kontrola jakości dokumentu po stronie Wykonawcy</w:t>
            </w:r>
          </w:p>
        </w:tc>
        <w:tc>
          <w:tcPr>
            <w:tcW w:w="720" w:type="dxa"/>
          </w:tcPr>
          <w:p w14:paraId="4F151476" w14:textId="77777777" w:rsidR="00FD0D7E" w:rsidRPr="00AB6C19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76BEDF23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13832D9D" w14:textId="77777777" w:rsidR="00FD0D7E" w:rsidRPr="00AB6C19" w:rsidRDefault="00FD0D7E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2A79A918" w14:textId="77777777" w:rsidR="00FD0D7E" w:rsidRPr="00AB6C19" w:rsidRDefault="00FD0D7E" w:rsidP="00F73C8D">
            <w:pPr>
              <w:pStyle w:val="Tabelazwyky"/>
            </w:pPr>
            <w:r w:rsidRPr="00AB6C19">
              <w:t>2014-02-14</w:t>
            </w:r>
          </w:p>
        </w:tc>
      </w:tr>
      <w:tr w:rsidR="00FD0D7E" w:rsidRPr="00AB6C19" w14:paraId="075E968B" w14:textId="77777777" w:rsidTr="00C31C1E">
        <w:tc>
          <w:tcPr>
            <w:tcW w:w="797" w:type="dxa"/>
          </w:tcPr>
          <w:p w14:paraId="1E25363E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877" w:type="dxa"/>
          </w:tcPr>
          <w:p w14:paraId="149EAF8F" w14:textId="77777777" w:rsidR="00FD0D7E" w:rsidRPr="00AB6C19" w:rsidRDefault="00FD0D7E" w:rsidP="00F73C8D">
            <w:pPr>
              <w:pStyle w:val="Tabelazwyky"/>
            </w:pPr>
            <w:r w:rsidRPr="00AB6C19">
              <w:t>11</w:t>
            </w:r>
          </w:p>
        </w:tc>
        <w:tc>
          <w:tcPr>
            <w:tcW w:w="1326" w:type="dxa"/>
          </w:tcPr>
          <w:p w14:paraId="26C1BBEB" w14:textId="77777777" w:rsidR="00FD0D7E" w:rsidRPr="00AB6C19" w:rsidRDefault="00FD0D7E" w:rsidP="00F73C8D">
            <w:pPr>
              <w:pStyle w:val="Tabelazwyky"/>
            </w:pPr>
            <w:r w:rsidRPr="00AB6C19">
              <w:t>2014-02-14</w:t>
            </w:r>
          </w:p>
        </w:tc>
        <w:tc>
          <w:tcPr>
            <w:tcW w:w="2400" w:type="dxa"/>
          </w:tcPr>
          <w:p w14:paraId="7152FE56" w14:textId="77777777" w:rsidR="00FD0D7E" w:rsidRPr="00AB6C19" w:rsidRDefault="00FD0D7E" w:rsidP="00F73C8D">
            <w:pPr>
              <w:pStyle w:val="Tabelazwyky"/>
            </w:pPr>
            <w:r w:rsidRPr="00AB6C19">
              <w:t>Przekazanie do kontroli jakości przez Zamawiającego</w:t>
            </w:r>
          </w:p>
        </w:tc>
        <w:tc>
          <w:tcPr>
            <w:tcW w:w="720" w:type="dxa"/>
          </w:tcPr>
          <w:p w14:paraId="17F40C86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0" w:type="dxa"/>
          </w:tcPr>
          <w:p w14:paraId="08913E16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4" w:type="dxa"/>
          </w:tcPr>
          <w:p w14:paraId="47077775" w14:textId="77777777" w:rsidR="00FD0D7E" w:rsidRPr="00AB6C19" w:rsidRDefault="00FD0D7E" w:rsidP="00F73C8D">
            <w:pPr>
              <w:pStyle w:val="Tabelazwyky"/>
            </w:pPr>
            <w:r w:rsidRPr="00AB6C19">
              <w:t>Sebastian Wierzbicki</w:t>
            </w:r>
          </w:p>
        </w:tc>
        <w:tc>
          <w:tcPr>
            <w:tcW w:w="1196" w:type="dxa"/>
          </w:tcPr>
          <w:p w14:paraId="047E9674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FD0D7E" w:rsidRPr="00AB6C19" w14:paraId="70BF79A3" w14:textId="77777777" w:rsidTr="00C31C1E">
        <w:tc>
          <w:tcPr>
            <w:tcW w:w="797" w:type="dxa"/>
          </w:tcPr>
          <w:p w14:paraId="52C20107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7AE3BA9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1326" w:type="dxa"/>
          </w:tcPr>
          <w:p w14:paraId="7233C597" w14:textId="77777777" w:rsidR="00FD0D7E" w:rsidRPr="00AB6C19" w:rsidRDefault="00FD0D7E" w:rsidP="00F73C8D">
            <w:pPr>
              <w:pStyle w:val="Tabelazwyky"/>
            </w:pPr>
            <w:r w:rsidRPr="00AB6C19">
              <w:t>2014-08-19</w:t>
            </w:r>
          </w:p>
        </w:tc>
        <w:tc>
          <w:tcPr>
            <w:tcW w:w="2400" w:type="dxa"/>
          </w:tcPr>
          <w:p w14:paraId="47303428" w14:textId="77777777" w:rsidR="00FD0D7E" w:rsidRPr="00AB6C19" w:rsidRDefault="00FD0D7E" w:rsidP="00F73C8D">
            <w:pPr>
              <w:pStyle w:val="Tabelazwyky"/>
            </w:pPr>
            <w:r w:rsidRPr="00AB6C19">
              <w:t>Poprawki. Dodanie opisu załącznika AKC-4L.</w:t>
            </w:r>
          </w:p>
        </w:tc>
        <w:tc>
          <w:tcPr>
            <w:tcW w:w="720" w:type="dxa"/>
          </w:tcPr>
          <w:p w14:paraId="1F4DB794" w14:textId="77777777" w:rsidR="00FD0D7E" w:rsidRPr="00AB6C19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03886277" w14:textId="77777777" w:rsidR="00FD0D7E" w:rsidRPr="00AB6C19" w:rsidRDefault="00FD0D7E" w:rsidP="00F73C8D">
            <w:pPr>
              <w:pStyle w:val="Tabelazwyky"/>
            </w:pPr>
            <w:r w:rsidRPr="00AB6C19">
              <w:t>3, 4</w:t>
            </w:r>
          </w:p>
        </w:tc>
        <w:tc>
          <w:tcPr>
            <w:tcW w:w="1084" w:type="dxa"/>
          </w:tcPr>
          <w:p w14:paraId="22361D77" w14:textId="77777777" w:rsidR="00FD0D7E" w:rsidRPr="00AB6C19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1115147B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FD0D7E" w:rsidRPr="00AB6C19" w14:paraId="037ABB83" w14:textId="77777777" w:rsidTr="00C31C1E">
        <w:tc>
          <w:tcPr>
            <w:tcW w:w="797" w:type="dxa"/>
          </w:tcPr>
          <w:p w14:paraId="7CAA62F0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2FA293CA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1326" w:type="dxa"/>
          </w:tcPr>
          <w:p w14:paraId="0B0C76F1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783BA4C2" w14:textId="77777777" w:rsidR="00FD0D7E" w:rsidRPr="00AB6C19" w:rsidRDefault="00FD0D7E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232CA2EF" w14:textId="77777777" w:rsidR="00FD0D7E" w:rsidRPr="00AB6C19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0273796E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230612D5" w14:textId="77777777" w:rsidR="00FD0D7E" w:rsidRPr="00AB6C19" w:rsidRDefault="00FD0D7E" w:rsidP="00F73C8D">
            <w:pPr>
              <w:pStyle w:val="Tabelazwyky"/>
            </w:pPr>
            <w:r w:rsidRPr="00AB6C19">
              <w:t>Bogdan Schmidt</w:t>
            </w:r>
          </w:p>
        </w:tc>
        <w:tc>
          <w:tcPr>
            <w:tcW w:w="1196" w:type="dxa"/>
          </w:tcPr>
          <w:p w14:paraId="3B0D2CC1" w14:textId="77777777" w:rsidR="00FD0D7E" w:rsidRPr="00AB6C19" w:rsidRDefault="00FD0D7E" w:rsidP="00F73C8D">
            <w:pPr>
              <w:pStyle w:val="Tabelazwyky"/>
            </w:pPr>
            <w:r w:rsidRPr="00AB6C19">
              <w:t>2014-08-29</w:t>
            </w:r>
          </w:p>
        </w:tc>
      </w:tr>
      <w:tr w:rsidR="00FD0D7E" w:rsidRPr="00AB6C19" w14:paraId="5F7E0F4C" w14:textId="77777777" w:rsidTr="00C31C1E">
        <w:tc>
          <w:tcPr>
            <w:tcW w:w="797" w:type="dxa"/>
          </w:tcPr>
          <w:p w14:paraId="16784A70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1FCC66DB" w14:textId="77777777" w:rsidR="00FD0D7E" w:rsidRPr="00AB6C19" w:rsidRDefault="00FD0D7E" w:rsidP="00F73C8D">
            <w:pPr>
              <w:pStyle w:val="Tabelazwyky"/>
            </w:pPr>
            <w:r w:rsidRPr="00AB6C19">
              <w:t>0</w:t>
            </w:r>
          </w:p>
        </w:tc>
        <w:tc>
          <w:tcPr>
            <w:tcW w:w="1326" w:type="dxa"/>
          </w:tcPr>
          <w:p w14:paraId="7F92B3ED" w14:textId="77777777" w:rsidR="00FD0D7E" w:rsidRPr="00AB6C19" w:rsidRDefault="00FD0D7E" w:rsidP="00F73C8D">
            <w:pPr>
              <w:pStyle w:val="Tabelazwyky"/>
            </w:pPr>
            <w:r w:rsidRPr="00AB6C19">
              <w:t>2014-08-29</w:t>
            </w:r>
          </w:p>
        </w:tc>
        <w:tc>
          <w:tcPr>
            <w:tcW w:w="2400" w:type="dxa"/>
          </w:tcPr>
          <w:p w14:paraId="3A0D792B" w14:textId="77777777" w:rsidR="00FD0D7E" w:rsidRPr="00AB6C19" w:rsidRDefault="00FD0D7E" w:rsidP="00F73C8D">
            <w:pPr>
              <w:pStyle w:val="Tabelazwyky"/>
            </w:pPr>
            <w:r w:rsidRPr="00AB6C19">
              <w:t>Przekazanie do kontroli po stronie Zamawiającego</w:t>
            </w:r>
          </w:p>
        </w:tc>
        <w:tc>
          <w:tcPr>
            <w:tcW w:w="720" w:type="dxa"/>
          </w:tcPr>
          <w:p w14:paraId="31EE3A04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0" w:type="dxa"/>
          </w:tcPr>
          <w:p w14:paraId="1B348BAA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4" w:type="dxa"/>
          </w:tcPr>
          <w:p w14:paraId="49DEB4ED" w14:textId="77777777" w:rsidR="00FD0D7E" w:rsidRPr="00AB6C19" w:rsidRDefault="00FD0D7E" w:rsidP="00F73C8D">
            <w:pPr>
              <w:pStyle w:val="Tabelazwyky"/>
            </w:pPr>
            <w:r w:rsidRPr="00AB6C19">
              <w:t>Biuro Projektu Wykonawcy</w:t>
            </w:r>
          </w:p>
        </w:tc>
        <w:tc>
          <w:tcPr>
            <w:tcW w:w="1196" w:type="dxa"/>
          </w:tcPr>
          <w:p w14:paraId="7FCFBC77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FD0D7E" w:rsidRPr="00AB6C19" w14:paraId="71D126A4" w14:textId="77777777" w:rsidTr="00C31C1E">
        <w:tc>
          <w:tcPr>
            <w:tcW w:w="797" w:type="dxa"/>
          </w:tcPr>
          <w:p w14:paraId="021DD05F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4CCF865B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1326" w:type="dxa"/>
          </w:tcPr>
          <w:p w14:paraId="50623397" w14:textId="77777777" w:rsidR="00FD0D7E" w:rsidRPr="00AB6C19" w:rsidRDefault="00FD0D7E" w:rsidP="00F73C8D">
            <w:pPr>
              <w:pStyle w:val="Tabelazwyky"/>
            </w:pPr>
            <w:r w:rsidRPr="00AB6C19">
              <w:t>2014-10-06</w:t>
            </w:r>
          </w:p>
        </w:tc>
        <w:tc>
          <w:tcPr>
            <w:tcW w:w="2400" w:type="dxa"/>
          </w:tcPr>
          <w:p w14:paraId="6262133A" w14:textId="77777777" w:rsidR="00FD0D7E" w:rsidRPr="00AB6C19" w:rsidRDefault="00FD0D7E" w:rsidP="00F73C8D">
            <w:pPr>
              <w:pStyle w:val="Tabelazwyky"/>
            </w:pPr>
            <w:r w:rsidRPr="00AB6C19">
              <w:t>Zmiany po uwagach Zamawiającego</w:t>
            </w:r>
          </w:p>
        </w:tc>
        <w:tc>
          <w:tcPr>
            <w:tcW w:w="720" w:type="dxa"/>
          </w:tcPr>
          <w:p w14:paraId="67887D12" w14:textId="77777777" w:rsidR="00FD0D7E" w:rsidRPr="00AB6C19" w:rsidRDefault="00FD0D7E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7A33160B" w14:textId="77777777" w:rsidR="00FD0D7E" w:rsidRPr="00AB6C19" w:rsidRDefault="00FD0D7E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14E1A387" w14:textId="77777777" w:rsidR="00FD0D7E" w:rsidRPr="00AB6C19" w:rsidRDefault="00FD0D7E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2F4B2B84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FD0D7E" w:rsidRPr="00AB6C19" w14:paraId="773E0AD3" w14:textId="77777777" w:rsidTr="00C31C1E">
        <w:tc>
          <w:tcPr>
            <w:tcW w:w="797" w:type="dxa"/>
          </w:tcPr>
          <w:p w14:paraId="7FC44A8D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286CEF7F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1326" w:type="dxa"/>
          </w:tcPr>
          <w:p w14:paraId="762CA0BE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291F8F69" w14:textId="77777777" w:rsidR="00FD0D7E" w:rsidRPr="00AB6C19" w:rsidRDefault="00FD0D7E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3ACD88AF" w14:textId="77777777" w:rsidR="00FD0D7E" w:rsidRPr="00AB6C19" w:rsidRDefault="00FD0D7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7A017DBC" w14:textId="77777777" w:rsidR="00FD0D7E" w:rsidRPr="00AB6C19" w:rsidRDefault="00FD0D7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26417F2C" w14:textId="77777777" w:rsidR="00FD0D7E" w:rsidRPr="00AB6C19" w:rsidRDefault="00FD0D7E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39B887C9" w14:textId="77777777" w:rsidR="00FD0D7E" w:rsidRPr="00AB6C19" w:rsidRDefault="00FD0D7E" w:rsidP="00F73C8D">
            <w:pPr>
              <w:pStyle w:val="Tabelazwyky"/>
            </w:pPr>
            <w:r w:rsidRPr="00AB6C19">
              <w:t>2014-10-15</w:t>
            </w:r>
          </w:p>
        </w:tc>
      </w:tr>
      <w:tr w:rsidR="00FD0D7E" w:rsidRPr="00AB6C19" w14:paraId="27DA520D" w14:textId="77777777" w:rsidTr="00C31C1E">
        <w:tc>
          <w:tcPr>
            <w:tcW w:w="797" w:type="dxa"/>
          </w:tcPr>
          <w:p w14:paraId="22323492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B177883" w14:textId="77777777" w:rsidR="00FD0D7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1326" w:type="dxa"/>
          </w:tcPr>
          <w:p w14:paraId="4E7731A0" w14:textId="77777777" w:rsidR="00FD0D7E" w:rsidRPr="00AB6C19" w:rsidRDefault="00FD0D7E" w:rsidP="00F73C8D">
            <w:pPr>
              <w:pStyle w:val="Tabelazwyky"/>
            </w:pPr>
            <w:r w:rsidRPr="00AB6C19">
              <w:t>2014-10-15</w:t>
            </w:r>
          </w:p>
        </w:tc>
        <w:tc>
          <w:tcPr>
            <w:tcW w:w="2400" w:type="dxa"/>
          </w:tcPr>
          <w:p w14:paraId="4DB7A0AA" w14:textId="77777777" w:rsidR="00FD0D7E" w:rsidRPr="00AB6C19" w:rsidRDefault="00FD0D7E" w:rsidP="00F73C8D">
            <w:pPr>
              <w:pStyle w:val="Tabelazwyky"/>
            </w:pPr>
            <w:r w:rsidRPr="00AB6C19">
              <w:t>Przekazanie do kontroli po stronie Zamawiającego</w:t>
            </w:r>
          </w:p>
        </w:tc>
        <w:tc>
          <w:tcPr>
            <w:tcW w:w="720" w:type="dxa"/>
          </w:tcPr>
          <w:p w14:paraId="189B75EC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0" w:type="dxa"/>
          </w:tcPr>
          <w:p w14:paraId="1F07A23F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1084" w:type="dxa"/>
          </w:tcPr>
          <w:p w14:paraId="02E8179E" w14:textId="77777777" w:rsidR="00FD0D7E" w:rsidRPr="00AB6C19" w:rsidRDefault="00FD0D7E" w:rsidP="00F73C8D">
            <w:pPr>
              <w:pStyle w:val="Tabelazwyky"/>
            </w:pPr>
            <w:r w:rsidRPr="00AB6C19">
              <w:t>Biuro Projektu Wykonawcy</w:t>
            </w:r>
          </w:p>
        </w:tc>
        <w:tc>
          <w:tcPr>
            <w:tcW w:w="1196" w:type="dxa"/>
          </w:tcPr>
          <w:p w14:paraId="1CDEBBE0" w14:textId="77777777" w:rsidR="00FD0D7E" w:rsidRPr="00AB6C19" w:rsidRDefault="00FD0D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2B2C0E" w:rsidRPr="00AB6C19" w14:paraId="699ED077" w14:textId="77777777" w:rsidTr="00C31C1E">
        <w:tc>
          <w:tcPr>
            <w:tcW w:w="797" w:type="dxa"/>
          </w:tcPr>
          <w:p w14:paraId="7D8A86C0" w14:textId="77777777" w:rsidR="002B2C0E" w:rsidRPr="00AB6C19" w:rsidRDefault="00FD0D7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46605F46" w14:textId="77777777" w:rsidR="002B2C0E" w:rsidRPr="00AB6C19" w:rsidRDefault="00753850" w:rsidP="00F73C8D">
            <w:pPr>
              <w:pStyle w:val="Tabelazwyky"/>
            </w:pPr>
            <w:r w:rsidRPr="00AB6C19">
              <w:t>2</w:t>
            </w:r>
          </w:p>
        </w:tc>
        <w:tc>
          <w:tcPr>
            <w:tcW w:w="1326" w:type="dxa"/>
          </w:tcPr>
          <w:p w14:paraId="7A33CD14" w14:textId="77777777" w:rsidR="002B2C0E" w:rsidRPr="00AB6C19" w:rsidRDefault="002B2C0E" w:rsidP="00F73C8D">
            <w:pPr>
              <w:pStyle w:val="Tabelazwyky"/>
            </w:pPr>
            <w:r w:rsidRPr="00AB6C19">
              <w:t>2014-12-11</w:t>
            </w:r>
          </w:p>
        </w:tc>
        <w:tc>
          <w:tcPr>
            <w:tcW w:w="2400" w:type="dxa"/>
          </w:tcPr>
          <w:p w14:paraId="304F7180" w14:textId="77777777" w:rsidR="002B2C0E" w:rsidRPr="00AB6C19" w:rsidRDefault="00FD0D7E" w:rsidP="00F73C8D">
            <w:pPr>
              <w:pStyle w:val="Tabelazwyky"/>
            </w:pPr>
            <w:r w:rsidRPr="00AB6C19">
              <w:t xml:space="preserve">Wersja dokumentu utworzona na podstawie dokumentu </w:t>
            </w:r>
            <w:r w:rsidR="002B2C0E" w:rsidRPr="00AB6C19">
              <w:t>Specyfikacja XML dla podmiotów w zakresie elektronicznej obsługi deklaracji dla podatku akcyzowego</w:t>
            </w:r>
            <w:r w:rsidR="00753850" w:rsidRPr="00AB6C19">
              <w:t>, wersja 1.1</w:t>
            </w:r>
            <w:r w:rsidR="002B2C0E" w:rsidRPr="00AB6C19">
              <w:t xml:space="preserve"> (plik ZF2-PRT-KXML-AKC4_v1.1.doc) odebranego w Fazie 1</w:t>
            </w:r>
          </w:p>
        </w:tc>
        <w:tc>
          <w:tcPr>
            <w:tcW w:w="720" w:type="dxa"/>
          </w:tcPr>
          <w:p w14:paraId="72C21171" w14:textId="77777777" w:rsidR="002B2C0E" w:rsidRPr="00AB6C19" w:rsidRDefault="00FD0D7E" w:rsidP="00F73C8D">
            <w:pPr>
              <w:pStyle w:val="Tabelazwyky"/>
            </w:pPr>
            <w:r w:rsidRPr="00AB6C19">
              <w:t>W, Z</w:t>
            </w:r>
          </w:p>
        </w:tc>
        <w:tc>
          <w:tcPr>
            <w:tcW w:w="1080" w:type="dxa"/>
          </w:tcPr>
          <w:p w14:paraId="1A240301" w14:textId="77777777" w:rsidR="002B2C0E" w:rsidRPr="00AB6C19" w:rsidRDefault="002B2C0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72940704" w14:textId="77777777" w:rsidR="002B2C0E" w:rsidRPr="00AB6C19" w:rsidRDefault="002B2C0E" w:rsidP="00F73C8D">
            <w:pPr>
              <w:pStyle w:val="Tabelazwyky"/>
            </w:pPr>
            <w:r w:rsidRPr="00AB6C19">
              <w:t xml:space="preserve">Rafał Złoty </w:t>
            </w:r>
          </w:p>
        </w:tc>
        <w:tc>
          <w:tcPr>
            <w:tcW w:w="1196" w:type="dxa"/>
          </w:tcPr>
          <w:p w14:paraId="33DE137F" w14:textId="77777777" w:rsidR="002B2C0E" w:rsidRPr="00AB6C19" w:rsidRDefault="00F07C7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</w:tr>
      <w:tr w:rsidR="00DD260F" w:rsidRPr="00AB6C19" w14:paraId="1214C64A" w14:textId="77777777" w:rsidTr="00C31C1E">
        <w:tc>
          <w:tcPr>
            <w:tcW w:w="797" w:type="dxa"/>
          </w:tcPr>
          <w:p w14:paraId="0CB06390" w14:textId="77777777" w:rsidR="00DD260F" w:rsidRPr="00AB6C19" w:rsidRDefault="00DD260F" w:rsidP="00F73C8D">
            <w:pPr>
              <w:pStyle w:val="Tabelazwyky"/>
            </w:pPr>
            <w:r w:rsidRPr="00AB6C19">
              <w:lastRenderedPageBreak/>
              <w:t>1</w:t>
            </w:r>
          </w:p>
        </w:tc>
        <w:tc>
          <w:tcPr>
            <w:tcW w:w="877" w:type="dxa"/>
          </w:tcPr>
          <w:p w14:paraId="65E8483A" w14:textId="77777777" w:rsidR="00DD260F" w:rsidRPr="00AB6C19" w:rsidRDefault="00DD260F" w:rsidP="00F73C8D">
            <w:pPr>
              <w:pStyle w:val="Tabelazwyky"/>
            </w:pPr>
            <w:r w:rsidRPr="00AB6C19">
              <w:t>2</w:t>
            </w:r>
          </w:p>
        </w:tc>
        <w:tc>
          <w:tcPr>
            <w:tcW w:w="1326" w:type="dxa"/>
          </w:tcPr>
          <w:p w14:paraId="1B27CCC3" w14:textId="77777777" w:rsidR="00DD260F" w:rsidRPr="00AB6C19" w:rsidRDefault="00DD260F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60E719B2" w14:textId="77777777" w:rsidR="00DD260F" w:rsidRPr="00AB6C19" w:rsidRDefault="00DD260F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1CD1BF19" w14:textId="77777777" w:rsidR="00DD260F" w:rsidRPr="00AB6C19" w:rsidRDefault="00DD260F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359CD81B" w14:textId="77777777" w:rsidR="00DD260F" w:rsidRPr="00AB6C19" w:rsidRDefault="00DD260F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5D1B5C39" w14:textId="77777777" w:rsidR="00DD260F" w:rsidRPr="00AB6C19" w:rsidRDefault="00DD260F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7DADDD6E" w14:textId="77777777" w:rsidR="00DD260F" w:rsidRPr="00AB6C19" w:rsidRDefault="00DD260F" w:rsidP="00F73C8D">
            <w:pPr>
              <w:pStyle w:val="Tabelazwyky"/>
            </w:pPr>
            <w:r w:rsidRPr="00AB6C19">
              <w:t>2014-12-12</w:t>
            </w:r>
          </w:p>
        </w:tc>
      </w:tr>
      <w:tr w:rsidR="00DD260F" w:rsidRPr="00AB6C19" w14:paraId="543F30C8" w14:textId="77777777" w:rsidTr="00C31C1E">
        <w:tc>
          <w:tcPr>
            <w:tcW w:w="797" w:type="dxa"/>
          </w:tcPr>
          <w:p w14:paraId="4207CC24" w14:textId="77777777" w:rsidR="00DD260F" w:rsidRPr="00AB6C19" w:rsidRDefault="00DD260F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402F50F4" w14:textId="77777777" w:rsidR="00DD260F" w:rsidRPr="00AB6C19" w:rsidRDefault="00DD260F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326" w:type="dxa"/>
          </w:tcPr>
          <w:p w14:paraId="72416C3E" w14:textId="77777777" w:rsidR="00DD260F" w:rsidRPr="00AB6C19" w:rsidRDefault="00DD260F" w:rsidP="00F73C8D">
            <w:pPr>
              <w:pStyle w:val="Tabelazwyky"/>
            </w:pPr>
            <w:r w:rsidRPr="00AB6C19">
              <w:t>2015-03-05</w:t>
            </w:r>
          </w:p>
        </w:tc>
        <w:tc>
          <w:tcPr>
            <w:tcW w:w="2400" w:type="dxa"/>
          </w:tcPr>
          <w:p w14:paraId="52E26AED" w14:textId="77777777" w:rsidR="00DD260F" w:rsidRPr="00AB6C19" w:rsidRDefault="00DD260F" w:rsidP="00F73C8D">
            <w:pPr>
              <w:pStyle w:val="Tabelazwyky"/>
            </w:pPr>
            <w:r w:rsidRPr="00AB6C19">
              <w:t>Zmiany po uwagach Zamawiającego</w:t>
            </w:r>
          </w:p>
        </w:tc>
        <w:tc>
          <w:tcPr>
            <w:tcW w:w="720" w:type="dxa"/>
          </w:tcPr>
          <w:p w14:paraId="532CEF39" w14:textId="77777777" w:rsidR="00DD260F" w:rsidRPr="00AB6C19" w:rsidRDefault="00DD260F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7DE23179" w14:textId="77777777" w:rsidR="00DD260F" w:rsidRPr="00AB6C19" w:rsidRDefault="00DD260F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6990F201" w14:textId="77777777" w:rsidR="00DD260F" w:rsidRPr="00AB6C19" w:rsidRDefault="00DD260F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78A104B9" w14:textId="77777777" w:rsidR="00DD260F" w:rsidRPr="00AB6C19" w:rsidRDefault="00DD260F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DD260F" w:rsidRPr="00AB6C19" w14:paraId="4EF34981" w14:textId="77777777" w:rsidTr="00C31C1E">
        <w:tc>
          <w:tcPr>
            <w:tcW w:w="797" w:type="dxa"/>
          </w:tcPr>
          <w:p w14:paraId="173F4100" w14:textId="77777777" w:rsidR="00DD260F" w:rsidRPr="00AB6C19" w:rsidRDefault="00DD260F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0AD5664" w14:textId="77777777" w:rsidR="00DD260F" w:rsidRPr="00AB6C19" w:rsidRDefault="00DD260F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326" w:type="dxa"/>
          </w:tcPr>
          <w:p w14:paraId="44D83FC7" w14:textId="77777777" w:rsidR="00DD260F" w:rsidRPr="00AB6C19" w:rsidRDefault="00DD260F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37137C1A" w14:textId="77777777" w:rsidR="00DD260F" w:rsidRPr="00AB6C19" w:rsidRDefault="00DD260F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018CBDE0" w14:textId="77777777" w:rsidR="00DD260F" w:rsidRPr="00AB6C19" w:rsidRDefault="00DD260F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0F5CF858" w14:textId="77777777" w:rsidR="00DD260F" w:rsidRPr="00AB6C19" w:rsidRDefault="00DD260F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7CB003C2" w14:textId="77777777" w:rsidR="00DD260F" w:rsidRPr="00AB6C19" w:rsidRDefault="00DD260F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078D333C" w14:textId="77777777" w:rsidR="00DD260F" w:rsidRPr="00AB6C19" w:rsidRDefault="00DD260F" w:rsidP="00F73C8D">
            <w:pPr>
              <w:pStyle w:val="Tabelazwyky"/>
            </w:pPr>
            <w:r w:rsidRPr="00AB6C19">
              <w:t>2015-03-05</w:t>
            </w:r>
          </w:p>
        </w:tc>
      </w:tr>
      <w:tr w:rsidR="00480A01" w:rsidRPr="00AB6C19" w14:paraId="11461434" w14:textId="77777777" w:rsidTr="00C31C1E">
        <w:tc>
          <w:tcPr>
            <w:tcW w:w="797" w:type="dxa"/>
          </w:tcPr>
          <w:p w14:paraId="6657C95B" w14:textId="77777777" w:rsidR="00480A01" w:rsidRPr="00AB6C19" w:rsidRDefault="00480A01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50D48CB0" w14:textId="77777777" w:rsidR="00480A01" w:rsidRPr="00AB6C19" w:rsidRDefault="00480A01" w:rsidP="00F73C8D">
            <w:pPr>
              <w:pStyle w:val="Tabelazwyky"/>
            </w:pPr>
            <w:r w:rsidRPr="00AB6C19">
              <w:t>4</w:t>
            </w:r>
          </w:p>
        </w:tc>
        <w:tc>
          <w:tcPr>
            <w:tcW w:w="1326" w:type="dxa"/>
          </w:tcPr>
          <w:p w14:paraId="0526139C" w14:textId="77777777" w:rsidR="00480A01" w:rsidRPr="00AB6C19" w:rsidRDefault="00480A01" w:rsidP="00F73C8D">
            <w:pPr>
              <w:pStyle w:val="Tabelazwyky"/>
            </w:pPr>
            <w:r w:rsidRPr="00AB6C19">
              <w:t>2015-04-15</w:t>
            </w:r>
          </w:p>
        </w:tc>
        <w:tc>
          <w:tcPr>
            <w:tcW w:w="2400" w:type="dxa"/>
          </w:tcPr>
          <w:p w14:paraId="20CAE8B8" w14:textId="77777777" w:rsidR="00480A01" w:rsidRPr="00AB6C19" w:rsidRDefault="00480A01" w:rsidP="00F73C8D">
            <w:pPr>
              <w:pStyle w:val="Tabelazwyky"/>
            </w:pPr>
            <w:r w:rsidRPr="00AB6C19">
              <w:t>Zmiany po uwagach Zamawiającego</w:t>
            </w:r>
          </w:p>
        </w:tc>
        <w:tc>
          <w:tcPr>
            <w:tcW w:w="720" w:type="dxa"/>
          </w:tcPr>
          <w:p w14:paraId="234E924B" w14:textId="77777777" w:rsidR="00480A01" w:rsidRPr="00AB6C19" w:rsidRDefault="00480A01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184F0A9C" w14:textId="77777777" w:rsidR="00480A01" w:rsidRPr="00AB6C19" w:rsidRDefault="00480A01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2B56C177" w14:textId="77777777" w:rsidR="00480A01" w:rsidRPr="00AB6C19" w:rsidRDefault="00480A01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3A48ADF3" w14:textId="77777777" w:rsidR="00480A01" w:rsidRPr="00AB6C19" w:rsidRDefault="00480A01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3F5F81" w:rsidRPr="00AB6C19" w14:paraId="58424FC0" w14:textId="77777777" w:rsidTr="00C31C1E">
        <w:tc>
          <w:tcPr>
            <w:tcW w:w="797" w:type="dxa"/>
          </w:tcPr>
          <w:p w14:paraId="4881C8F6" w14:textId="77777777" w:rsidR="003F5F81" w:rsidRPr="00AB6C19" w:rsidRDefault="003F5F81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36075671" w14:textId="77777777" w:rsidR="003F5F81" w:rsidRPr="00AB6C19" w:rsidRDefault="003F5F81" w:rsidP="00F73C8D">
            <w:pPr>
              <w:pStyle w:val="Tabelazwyky"/>
            </w:pPr>
            <w:r w:rsidRPr="00AB6C19">
              <w:t>4</w:t>
            </w:r>
          </w:p>
        </w:tc>
        <w:tc>
          <w:tcPr>
            <w:tcW w:w="1326" w:type="dxa"/>
          </w:tcPr>
          <w:p w14:paraId="528BF50E" w14:textId="77777777" w:rsidR="003F5F81" w:rsidRPr="00AB6C19" w:rsidRDefault="003F5F81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5E450947" w14:textId="77777777" w:rsidR="003F5F81" w:rsidRPr="00AB6C19" w:rsidRDefault="003F5F81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1981D7EA" w14:textId="77777777" w:rsidR="003F5F81" w:rsidRPr="00AB6C19" w:rsidRDefault="003F5F81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2544EDCC" w14:textId="77777777" w:rsidR="003F5F81" w:rsidRPr="00AB6C19" w:rsidRDefault="003F5F81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60637104" w14:textId="77777777" w:rsidR="003F5F81" w:rsidRPr="00AB6C19" w:rsidRDefault="003F5F81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61F39259" w14:textId="77777777" w:rsidR="003F5F81" w:rsidRPr="00AB6C19" w:rsidRDefault="003F5F81" w:rsidP="00F73C8D">
            <w:pPr>
              <w:pStyle w:val="Tabelazwyky"/>
            </w:pPr>
            <w:r w:rsidRPr="00AB6C19">
              <w:t>2015-04-20</w:t>
            </w:r>
          </w:p>
        </w:tc>
      </w:tr>
      <w:tr w:rsidR="0062348F" w:rsidRPr="00AB6C19" w14:paraId="2FCB215B" w14:textId="77777777" w:rsidTr="00C31C1E">
        <w:tc>
          <w:tcPr>
            <w:tcW w:w="797" w:type="dxa"/>
          </w:tcPr>
          <w:p w14:paraId="02FA566A" w14:textId="77777777" w:rsidR="0062348F" w:rsidRPr="00AB6C19" w:rsidRDefault="0062348F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58D1D5EE" w14:textId="77777777" w:rsidR="0062348F" w:rsidRPr="00AB6C19" w:rsidRDefault="0062348F" w:rsidP="00F73C8D">
            <w:pPr>
              <w:pStyle w:val="Tabelazwyky"/>
            </w:pPr>
            <w:r w:rsidRPr="00AB6C19">
              <w:t>5</w:t>
            </w:r>
          </w:p>
        </w:tc>
        <w:tc>
          <w:tcPr>
            <w:tcW w:w="1326" w:type="dxa"/>
          </w:tcPr>
          <w:p w14:paraId="0508F8DD" w14:textId="77777777" w:rsidR="0062348F" w:rsidRPr="00AB6C19" w:rsidRDefault="0062348F" w:rsidP="00F73C8D">
            <w:pPr>
              <w:pStyle w:val="Tabelazwyky"/>
            </w:pPr>
            <w:r w:rsidRPr="00AB6C19">
              <w:t>2015-05-20</w:t>
            </w:r>
          </w:p>
        </w:tc>
        <w:tc>
          <w:tcPr>
            <w:tcW w:w="2400" w:type="dxa"/>
          </w:tcPr>
          <w:p w14:paraId="443FE1E5" w14:textId="77777777" w:rsidR="0062348F" w:rsidRPr="00AB6C19" w:rsidRDefault="0062348F" w:rsidP="00F73C8D">
            <w:pPr>
              <w:pStyle w:val="Tabelazwyky"/>
            </w:pPr>
            <w:r w:rsidRPr="00AB6C19">
              <w:t>Zmiany po uwagach Zamawiającego</w:t>
            </w:r>
          </w:p>
        </w:tc>
        <w:tc>
          <w:tcPr>
            <w:tcW w:w="720" w:type="dxa"/>
          </w:tcPr>
          <w:p w14:paraId="61C9DD17" w14:textId="77777777" w:rsidR="0062348F" w:rsidRPr="00AB6C19" w:rsidRDefault="0062348F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18339F76" w14:textId="77777777" w:rsidR="0062348F" w:rsidRPr="00AB6C19" w:rsidRDefault="0062348F" w:rsidP="00F73C8D">
            <w:pPr>
              <w:pStyle w:val="Tabelazwyky"/>
            </w:pPr>
            <w:r w:rsidRPr="00AB6C19">
              <w:t>3</w:t>
            </w:r>
            <w:r w:rsidR="009F7F5D" w:rsidRPr="00AB6C19">
              <w:t>.6</w:t>
            </w:r>
          </w:p>
        </w:tc>
        <w:tc>
          <w:tcPr>
            <w:tcW w:w="1084" w:type="dxa"/>
          </w:tcPr>
          <w:p w14:paraId="0F793F1F" w14:textId="77777777" w:rsidR="0062348F" w:rsidRPr="00AB6C19" w:rsidRDefault="0062348F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39774627" w14:textId="77777777" w:rsidR="0062348F" w:rsidRPr="00AB6C19" w:rsidRDefault="0062348F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653CD4" w:rsidRPr="00AB6C19" w14:paraId="09250C07" w14:textId="77777777" w:rsidTr="00C31C1E">
        <w:tc>
          <w:tcPr>
            <w:tcW w:w="797" w:type="dxa"/>
          </w:tcPr>
          <w:p w14:paraId="1ECB7C13" w14:textId="77777777" w:rsidR="00653CD4" w:rsidRPr="00AB6C19" w:rsidRDefault="000E1E6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F639A79" w14:textId="77777777" w:rsidR="00653CD4" w:rsidRPr="00AB6C19" w:rsidRDefault="000E1E6E" w:rsidP="00F73C8D">
            <w:pPr>
              <w:pStyle w:val="Tabelazwyky"/>
            </w:pPr>
            <w:r w:rsidRPr="00AB6C19">
              <w:t>6</w:t>
            </w:r>
          </w:p>
        </w:tc>
        <w:tc>
          <w:tcPr>
            <w:tcW w:w="1326" w:type="dxa"/>
          </w:tcPr>
          <w:p w14:paraId="2B2A0F4A" w14:textId="77777777" w:rsidR="00653CD4" w:rsidRPr="00AB6C19" w:rsidRDefault="00653CD4" w:rsidP="00F73C8D">
            <w:pPr>
              <w:pStyle w:val="Tabelazwyky"/>
            </w:pPr>
            <w:r w:rsidRPr="00AB6C19">
              <w:t>2015-06-16</w:t>
            </w:r>
          </w:p>
        </w:tc>
        <w:tc>
          <w:tcPr>
            <w:tcW w:w="2400" w:type="dxa"/>
          </w:tcPr>
          <w:p w14:paraId="07996320" w14:textId="77777777" w:rsidR="00653CD4" w:rsidRPr="00AB6C19" w:rsidRDefault="000E1E6E" w:rsidP="00F73C8D">
            <w:pPr>
              <w:pStyle w:val="Tabelazwyky"/>
            </w:pPr>
            <w:r w:rsidRPr="00AB6C19">
              <w:t>Zmiany po uwagach Zamawiającego</w:t>
            </w:r>
          </w:p>
        </w:tc>
        <w:tc>
          <w:tcPr>
            <w:tcW w:w="720" w:type="dxa"/>
          </w:tcPr>
          <w:p w14:paraId="227C82EA" w14:textId="77777777" w:rsidR="00653CD4" w:rsidRPr="00AB6C19" w:rsidRDefault="00653CD4" w:rsidP="00F73C8D">
            <w:pPr>
              <w:pStyle w:val="Tabelazwyky"/>
            </w:pPr>
          </w:p>
        </w:tc>
        <w:tc>
          <w:tcPr>
            <w:tcW w:w="1080" w:type="dxa"/>
          </w:tcPr>
          <w:p w14:paraId="1DB71F01" w14:textId="77777777" w:rsidR="00653CD4" w:rsidRPr="00AB6C19" w:rsidRDefault="00653CD4" w:rsidP="00F73C8D">
            <w:pPr>
              <w:pStyle w:val="Tabelazwyky"/>
            </w:pPr>
          </w:p>
        </w:tc>
        <w:tc>
          <w:tcPr>
            <w:tcW w:w="1084" w:type="dxa"/>
          </w:tcPr>
          <w:p w14:paraId="152D3498" w14:textId="77777777" w:rsidR="00653CD4" w:rsidRPr="00AB6C19" w:rsidRDefault="00653CD4" w:rsidP="00F73C8D">
            <w:pPr>
              <w:pStyle w:val="Tabelazwyky"/>
            </w:pPr>
            <w:r w:rsidRPr="00AB6C19">
              <w:t>Rafał Złoty</w:t>
            </w:r>
          </w:p>
        </w:tc>
        <w:tc>
          <w:tcPr>
            <w:tcW w:w="1196" w:type="dxa"/>
          </w:tcPr>
          <w:p w14:paraId="02476CC9" w14:textId="77777777" w:rsidR="00653CD4" w:rsidRPr="00AB6C19" w:rsidRDefault="00653CD4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0E1E6E" w:rsidRPr="00AB6C19" w14:paraId="328FF126" w14:textId="77777777" w:rsidTr="00C31C1E">
        <w:tc>
          <w:tcPr>
            <w:tcW w:w="797" w:type="dxa"/>
          </w:tcPr>
          <w:p w14:paraId="6D4B1414" w14:textId="77777777" w:rsidR="000E1E6E" w:rsidRPr="00AB6C19" w:rsidRDefault="000E1E6E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44E2230" w14:textId="77777777" w:rsidR="000E1E6E" w:rsidRPr="00AB6C19" w:rsidRDefault="000E1E6E" w:rsidP="00F73C8D">
            <w:pPr>
              <w:pStyle w:val="Tabelazwyky"/>
            </w:pPr>
            <w:r w:rsidRPr="00AB6C19">
              <w:t>6</w:t>
            </w:r>
          </w:p>
        </w:tc>
        <w:tc>
          <w:tcPr>
            <w:tcW w:w="1326" w:type="dxa"/>
          </w:tcPr>
          <w:p w14:paraId="748281BF" w14:textId="77777777" w:rsidR="000E1E6E" w:rsidRPr="00AB6C19" w:rsidRDefault="000E1E6E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  <w:r w:rsidRPr="00AB6C19">
              <w:t>.</w:t>
            </w:r>
          </w:p>
        </w:tc>
        <w:tc>
          <w:tcPr>
            <w:tcW w:w="2400" w:type="dxa"/>
          </w:tcPr>
          <w:p w14:paraId="4DB87565" w14:textId="77777777" w:rsidR="000E1E6E" w:rsidRPr="00AB6C19" w:rsidRDefault="000E1E6E" w:rsidP="00F73C8D">
            <w:pPr>
              <w:pStyle w:val="Tabelazwyky"/>
            </w:pPr>
            <w:r w:rsidRPr="00AB6C19">
              <w:t>Wewnętrzna kontrola jakości po stronie Wykonawcy</w:t>
            </w:r>
          </w:p>
        </w:tc>
        <w:tc>
          <w:tcPr>
            <w:tcW w:w="720" w:type="dxa"/>
          </w:tcPr>
          <w:p w14:paraId="387C8B05" w14:textId="77777777" w:rsidR="000E1E6E" w:rsidRPr="00AB6C19" w:rsidRDefault="000E1E6E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1CEE04CD" w14:textId="77777777" w:rsidR="000E1E6E" w:rsidRPr="00AB6C19" w:rsidRDefault="000E1E6E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723AF8F9" w14:textId="77777777" w:rsidR="000E1E6E" w:rsidRPr="00AB6C19" w:rsidRDefault="000E1E6E" w:rsidP="00F73C8D">
            <w:pPr>
              <w:pStyle w:val="Tabelazwyky"/>
            </w:pPr>
            <w:r w:rsidRPr="00AB6C19">
              <w:t>Stefan Rozmus</w:t>
            </w:r>
          </w:p>
        </w:tc>
        <w:tc>
          <w:tcPr>
            <w:tcW w:w="1196" w:type="dxa"/>
          </w:tcPr>
          <w:p w14:paraId="5B6E53C1" w14:textId="77777777" w:rsidR="000E1E6E" w:rsidRPr="00AB6C19" w:rsidRDefault="000E1E6E" w:rsidP="00F73C8D">
            <w:pPr>
              <w:pStyle w:val="Tabelazwyky"/>
            </w:pPr>
            <w:r w:rsidRPr="00AB6C19">
              <w:t>2015-06-24</w:t>
            </w:r>
          </w:p>
        </w:tc>
      </w:tr>
      <w:tr w:rsidR="00E076C0" w:rsidRPr="00AB6C19" w14:paraId="64A6A270" w14:textId="77777777" w:rsidTr="00C31C1E">
        <w:tc>
          <w:tcPr>
            <w:tcW w:w="797" w:type="dxa"/>
          </w:tcPr>
          <w:p w14:paraId="57231712" w14:textId="77777777" w:rsidR="00E076C0" w:rsidRPr="00AB6C19" w:rsidRDefault="00E076C0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7838E653" w14:textId="77777777" w:rsidR="00E076C0" w:rsidRPr="00AB6C19" w:rsidRDefault="00E076C0" w:rsidP="00F73C8D">
            <w:pPr>
              <w:pStyle w:val="Tabelazwyky"/>
            </w:pPr>
            <w:r w:rsidRPr="00AB6C19">
              <w:t>7</w:t>
            </w:r>
          </w:p>
        </w:tc>
        <w:tc>
          <w:tcPr>
            <w:tcW w:w="1326" w:type="dxa"/>
          </w:tcPr>
          <w:p w14:paraId="39E907B9" w14:textId="77777777" w:rsidR="00E076C0" w:rsidRPr="00AB6C19" w:rsidRDefault="00E076C0" w:rsidP="00F73C8D">
            <w:pPr>
              <w:pStyle w:val="Tabelazwyky"/>
            </w:pPr>
            <w:r w:rsidRPr="00AB6C19">
              <w:t>2015-08-19</w:t>
            </w:r>
          </w:p>
        </w:tc>
        <w:tc>
          <w:tcPr>
            <w:tcW w:w="2400" w:type="dxa"/>
          </w:tcPr>
          <w:p w14:paraId="3BDA0A91" w14:textId="77777777" w:rsidR="00E076C0" w:rsidRPr="00AB6C19" w:rsidRDefault="00E076C0" w:rsidP="00F73C8D">
            <w:pPr>
              <w:pStyle w:val="Tabelazwyky"/>
            </w:pPr>
            <w:r w:rsidRPr="00AB6C19">
              <w:t>Aktualizacja.</w:t>
            </w:r>
          </w:p>
        </w:tc>
        <w:tc>
          <w:tcPr>
            <w:tcW w:w="720" w:type="dxa"/>
          </w:tcPr>
          <w:p w14:paraId="36D425A8" w14:textId="77777777" w:rsidR="00E076C0" w:rsidRPr="00AB6C19" w:rsidRDefault="00E076C0" w:rsidP="00F73C8D">
            <w:pPr>
              <w:pStyle w:val="Tabelazwyky"/>
            </w:pPr>
            <w:r w:rsidRPr="00AB6C19">
              <w:t>We</w:t>
            </w:r>
          </w:p>
        </w:tc>
        <w:tc>
          <w:tcPr>
            <w:tcW w:w="1080" w:type="dxa"/>
          </w:tcPr>
          <w:p w14:paraId="03B574BA" w14:textId="77777777" w:rsidR="00E076C0" w:rsidRPr="00AB6C19" w:rsidRDefault="00E076C0" w:rsidP="00F73C8D">
            <w:pPr>
              <w:pStyle w:val="Tabelazwyky"/>
            </w:pPr>
            <w:r w:rsidRPr="00AB6C19">
              <w:t>3</w:t>
            </w:r>
          </w:p>
        </w:tc>
        <w:tc>
          <w:tcPr>
            <w:tcW w:w="1084" w:type="dxa"/>
          </w:tcPr>
          <w:p w14:paraId="634BBD1D" w14:textId="77777777" w:rsidR="00E076C0" w:rsidRPr="00AB6C19" w:rsidRDefault="00E076C0" w:rsidP="00F73C8D">
            <w:pPr>
              <w:pStyle w:val="Tabelazwyky"/>
            </w:pPr>
            <w:r w:rsidRPr="00AB6C19">
              <w:t>Marcin Lora</w:t>
            </w:r>
          </w:p>
        </w:tc>
        <w:tc>
          <w:tcPr>
            <w:tcW w:w="1196" w:type="dxa"/>
          </w:tcPr>
          <w:p w14:paraId="6BA2EE8E" w14:textId="77777777" w:rsidR="00E076C0" w:rsidRPr="00AB6C19" w:rsidRDefault="00E076C0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946944" w:rsidRPr="00AB6C19" w14:paraId="5DBE3261" w14:textId="77777777" w:rsidTr="00C31C1E">
        <w:tc>
          <w:tcPr>
            <w:tcW w:w="797" w:type="dxa"/>
          </w:tcPr>
          <w:p w14:paraId="67B28F68" w14:textId="77777777" w:rsidR="00946944" w:rsidRPr="00AB6C19" w:rsidRDefault="00946944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48347820" w14:textId="77777777" w:rsidR="00946944" w:rsidRPr="00AB6C19" w:rsidRDefault="00946944" w:rsidP="00F73C8D">
            <w:pPr>
              <w:pStyle w:val="Tabelazwyky"/>
            </w:pPr>
            <w:r w:rsidRPr="00AB6C19">
              <w:t>8</w:t>
            </w:r>
          </w:p>
        </w:tc>
        <w:tc>
          <w:tcPr>
            <w:tcW w:w="1326" w:type="dxa"/>
          </w:tcPr>
          <w:p w14:paraId="1FF13A52" w14:textId="77777777" w:rsidR="00946944" w:rsidRPr="00AB6C19" w:rsidRDefault="00946944" w:rsidP="00F73C8D">
            <w:pPr>
              <w:pStyle w:val="Tabelazwyky"/>
            </w:pPr>
            <w:r w:rsidRPr="00AB6C19">
              <w:t>2016-01-15</w:t>
            </w:r>
          </w:p>
        </w:tc>
        <w:tc>
          <w:tcPr>
            <w:tcW w:w="2400" w:type="dxa"/>
          </w:tcPr>
          <w:p w14:paraId="04571557" w14:textId="77777777" w:rsidR="00946944" w:rsidRPr="00AB6C19" w:rsidRDefault="00946944" w:rsidP="00F73C8D">
            <w:pPr>
              <w:pStyle w:val="Tabelazwyky"/>
            </w:pPr>
            <w:r w:rsidRPr="00AB6C19">
              <w:t xml:space="preserve">Wersja dokumentu utworzona na podstawie dokumentu Specyfikacja XML dla podmiotów w zakresie elektronicznej obsługi deklaracji dla podatku akcyzowego, wersja 1.7 </w:t>
            </w:r>
            <w:r w:rsidR="004209C1" w:rsidRPr="00AB6C19">
              <w:t>wytworzonego</w:t>
            </w:r>
            <w:r w:rsidRPr="00AB6C19">
              <w:t xml:space="preserve"> w Fazie 2</w:t>
            </w:r>
          </w:p>
        </w:tc>
        <w:tc>
          <w:tcPr>
            <w:tcW w:w="720" w:type="dxa"/>
          </w:tcPr>
          <w:p w14:paraId="1BDA4AE7" w14:textId="77777777" w:rsidR="00946944" w:rsidRPr="00AB6C19" w:rsidRDefault="00946944" w:rsidP="00F73C8D">
            <w:pPr>
              <w:pStyle w:val="Tabelazwyky"/>
            </w:pPr>
            <w:r w:rsidRPr="00AB6C19">
              <w:t>Z, We</w:t>
            </w:r>
          </w:p>
        </w:tc>
        <w:tc>
          <w:tcPr>
            <w:tcW w:w="1080" w:type="dxa"/>
          </w:tcPr>
          <w:p w14:paraId="20783E69" w14:textId="77777777" w:rsidR="00946944" w:rsidRPr="00AB6C19" w:rsidRDefault="00946944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3FFF085A" w14:textId="77777777" w:rsidR="00946944" w:rsidRPr="00AB6C19" w:rsidRDefault="00946944" w:rsidP="00F73C8D">
            <w:pPr>
              <w:pStyle w:val="Tabelazwyky"/>
            </w:pPr>
            <w:r w:rsidRPr="00AB6C19">
              <w:t>Bogdan Schmidt</w:t>
            </w:r>
          </w:p>
        </w:tc>
        <w:tc>
          <w:tcPr>
            <w:tcW w:w="1196" w:type="dxa"/>
          </w:tcPr>
          <w:p w14:paraId="35F0461A" w14:textId="77777777" w:rsidR="00946944" w:rsidRPr="00AB6C19" w:rsidRDefault="00946944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946944" w:rsidRPr="00AB6C19" w14:paraId="0F2319A7" w14:textId="77777777" w:rsidTr="00C31C1E">
        <w:tc>
          <w:tcPr>
            <w:tcW w:w="797" w:type="dxa"/>
          </w:tcPr>
          <w:p w14:paraId="649F9265" w14:textId="77777777" w:rsidR="00946944" w:rsidRPr="00AB6C19" w:rsidRDefault="00946944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58C020C1" w14:textId="77777777" w:rsidR="00946944" w:rsidRPr="00AB6C19" w:rsidRDefault="00946944" w:rsidP="00F73C8D">
            <w:pPr>
              <w:pStyle w:val="Tabelazwyky"/>
            </w:pPr>
            <w:r w:rsidRPr="00AB6C19">
              <w:t>8</w:t>
            </w:r>
          </w:p>
        </w:tc>
        <w:tc>
          <w:tcPr>
            <w:tcW w:w="1326" w:type="dxa"/>
          </w:tcPr>
          <w:p w14:paraId="5DB573D0" w14:textId="77777777" w:rsidR="00946944" w:rsidRPr="00AB6C19" w:rsidRDefault="00946944" w:rsidP="00F73C8D">
            <w:pPr>
              <w:pStyle w:val="Tabelazwyky"/>
            </w:pPr>
            <w:r w:rsidRPr="00AB6C19">
              <w:t>2016-01-29</w:t>
            </w:r>
          </w:p>
        </w:tc>
        <w:tc>
          <w:tcPr>
            <w:tcW w:w="2400" w:type="dxa"/>
          </w:tcPr>
          <w:p w14:paraId="1528DB64" w14:textId="77777777" w:rsidR="00946944" w:rsidRPr="00AB6C19" w:rsidRDefault="00946944" w:rsidP="00F73C8D">
            <w:pPr>
              <w:pStyle w:val="Tabelazwyky"/>
            </w:pPr>
            <w:r w:rsidRPr="00AB6C19">
              <w:t>Aktualizacja</w:t>
            </w:r>
          </w:p>
        </w:tc>
        <w:tc>
          <w:tcPr>
            <w:tcW w:w="720" w:type="dxa"/>
          </w:tcPr>
          <w:p w14:paraId="5B754339" w14:textId="77777777" w:rsidR="00946944" w:rsidRPr="00AB6C19" w:rsidRDefault="00946944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3CA0CEE1" w14:textId="77777777" w:rsidR="00946944" w:rsidRPr="00AB6C19" w:rsidRDefault="00946944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002D5A2B" w14:textId="77777777" w:rsidR="00946944" w:rsidRPr="00AB6C19" w:rsidRDefault="00946944" w:rsidP="00F73C8D">
            <w:pPr>
              <w:pStyle w:val="Tabelazwyky"/>
            </w:pPr>
            <w:r w:rsidRPr="00AB6C19">
              <w:t xml:space="preserve">Andrzej </w:t>
            </w:r>
            <w:proofErr w:type="spellStart"/>
            <w:r w:rsidRPr="00AB6C19">
              <w:t>Ligudziński</w:t>
            </w:r>
            <w:proofErr w:type="spellEnd"/>
          </w:p>
        </w:tc>
        <w:tc>
          <w:tcPr>
            <w:tcW w:w="1196" w:type="dxa"/>
          </w:tcPr>
          <w:p w14:paraId="66E8E196" w14:textId="77777777" w:rsidR="00946944" w:rsidRPr="00AB6C19" w:rsidRDefault="00946944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946944" w:rsidRPr="00AB6C19" w14:paraId="6F2AF3DE" w14:textId="77777777" w:rsidTr="00C31C1E">
        <w:tc>
          <w:tcPr>
            <w:tcW w:w="797" w:type="dxa"/>
          </w:tcPr>
          <w:p w14:paraId="509BDB95" w14:textId="77777777" w:rsidR="00946944" w:rsidRPr="00AB6C19" w:rsidRDefault="00946944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0643BAA6" w14:textId="77777777" w:rsidR="00946944" w:rsidRPr="00AB6C19" w:rsidRDefault="00946944" w:rsidP="00F73C8D">
            <w:pPr>
              <w:pStyle w:val="Tabelazwyky"/>
            </w:pPr>
            <w:r w:rsidRPr="00AB6C19">
              <w:t>9</w:t>
            </w:r>
          </w:p>
        </w:tc>
        <w:tc>
          <w:tcPr>
            <w:tcW w:w="1326" w:type="dxa"/>
          </w:tcPr>
          <w:p w14:paraId="6F5C2BC6" w14:textId="77777777" w:rsidR="00946944" w:rsidRPr="00AB6C19" w:rsidRDefault="00946944" w:rsidP="00F73C8D">
            <w:pPr>
              <w:pStyle w:val="Tabelazwyky"/>
            </w:pPr>
            <w:r w:rsidRPr="00AB6C19">
              <w:t>2016-02-04</w:t>
            </w:r>
          </w:p>
        </w:tc>
        <w:tc>
          <w:tcPr>
            <w:tcW w:w="2400" w:type="dxa"/>
          </w:tcPr>
          <w:p w14:paraId="3E0830FC" w14:textId="77777777" w:rsidR="00946944" w:rsidRPr="00AB6C19" w:rsidRDefault="00946944" w:rsidP="00F73C8D">
            <w:pPr>
              <w:pStyle w:val="Tabelazwyky"/>
            </w:pPr>
            <w:r w:rsidRPr="00AB6C19">
              <w:t>Aktualizacja</w:t>
            </w:r>
          </w:p>
        </w:tc>
        <w:tc>
          <w:tcPr>
            <w:tcW w:w="720" w:type="dxa"/>
          </w:tcPr>
          <w:p w14:paraId="5B4BF64F" w14:textId="77777777" w:rsidR="00946944" w:rsidRPr="00AB6C19" w:rsidRDefault="00946944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0C350879" w14:textId="77777777" w:rsidR="00946944" w:rsidRPr="00AB6C19" w:rsidRDefault="00946944" w:rsidP="00F73C8D">
            <w:pPr>
              <w:pStyle w:val="Tabelazwyky"/>
            </w:pPr>
            <w:r w:rsidRPr="00AB6C19">
              <w:t>3.7.2</w:t>
            </w:r>
          </w:p>
        </w:tc>
        <w:tc>
          <w:tcPr>
            <w:tcW w:w="1084" w:type="dxa"/>
          </w:tcPr>
          <w:p w14:paraId="6992C047" w14:textId="77777777" w:rsidR="00946944" w:rsidRPr="00AB6C19" w:rsidRDefault="00946944" w:rsidP="00F73C8D">
            <w:pPr>
              <w:pStyle w:val="Tabelazwyky"/>
            </w:pPr>
            <w:r w:rsidRPr="00AB6C19">
              <w:t xml:space="preserve">Andrzej </w:t>
            </w:r>
            <w:proofErr w:type="spellStart"/>
            <w:r w:rsidRPr="00AB6C19">
              <w:t>Ligudziński</w:t>
            </w:r>
            <w:proofErr w:type="spellEnd"/>
          </w:p>
        </w:tc>
        <w:tc>
          <w:tcPr>
            <w:tcW w:w="1196" w:type="dxa"/>
          </w:tcPr>
          <w:p w14:paraId="3DE75815" w14:textId="77777777" w:rsidR="00946944" w:rsidRPr="00AB6C19" w:rsidRDefault="00946944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337FE3" w:rsidRPr="00AB6C19" w14:paraId="385FD730" w14:textId="77777777" w:rsidTr="00C31C1E">
        <w:tc>
          <w:tcPr>
            <w:tcW w:w="797" w:type="dxa"/>
          </w:tcPr>
          <w:p w14:paraId="5DDA8E79" w14:textId="77777777" w:rsidR="00337FE3" w:rsidRPr="00AB6C19" w:rsidRDefault="00337FE3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2498977E" w14:textId="77777777" w:rsidR="00337FE3" w:rsidRPr="00AB6C19" w:rsidRDefault="00337FE3" w:rsidP="00F73C8D">
            <w:pPr>
              <w:pStyle w:val="Tabelazwyky"/>
            </w:pPr>
            <w:r w:rsidRPr="00AB6C19">
              <w:t>9.1</w:t>
            </w:r>
          </w:p>
        </w:tc>
        <w:tc>
          <w:tcPr>
            <w:tcW w:w="1326" w:type="dxa"/>
          </w:tcPr>
          <w:p w14:paraId="0CF886F5" w14:textId="77777777" w:rsidR="00337FE3" w:rsidRPr="00AB6C19" w:rsidRDefault="00337FE3" w:rsidP="00F73C8D">
            <w:pPr>
              <w:pStyle w:val="Tabelazwyky"/>
            </w:pPr>
            <w:r w:rsidRPr="00AB6C19">
              <w:t>2017-01-31</w:t>
            </w:r>
          </w:p>
        </w:tc>
        <w:tc>
          <w:tcPr>
            <w:tcW w:w="2400" w:type="dxa"/>
          </w:tcPr>
          <w:p w14:paraId="355E11BD" w14:textId="77777777" w:rsidR="00337FE3" w:rsidRPr="00AB6C19" w:rsidRDefault="00337FE3" w:rsidP="00F73C8D">
            <w:pPr>
              <w:pStyle w:val="Tabelazwyky"/>
            </w:pPr>
            <w:r w:rsidRPr="00AB6C19">
              <w:t xml:space="preserve">Aktualizacja </w:t>
            </w:r>
            <w:proofErr w:type="spellStart"/>
            <w:r w:rsidRPr="00AB6C19">
              <w:t>wz</w:t>
            </w:r>
            <w:proofErr w:type="spellEnd"/>
            <w:r w:rsidRPr="00AB6C19">
              <w:t xml:space="preserve"> z KAS</w:t>
            </w:r>
          </w:p>
        </w:tc>
        <w:tc>
          <w:tcPr>
            <w:tcW w:w="720" w:type="dxa"/>
          </w:tcPr>
          <w:p w14:paraId="74DB43FE" w14:textId="77777777" w:rsidR="00337FE3" w:rsidRPr="00AB6C19" w:rsidRDefault="00337FE3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1ACC5A4A" w14:textId="77777777" w:rsidR="00337FE3" w:rsidRPr="00AB6C19" w:rsidRDefault="00337FE3" w:rsidP="00F73C8D">
            <w:pPr>
              <w:pStyle w:val="Tabelazwyky"/>
            </w:pPr>
            <w:r w:rsidRPr="00AB6C19">
              <w:t>Pkt. 1.4; 3.1</w:t>
            </w:r>
          </w:p>
        </w:tc>
        <w:tc>
          <w:tcPr>
            <w:tcW w:w="1084" w:type="dxa"/>
          </w:tcPr>
          <w:p w14:paraId="2CB09BD4" w14:textId="77777777" w:rsidR="00337FE3" w:rsidRPr="00AB6C19" w:rsidRDefault="00337FE3" w:rsidP="00F73C8D">
            <w:pPr>
              <w:pStyle w:val="Tabelazwyky"/>
            </w:pPr>
            <w:r w:rsidRPr="00AB6C19">
              <w:t>Bogdan Schmidt</w:t>
            </w:r>
          </w:p>
        </w:tc>
        <w:tc>
          <w:tcPr>
            <w:tcW w:w="1196" w:type="dxa"/>
          </w:tcPr>
          <w:p w14:paraId="0E56F0C8" w14:textId="77777777" w:rsidR="00337FE3" w:rsidRPr="00AB6C19" w:rsidRDefault="00337FE3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  <w:tr w:rsidR="00663F02" w:rsidRPr="00AB6C19" w14:paraId="76707826" w14:textId="77777777" w:rsidTr="00C31C1E">
        <w:tc>
          <w:tcPr>
            <w:tcW w:w="797" w:type="dxa"/>
          </w:tcPr>
          <w:p w14:paraId="4FCF1E8F" w14:textId="77777777" w:rsidR="00663F02" w:rsidRPr="00AB6C19" w:rsidRDefault="00663F02" w:rsidP="00F73C8D">
            <w:pPr>
              <w:pStyle w:val="Tabelazwyky"/>
            </w:pPr>
            <w:r w:rsidRPr="00AB6C19">
              <w:t>1</w:t>
            </w:r>
          </w:p>
        </w:tc>
        <w:tc>
          <w:tcPr>
            <w:tcW w:w="877" w:type="dxa"/>
          </w:tcPr>
          <w:p w14:paraId="57D430C9" w14:textId="77777777" w:rsidR="00663F02" w:rsidRPr="00AB6C19" w:rsidRDefault="00663F02" w:rsidP="00F73C8D">
            <w:pPr>
              <w:pStyle w:val="Tabelazwyky"/>
            </w:pPr>
            <w:r w:rsidRPr="00AB6C19">
              <w:t>10</w:t>
            </w:r>
          </w:p>
        </w:tc>
        <w:tc>
          <w:tcPr>
            <w:tcW w:w="1326" w:type="dxa"/>
          </w:tcPr>
          <w:p w14:paraId="02606AE3" w14:textId="77777777" w:rsidR="00663F02" w:rsidRPr="00AB6C19" w:rsidRDefault="00663F02" w:rsidP="00F73C8D">
            <w:pPr>
              <w:pStyle w:val="Tabelazwyky"/>
            </w:pPr>
            <w:r w:rsidRPr="00AB6C19">
              <w:t>2017-01-31</w:t>
            </w:r>
          </w:p>
        </w:tc>
        <w:tc>
          <w:tcPr>
            <w:tcW w:w="2400" w:type="dxa"/>
          </w:tcPr>
          <w:p w14:paraId="47F12E1A" w14:textId="77777777" w:rsidR="00663F02" w:rsidRPr="00AB6C19" w:rsidRDefault="00663F02" w:rsidP="00F73C8D">
            <w:pPr>
              <w:pStyle w:val="Tabelazwyky"/>
            </w:pPr>
            <w:r w:rsidRPr="00AB6C19">
              <w:t>Aktualizacja schematów do wersji 3_0</w:t>
            </w:r>
          </w:p>
        </w:tc>
        <w:tc>
          <w:tcPr>
            <w:tcW w:w="720" w:type="dxa"/>
          </w:tcPr>
          <w:p w14:paraId="0A8278A9" w14:textId="77777777" w:rsidR="00663F02" w:rsidRPr="00AB6C19" w:rsidRDefault="00663F02" w:rsidP="00F73C8D">
            <w:pPr>
              <w:pStyle w:val="Tabelazwyky"/>
            </w:pPr>
            <w:r w:rsidRPr="00AB6C19">
              <w:t>Z</w:t>
            </w:r>
          </w:p>
        </w:tc>
        <w:tc>
          <w:tcPr>
            <w:tcW w:w="1080" w:type="dxa"/>
          </w:tcPr>
          <w:p w14:paraId="4A5BB460" w14:textId="77777777" w:rsidR="00663F02" w:rsidRPr="00AB6C19" w:rsidRDefault="00663F02" w:rsidP="00F73C8D">
            <w:pPr>
              <w:pStyle w:val="Tabelazwyky"/>
            </w:pPr>
            <w:r w:rsidRPr="00AB6C19">
              <w:t>W</w:t>
            </w:r>
          </w:p>
        </w:tc>
        <w:tc>
          <w:tcPr>
            <w:tcW w:w="1084" w:type="dxa"/>
          </w:tcPr>
          <w:p w14:paraId="3B239D91" w14:textId="77777777" w:rsidR="00663F02" w:rsidRPr="00AB6C19" w:rsidRDefault="00663F02" w:rsidP="00F73C8D">
            <w:pPr>
              <w:pStyle w:val="Tabelazwyky"/>
            </w:pPr>
            <w:r w:rsidRPr="00AB6C19">
              <w:t>Wojciech Salamon</w:t>
            </w:r>
          </w:p>
        </w:tc>
        <w:tc>
          <w:tcPr>
            <w:tcW w:w="1196" w:type="dxa"/>
          </w:tcPr>
          <w:p w14:paraId="6060A395" w14:textId="77777777" w:rsidR="00663F02" w:rsidRPr="00AB6C19" w:rsidRDefault="00663F02" w:rsidP="00F73C8D">
            <w:pPr>
              <w:pStyle w:val="Tabelazwyky"/>
            </w:pPr>
            <w:proofErr w:type="spellStart"/>
            <w:r w:rsidRPr="00AB6C19">
              <w:t>nd</w:t>
            </w:r>
            <w:proofErr w:type="spellEnd"/>
          </w:p>
        </w:tc>
      </w:tr>
    </w:tbl>
    <w:p w14:paraId="53BE2EA8" w14:textId="4F653E1B" w:rsidR="00A45A2F" w:rsidRPr="00AB6C19" w:rsidRDefault="00B65AA5" w:rsidP="00F73C8D">
      <w:r w:rsidRPr="00AB6C19">
        <w:lastRenderedPageBreak/>
        <w:t xml:space="preserve"> </w:t>
      </w:r>
      <w:r w:rsidR="00A45A2F" w:rsidRPr="00AB6C19">
        <w:t>(*) Akcje: W = Wstaw, Z = Zamień, We = Weryfikuj, N = Nowy</w:t>
      </w:r>
    </w:p>
    <w:p w14:paraId="4210CFC1" w14:textId="77777777" w:rsidR="00A45A2F" w:rsidRPr="00AB6C19" w:rsidRDefault="00A45A2F" w:rsidP="00F73C8D">
      <w:r w:rsidRPr="00AB6C19">
        <w:t>(**) Rozdziały: W = Wszystkie</w:t>
      </w:r>
    </w:p>
    <w:p w14:paraId="19FEE819" w14:textId="125D279B" w:rsidR="000C51FE" w:rsidRDefault="00A45A2F" w:rsidP="00F73C8D">
      <w:r w:rsidRPr="00AB6C19">
        <w:t>(***) Autorzy: patrz metryka dokumentu</w:t>
      </w:r>
    </w:p>
    <w:p w14:paraId="1AC52AB2" w14:textId="77777777" w:rsidR="000C51FE" w:rsidRDefault="000C51FE">
      <w:pPr>
        <w:autoSpaceDE/>
        <w:autoSpaceDN/>
        <w:adjustRightInd/>
        <w:spacing w:before="0" w:after="0" w:line="240" w:lineRule="auto"/>
      </w:pPr>
      <w:r>
        <w:br w:type="page"/>
      </w:r>
    </w:p>
    <w:p w14:paraId="631AB769" w14:textId="624E7729" w:rsidR="003B59A0" w:rsidRPr="000C51FE" w:rsidRDefault="003B59A0" w:rsidP="000C51FE">
      <w:pPr>
        <w:rPr>
          <w:b/>
          <w:bCs/>
          <w:sz w:val="32"/>
          <w:szCs w:val="32"/>
        </w:rPr>
      </w:pPr>
      <w:r w:rsidRPr="000C51FE">
        <w:rPr>
          <w:b/>
          <w:bCs/>
          <w:sz w:val="32"/>
          <w:szCs w:val="32"/>
        </w:rPr>
        <w:lastRenderedPageBreak/>
        <w:t>S</w:t>
      </w:r>
      <w:r w:rsidR="00374210" w:rsidRPr="000C51FE">
        <w:rPr>
          <w:b/>
          <w:bCs/>
          <w:sz w:val="32"/>
          <w:szCs w:val="32"/>
        </w:rPr>
        <w:t>pis</w:t>
      </w:r>
      <w:r w:rsidRPr="000C51FE">
        <w:rPr>
          <w:b/>
          <w:bCs/>
          <w:sz w:val="32"/>
          <w:szCs w:val="32"/>
        </w:rPr>
        <w:t xml:space="preserve"> </w:t>
      </w:r>
      <w:r w:rsidR="00374210" w:rsidRPr="000C51FE">
        <w:rPr>
          <w:b/>
          <w:bCs/>
          <w:sz w:val="32"/>
          <w:szCs w:val="32"/>
        </w:rPr>
        <w:t>treści</w:t>
      </w:r>
    </w:p>
    <w:p w14:paraId="3DF10813" w14:textId="4577751A" w:rsidR="00C54585" w:rsidRDefault="00035695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r w:rsidRPr="00AB6C19">
        <w:fldChar w:fldCharType="begin"/>
      </w:r>
      <w:r w:rsidRPr="00AB6C19">
        <w:instrText xml:space="preserve"> TOC \o "1-3" \h \z \u </w:instrText>
      </w:r>
      <w:r w:rsidRPr="00AB6C19">
        <w:fldChar w:fldCharType="separate"/>
      </w:r>
      <w:hyperlink w:anchor="_Toc181782205" w:history="1">
        <w:r w:rsidR="00C54585" w:rsidRPr="00970087">
          <w:rPr>
            <w:rStyle w:val="Hipercze"/>
          </w:rPr>
          <w:t>1.</w:t>
        </w:r>
        <w:r w:rsidR="00C54585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Opis dokumentu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_Toc181782205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13</w:t>
        </w:r>
        <w:r w:rsidR="00C54585">
          <w:rPr>
            <w:webHidden/>
          </w:rPr>
          <w:fldChar w:fldCharType="end"/>
        </w:r>
      </w:hyperlink>
    </w:p>
    <w:p w14:paraId="62CF8FA6" w14:textId="22A1B3B7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06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Cel dokumentu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_Toc181782206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4FC6CFD6" w14:textId="7E90DD91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07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Zastosowanie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_Toc181782207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19201A3D" w14:textId="76C6C2C0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0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Obowiązywanie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_Toc181782208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7F9B534C" w14:textId="40AB2C2D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09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Dokumenty obowiązujące i pomocnicze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_Toc181782209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04D79335" w14:textId="668FBD4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1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Dokumenty obowiązujące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13</w:t>
        </w:r>
        <w:r w:rsidR="00C54585">
          <w:rPr>
            <w:webHidden/>
          </w:rPr>
          <w:fldChar w:fldCharType="end"/>
        </w:r>
      </w:hyperlink>
    </w:p>
    <w:p w14:paraId="5D3710D3" w14:textId="2E7CFA6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1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Dokumenty pomocnicze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13</w:t>
        </w:r>
        <w:r w:rsidR="00C54585">
          <w:rPr>
            <w:webHidden/>
          </w:rPr>
          <w:fldChar w:fldCharType="end"/>
        </w:r>
      </w:hyperlink>
    </w:p>
    <w:p w14:paraId="248D4DD0" w14:textId="385B0E6F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12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Słownik przyjętych skrótów i terminów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_Toc181782212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5BEEF243" w14:textId="137A80C4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13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Skróty i akronimy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13</w:t>
        </w:r>
        <w:r w:rsidR="00C54585">
          <w:rPr>
            <w:webHidden/>
          </w:rPr>
          <w:fldChar w:fldCharType="end"/>
        </w:r>
      </w:hyperlink>
    </w:p>
    <w:p w14:paraId="78D0DC0A" w14:textId="17B98B2C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14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Terminy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_Toc181782214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16</w:t>
        </w:r>
        <w:r w:rsidR="00C54585">
          <w:rPr>
            <w:webHidden/>
          </w:rPr>
          <w:fldChar w:fldCharType="end"/>
        </w:r>
      </w:hyperlink>
    </w:p>
    <w:p w14:paraId="7F965474" w14:textId="7DBF2BF4" w:rsidR="00C54585" w:rsidRDefault="00D437FA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782215" w:history="1">
        <w:r w:rsidR="00C54585" w:rsidRPr="00970087">
          <w:rPr>
            <w:rStyle w:val="Hipercze"/>
          </w:rPr>
          <w:t>2.</w:t>
        </w:r>
        <w:r w:rsidR="00C54585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Zawartość merytoryczna dokumentu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17</w:t>
        </w:r>
        <w:r w:rsidR="00C54585">
          <w:rPr>
            <w:webHidden/>
          </w:rPr>
          <w:fldChar w:fldCharType="end"/>
        </w:r>
      </w:hyperlink>
    </w:p>
    <w:p w14:paraId="4532EAD7" w14:textId="2E7179E7" w:rsidR="00C54585" w:rsidRDefault="00D437FA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782216" w:history="1">
        <w:r w:rsidR="00C54585" w:rsidRPr="00970087">
          <w:rPr>
            <w:rStyle w:val="Hipercze"/>
          </w:rPr>
          <w:t>3.</w:t>
        </w:r>
        <w:r w:rsidR="00C54585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deklaracji AKC_4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_Toc181782216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18</w:t>
        </w:r>
        <w:r w:rsidR="00C54585">
          <w:rPr>
            <w:webHidden/>
          </w:rPr>
          <w:fldChar w:fldCharType="end"/>
        </w:r>
      </w:hyperlink>
    </w:p>
    <w:p w14:paraId="4D6807F5" w14:textId="4EC1A7B8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17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Struktura danych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_Toc181782217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18</w:t>
        </w:r>
        <w:r w:rsidR="00C54585">
          <w:rPr>
            <w:noProof/>
            <w:webHidden/>
          </w:rPr>
          <w:fldChar w:fldCharType="end"/>
        </w:r>
      </w:hyperlink>
    </w:p>
    <w:p w14:paraId="2B061148" w14:textId="7740B00B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1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Reguły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_Toc181782218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24</w:t>
        </w:r>
        <w:r w:rsidR="00C54585">
          <w:rPr>
            <w:noProof/>
            <w:webHidden/>
          </w:rPr>
          <w:fldChar w:fldCharType="end"/>
        </w:r>
      </w:hyperlink>
    </w:p>
    <w:p w14:paraId="22D1B161" w14:textId="66A699D8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19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AKC-4/A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_Toc181782219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26</w:t>
        </w:r>
        <w:r w:rsidR="00C54585">
          <w:rPr>
            <w:noProof/>
            <w:webHidden/>
          </w:rPr>
          <w:fldChar w:fldCharType="end"/>
        </w:r>
      </w:hyperlink>
    </w:p>
    <w:p w14:paraId="618E8EE2" w14:textId="294D048C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AKC-4A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26</w:t>
        </w:r>
        <w:r w:rsidR="00C54585">
          <w:rPr>
            <w:webHidden/>
          </w:rPr>
          <w:fldChar w:fldCharType="end"/>
        </w:r>
      </w:hyperlink>
    </w:p>
    <w:p w14:paraId="350C5A3B" w14:textId="663A8CB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AKC-4A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26</w:t>
        </w:r>
        <w:r w:rsidR="00C54585">
          <w:rPr>
            <w:webHidden/>
          </w:rPr>
          <w:fldChar w:fldCharType="end"/>
        </w:r>
      </w:hyperlink>
    </w:p>
    <w:p w14:paraId="35EE5304" w14:textId="7BDABE5D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AKC-4A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26</w:t>
        </w:r>
        <w:r w:rsidR="00C54585">
          <w:rPr>
            <w:webHidden/>
          </w:rPr>
          <w:fldChar w:fldCharType="end"/>
        </w:r>
      </w:hyperlink>
    </w:p>
    <w:p w14:paraId="12F3822B" w14:textId="03D9E61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3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31</w:t>
        </w:r>
        <w:r w:rsidR="00C54585">
          <w:rPr>
            <w:webHidden/>
          </w:rPr>
          <w:fldChar w:fldCharType="end"/>
        </w:r>
      </w:hyperlink>
    </w:p>
    <w:p w14:paraId="22D56A90" w14:textId="1DB04CD1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24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AKC-4/B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_Toc181782224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32</w:t>
        </w:r>
        <w:r w:rsidR="00C54585">
          <w:rPr>
            <w:noProof/>
            <w:webHidden/>
          </w:rPr>
          <w:fldChar w:fldCharType="end"/>
        </w:r>
      </w:hyperlink>
    </w:p>
    <w:p w14:paraId="7065DFF7" w14:textId="1408EFB7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AKC-4B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32</w:t>
        </w:r>
        <w:r w:rsidR="00C54585">
          <w:rPr>
            <w:webHidden/>
          </w:rPr>
          <w:fldChar w:fldCharType="end"/>
        </w:r>
      </w:hyperlink>
    </w:p>
    <w:p w14:paraId="0F4DF5C7" w14:textId="78FCE279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6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AKC-4B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33</w:t>
        </w:r>
        <w:r w:rsidR="00C54585">
          <w:rPr>
            <w:webHidden/>
          </w:rPr>
          <w:fldChar w:fldCharType="end"/>
        </w:r>
      </w:hyperlink>
    </w:p>
    <w:p w14:paraId="3CDA8E43" w14:textId="636E01BA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AKC-4B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33</w:t>
        </w:r>
        <w:r w:rsidR="00C54585">
          <w:rPr>
            <w:webHidden/>
          </w:rPr>
          <w:fldChar w:fldCharType="end"/>
        </w:r>
      </w:hyperlink>
    </w:p>
    <w:p w14:paraId="2790784F" w14:textId="3BE9F1D9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28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_Toc181782228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37</w:t>
        </w:r>
        <w:r w:rsidR="00C54585">
          <w:rPr>
            <w:webHidden/>
          </w:rPr>
          <w:fldChar w:fldCharType="end"/>
        </w:r>
      </w:hyperlink>
    </w:p>
    <w:p w14:paraId="6C642B9D" w14:textId="7FB933A6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29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AKC-4/C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_Toc181782229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39</w:t>
        </w:r>
        <w:r w:rsidR="00C54585">
          <w:rPr>
            <w:noProof/>
            <w:webHidden/>
          </w:rPr>
          <w:fldChar w:fldCharType="end"/>
        </w:r>
      </w:hyperlink>
    </w:p>
    <w:p w14:paraId="59EA19B9" w14:textId="4C2954D2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AKC-4C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39</w:t>
        </w:r>
        <w:r w:rsidR="00C54585">
          <w:rPr>
            <w:webHidden/>
          </w:rPr>
          <w:fldChar w:fldCharType="end"/>
        </w:r>
      </w:hyperlink>
    </w:p>
    <w:p w14:paraId="04E9B96F" w14:textId="5E8AC79C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AKC-4C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39</w:t>
        </w:r>
        <w:r w:rsidR="00C54585">
          <w:rPr>
            <w:webHidden/>
          </w:rPr>
          <w:fldChar w:fldCharType="end"/>
        </w:r>
      </w:hyperlink>
    </w:p>
    <w:p w14:paraId="157B8808" w14:textId="5450F2C2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AKC-4C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39</w:t>
        </w:r>
        <w:r w:rsidR="00C54585">
          <w:rPr>
            <w:webHidden/>
          </w:rPr>
          <w:fldChar w:fldCharType="end"/>
        </w:r>
      </w:hyperlink>
    </w:p>
    <w:p w14:paraId="3F1E50EE" w14:textId="1C024C4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3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3.5.4.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43</w:t>
        </w:r>
        <w:r w:rsidR="00C54585">
          <w:rPr>
            <w:webHidden/>
          </w:rPr>
          <w:fldChar w:fldCharType="end"/>
        </w:r>
      </w:hyperlink>
    </w:p>
    <w:p w14:paraId="091392E1" w14:textId="1496D7CE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34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3.6.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AKC-4/D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_Toc181782234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45</w:t>
        </w:r>
        <w:r w:rsidR="00C54585">
          <w:rPr>
            <w:noProof/>
            <w:webHidden/>
          </w:rPr>
          <w:fldChar w:fldCharType="end"/>
        </w:r>
      </w:hyperlink>
    </w:p>
    <w:p w14:paraId="4EF6821A" w14:textId="29EAA7AA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3.6.1.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AKC-4D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45</w:t>
        </w:r>
        <w:r w:rsidR="00C54585">
          <w:rPr>
            <w:webHidden/>
          </w:rPr>
          <w:fldChar w:fldCharType="end"/>
        </w:r>
      </w:hyperlink>
    </w:p>
    <w:p w14:paraId="61E9FA68" w14:textId="1D646E96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6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3.6.2.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AKC-4D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45</w:t>
        </w:r>
        <w:r w:rsidR="00C54585">
          <w:rPr>
            <w:webHidden/>
          </w:rPr>
          <w:fldChar w:fldCharType="end"/>
        </w:r>
      </w:hyperlink>
    </w:p>
    <w:p w14:paraId="68385540" w14:textId="2BA45507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3.6.3.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49</w:t>
        </w:r>
        <w:r w:rsidR="00C54585">
          <w:rPr>
            <w:webHidden/>
          </w:rPr>
          <w:fldChar w:fldCharType="end"/>
        </w:r>
      </w:hyperlink>
    </w:p>
    <w:p w14:paraId="542B608D" w14:textId="6D72A3FF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3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3.7.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AKC-4/E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_Toc181782238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51</w:t>
        </w:r>
        <w:r w:rsidR="00C54585">
          <w:rPr>
            <w:noProof/>
            <w:webHidden/>
          </w:rPr>
          <w:fldChar w:fldCharType="end"/>
        </w:r>
      </w:hyperlink>
    </w:p>
    <w:p w14:paraId="1F23D512" w14:textId="60680036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3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3.7.1.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AKC-4E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_Toc181782239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51</w:t>
        </w:r>
        <w:r w:rsidR="00C54585">
          <w:rPr>
            <w:webHidden/>
          </w:rPr>
          <w:fldChar w:fldCharType="end"/>
        </w:r>
      </w:hyperlink>
    </w:p>
    <w:p w14:paraId="3CB1D0D5" w14:textId="62A70194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3.7.2.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AKC-4E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51</w:t>
        </w:r>
        <w:r w:rsidR="00C54585">
          <w:rPr>
            <w:webHidden/>
          </w:rPr>
          <w:fldChar w:fldCharType="end"/>
        </w:r>
      </w:hyperlink>
    </w:p>
    <w:p w14:paraId="0CA54530" w14:textId="7BCD0C0C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3.7.3.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AKC-4E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51</w:t>
        </w:r>
        <w:r w:rsidR="00C54585">
          <w:rPr>
            <w:webHidden/>
          </w:rPr>
          <w:fldChar w:fldCharType="end"/>
        </w:r>
      </w:hyperlink>
    </w:p>
    <w:p w14:paraId="3B5BF2B1" w14:textId="17AE676B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3.7.1.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54</w:t>
        </w:r>
        <w:r w:rsidR="00C54585">
          <w:rPr>
            <w:webHidden/>
          </w:rPr>
          <w:fldChar w:fldCharType="end"/>
        </w:r>
      </w:hyperlink>
    </w:p>
    <w:p w14:paraId="517A493D" w14:textId="34B9CC76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43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3.8.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Załączniki AKC-4/F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_Toc181782243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54</w:t>
        </w:r>
        <w:r w:rsidR="00C54585">
          <w:rPr>
            <w:noProof/>
            <w:webHidden/>
          </w:rPr>
          <w:fldChar w:fldCharType="end"/>
        </w:r>
      </w:hyperlink>
    </w:p>
    <w:p w14:paraId="5B589A4D" w14:textId="79D6602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4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3.8.1.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AKC4F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_Toc181782244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54</w:t>
        </w:r>
        <w:r w:rsidR="00C54585">
          <w:rPr>
            <w:webHidden/>
          </w:rPr>
          <w:fldChar w:fldCharType="end"/>
        </w:r>
      </w:hyperlink>
    </w:p>
    <w:p w14:paraId="71246073" w14:textId="35016437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3.8.2.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AKC4F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54</w:t>
        </w:r>
        <w:r w:rsidR="00C54585">
          <w:rPr>
            <w:webHidden/>
          </w:rPr>
          <w:fldChar w:fldCharType="end"/>
        </w:r>
      </w:hyperlink>
    </w:p>
    <w:p w14:paraId="1B950BDF" w14:textId="645BE319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6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3.8.3.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AKC-4F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55</w:t>
        </w:r>
        <w:r w:rsidR="00C54585">
          <w:rPr>
            <w:webHidden/>
          </w:rPr>
          <w:fldChar w:fldCharType="end"/>
        </w:r>
      </w:hyperlink>
    </w:p>
    <w:p w14:paraId="3FF539A9" w14:textId="5D52F615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3.8.4.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AKC4F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59</w:t>
        </w:r>
        <w:r w:rsidR="00C54585">
          <w:rPr>
            <w:webHidden/>
          </w:rPr>
          <w:fldChar w:fldCharType="end"/>
        </w:r>
      </w:hyperlink>
    </w:p>
    <w:p w14:paraId="3DB1E575" w14:textId="2416EEC9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4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3.9.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AKC-4/H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_Toc181782248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61</w:t>
        </w:r>
        <w:r w:rsidR="00C54585">
          <w:rPr>
            <w:noProof/>
            <w:webHidden/>
          </w:rPr>
          <w:fldChar w:fldCharType="end"/>
        </w:r>
      </w:hyperlink>
    </w:p>
    <w:p w14:paraId="6CBC83E8" w14:textId="51D7ABE5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4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3.9.1.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AKC4H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_Toc181782249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61</w:t>
        </w:r>
        <w:r w:rsidR="00C54585">
          <w:rPr>
            <w:webHidden/>
          </w:rPr>
          <w:fldChar w:fldCharType="end"/>
        </w:r>
      </w:hyperlink>
    </w:p>
    <w:p w14:paraId="171D4349" w14:textId="120D2856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3.9.2.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AKC4H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61</w:t>
        </w:r>
        <w:r w:rsidR="00C54585">
          <w:rPr>
            <w:webHidden/>
          </w:rPr>
          <w:fldChar w:fldCharType="end"/>
        </w:r>
      </w:hyperlink>
    </w:p>
    <w:p w14:paraId="58AAFF7D" w14:textId="5D8697D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3.9.3.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AKC-4H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62</w:t>
        </w:r>
        <w:r w:rsidR="00C54585">
          <w:rPr>
            <w:webHidden/>
          </w:rPr>
          <w:fldChar w:fldCharType="end"/>
        </w:r>
      </w:hyperlink>
    </w:p>
    <w:p w14:paraId="3318528D" w14:textId="44F876AD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3.9.4.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AKC4H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64</w:t>
        </w:r>
        <w:r w:rsidR="00C54585">
          <w:rPr>
            <w:webHidden/>
          </w:rPr>
          <w:fldChar w:fldCharType="end"/>
        </w:r>
      </w:hyperlink>
    </w:p>
    <w:p w14:paraId="4723B387" w14:textId="321DEFDD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53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3.10.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AKC-4/I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_Toc181782253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65</w:t>
        </w:r>
        <w:r w:rsidR="00C54585">
          <w:rPr>
            <w:noProof/>
            <w:webHidden/>
          </w:rPr>
          <w:fldChar w:fldCharType="end"/>
        </w:r>
      </w:hyperlink>
    </w:p>
    <w:p w14:paraId="3FAB26BF" w14:textId="74EF708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4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3.10.1.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AKC4I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_Toc181782254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65</w:t>
        </w:r>
        <w:r w:rsidR="00C54585">
          <w:rPr>
            <w:webHidden/>
          </w:rPr>
          <w:fldChar w:fldCharType="end"/>
        </w:r>
      </w:hyperlink>
    </w:p>
    <w:p w14:paraId="23FA4C06" w14:textId="749C5B6B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3.10.2.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AKC4I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65</w:t>
        </w:r>
        <w:r w:rsidR="00C54585">
          <w:rPr>
            <w:webHidden/>
          </w:rPr>
          <w:fldChar w:fldCharType="end"/>
        </w:r>
      </w:hyperlink>
    </w:p>
    <w:p w14:paraId="54434577" w14:textId="09FF2004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6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3.10.3.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AKC-4I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66</w:t>
        </w:r>
        <w:r w:rsidR="00C54585">
          <w:rPr>
            <w:webHidden/>
          </w:rPr>
          <w:fldChar w:fldCharType="end"/>
        </w:r>
      </w:hyperlink>
    </w:p>
    <w:p w14:paraId="33CCC46B" w14:textId="54D5D01F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3.10.4.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AKC4I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70</w:t>
        </w:r>
        <w:r w:rsidR="00C54585">
          <w:rPr>
            <w:webHidden/>
          </w:rPr>
          <w:fldChar w:fldCharType="end"/>
        </w:r>
      </w:hyperlink>
    </w:p>
    <w:p w14:paraId="5197FCB6" w14:textId="3E4A56BC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5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3.11.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AKC-4/J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_Toc181782258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72</w:t>
        </w:r>
        <w:r w:rsidR="00C54585">
          <w:rPr>
            <w:noProof/>
            <w:webHidden/>
          </w:rPr>
          <w:fldChar w:fldCharType="end"/>
        </w:r>
      </w:hyperlink>
    </w:p>
    <w:p w14:paraId="4EC6A2AA" w14:textId="49E910A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5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3.11.1.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AKC4J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_Toc181782259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72</w:t>
        </w:r>
        <w:r w:rsidR="00C54585">
          <w:rPr>
            <w:webHidden/>
          </w:rPr>
          <w:fldChar w:fldCharType="end"/>
        </w:r>
      </w:hyperlink>
    </w:p>
    <w:p w14:paraId="355B37B7" w14:textId="099EB282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3.11.2.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AKC4J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72</w:t>
        </w:r>
        <w:r w:rsidR="00C54585">
          <w:rPr>
            <w:webHidden/>
          </w:rPr>
          <w:fldChar w:fldCharType="end"/>
        </w:r>
      </w:hyperlink>
    </w:p>
    <w:p w14:paraId="077526CC" w14:textId="06C4E7C7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3.11.3.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AKC-4J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72</w:t>
        </w:r>
        <w:r w:rsidR="00C54585">
          <w:rPr>
            <w:webHidden/>
          </w:rPr>
          <w:fldChar w:fldCharType="end"/>
        </w:r>
      </w:hyperlink>
    </w:p>
    <w:p w14:paraId="345E263E" w14:textId="098E5882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3.11.1.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AKC4J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77</w:t>
        </w:r>
        <w:r w:rsidR="00C54585">
          <w:rPr>
            <w:webHidden/>
          </w:rPr>
          <w:fldChar w:fldCharType="end"/>
        </w:r>
      </w:hyperlink>
    </w:p>
    <w:p w14:paraId="1AEDF2F7" w14:textId="736185C5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63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3.12.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AKC-4/K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_Toc181782263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78</w:t>
        </w:r>
        <w:r w:rsidR="00C54585">
          <w:rPr>
            <w:noProof/>
            <w:webHidden/>
          </w:rPr>
          <w:fldChar w:fldCharType="end"/>
        </w:r>
      </w:hyperlink>
    </w:p>
    <w:p w14:paraId="358EAA6C" w14:textId="5F8343AA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4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3.12.1.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AKC4K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_Toc181782264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78</w:t>
        </w:r>
        <w:r w:rsidR="00C54585">
          <w:rPr>
            <w:webHidden/>
          </w:rPr>
          <w:fldChar w:fldCharType="end"/>
        </w:r>
      </w:hyperlink>
    </w:p>
    <w:p w14:paraId="3D2CD005" w14:textId="5F35A00E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3.12.2.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AKC4K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78</w:t>
        </w:r>
        <w:r w:rsidR="00C54585">
          <w:rPr>
            <w:webHidden/>
          </w:rPr>
          <w:fldChar w:fldCharType="end"/>
        </w:r>
      </w:hyperlink>
    </w:p>
    <w:p w14:paraId="7B352109" w14:textId="69994291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6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3.12.3.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AKC-4K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_Toc181782266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79</w:t>
        </w:r>
        <w:r w:rsidR="00C54585">
          <w:rPr>
            <w:webHidden/>
          </w:rPr>
          <w:fldChar w:fldCharType="end"/>
        </w:r>
      </w:hyperlink>
    </w:p>
    <w:p w14:paraId="40415293" w14:textId="1E2FA0D0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3.12.4.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AKC4K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82</w:t>
        </w:r>
        <w:r w:rsidR="00C54585">
          <w:rPr>
            <w:webHidden/>
          </w:rPr>
          <w:fldChar w:fldCharType="end"/>
        </w:r>
      </w:hyperlink>
    </w:p>
    <w:p w14:paraId="2509B86E" w14:textId="5F463273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6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3.13.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Załącznik AKC-4/L do deklaracji AKC4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_Toc181782268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84</w:t>
        </w:r>
        <w:r w:rsidR="00C54585">
          <w:rPr>
            <w:noProof/>
            <w:webHidden/>
          </w:rPr>
          <w:fldChar w:fldCharType="end"/>
        </w:r>
      </w:hyperlink>
    </w:p>
    <w:p w14:paraId="00F52470" w14:textId="429687E6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6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3.13.1.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Komunikat AKC4L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_Toc181782269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84</w:t>
        </w:r>
        <w:r w:rsidR="00C54585">
          <w:rPr>
            <w:webHidden/>
          </w:rPr>
          <w:fldChar w:fldCharType="end"/>
        </w:r>
      </w:hyperlink>
    </w:p>
    <w:p w14:paraId="5783934F" w14:textId="1B75179D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0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3.13.2.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Specyfikacja AKC4L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_Toc181782270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84</w:t>
        </w:r>
        <w:r w:rsidR="00C54585">
          <w:rPr>
            <w:webHidden/>
          </w:rPr>
          <w:fldChar w:fldCharType="end"/>
        </w:r>
      </w:hyperlink>
    </w:p>
    <w:p w14:paraId="6DB7277F" w14:textId="3970728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3.13.3.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Struktura danych deklaracji AKC-4L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85</w:t>
        </w:r>
        <w:r w:rsidR="00C54585">
          <w:rPr>
            <w:webHidden/>
          </w:rPr>
          <w:fldChar w:fldCharType="end"/>
        </w:r>
      </w:hyperlink>
    </w:p>
    <w:p w14:paraId="26732AB9" w14:textId="3DACAEED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2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3.13.4.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Reguły AKC4L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_Toc181782272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87</w:t>
        </w:r>
        <w:r w:rsidR="00C54585">
          <w:rPr>
            <w:webHidden/>
          </w:rPr>
          <w:fldChar w:fldCharType="end"/>
        </w:r>
      </w:hyperlink>
    </w:p>
    <w:p w14:paraId="2B3AD127" w14:textId="09F97BED" w:rsidR="00C54585" w:rsidRDefault="00D437FA">
      <w:pPr>
        <w:pStyle w:val="Spistreci1"/>
        <w:rPr>
          <w:rFonts w:asciiTheme="minorHAnsi" w:eastAsiaTheme="minorEastAsia" w:hAnsiTheme="minorHAnsi" w:cstheme="minorBidi"/>
          <w:sz w:val="22"/>
          <w:szCs w:val="22"/>
          <w:lang w:eastAsia="pl-PL"/>
        </w:rPr>
      </w:pPr>
      <w:hyperlink w:anchor="_Toc181782273" w:history="1">
        <w:r w:rsidR="00C54585" w:rsidRPr="00970087">
          <w:rPr>
            <w:rStyle w:val="Hipercze"/>
          </w:rPr>
          <w:t>4.</w:t>
        </w:r>
        <w:r w:rsidR="00C54585">
          <w:rPr>
            <w:rFonts w:asciiTheme="minorHAnsi" w:eastAsiaTheme="minorEastAsia" w:hAnsiTheme="minorHAnsi" w:cstheme="minorBidi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Załączniki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0A7685C2" w14:textId="3403C966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74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Pliki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_Toc181782274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7FF62CFA" w14:textId="0655D276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22287A4B" w14:textId="1B857DFF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76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AKC-4/A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_Toc181782276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05E85250" w14:textId="54ED167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akc_4a.xsd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3CAA69FB" w14:textId="51600B09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7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AKC-4/B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_Toc181782278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70B08E62" w14:textId="4CC3539F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7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akc_4b.xsd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_Toc181782279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40533B64" w14:textId="4539F6C9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80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AKC-4/C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_Toc181782280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541A337C" w14:textId="422E2DBB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8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akc_4c.xsd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_Toc181782281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0C35F2D1" w14:textId="042FEAF3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82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4.5.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AKC-4/D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_Toc181782282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0CB0FC71" w14:textId="5B6A9DB5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83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4.5.1.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akc_4d.xsd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_Toc181782283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7CD13D95" w14:textId="1E424CFE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84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4.6.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AKC-4/E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_Toc181782284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023488B9" w14:textId="2947742E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8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4.6.1.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akc_4e.xsd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_Toc181782285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346DE3F8" w14:textId="4E594B00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86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4.7.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AKC-4/F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_Toc181782286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76CF74DD" w14:textId="13102BAB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8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4.7.1.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akc_4f.xsd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_Toc181782287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0FC335FA" w14:textId="65A7E064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88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4.8.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AKC-4/H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_Toc181782288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89</w:t>
        </w:r>
        <w:r w:rsidR="00C54585">
          <w:rPr>
            <w:noProof/>
            <w:webHidden/>
          </w:rPr>
          <w:fldChar w:fldCharType="end"/>
        </w:r>
      </w:hyperlink>
    </w:p>
    <w:p w14:paraId="4EFA7CAE" w14:textId="5660204A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89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4.8.1.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akc_4h.xsd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_Toc181782289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89</w:t>
        </w:r>
        <w:r w:rsidR="00C54585">
          <w:rPr>
            <w:webHidden/>
          </w:rPr>
          <w:fldChar w:fldCharType="end"/>
        </w:r>
      </w:hyperlink>
    </w:p>
    <w:p w14:paraId="7A8DF646" w14:textId="703AFA67" w:rsidR="00C54585" w:rsidRDefault="00D437FA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90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4.9.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AKC-4/I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90</w:t>
        </w:r>
        <w:r w:rsidR="00C54585">
          <w:rPr>
            <w:noProof/>
            <w:webHidden/>
          </w:rPr>
          <w:fldChar w:fldCharType="end"/>
        </w:r>
      </w:hyperlink>
    </w:p>
    <w:p w14:paraId="332DDE2E" w14:textId="564F3393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91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4.9.1.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akc_4i.xsd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_Toc181782291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90</w:t>
        </w:r>
        <w:r w:rsidR="00C54585">
          <w:rPr>
            <w:webHidden/>
          </w:rPr>
          <w:fldChar w:fldCharType="end"/>
        </w:r>
      </w:hyperlink>
    </w:p>
    <w:p w14:paraId="01B16335" w14:textId="05D784FF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92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4.10.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AKC-4/J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90</w:t>
        </w:r>
        <w:r w:rsidR="00C54585">
          <w:rPr>
            <w:noProof/>
            <w:webHidden/>
          </w:rPr>
          <w:fldChar w:fldCharType="end"/>
        </w:r>
      </w:hyperlink>
    </w:p>
    <w:p w14:paraId="0D37893A" w14:textId="19C8D9F7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93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4.10.1.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akc_4j.xsd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_Toc181782293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90</w:t>
        </w:r>
        <w:r w:rsidR="00C54585">
          <w:rPr>
            <w:webHidden/>
          </w:rPr>
          <w:fldChar w:fldCharType="end"/>
        </w:r>
      </w:hyperlink>
    </w:p>
    <w:p w14:paraId="2698268E" w14:textId="0B1DDD22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94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4.11.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AKC-4/K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90</w:t>
        </w:r>
        <w:r w:rsidR="00C54585">
          <w:rPr>
            <w:noProof/>
            <w:webHidden/>
          </w:rPr>
          <w:fldChar w:fldCharType="end"/>
        </w:r>
      </w:hyperlink>
    </w:p>
    <w:p w14:paraId="360BCDB3" w14:textId="0B41E60D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95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4.11.1.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akc_4k.xsd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_Toc181782295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90</w:t>
        </w:r>
        <w:r w:rsidR="00C54585">
          <w:rPr>
            <w:webHidden/>
          </w:rPr>
          <w:fldChar w:fldCharType="end"/>
        </w:r>
      </w:hyperlink>
    </w:p>
    <w:p w14:paraId="7DDF187D" w14:textId="3183D300" w:rsidR="00C54585" w:rsidRDefault="00D437FA">
      <w:pPr>
        <w:pStyle w:val="Spistreci2"/>
        <w:tabs>
          <w:tab w:val="left" w:pos="120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96" w:history="1">
        <w:r w:rsidR="00C54585" w:rsidRPr="00970087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4.12.</w:t>
        </w:r>
        <w:r w:rsidR="00C54585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  <w:noProof/>
          </w:rPr>
          <w:t>Plik załącznika AKC-4/L do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90</w:t>
        </w:r>
        <w:r w:rsidR="00C54585">
          <w:rPr>
            <w:noProof/>
            <w:webHidden/>
          </w:rPr>
          <w:fldChar w:fldCharType="end"/>
        </w:r>
      </w:hyperlink>
    </w:p>
    <w:p w14:paraId="72BB6E71" w14:textId="4256CEB1" w:rsidR="00C54585" w:rsidRDefault="00D437FA">
      <w:pPr>
        <w:pStyle w:val="Spistreci3"/>
        <w:rPr>
          <w:rFonts w:asciiTheme="minorHAnsi" w:eastAsiaTheme="minorEastAsia" w:hAnsiTheme="minorHAnsi" w:cstheme="minorBidi"/>
          <w:iCs w:val="0"/>
          <w:sz w:val="22"/>
          <w:szCs w:val="22"/>
          <w:lang w:eastAsia="pl-PL"/>
        </w:rPr>
      </w:pPr>
      <w:hyperlink w:anchor="_Toc181782297" w:history="1">
        <w:r w:rsidR="00C54585" w:rsidRPr="00970087">
          <w:rPr>
            <w:rStyle w:val="Hipercz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4.12.1.</w:t>
        </w:r>
        <w:r w:rsidR="00C54585">
          <w:rPr>
            <w:rFonts w:asciiTheme="minorHAnsi" w:eastAsiaTheme="minorEastAsia" w:hAnsiTheme="minorHAnsi" w:cstheme="minorBidi"/>
            <w:iCs w:val="0"/>
            <w:sz w:val="22"/>
            <w:szCs w:val="22"/>
            <w:lang w:eastAsia="pl-PL"/>
          </w:rPr>
          <w:tab/>
        </w:r>
        <w:r w:rsidR="00C54585" w:rsidRPr="00970087">
          <w:rPr>
            <w:rStyle w:val="Hipercze"/>
          </w:rPr>
          <w:t>Plik akc_4l.xsd</w:t>
        </w:r>
        <w:r w:rsidR="00C54585">
          <w:rPr>
            <w:webHidden/>
          </w:rPr>
          <w:tab/>
        </w:r>
        <w:r w:rsidR="00C54585">
          <w:rPr>
            <w:webHidden/>
          </w:rPr>
          <w:fldChar w:fldCharType="begin"/>
        </w:r>
        <w:r w:rsidR="00C54585">
          <w:rPr>
            <w:webHidden/>
          </w:rPr>
          <w:instrText xml:space="preserve"> PAGEREF _Toc181782297 \h </w:instrText>
        </w:r>
        <w:r w:rsidR="00C54585">
          <w:rPr>
            <w:webHidden/>
          </w:rPr>
        </w:r>
        <w:r w:rsidR="00C54585">
          <w:rPr>
            <w:webHidden/>
          </w:rPr>
          <w:fldChar w:fldCharType="separate"/>
        </w:r>
        <w:r w:rsidR="00C54585">
          <w:rPr>
            <w:webHidden/>
          </w:rPr>
          <w:t>90</w:t>
        </w:r>
        <w:r w:rsidR="00C54585">
          <w:rPr>
            <w:webHidden/>
          </w:rPr>
          <w:fldChar w:fldCharType="end"/>
        </w:r>
      </w:hyperlink>
    </w:p>
    <w:p w14:paraId="5AFB09D3" w14:textId="1B88C8C8" w:rsidR="00F73C8D" w:rsidRDefault="00035695" w:rsidP="00F73C8D">
      <w:r w:rsidRPr="00AB6C19">
        <w:fldChar w:fldCharType="end"/>
      </w:r>
      <w:bookmarkStart w:id="2" w:name="_Toc349568549"/>
      <w:r w:rsidR="00F73C8D">
        <w:br w:type="page"/>
      </w:r>
    </w:p>
    <w:p w14:paraId="0E86FB07" w14:textId="196F396F" w:rsidR="00764E48" w:rsidRPr="000C51FE" w:rsidRDefault="003F030F" w:rsidP="000C51FE">
      <w:pPr>
        <w:rPr>
          <w:b/>
          <w:bCs/>
          <w:sz w:val="32"/>
          <w:szCs w:val="32"/>
        </w:rPr>
      </w:pPr>
      <w:r w:rsidRPr="000C51FE">
        <w:rPr>
          <w:b/>
          <w:bCs/>
          <w:sz w:val="32"/>
          <w:szCs w:val="32"/>
        </w:rPr>
        <w:lastRenderedPageBreak/>
        <w:t>S</w:t>
      </w:r>
      <w:r w:rsidR="00374210" w:rsidRPr="000C51FE">
        <w:rPr>
          <w:b/>
          <w:bCs/>
          <w:sz w:val="32"/>
          <w:szCs w:val="32"/>
        </w:rPr>
        <w:t>pis</w:t>
      </w:r>
      <w:r w:rsidRPr="000C51FE">
        <w:rPr>
          <w:b/>
          <w:bCs/>
          <w:sz w:val="32"/>
          <w:szCs w:val="32"/>
        </w:rPr>
        <w:t xml:space="preserve"> </w:t>
      </w:r>
      <w:bookmarkEnd w:id="2"/>
      <w:r w:rsidR="00374210" w:rsidRPr="000C51FE">
        <w:rPr>
          <w:b/>
          <w:bCs/>
          <w:sz w:val="32"/>
          <w:szCs w:val="32"/>
        </w:rPr>
        <w:t>Tabel</w:t>
      </w:r>
    </w:p>
    <w:p w14:paraId="45A569C7" w14:textId="00DBE651" w:rsidR="00C54585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AB6C19">
        <w:fldChar w:fldCharType="begin"/>
      </w:r>
      <w:r w:rsidR="00836DD7" w:rsidRPr="00AB6C19">
        <w:instrText xml:space="preserve"> TOC \h \z \c "Tabela" </w:instrText>
      </w:r>
      <w:r w:rsidRPr="00AB6C19">
        <w:fldChar w:fldCharType="separate"/>
      </w:r>
      <w:hyperlink w:anchor="_Toc181782298" w:history="1">
        <w:r w:rsidR="00C54585" w:rsidRPr="00560E19">
          <w:rPr>
            <w:rStyle w:val="Hipercze"/>
            <w:noProof/>
          </w:rPr>
          <w:t>Tabela 1. Metryka dokumentu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</w:t>
        </w:r>
        <w:r w:rsidR="00C54585">
          <w:rPr>
            <w:noProof/>
            <w:webHidden/>
          </w:rPr>
          <w:fldChar w:fldCharType="end"/>
        </w:r>
      </w:hyperlink>
    </w:p>
    <w:p w14:paraId="75D7BEEC" w14:textId="4D312800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299" w:history="1">
        <w:r w:rsidR="00C54585" w:rsidRPr="00560E19">
          <w:rPr>
            <w:rStyle w:val="Hipercze"/>
            <w:noProof/>
          </w:rPr>
          <w:t>Tabela 2. Historia zmian dokumentu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_Toc181782299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</w:t>
        </w:r>
        <w:r w:rsidR="00C54585">
          <w:rPr>
            <w:noProof/>
            <w:webHidden/>
          </w:rPr>
          <w:fldChar w:fldCharType="end"/>
        </w:r>
      </w:hyperlink>
    </w:p>
    <w:p w14:paraId="70C45672" w14:textId="0B139B7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0" w:history="1">
        <w:r w:rsidR="00C54585" w:rsidRPr="00560E19">
          <w:rPr>
            <w:rStyle w:val="Hipercze"/>
            <w:noProof/>
          </w:rPr>
          <w:t>Tabela 3. Wykaz dokumentów obowiązujących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37355737" w14:textId="1A0DCBEE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1" w:history="1">
        <w:r w:rsidR="00C54585" w:rsidRPr="00560E19">
          <w:rPr>
            <w:rStyle w:val="Hipercze"/>
            <w:noProof/>
          </w:rPr>
          <w:t>Tabela 4. Wykaz dokumentów pomocniczych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145F9FF1" w14:textId="6ECE9BC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2" w:history="1">
        <w:r w:rsidR="00C54585" w:rsidRPr="00560E19">
          <w:rPr>
            <w:rStyle w:val="Hipercze"/>
            <w:noProof/>
          </w:rPr>
          <w:t>Tabela 5. Wykaz skrótów i akronimów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13</w:t>
        </w:r>
        <w:r w:rsidR="00C54585">
          <w:rPr>
            <w:noProof/>
            <w:webHidden/>
          </w:rPr>
          <w:fldChar w:fldCharType="end"/>
        </w:r>
      </w:hyperlink>
    </w:p>
    <w:p w14:paraId="3387948D" w14:textId="676F546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3" w:history="1">
        <w:r w:rsidR="00C54585" w:rsidRPr="00560E19">
          <w:rPr>
            <w:rStyle w:val="Hipercze"/>
            <w:noProof/>
          </w:rPr>
          <w:t>Tabela 6. Wykaz definicji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16</w:t>
        </w:r>
        <w:r w:rsidR="00C54585">
          <w:rPr>
            <w:noProof/>
            <w:webHidden/>
          </w:rPr>
          <w:fldChar w:fldCharType="end"/>
        </w:r>
      </w:hyperlink>
    </w:p>
    <w:p w14:paraId="735AC14F" w14:textId="0BB8D1D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4" w:history="1">
        <w:r w:rsidR="00C54585" w:rsidRPr="00560E19">
          <w:rPr>
            <w:rStyle w:val="Hipercze"/>
            <w:noProof/>
          </w:rPr>
          <w:t>Tabela 7. Powiązanie plików XSD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17</w:t>
        </w:r>
        <w:r w:rsidR="00C54585">
          <w:rPr>
            <w:noProof/>
            <w:webHidden/>
          </w:rPr>
          <w:fldChar w:fldCharType="end"/>
        </w:r>
      </w:hyperlink>
    </w:p>
    <w:p w14:paraId="7BB6D69A" w14:textId="29A6D75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5" w:history="1">
        <w:r w:rsidR="00C54585" w:rsidRPr="00560E19">
          <w:rPr>
            <w:rStyle w:val="Hipercze"/>
            <w:noProof/>
          </w:rPr>
          <w:t>Tabela 8. Dane ogólne w ramach struktury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18</w:t>
        </w:r>
        <w:r w:rsidR="00C54585">
          <w:rPr>
            <w:noProof/>
            <w:webHidden/>
          </w:rPr>
          <w:fldChar w:fldCharType="end"/>
        </w:r>
      </w:hyperlink>
    </w:p>
    <w:p w14:paraId="3053C928" w14:textId="4C6FD7F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6" w:history="1">
        <w:r w:rsidR="00C54585" w:rsidRPr="00560E19">
          <w:rPr>
            <w:rStyle w:val="Hipercze"/>
            <w:noProof/>
          </w:rPr>
          <w:t>Tabela 9. Struktura elementu AKC4Type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19</w:t>
        </w:r>
        <w:r w:rsidR="00C54585">
          <w:rPr>
            <w:noProof/>
            <w:webHidden/>
          </w:rPr>
          <w:fldChar w:fldCharType="end"/>
        </w:r>
      </w:hyperlink>
    </w:p>
    <w:p w14:paraId="1958DD13" w14:textId="5805DB6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7" w:history="1">
        <w:r w:rsidR="00C54585" w:rsidRPr="00560E19">
          <w:rPr>
            <w:rStyle w:val="Hipercze"/>
            <w:noProof/>
          </w:rPr>
          <w:t>Tabela 10. Struktura elementu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19</w:t>
        </w:r>
        <w:r w:rsidR="00C54585">
          <w:rPr>
            <w:noProof/>
            <w:webHidden/>
          </w:rPr>
          <w:fldChar w:fldCharType="end"/>
        </w:r>
      </w:hyperlink>
    </w:p>
    <w:p w14:paraId="0125D7B4" w14:textId="26212E8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8" w:history="1">
        <w:r w:rsidR="00C54585" w:rsidRPr="00560E19">
          <w:rPr>
            <w:rStyle w:val="Hipercze"/>
            <w:noProof/>
          </w:rPr>
          <w:t>Tabela 11. Struktura elementu AttachmentType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21</w:t>
        </w:r>
        <w:r w:rsidR="00C54585">
          <w:rPr>
            <w:noProof/>
            <w:webHidden/>
          </w:rPr>
          <w:fldChar w:fldCharType="end"/>
        </w:r>
      </w:hyperlink>
    </w:p>
    <w:p w14:paraId="23D0D7E7" w14:textId="03EE2A4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09" w:history="1">
        <w:r w:rsidR="00C54585" w:rsidRPr="00560E19">
          <w:rPr>
            <w:rStyle w:val="Hipercze"/>
            <w:noProof/>
          </w:rPr>
          <w:t xml:space="preserve">Tabela 12. Elementy konfiguracji </w:t>
        </w:r>
        <w:r w:rsidR="00C54585" w:rsidRPr="00560E19">
          <w:rPr>
            <w:rStyle w:val="Hipercze"/>
            <w:noProof/>
            <w:lang w:val="en-GB"/>
          </w:rPr>
          <w:t>AmountPayableType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_Toc181782309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23</w:t>
        </w:r>
        <w:r w:rsidR="00C54585">
          <w:rPr>
            <w:noProof/>
            <w:webHidden/>
          </w:rPr>
          <w:fldChar w:fldCharType="end"/>
        </w:r>
      </w:hyperlink>
    </w:p>
    <w:p w14:paraId="1DF785A6" w14:textId="5AEE478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0" w:history="1">
        <w:r w:rsidR="00C54585" w:rsidRPr="00560E19">
          <w:rPr>
            <w:rStyle w:val="Hipercze"/>
            <w:noProof/>
          </w:rPr>
          <w:t>Tabela 13. Reguły obowiązujące dla deklaracji AKC-4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24</w:t>
        </w:r>
        <w:r w:rsidR="00C54585">
          <w:rPr>
            <w:noProof/>
            <w:webHidden/>
          </w:rPr>
          <w:fldChar w:fldCharType="end"/>
        </w:r>
      </w:hyperlink>
    </w:p>
    <w:p w14:paraId="3BCEF048" w14:textId="191EC5E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1" w:history="1">
        <w:r w:rsidR="00C54585" w:rsidRPr="00560E19">
          <w:rPr>
            <w:rStyle w:val="Hipercze"/>
            <w:noProof/>
          </w:rPr>
          <w:t>Tabela 14. Dane ogólne w ramach struktury deklaracji AKC-4A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26</w:t>
        </w:r>
        <w:r w:rsidR="00C54585">
          <w:rPr>
            <w:noProof/>
            <w:webHidden/>
          </w:rPr>
          <w:fldChar w:fldCharType="end"/>
        </w:r>
      </w:hyperlink>
    </w:p>
    <w:p w14:paraId="0CE4DA7B" w14:textId="2978CBD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2" w:history="1">
        <w:r w:rsidR="00C54585" w:rsidRPr="00560E19">
          <w:rPr>
            <w:rStyle w:val="Hipercze"/>
            <w:noProof/>
          </w:rPr>
          <w:t>Tabela 15. Elementy konfiguracji AKC4A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27</w:t>
        </w:r>
        <w:r w:rsidR="00C54585">
          <w:rPr>
            <w:noProof/>
            <w:webHidden/>
          </w:rPr>
          <w:fldChar w:fldCharType="end"/>
        </w:r>
      </w:hyperlink>
    </w:p>
    <w:p w14:paraId="429E5416" w14:textId="0A07BE9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3" w:history="1">
        <w:r w:rsidR="00C54585" w:rsidRPr="00560E19">
          <w:rPr>
            <w:rStyle w:val="Hipercze"/>
            <w:noProof/>
          </w:rPr>
          <w:t>Tabela 16. Elementy konfiguracji AKC4A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27</w:t>
        </w:r>
        <w:r w:rsidR="00C54585">
          <w:rPr>
            <w:noProof/>
            <w:webHidden/>
          </w:rPr>
          <w:fldChar w:fldCharType="end"/>
        </w:r>
      </w:hyperlink>
    </w:p>
    <w:p w14:paraId="4F0C9AB2" w14:textId="1277FB22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4" w:history="1">
        <w:r w:rsidR="00C54585" w:rsidRPr="00560E19">
          <w:rPr>
            <w:rStyle w:val="Hipercze"/>
            <w:rFonts w:cs="Courier New"/>
            <w:noProof/>
          </w:rPr>
          <w:t>Tabela 17. Elementy konfiguracji AKC4A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28</w:t>
        </w:r>
        <w:r w:rsidR="00C54585">
          <w:rPr>
            <w:noProof/>
            <w:webHidden/>
          </w:rPr>
          <w:fldChar w:fldCharType="end"/>
        </w:r>
      </w:hyperlink>
    </w:p>
    <w:p w14:paraId="31977C2D" w14:textId="76C841B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5" w:history="1">
        <w:r w:rsidR="00C54585" w:rsidRPr="00560E19">
          <w:rPr>
            <w:rStyle w:val="Hipercze"/>
            <w:noProof/>
          </w:rPr>
          <w:t>Tabela 18. Elementy konfiguracji AKC4A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28</w:t>
        </w:r>
        <w:r w:rsidR="00C54585">
          <w:rPr>
            <w:noProof/>
            <w:webHidden/>
          </w:rPr>
          <w:fldChar w:fldCharType="end"/>
        </w:r>
      </w:hyperlink>
    </w:p>
    <w:p w14:paraId="1B839833" w14:textId="061642B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6" w:history="1">
        <w:r w:rsidR="00C54585" w:rsidRPr="00560E19">
          <w:rPr>
            <w:rStyle w:val="Hipercze"/>
            <w:noProof/>
          </w:rPr>
          <w:t>Tabela 19.Elementy konfiguracji AKC4A 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28</w:t>
        </w:r>
        <w:r w:rsidR="00C54585">
          <w:rPr>
            <w:noProof/>
            <w:webHidden/>
          </w:rPr>
          <w:fldChar w:fldCharType="end"/>
        </w:r>
      </w:hyperlink>
    </w:p>
    <w:p w14:paraId="2272ABCE" w14:textId="447FD88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7" w:history="1">
        <w:r w:rsidR="00C54585" w:rsidRPr="00560E19">
          <w:rPr>
            <w:rStyle w:val="Hipercze"/>
            <w:noProof/>
          </w:rPr>
          <w:t>Tabela 20.Elementy konfiguracji AKC4A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29</w:t>
        </w:r>
        <w:r w:rsidR="00C54585">
          <w:rPr>
            <w:noProof/>
            <w:webHidden/>
          </w:rPr>
          <w:fldChar w:fldCharType="end"/>
        </w:r>
      </w:hyperlink>
    </w:p>
    <w:p w14:paraId="2435B80F" w14:textId="1956695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8" w:history="1">
        <w:r w:rsidR="00C54585" w:rsidRPr="00560E19">
          <w:rPr>
            <w:rStyle w:val="Hipercze"/>
            <w:noProof/>
          </w:rPr>
          <w:t>Tabela 21.Elementy konfiguracji AKC4A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29</w:t>
        </w:r>
        <w:r w:rsidR="00C54585">
          <w:rPr>
            <w:noProof/>
            <w:webHidden/>
          </w:rPr>
          <w:fldChar w:fldCharType="end"/>
        </w:r>
      </w:hyperlink>
    </w:p>
    <w:p w14:paraId="3BE2D018" w14:textId="11EBF0B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19" w:history="1">
        <w:r w:rsidR="00C54585" w:rsidRPr="00560E19">
          <w:rPr>
            <w:rStyle w:val="Hipercze"/>
            <w:noProof/>
          </w:rPr>
          <w:t xml:space="preserve">Tabela 22.Elementy konfiguracji AKC4A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_Toc181782319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30</w:t>
        </w:r>
        <w:r w:rsidR="00C54585">
          <w:rPr>
            <w:noProof/>
            <w:webHidden/>
          </w:rPr>
          <w:fldChar w:fldCharType="end"/>
        </w:r>
      </w:hyperlink>
    </w:p>
    <w:p w14:paraId="07560EDA" w14:textId="3BC335C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0" w:history="1">
        <w:r w:rsidR="00C54585" w:rsidRPr="00560E19">
          <w:rPr>
            <w:rStyle w:val="Hipercze"/>
            <w:noProof/>
          </w:rPr>
          <w:t>Tabela 23.Reguły obowiązujące dla deklaracji AKC-4A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31</w:t>
        </w:r>
        <w:r w:rsidR="00C54585">
          <w:rPr>
            <w:noProof/>
            <w:webHidden/>
          </w:rPr>
          <w:fldChar w:fldCharType="end"/>
        </w:r>
      </w:hyperlink>
    </w:p>
    <w:p w14:paraId="0B84646A" w14:textId="116DFF8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1" w:history="1">
        <w:r w:rsidR="00C54585" w:rsidRPr="00560E19">
          <w:rPr>
            <w:rStyle w:val="Hipercze"/>
            <w:noProof/>
          </w:rPr>
          <w:t>Tabela 24.Dane ogólne w ramach struktury deklaracji AKC-4B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33</w:t>
        </w:r>
        <w:r w:rsidR="00C54585">
          <w:rPr>
            <w:noProof/>
            <w:webHidden/>
          </w:rPr>
          <w:fldChar w:fldCharType="end"/>
        </w:r>
      </w:hyperlink>
    </w:p>
    <w:p w14:paraId="710CF838" w14:textId="48DBB83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2" w:history="1">
        <w:r w:rsidR="00C54585" w:rsidRPr="00560E19">
          <w:rPr>
            <w:rStyle w:val="Hipercze"/>
            <w:noProof/>
          </w:rPr>
          <w:t>Tabela 25.Elementy konfiguracji AKC4B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33</w:t>
        </w:r>
        <w:r w:rsidR="00C54585">
          <w:rPr>
            <w:noProof/>
            <w:webHidden/>
          </w:rPr>
          <w:fldChar w:fldCharType="end"/>
        </w:r>
      </w:hyperlink>
    </w:p>
    <w:p w14:paraId="199B61A6" w14:textId="1F124E0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3" w:history="1">
        <w:r w:rsidR="00C54585" w:rsidRPr="00560E19">
          <w:rPr>
            <w:rStyle w:val="Hipercze"/>
            <w:noProof/>
          </w:rPr>
          <w:t>Tabela 26.Elementy konfiguracji AKC4B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33</w:t>
        </w:r>
        <w:r w:rsidR="00C54585">
          <w:rPr>
            <w:noProof/>
            <w:webHidden/>
          </w:rPr>
          <w:fldChar w:fldCharType="end"/>
        </w:r>
      </w:hyperlink>
    </w:p>
    <w:p w14:paraId="78FDE6F5" w14:textId="7F78139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4" w:history="1">
        <w:r w:rsidR="00C54585" w:rsidRPr="00560E19">
          <w:rPr>
            <w:rStyle w:val="Hipercze"/>
            <w:noProof/>
          </w:rPr>
          <w:t>Tabela 27,Elementy konfiguracji AKC4B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34</w:t>
        </w:r>
        <w:r w:rsidR="00C54585">
          <w:rPr>
            <w:noProof/>
            <w:webHidden/>
          </w:rPr>
          <w:fldChar w:fldCharType="end"/>
        </w:r>
      </w:hyperlink>
    </w:p>
    <w:p w14:paraId="3F92340C" w14:textId="7035F4F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5" w:history="1">
        <w:r w:rsidR="00C54585" w:rsidRPr="00560E19">
          <w:rPr>
            <w:rStyle w:val="Hipercze"/>
            <w:noProof/>
          </w:rPr>
          <w:t>Tabela 28.Elementy konfiguracji AKC4B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34</w:t>
        </w:r>
        <w:r w:rsidR="00C54585">
          <w:rPr>
            <w:noProof/>
            <w:webHidden/>
          </w:rPr>
          <w:fldChar w:fldCharType="end"/>
        </w:r>
      </w:hyperlink>
    </w:p>
    <w:p w14:paraId="66E391B0" w14:textId="53F6B36B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6" w:history="1">
        <w:r w:rsidR="00C54585" w:rsidRPr="00560E19">
          <w:rPr>
            <w:rStyle w:val="Hipercze"/>
            <w:noProof/>
          </w:rPr>
          <w:t>Tabela 29.Elementy konfiguracji AKC4B 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35</w:t>
        </w:r>
        <w:r w:rsidR="00C54585">
          <w:rPr>
            <w:noProof/>
            <w:webHidden/>
          </w:rPr>
          <w:fldChar w:fldCharType="end"/>
        </w:r>
      </w:hyperlink>
    </w:p>
    <w:p w14:paraId="43590B44" w14:textId="64E1677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7" w:history="1">
        <w:r w:rsidR="00C54585" w:rsidRPr="00560E19">
          <w:rPr>
            <w:rStyle w:val="Hipercze"/>
            <w:noProof/>
          </w:rPr>
          <w:t>Tabela 30.Elementy konfiguracji AKC4B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35</w:t>
        </w:r>
        <w:r w:rsidR="00C54585">
          <w:rPr>
            <w:noProof/>
            <w:webHidden/>
          </w:rPr>
          <w:fldChar w:fldCharType="end"/>
        </w:r>
      </w:hyperlink>
    </w:p>
    <w:p w14:paraId="4A1212FC" w14:textId="2F55AE7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8" w:history="1">
        <w:r w:rsidR="00C54585" w:rsidRPr="00560E19">
          <w:rPr>
            <w:rStyle w:val="Hipercze"/>
            <w:noProof/>
          </w:rPr>
          <w:t>Tabela 31.Elementy konfiguracji AKC4B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36</w:t>
        </w:r>
        <w:r w:rsidR="00C54585">
          <w:rPr>
            <w:noProof/>
            <w:webHidden/>
          </w:rPr>
          <w:fldChar w:fldCharType="end"/>
        </w:r>
      </w:hyperlink>
    </w:p>
    <w:p w14:paraId="326F1AE0" w14:textId="30EFCD4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29" w:history="1">
        <w:r w:rsidR="00C54585" w:rsidRPr="00560E19">
          <w:rPr>
            <w:rStyle w:val="Hipercze"/>
            <w:noProof/>
          </w:rPr>
          <w:t>Tabela 32.Elementy konfiguracji AKC4B 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_Toc181782329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36</w:t>
        </w:r>
        <w:r w:rsidR="00C54585">
          <w:rPr>
            <w:noProof/>
            <w:webHidden/>
          </w:rPr>
          <w:fldChar w:fldCharType="end"/>
        </w:r>
      </w:hyperlink>
    </w:p>
    <w:p w14:paraId="6B66C83B" w14:textId="0F509DF0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0" w:history="1">
        <w:r w:rsidR="00C54585" w:rsidRPr="00560E19">
          <w:rPr>
            <w:rStyle w:val="Hipercze"/>
            <w:noProof/>
          </w:rPr>
          <w:t>Tabela 33.Reguły obowiązujące dla deklaracji AKC-4B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37</w:t>
        </w:r>
        <w:r w:rsidR="00C54585">
          <w:rPr>
            <w:noProof/>
            <w:webHidden/>
          </w:rPr>
          <w:fldChar w:fldCharType="end"/>
        </w:r>
      </w:hyperlink>
    </w:p>
    <w:p w14:paraId="611C7CDD" w14:textId="235B6B7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1" w:history="1">
        <w:r w:rsidR="00C54585" w:rsidRPr="00560E19">
          <w:rPr>
            <w:rStyle w:val="Hipercze"/>
            <w:noProof/>
          </w:rPr>
          <w:t>Tabela 34.Dane ogólne w ramach struktury deklaracji AKC-4C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39</w:t>
        </w:r>
        <w:r w:rsidR="00C54585">
          <w:rPr>
            <w:noProof/>
            <w:webHidden/>
          </w:rPr>
          <w:fldChar w:fldCharType="end"/>
        </w:r>
      </w:hyperlink>
    </w:p>
    <w:p w14:paraId="1CEF06D3" w14:textId="07D8EC6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2" w:history="1">
        <w:r w:rsidR="00C54585" w:rsidRPr="00560E19">
          <w:rPr>
            <w:rStyle w:val="Hipercze"/>
            <w:noProof/>
          </w:rPr>
          <w:t>Tabela 35.Elementy konfiguracji AKC4C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40</w:t>
        </w:r>
        <w:r w:rsidR="00C54585">
          <w:rPr>
            <w:noProof/>
            <w:webHidden/>
          </w:rPr>
          <w:fldChar w:fldCharType="end"/>
        </w:r>
      </w:hyperlink>
    </w:p>
    <w:p w14:paraId="18E58CA5" w14:textId="6B82BB8B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3" w:history="1">
        <w:r w:rsidR="00C54585" w:rsidRPr="00560E19">
          <w:rPr>
            <w:rStyle w:val="Hipercze"/>
            <w:noProof/>
          </w:rPr>
          <w:t>Tabela 36.Elementy konfiguracji AKC4C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40</w:t>
        </w:r>
        <w:r w:rsidR="00C54585">
          <w:rPr>
            <w:noProof/>
            <w:webHidden/>
          </w:rPr>
          <w:fldChar w:fldCharType="end"/>
        </w:r>
      </w:hyperlink>
    </w:p>
    <w:p w14:paraId="39514E10" w14:textId="04467C7B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4" w:history="1">
        <w:r w:rsidR="00C54585" w:rsidRPr="00560E19">
          <w:rPr>
            <w:rStyle w:val="Hipercze"/>
            <w:noProof/>
          </w:rPr>
          <w:t>Tabela 37.Elementy konfiguracji AKC4C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40</w:t>
        </w:r>
        <w:r w:rsidR="00C54585">
          <w:rPr>
            <w:noProof/>
            <w:webHidden/>
          </w:rPr>
          <w:fldChar w:fldCharType="end"/>
        </w:r>
      </w:hyperlink>
    </w:p>
    <w:p w14:paraId="7F2C9785" w14:textId="186585F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5" w:history="1">
        <w:r w:rsidR="00C54585" w:rsidRPr="00560E19">
          <w:rPr>
            <w:rStyle w:val="Hipercze"/>
            <w:noProof/>
          </w:rPr>
          <w:t>Tabela 38.Elementy konfiguracji AKC4C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41</w:t>
        </w:r>
        <w:r w:rsidR="00C54585">
          <w:rPr>
            <w:noProof/>
            <w:webHidden/>
          </w:rPr>
          <w:fldChar w:fldCharType="end"/>
        </w:r>
      </w:hyperlink>
    </w:p>
    <w:p w14:paraId="6CBDD61B" w14:textId="5B70BF3B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6" w:history="1">
        <w:r w:rsidR="00C54585" w:rsidRPr="00560E19">
          <w:rPr>
            <w:rStyle w:val="Hipercze"/>
            <w:noProof/>
          </w:rPr>
          <w:t xml:space="preserve">Tabela 39.Elementy konfiguracji AKC4C </w:t>
        </w:r>
        <w:r w:rsidR="00C54585" w:rsidRPr="00560E19">
          <w:rPr>
            <w:rStyle w:val="Hipercze"/>
            <w:noProof/>
            <w:lang w:val="en-GB"/>
          </w:rPr>
          <w:t>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41</w:t>
        </w:r>
        <w:r w:rsidR="00C54585">
          <w:rPr>
            <w:noProof/>
            <w:webHidden/>
          </w:rPr>
          <w:fldChar w:fldCharType="end"/>
        </w:r>
      </w:hyperlink>
    </w:p>
    <w:p w14:paraId="49CBAF56" w14:textId="3006F22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7" w:history="1">
        <w:r w:rsidR="00C54585" w:rsidRPr="00560E19">
          <w:rPr>
            <w:rStyle w:val="Hipercze"/>
            <w:noProof/>
          </w:rPr>
          <w:t>Tabela 40.Elementy konfiguracji AKC4C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41</w:t>
        </w:r>
        <w:r w:rsidR="00C54585">
          <w:rPr>
            <w:noProof/>
            <w:webHidden/>
          </w:rPr>
          <w:fldChar w:fldCharType="end"/>
        </w:r>
      </w:hyperlink>
    </w:p>
    <w:p w14:paraId="261254E1" w14:textId="01ACFE0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8" w:history="1">
        <w:r w:rsidR="00C54585" w:rsidRPr="00560E19">
          <w:rPr>
            <w:rStyle w:val="Hipercze"/>
            <w:noProof/>
          </w:rPr>
          <w:t>Tabela 41.Elementy konfiguracji AKC4C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42</w:t>
        </w:r>
        <w:r w:rsidR="00C54585">
          <w:rPr>
            <w:noProof/>
            <w:webHidden/>
          </w:rPr>
          <w:fldChar w:fldCharType="end"/>
        </w:r>
      </w:hyperlink>
    </w:p>
    <w:p w14:paraId="284EFF07" w14:textId="4E37FA5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39" w:history="1">
        <w:r w:rsidR="00C54585" w:rsidRPr="00560E19">
          <w:rPr>
            <w:rStyle w:val="Hipercze"/>
            <w:noProof/>
          </w:rPr>
          <w:t xml:space="preserve">Tabela 42.Elementy konfiguracji AKC4C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_Toc181782339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43</w:t>
        </w:r>
        <w:r w:rsidR="00C54585">
          <w:rPr>
            <w:noProof/>
            <w:webHidden/>
          </w:rPr>
          <w:fldChar w:fldCharType="end"/>
        </w:r>
      </w:hyperlink>
    </w:p>
    <w:p w14:paraId="799A675D" w14:textId="5357D81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0" w:history="1">
        <w:r w:rsidR="00C54585" w:rsidRPr="00560E19">
          <w:rPr>
            <w:rStyle w:val="Hipercze"/>
            <w:noProof/>
          </w:rPr>
          <w:t>Tabela 43.Reguły obowiązujące dla deklaracji AKC-4C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43</w:t>
        </w:r>
        <w:r w:rsidR="00C54585">
          <w:rPr>
            <w:noProof/>
            <w:webHidden/>
          </w:rPr>
          <w:fldChar w:fldCharType="end"/>
        </w:r>
      </w:hyperlink>
    </w:p>
    <w:p w14:paraId="337C40FD" w14:textId="62AF050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1" w:history="1">
        <w:r w:rsidR="00C54585" w:rsidRPr="00560E19">
          <w:rPr>
            <w:rStyle w:val="Hipercze"/>
            <w:noProof/>
          </w:rPr>
          <w:t>Tabela 44.Dane ogólne w ramach struktury deklaracji AKC-4D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45</w:t>
        </w:r>
        <w:r w:rsidR="00C54585">
          <w:rPr>
            <w:noProof/>
            <w:webHidden/>
          </w:rPr>
          <w:fldChar w:fldCharType="end"/>
        </w:r>
      </w:hyperlink>
    </w:p>
    <w:p w14:paraId="40D5FA75" w14:textId="15B455B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2" w:history="1">
        <w:r w:rsidR="00C54585" w:rsidRPr="00560E19">
          <w:rPr>
            <w:rStyle w:val="Hipercze"/>
            <w:noProof/>
          </w:rPr>
          <w:t>Tabela 45.Struktura danych deklaracji AKC-4D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45</w:t>
        </w:r>
        <w:r w:rsidR="00C54585">
          <w:rPr>
            <w:noProof/>
            <w:webHidden/>
          </w:rPr>
          <w:fldChar w:fldCharType="end"/>
        </w:r>
      </w:hyperlink>
    </w:p>
    <w:p w14:paraId="6BF63E75" w14:textId="5F2E7B5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3" w:history="1">
        <w:r w:rsidR="00C54585" w:rsidRPr="00560E19">
          <w:rPr>
            <w:rStyle w:val="Hipercze"/>
            <w:noProof/>
          </w:rPr>
          <w:t>Tabela 46.Elementy konfiguracji AKC-4D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46</w:t>
        </w:r>
        <w:r w:rsidR="00C54585">
          <w:rPr>
            <w:noProof/>
            <w:webHidden/>
          </w:rPr>
          <w:fldChar w:fldCharType="end"/>
        </w:r>
      </w:hyperlink>
    </w:p>
    <w:p w14:paraId="60C6F42E" w14:textId="15EA4C6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4" w:history="1">
        <w:r w:rsidR="00C54585" w:rsidRPr="00560E19">
          <w:rPr>
            <w:rStyle w:val="Hipercze"/>
            <w:noProof/>
          </w:rPr>
          <w:t>Tabela 47.Elementy konfiguracji AKC-4D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46</w:t>
        </w:r>
        <w:r w:rsidR="00C54585">
          <w:rPr>
            <w:noProof/>
            <w:webHidden/>
          </w:rPr>
          <w:fldChar w:fldCharType="end"/>
        </w:r>
      </w:hyperlink>
    </w:p>
    <w:p w14:paraId="4B927548" w14:textId="59572CB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5" w:history="1">
        <w:r w:rsidR="00C54585" w:rsidRPr="00560E19">
          <w:rPr>
            <w:rStyle w:val="Hipercze"/>
            <w:noProof/>
          </w:rPr>
          <w:t>Tabela 48.Elementy konfiguracji AKC-4D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46</w:t>
        </w:r>
        <w:r w:rsidR="00C54585">
          <w:rPr>
            <w:noProof/>
            <w:webHidden/>
          </w:rPr>
          <w:fldChar w:fldCharType="end"/>
        </w:r>
      </w:hyperlink>
    </w:p>
    <w:p w14:paraId="4CAA2C90" w14:textId="376C38E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6" w:history="1">
        <w:r w:rsidR="00C54585" w:rsidRPr="00560E19">
          <w:rPr>
            <w:rStyle w:val="Hipercze"/>
            <w:noProof/>
          </w:rPr>
          <w:t>Tabela 49.Elementy konfiguracji AKC-4D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47</w:t>
        </w:r>
        <w:r w:rsidR="00C54585">
          <w:rPr>
            <w:noProof/>
            <w:webHidden/>
          </w:rPr>
          <w:fldChar w:fldCharType="end"/>
        </w:r>
      </w:hyperlink>
    </w:p>
    <w:p w14:paraId="377C6F3F" w14:textId="7D25ECA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7" w:history="1">
        <w:r w:rsidR="00C54585" w:rsidRPr="00560E19">
          <w:rPr>
            <w:rStyle w:val="Hipercze"/>
            <w:noProof/>
          </w:rPr>
          <w:t xml:space="preserve">Tabela 50.Elementy konfiguracji AKC-4D </w:t>
        </w:r>
        <w:r w:rsidR="00C54585" w:rsidRPr="00560E19">
          <w:rPr>
            <w:rStyle w:val="Hipercze"/>
            <w:noProof/>
            <w:lang w:val="en-GB"/>
          </w:rPr>
          <w:t>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47</w:t>
        </w:r>
        <w:r w:rsidR="00C54585">
          <w:rPr>
            <w:noProof/>
            <w:webHidden/>
          </w:rPr>
          <w:fldChar w:fldCharType="end"/>
        </w:r>
      </w:hyperlink>
    </w:p>
    <w:p w14:paraId="3BC4A30C" w14:textId="0D78E200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8" w:history="1">
        <w:r w:rsidR="00C54585" w:rsidRPr="00560E19">
          <w:rPr>
            <w:rStyle w:val="Hipercze"/>
            <w:noProof/>
          </w:rPr>
          <w:t>Tabela 51.Elementy konfiguracji AKC-4D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48</w:t>
        </w:r>
        <w:r w:rsidR="00C54585">
          <w:rPr>
            <w:noProof/>
            <w:webHidden/>
          </w:rPr>
          <w:fldChar w:fldCharType="end"/>
        </w:r>
      </w:hyperlink>
    </w:p>
    <w:p w14:paraId="01AFD110" w14:textId="0044D94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49" w:history="1">
        <w:r w:rsidR="00C54585" w:rsidRPr="00560E19">
          <w:rPr>
            <w:rStyle w:val="Hipercze"/>
            <w:noProof/>
          </w:rPr>
          <w:t>Tabela 52.Elementy konfiguracji AKC-4D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_Toc181782349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48</w:t>
        </w:r>
        <w:r w:rsidR="00C54585">
          <w:rPr>
            <w:noProof/>
            <w:webHidden/>
          </w:rPr>
          <w:fldChar w:fldCharType="end"/>
        </w:r>
      </w:hyperlink>
    </w:p>
    <w:p w14:paraId="50F41426" w14:textId="3FACF3D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0" w:history="1">
        <w:r w:rsidR="00C54585" w:rsidRPr="00560E19">
          <w:rPr>
            <w:rStyle w:val="Hipercze"/>
            <w:noProof/>
          </w:rPr>
          <w:t xml:space="preserve">Tabela 53.Elementy konfiguracji AKC-4D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49</w:t>
        </w:r>
        <w:r w:rsidR="00C54585">
          <w:rPr>
            <w:noProof/>
            <w:webHidden/>
          </w:rPr>
          <w:fldChar w:fldCharType="end"/>
        </w:r>
      </w:hyperlink>
    </w:p>
    <w:p w14:paraId="3EB5DEA2" w14:textId="75B1B41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1" w:history="1">
        <w:r w:rsidR="00C54585" w:rsidRPr="00560E19">
          <w:rPr>
            <w:rStyle w:val="Hipercze"/>
            <w:noProof/>
          </w:rPr>
          <w:t>Tabela 54.Reguły obowiązujące dla deklaracji AKC-4D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49</w:t>
        </w:r>
        <w:r w:rsidR="00C54585">
          <w:rPr>
            <w:noProof/>
            <w:webHidden/>
          </w:rPr>
          <w:fldChar w:fldCharType="end"/>
        </w:r>
      </w:hyperlink>
    </w:p>
    <w:p w14:paraId="622ABBC0" w14:textId="3CD8DB0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2" w:history="1">
        <w:r w:rsidR="00C54585" w:rsidRPr="00560E19">
          <w:rPr>
            <w:rStyle w:val="Hipercze"/>
            <w:noProof/>
          </w:rPr>
          <w:t>Tabela 55.Dane ogólne w ramach struktury deklaracji AKC-4E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51</w:t>
        </w:r>
        <w:r w:rsidR="00C54585">
          <w:rPr>
            <w:noProof/>
            <w:webHidden/>
          </w:rPr>
          <w:fldChar w:fldCharType="end"/>
        </w:r>
      </w:hyperlink>
    </w:p>
    <w:p w14:paraId="1C7198DB" w14:textId="658974A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3" w:history="1">
        <w:r w:rsidR="00C54585" w:rsidRPr="00560E19">
          <w:rPr>
            <w:rStyle w:val="Hipercze"/>
            <w:noProof/>
          </w:rPr>
          <w:t>Tabela 56.Elementy konfiguracji AKC-4E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52</w:t>
        </w:r>
        <w:r w:rsidR="00C54585">
          <w:rPr>
            <w:noProof/>
            <w:webHidden/>
          </w:rPr>
          <w:fldChar w:fldCharType="end"/>
        </w:r>
      </w:hyperlink>
    </w:p>
    <w:p w14:paraId="4D01D6CF" w14:textId="3ECEA3C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4" w:history="1">
        <w:r w:rsidR="00C54585" w:rsidRPr="00560E19">
          <w:rPr>
            <w:rStyle w:val="Hipercze"/>
            <w:noProof/>
          </w:rPr>
          <w:t>Tabela 57.Elementy konfiguracji AKC-4E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52</w:t>
        </w:r>
        <w:r w:rsidR="00C54585">
          <w:rPr>
            <w:noProof/>
            <w:webHidden/>
          </w:rPr>
          <w:fldChar w:fldCharType="end"/>
        </w:r>
      </w:hyperlink>
    </w:p>
    <w:p w14:paraId="5A9AA774" w14:textId="51D2BF8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5" w:history="1">
        <w:r w:rsidR="00C54585" w:rsidRPr="00560E19">
          <w:rPr>
            <w:rStyle w:val="Hipercze"/>
            <w:noProof/>
          </w:rPr>
          <w:t xml:space="preserve">Tabela 58.Elementy konfiguracji AKC-4E </w:t>
        </w:r>
        <w:r w:rsidR="00C54585" w:rsidRPr="00560E19">
          <w:rPr>
            <w:rStyle w:val="Hipercze"/>
            <w:noProof/>
            <w:lang w:val="en-GB"/>
          </w:rPr>
          <w:t>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52</w:t>
        </w:r>
        <w:r w:rsidR="00C54585">
          <w:rPr>
            <w:noProof/>
            <w:webHidden/>
          </w:rPr>
          <w:fldChar w:fldCharType="end"/>
        </w:r>
      </w:hyperlink>
    </w:p>
    <w:p w14:paraId="7A16E853" w14:textId="1B479BB2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6" w:history="1">
        <w:r w:rsidR="00C54585" w:rsidRPr="00560E19">
          <w:rPr>
            <w:rStyle w:val="Hipercze"/>
            <w:noProof/>
          </w:rPr>
          <w:t>Tabela 59.Elementy konfiguracji AKC-4E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52</w:t>
        </w:r>
        <w:r w:rsidR="00C54585">
          <w:rPr>
            <w:noProof/>
            <w:webHidden/>
          </w:rPr>
          <w:fldChar w:fldCharType="end"/>
        </w:r>
      </w:hyperlink>
    </w:p>
    <w:p w14:paraId="5BDBBA87" w14:textId="42F7828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7" w:history="1">
        <w:r w:rsidR="00C54585" w:rsidRPr="00560E19">
          <w:rPr>
            <w:rStyle w:val="Hipercze"/>
            <w:noProof/>
          </w:rPr>
          <w:t>Tabela 60.Elementy konfiguracji AKC-4E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53</w:t>
        </w:r>
        <w:r w:rsidR="00C54585">
          <w:rPr>
            <w:noProof/>
            <w:webHidden/>
          </w:rPr>
          <w:fldChar w:fldCharType="end"/>
        </w:r>
      </w:hyperlink>
    </w:p>
    <w:p w14:paraId="178FA8FC" w14:textId="078640F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8" w:history="1">
        <w:r w:rsidR="00C54585" w:rsidRPr="00560E19">
          <w:rPr>
            <w:rStyle w:val="Hipercze"/>
            <w:noProof/>
          </w:rPr>
          <w:t>Tabela 61.Reguły obowiązujące dla deklaracji AKC-4E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54</w:t>
        </w:r>
        <w:r w:rsidR="00C54585">
          <w:rPr>
            <w:noProof/>
            <w:webHidden/>
          </w:rPr>
          <w:fldChar w:fldCharType="end"/>
        </w:r>
      </w:hyperlink>
    </w:p>
    <w:p w14:paraId="7D527A26" w14:textId="00EC9712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59" w:history="1">
        <w:r w:rsidR="00C54585" w:rsidRPr="00560E19">
          <w:rPr>
            <w:rStyle w:val="Hipercze"/>
            <w:noProof/>
          </w:rPr>
          <w:t>Tabela 62.Dane ogólne w ramach struktury deklaracji AKC-4F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_Toc181782359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55</w:t>
        </w:r>
        <w:r w:rsidR="00C54585">
          <w:rPr>
            <w:noProof/>
            <w:webHidden/>
          </w:rPr>
          <w:fldChar w:fldCharType="end"/>
        </w:r>
      </w:hyperlink>
    </w:p>
    <w:p w14:paraId="60250342" w14:textId="5FC8A88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0" w:history="1">
        <w:r w:rsidR="00C54585" w:rsidRPr="00560E19">
          <w:rPr>
            <w:rStyle w:val="Hipercze"/>
            <w:noProof/>
          </w:rPr>
          <w:t>Tabela 63.Elementy konfiguracji AKC-4F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55</w:t>
        </w:r>
        <w:r w:rsidR="00C54585">
          <w:rPr>
            <w:noProof/>
            <w:webHidden/>
          </w:rPr>
          <w:fldChar w:fldCharType="end"/>
        </w:r>
      </w:hyperlink>
    </w:p>
    <w:p w14:paraId="06FAD3C5" w14:textId="333E0B1C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1" w:history="1">
        <w:r w:rsidR="00C54585" w:rsidRPr="00560E19">
          <w:rPr>
            <w:rStyle w:val="Hipercze"/>
            <w:noProof/>
          </w:rPr>
          <w:t>Tabela 64.Elementy konfiguracji AKC-4F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55</w:t>
        </w:r>
        <w:r w:rsidR="00C54585">
          <w:rPr>
            <w:noProof/>
            <w:webHidden/>
          </w:rPr>
          <w:fldChar w:fldCharType="end"/>
        </w:r>
      </w:hyperlink>
    </w:p>
    <w:p w14:paraId="5F9AE968" w14:textId="64B80EE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2" w:history="1">
        <w:r w:rsidR="00C54585" w:rsidRPr="00560E19">
          <w:rPr>
            <w:rStyle w:val="Hipercze"/>
            <w:noProof/>
          </w:rPr>
          <w:t>Tabela 65.Elementy konfiguracji AKC-4F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56</w:t>
        </w:r>
        <w:r w:rsidR="00C54585">
          <w:rPr>
            <w:noProof/>
            <w:webHidden/>
          </w:rPr>
          <w:fldChar w:fldCharType="end"/>
        </w:r>
      </w:hyperlink>
    </w:p>
    <w:p w14:paraId="54F92780" w14:textId="0F77F2F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3" w:history="1">
        <w:r w:rsidR="00C54585" w:rsidRPr="00560E19">
          <w:rPr>
            <w:rStyle w:val="Hipercze"/>
            <w:noProof/>
          </w:rPr>
          <w:t xml:space="preserve">Tabela 66.Elementy konfiguracji AKC-4F </w:t>
        </w:r>
        <w:r w:rsidR="00C54585" w:rsidRPr="00560E19">
          <w:rPr>
            <w:rStyle w:val="Hipercze"/>
            <w:noProof/>
            <w:lang w:val="en-GB"/>
          </w:rPr>
          <w:t>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56</w:t>
        </w:r>
        <w:r w:rsidR="00C54585">
          <w:rPr>
            <w:noProof/>
            <w:webHidden/>
          </w:rPr>
          <w:fldChar w:fldCharType="end"/>
        </w:r>
      </w:hyperlink>
    </w:p>
    <w:p w14:paraId="756D48D7" w14:textId="1A9C6BB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4" w:history="1">
        <w:r w:rsidR="00C54585" w:rsidRPr="00560E19">
          <w:rPr>
            <w:rStyle w:val="Hipercze"/>
            <w:noProof/>
          </w:rPr>
          <w:t>Tabela 67.Elementy konfiguracji AKC-4F 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57</w:t>
        </w:r>
        <w:r w:rsidR="00C54585">
          <w:rPr>
            <w:noProof/>
            <w:webHidden/>
          </w:rPr>
          <w:fldChar w:fldCharType="end"/>
        </w:r>
      </w:hyperlink>
    </w:p>
    <w:p w14:paraId="7C905D28" w14:textId="41FA726E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5" w:history="1">
        <w:r w:rsidR="00C54585" w:rsidRPr="00560E19">
          <w:rPr>
            <w:rStyle w:val="Hipercze"/>
            <w:noProof/>
          </w:rPr>
          <w:t>Tabela 68.Elementy konfiguracji AKC-4F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57</w:t>
        </w:r>
        <w:r w:rsidR="00C54585">
          <w:rPr>
            <w:noProof/>
            <w:webHidden/>
          </w:rPr>
          <w:fldChar w:fldCharType="end"/>
        </w:r>
      </w:hyperlink>
    </w:p>
    <w:p w14:paraId="4952CDE1" w14:textId="227A549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6" w:history="1">
        <w:r w:rsidR="00C54585" w:rsidRPr="00560E19">
          <w:rPr>
            <w:rStyle w:val="Hipercze"/>
            <w:noProof/>
          </w:rPr>
          <w:t>Tabela 69.Elementy konfiguracji AKC-4F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58</w:t>
        </w:r>
        <w:r w:rsidR="00C54585">
          <w:rPr>
            <w:noProof/>
            <w:webHidden/>
          </w:rPr>
          <w:fldChar w:fldCharType="end"/>
        </w:r>
      </w:hyperlink>
    </w:p>
    <w:p w14:paraId="08B0FE71" w14:textId="20FFDEE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7" w:history="1">
        <w:r w:rsidR="00C54585" w:rsidRPr="00560E19">
          <w:rPr>
            <w:rStyle w:val="Hipercze"/>
            <w:noProof/>
          </w:rPr>
          <w:t>Tabela 70.Elementy konfiguracji AKC-4F 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59</w:t>
        </w:r>
        <w:r w:rsidR="00C54585">
          <w:rPr>
            <w:noProof/>
            <w:webHidden/>
          </w:rPr>
          <w:fldChar w:fldCharType="end"/>
        </w:r>
      </w:hyperlink>
    </w:p>
    <w:p w14:paraId="091DF664" w14:textId="5661209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8" w:history="1">
        <w:r w:rsidR="00C54585" w:rsidRPr="00560E19">
          <w:rPr>
            <w:rStyle w:val="Hipercze"/>
            <w:noProof/>
          </w:rPr>
          <w:t>Tabela 71.Reguły obowiązujące dla deklaracji AKC-4F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59</w:t>
        </w:r>
        <w:r w:rsidR="00C54585">
          <w:rPr>
            <w:noProof/>
            <w:webHidden/>
          </w:rPr>
          <w:fldChar w:fldCharType="end"/>
        </w:r>
      </w:hyperlink>
    </w:p>
    <w:p w14:paraId="5D821CCA" w14:textId="1772A0B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69" w:history="1">
        <w:r w:rsidR="00C54585" w:rsidRPr="00560E19">
          <w:rPr>
            <w:rStyle w:val="Hipercze"/>
            <w:noProof/>
          </w:rPr>
          <w:t>Tabela 72.Dane ogólne w ramach struktury deklaracji AKC-4H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_Toc181782369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61</w:t>
        </w:r>
        <w:r w:rsidR="00C54585">
          <w:rPr>
            <w:noProof/>
            <w:webHidden/>
          </w:rPr>
          <w:fldChar w:fldCharType="end"/>
        </w:r>
      </w:hyperlink>
    </w:p>
    <w:p w14:paraId="63974FA4" w14:textId="0D1DF67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0" w:history="1">
        <w:r w:rsidR="00C54585" w:rsidRPr="00560E19">
          <w:rPr>
            <w:rStyle w:val="Hipercze"/>
            <w:noProof/>
          </w:rPr>
          <w:t>Tabela 73.Elementy konfiguracji AKC-4H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62</w:t>
        </w:r>
        <w:r w:rsidR="00C54585">
          <w:rPr>
            <w:noProof/>
            <w:webHidden/>
          </w:rPr>
          <w:fldChar w:fldCharType="end"/>
        </w:r>
      </w:hyperlink>
    </w:p>
    <w:p w14:paraId="3ED733C0" w14:textId="0D1332CC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1" w:history="1">
        <w:r w:rsidR="00C54585" w:rsidRPr="00560E19">
          <w:rPr>
            <w:rStyle w:val="Hipercze"/>
            <w:noProof/>
          </w:rPr>
          <w:t>Tabela 74.Elementy konfiguracji AKC-4H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62</w:t>
        </w:r>
        <w:r w:rsidR="00C54585">
          <w:rPr>
            <w:noProof/>
            <w:webHidden/>
          </w:rPr>
          <w:fldChar w:fldCharType="end"/>
        </w:r>
      </w:hyperlink>
    </w:p>
    <w:p w14:paraId="60E9192D" w14:textId="2C6C4C8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2" w:history="1">
        <w:r w:rsidR="00C54585" w:rsidRPr="00560E19">
          <w:rPr>
            <w:rStyle w:val="Hipercze"/>
            <w:noProof/>
          </w:rPr>
          <w:t>Tabela 75.Elementy konfiguracji AKC-4H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62</w:t>
        </w:r>
        <w:r w:rsidR="00C54585">
          <w:rPr>
            <w:noProof/>
            <w:webHidden/>
          </w:rPr>
          <w:fldChar w:fldCharType="end"/>
        </w:r>
      </w:hyperlink>
    </w:p>
    <w:p w14:paraId="6977B7AD" w14:textId="12326B4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3" w:history="1">
        <w:r w:rsidR="00C54585" w:rsidRPr="00560E19">
          <w:rPr>
            <w:rStyle w:val="Hipercze"/>
            <w:noProof/>
          </w:rPr>
          <w:t>Tabela 76.Elementy konfiguracji AKC-4H CalculOfAmountOfExciseDutyType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63</w:t>
        </w:r>
        <w:r w:rsidR="00C54585">
          <w:rPr>
            <w:noProof/>
            <w:webHidden/>
          </w:rPr>
          <w:fldChar w:fldCharType="end"/>
        </w:r>
      </w:hyperlink>
    </w:p>
    <w:p w14:paraId="30CE4A01" w14:textId="5DB19330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4" w:history="1">
        <w:r w:rsidR="00C54585" w:rsidRPr="00560E19">
          <w:rPr>
            <w:rStyle w:val="Hipercze"/>
            <w:noProof/>
          </w:rPr>
          <w:t>Tabela 77.Elementy konfiguracji AKC-4H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63</w:t>
        </w:r>
        <w:r w:rsidR="00C54585">
          <w:rPr>
            <w:noProof/>
            <w:webHidden/>
          </w:rPr>
          <w:fldChar w:fldCharType="end"/>
        </w:r>
      </w:hyperlink>
    </w:p>
    <w:p w14:paraId="74F9E040" w14:textId="4455280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5" w:history="1">
        <w:r w:rsidR="00C54585" w:rsidRPr="00560E19">
          <w:rPr>
            <w:rStyle w:val="Hipercze"/>
            <w:noProof/>
          </w:rPr>
          <w:t>Tabela 78.Elementy konfiguracji AKC-4H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64</w:t>
        </w:r>
        <w:r w:rsidR="00C54585">
          <w:rPr>
            <w:noProof/>
            <w:webHidden/>
          </w:rPr>
          <w:fldChar w:fldCharType="end"/>
        </w:r>
      </w:hyperlink>
    </w:p>
    <w:p w14:paraId="311CF9ED" w14:textId="72B91F9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6" w:history="1">
        <w:r w:rsidR="00C54585" w:rsidRPr="00560E19">
          <w:rPr>
            <w:rStyle w:val="Hipercze"/>
            <w:noProof/>
          </w:rPr>
          <w:t>Tabela 79.Reguły obowiązujące dla deklaracji AKC-4H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64</w:t>
        </w:r>
        <w:r w:rsidR="00C54585">
          <w:rPr>
            <w:noProof/>
            <w:webHidden/>
          </w:rPr>
          <w:fldChar w:fldCharType="end"/>
        </w:r>
      </w:hyperlink>
    </w:p>
    <w:p w14:paraId="3FACCA8C" w14:textId="1E196C7C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7" w:history="1">
        <w:r w:rsidR="00C54585" w:rsidRPr="00560E19">
          <w:rPr>
            <w:rStyle w:val="Hipercze"/>
            <w:noProof/>
          </w:rPr>
          <w:t>Tabela 80.Dane ogólne w ramach struktury deklaracji AKC-4I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66</w:t>
        </w:r>
        <w:r w:rsidR="00C54585">
          <w:rPr>
            <w:noProof/>
            <w:webHidden/>
          </w:rPr>
          <w:fldChar w:fldCharType="end"/>
        </w:r>
      </w:hyperlink>
    </w:p>
    <w:p w14:paraId="62E32158" w14:textId="78B2A02C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8" w:history="1">
        <w:r w:rsidR="00C54585" w:rsidRPr="00560E19">
          <w:rPr>
            <w:rStyle w:val="Hipercze"/>
            <w:noProof/>
          </w:rPr>
          <w:t>Tabela 81.Elementy konfiguracji AKC-4I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66</w:t>
        </w:r>
        <w:r w:rsidR="00C54585">
          <w:rPr>
            <w:noProof/>
            <w:webHidden/>
          </w:rPr>
          <w:fldChar w:fldCharType="end"/>
        </w:r>
      </w:hyperlink>
    </w:p>
    <w:p w14:paraId="3E83078F" w14:textId="39463C8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79" w:history="1">
        <w:r w:rsidR="00C54585" w:rsidRPr="00560E19">
          <w:rPr>
            <w:rStyle w:val="Hipercze"/>
            <w:noProof/>
          </w:rPr>
          <w:t>Tabela 82.Elementy konfiguracji AKC-4I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_Toc181782379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66</w:t>
        </w:r>
        <w:r w:rsidR="00C54585">
          <w:rPr>
            <w:noProof/>
            <w:webHidden/>
          </w:rPr>
          <w:fldChar w:fldCharType="end"/>
        </w:r>
      </w:hyperlink>
    </w:p>
    <w:p w14:paraId="43C5C394" w14:textId="7F2B56D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0" w:history="1">
        <w:r w:rsidR="00C54585" w:rsidRPr="00560E19">
          <w:rPr>
            <w:rStyle w:val="Hipercze"/>
            <w:noProof/>
          </w:rPr>
          <w:t>Tabela 83.Elementy konfiguracji AKC-4I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67</w:t>
        </w:r>
        <w:r w:rsidR="00C54585">
          <w:rPr>
            <w:noProof/>
            <w:webHidden/>
          </w:rPr>
          <w:fldChar w:fldCharType="end"/>
        </w:r>
      </w:hyperlink>
    </w:p>
    <w:p w14:paraId="14ECDB50" w14:textId="0FC031B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1" w:history="1">
        <w:r w:rsidR="00C54585" w:rsidRPr="00560E19">
          <w:rPr>
            <w:rStyle w:val="Hipercze"/>
            <w:noProof/>
          </w:rPr>
          <w:t>Tabela 84.Elementy konfiguracji AKC-4I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67</w:t>
        </w:r>
        <w:r w:rsidR="00C54585">
          <w:rPr>
            <w:noProof/>
            <w:webHidden/>
          </w:rPr>
          <w:fldChar w:fldCharType="end"/>
        </w:r>
      </w:hyperlink>
    </w:p>
    <w:p w14:paraId="5DA637AB" w14:textId="199045F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2" w:history="1">
        <w:r w:rsidR="00C54585" w:rsidRPr="00560E19">
          <w:rPr>
            <w:rStyle w:val="Hipercze"/>
            <w:noProof/>
          </w:rPr>
          <w:t>Tabela 85.Elementy konfiguracji AKC-4I 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68</w:t>
        </w:r>
        <w:r w:rsidR="00C54585">
          <w:rPr>
            <w:noProof/>
            <w:webHidden/>
          </w:rPr>
          <w:fldChar w:fldCharType="end"/>
        </w:r>
      </w:hyperlink>
    </w:p>
    <w:p w14:paraId="4CB29062" w14:textId="7770925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3" w:history="1">
        <w:r w:rsidR="00C54585" w:rsidRPr="00560E19">
          <w:rPr>
            <w:rStyle w:val="Hipercze"/>
            <w:noProof/>
          </w:rPr>
          <w:t>Tabela 86.Elementy konfiguracji AKC-4I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68</w:t>
        </w:r>
        <w:r w:rsidR="00C54585">
          <w:rPr>
            <w:noProof/>
            <w:webHidden/>
          </w:rPr>
          <w:fldChar w:fldCharType="end"/>
        </w:r>
      </w:hyperlink>
    </w:p>
    <w:p w14:paraId="7959E3B4" w14:textId="1E33485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4" w:history="1">
        <w:r w:rsidR="00C54585" w:rsidRPr="00560E19">
          <w:rPr>
            <w:rStyle w:val="Hipercze"/>
            <w:noProof/>
          </w:rPr>
          <w:t>Tabela 87.Elementy konfiguracji AKC-4I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69</w:t>
        </w:r>
        <w:r w:rsidR="00C54585">
          <w:rPr>
            <w:noProof/>
            <w:webHidden/>
          </w:rPr>
          <w:fldChar w:fldCharType="end"/>
        </w:r>
      </w:hyperlink>
    </w:p>
    <w:p w14:paraId="08816402" w14:textId="2934AC1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5" w:history="1">
        <w:r w:rsidR="00C54585" w:rsidRPr="00560E19">
          <w:rPr>
            <w:rStyle w:val="Hipercze"/>
            <w:noProof/>
          </w:rPr>
          <w:t xml:space="preserve">Tabela 88.Elementy konfiguracji AKC-4I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70</w:t>
        </w:r>
        <w:r w:rsidR="00C54585">
          <w:rPr>
            <w:noProof/>
            <w:webHidden/>
          </w:rPr>
          <w:fldChar w:fldCharType="end"/>
        </w:r>
      </w:hyperlink>
    </w:p>
    <w:p w14:paraId="66E65EB1" w14:textId="76341CB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6" w:history="1">
        <w:r w:rsidR="00C54585" w:rsidRPr="00560E19">
          <w:rPr>
            <w:rStyle w:val="Hipercze"/>
            <w:noProof/>
          </w:rPr>
          <w:t>Tabela 89.Reguły obowiązujące dla deklaracji AKC-4I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70</w:t>
        </w:r>
        <w:r w:rsidR="00C54585">
          <w:rPr>
            <w:noProof/>
            <w:webHidden/>
          </w:rPr>
          <w:fldChar w:fldCharType="end"/>
        </w:r>
      </w:hyperlink>
    </w:p>
    <w:p w14:paraId="2ECB8E75" w14:textId="7E40859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7" w:history="1">
        <w:r w:rsidR="00C54585" w:rsidRPr="00560E19">
          <w:rPr>
            <w:rStyle w:val="Hipercze"/>
            <w:noProof/>
          </w:rPr>
          <w:t>Tabela 90.Dane ogólne w ramach struktury deklaracji AKC-4J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72</w:t>
        </w:r>
        <w:r w:rsidR="00C54585">
          <w:rPr>
            <w:noProof/>
            <w:webHidden/>
          </w:rPr>
          <w:fldChar w:fldCharType="end"/>
        </w:r>
      </w:hyperlink>
    </w:p>
    <w:p w14:paraId="5224F665" w14:textId="1D37750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8" w:history="1">
        <w:r w:rsidR="00C54585" w:rsidRPr="00560E19">
          <w:rPr>
            <w:rStyle w:val="Hipercze"/>
            <w:noProof/>
          </w:rPr>
          <w:t>Tabela 91.Elementy konfiguracji AKC-4J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73</w:t>
        </w:r>
        <w:r w:rsidR="00C54585">
          <w:rPr>
            <w:noProof/>
            <w:webHidden/>
          </w:rPr>
          <w:fldChar w:fldCharType="end"/>
        </w:r>
      </w:hyperlink>
    </w:p>
    <w:p w14:paraId="6F0D5D00" w14:textId="6B3434E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89" w:history="1">
        <w:r w:rsidR="00C54585" w:rsidRPr="00560E19">
          <w:rPr>
            <w:rStyle w:val="Hipercze"/>
            <w:noProof/>
          </w:rPr>
          <w:t>Tabela 92.Elementy konfiguracji AKC-4J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_Toc181782389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73</w:t>
        </w:r>
        <w:r w:rsidR="00C54585">
          <w:rPr>
            <w:noProof/>
            <w:webHidden/>
          </w:rPr>
          <w:fldChar w:fldCharType="end"/>
        </w:r>
      </w:hyperlink>
    </w:p>
    <w:p w14:paraId="6EB5C0CF" w14:textId="75A5575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0" w:history="1">
        <w:r w:rsidR="00C54585" w:rsidRPr="00560E19">
          <w:rPr>
            <w:rStyle w:val="Hipercze"/>
            <w:noProof/>
          </w:rPr>
          <w:t>Tabela 93.Elementy konfiguracji AKC-4J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73</w:t>
        </w:r>
        <w:r w:rsidR="00C54585">
          <w:rPr>
            <w:noProof/>
            <w:webHidden/>
          </w:rPr>
          <w:fldChar w:fldCharType="end"/>
        </w:r>
      </w:hyperlink>
    </w:p>
    <w:p w14:paraId="4DB2B01F" w14:textId="171B41AF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1" w:history="1">
        <w:r w:rsidR="00C54585" w:rsidRPr="00560E19">
          <w:rPr>
            <w:rStyle w:val="Hipercze"/>
            <w:noProof/>
          </w:rPr>
          <w:t>Tabela 94.Elementy konfiguracji AKC-4J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74</w:t>
        </w:r>
        <w:r w:rsidR="00C54585">
          <w:rPr>
            <w:noProof/>
            <w:webHidden/>
          </w:rPr>
          <w:fldChar w:fldCharType="end"/>
        </w:r>
      </w:hyperlink>
    </w:p>
    <w:p w14:paraId="5B1B76E4" w14:textId="01D82A9E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2" w:history="1">
        <w:r w:rsidR="00C54585" w:rsidRPr="00560E19">
          <w:rPr>
            <w:rStyle w:val="Hipercze"/>
            <w:noProof/>
          </w:rPr>
          <w:t>Tabela 95.Elementy konfiguracji AKC-4J 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74</w:t>
        </w:r>
        <w:r w:rsidR="00C54585">
          <w:rPr>
            <w:noProof/>
            <w:webHidden/>
          </w:rPr>
          <w:fldChar w:fldCharType="end"/>
        </w:r>
      </w:hyperlink>
    </w:p>
    <w:p w14:paraId="47ACFCAB" w14:textId="3C28A493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3" w:history="1">
        <w:r w:rsidR="00C54585" w:rsidRPr="00560E19">
          <w:rPr>
            <w:rStyle w:val="Hipercze"/>
            <w:noProof/>
          </w:rPr>
          <w:t>Tabela 96.Elementy konfiguracji AKC-4J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75</w:t>
        </w:r>
        <w:r w:rsidR="00C54585">
          <w:rPr>
            <w:noProof/>
            <w:webHidden/>
          </w:rPr>
          <w:fldChar w:fldCharType="end"/>
        </w:r>
      </w:hyperlink>
    </w:p>
    <w:p w14:paraId="5265FEEB" w14:textId="71E3CAA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4" w:history="1">
        <w:r w:rsidR="00C54585" w:rsidRPr="00560E19">
          <w:rPr>
            <w:rStyle w:val="Hipercze"/>
            <w:noProof/>
          </w:rPr>
          <w:t>Tabela 97.Elementy konfiguracji AKC-4J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75</w:t>
        </w:r>
        <w:r w:rsidR="00C54585">
          <w:rPr>
            <w:noProof/>
            <w:webHidden/>
          </w:rPr>
          <w:fldChar w:fldCharType="end"/>
        </w:r>
      </w:hyperlink>
    </w:p>
    <w:p w14:paraId="2DF14C32" w14:textId="4733D40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5" w:history="1">
        <w:r w:rsidR="00C54585" w:rsidRPr="00560E19">
          <w:rPr>
            <w:rStyle w:val="Hipercze"/>
            <w:noProof/>
          </w:rPr>
          <w:t xml:space="preserve">Tabela 98.Elementy konfiguracji AKC-4J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76</w:t>
        </w:r>
        <w:r w:rsidR="00C54585">
          <w:rPr>
            <w:noProof/>
            <w:webHidden/>
          </w:rPr>
          <w:fldChar w:fldCharType="end"/>
        </w:r>
      </w:hyperlink>
    </w:p>
    <w:p w14:paraId="1D04F74D" w14:textId="55751680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6" w:history="1">
        <w:r w:rsidR="00C54585" w:rsidRPr="00560E19">
          <w:rPr>
            <w:rStyle w:val="Hipercze"/>
            <w:noProof/>
          </w:rPr>
          <w:t>Tabela 99.Reguły obowiązujące dla deklaracji AKC-4J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77</w:t>
        </w:r>
        <w:r w:rsidR="00C54585">
          <w:rPr>
            <w:noProof/>
            <w:webHidden/>
          </w:rPr>
          <w:fldChar w:fldCharType="end"/>
        </w:r>
      </w:hyperlink>
    </w:p>
    <w:p w14:paraId="62901658" w14:textId="3F095855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7" w:history="1">
        <w:r w:rsidR="00C54585" w:rsidRPr="00560E19">
          <w:rPr>
            <w:rStyle w:val="Hipercze"/>
            <w:noProof/>
          </w:rPr>
          <w:t>Tabela 100.Dane ogólne w ramach struktury deklaracji AKC-4K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78</w:t>
        </w:r>
        <w:r w:rsidR="00C54585">
          <w:rPr>
            <w:noProof/>
            <w:webHidden/>
          </w:rPr>
          <w:fldChar w:fldCharType="end"/>
        </w:r>
      </w:hyperlink>
    </w:p>
    <w:p w14:paraId="4CB611D9" w14:textId="7C3E068C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8" w:history="1">
        <w:r w:rsidR="00C54585" w:rsidRPr="00560E19">
          <w:rPr>
            <w:rStyle w:val="Hipercze"/>
            <w:noProof/>
          </w:rPr>
          <w:t>Tabela 101.Elementy konfiguracji AKC-4K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79</w:t>
        </w:r>
        <w:r w:rsidR="00C54585">
          <w:rPr>
            <w:noProof/>
            <w:webHidden/>
          </w:rPr>
          <w:fldChar w:fldCharType="end"/>
        </w:r>
      </w:hyperlink>
    </w:p>
    <w:p w14:paraId="7FD7908A" w14:textId="6F0994AB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399" w:history="1">
        <w:r w:rsidR="00C54585" w:rsidRPr="00560E19">
          <w:rPr>
            <w:rStyle w:val="Hipercze"/>
            <w:noProof/>
          </w:rPr>
          <w:t>Tabela 102.Elementy konfiguracji AKC-4K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_Toc181782399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79</w:t>
        </w:r>
        <w:r w:rsidR="00C54585">
          <w:rPr>
            <w:noProof/>
            <w:webHidden/>
          </w:rPr>
          <w:fldChar w:fldCharType="end"/>
        </w:r>
      </w:hyperlink>
    </w:p>
    <w:p w14:paraId="0BD0EEC1" w14:textId="7C41D38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0" w:history="1">
        <w:r w:rsidR="00C54585" w:rsidRPr="00560E19">
          <w:rPr>
            <w:rStyle w:val="Hipercze"/>
            <w:noProof/>
          </w:rPr>
          <w:t>Tabela 103.Elementy konfiguracji AKC-4K WarehouseType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80</w:t>
        </w:r>
        <w:r w:rsidR="00C54585">
          <w:rPr>
            <w:noProof/>
            <w:webHidden/>
          </w:rPr>
          <w:fldChar w:fldCharType="end"/>
        </w:r>
      </w:hyperlink>
    </w:p>
    <w:p w14:paraId="696415E3" w14:textId="1267C4E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1" w:history="1">
        <w:r w:rsidR="00C54585" w:rsidRPr="00560E19">
          <w:rPr>
            <w:rStyle w:val="Hipercze"/>
            <w:noProof/>
          </w:rPr>
          <w:t>Tabela 104.Elementy konfiguracji AKC-4K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80</w:t>
        </w:r>
        <w:r w:rsidR="00C54585">
          <w:rPr>
            <w:noProof/>
            <w:webHidden/>
          </w:rPr>
          <w:fldChar w:fldCharType="end"/>
        </w:r>
      </w:hyperlink>
    </w:p>
    <w:p w14:paraId="3FA89303" w14:textId="42779FD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2" w:history="1">
        <w:r w:rsidR="00C54585" w:rsidRPr="00560E19">
          <w:rPr>
            <w:rStyle w:val="Hipercze"/>
            <w:noProof/>
          </w:rPr>
          <w:t xml:space="preserve">Tabela 105.Elementy konfiguracji AKC-4K </w:t>
        </w:r>
        <w:r w:rsidR="00C54585" w:rsidRPr="00560E19">
          <w:rPr>
            <w:rStyle w:val="Hipercze"/>
            <w:noProof/>
            <w:lang w:val="en-GB"/>
          </w:rPr>
          <w:t>CleareanceExciseDutyType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80</w:t>
        </w:r>
        <w:r w:rsidR="00C54585">
          <w:rPr>
            <w:noProof/>
            <w:webHidden/>
          </w:rPr>
          <w:fldChar w:fldCharType="end"/>
        </w:r>
      </w:hyperlink>
    </w:p>
    <w:p w14:paraId="411CA2FF" w14:textId="5A29496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3" w:history="1">
        <w:r w:rsidR="00C54585" w:rsidRPr="00560E19">
          <w:rPr>
            <w:rStyle w:val="Hipercze"/>
            <w:noProof/>
          </w:rPr>
          <w:t>Tabela 106.Elementy konfiguracji AKC-4K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81</w:t>
        </w:r>
        <w:r w:rsidR="00C54585">
          <w:rPr>
            <w:noProof/>
            <w:webHidden/>
          </w:rPr>
          <w:fldChar w:fldCharType="end"/>
        </w:r>
      </w:hyperlink>
    </w:p>
    <w:p w14:paraId="02A5E05D" w14:textId="6B7A6274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4" w:history="1">
        <w:r w:rsidR="00C54585" w:rsidRPr="00560E19">
          <w:rPr>
            <w:rStyle w:val="Hipercze"/>
            <w:noProof/>
          </w:rPr>
          <w:t>Tabela 107.Elementy konfiguracji AKC-4K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81</w:t>
        </w:r>
        <w:r w:rsidR="00C54585">
          <w:rPr>
            <w:noProof/>
            <w:webHidden/>
          </w:rPr>
          <w:fldChar w:fldCharType="end"/>
        </w:r>
      </w:hyperlink>
    </w:p>
    <w:p w14:paraId="309D0D74" w14:textId="32F2A88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5" w:history="1">
        <w:r w:rsidR="00C54585" w:rsidRPr="00560E19">
          <w:rPr>
            <w:rStyle w:val="Hipercze"/>
            <w:noProof/>
          </w:rPr>
          <w:t xml:space="preserve">Tabela 108.Elementy konfiguracji AKC-4K </w:t>
        </w:r>
        <w:r w:rsidR="00C54585" w:rsidRPr="00560E19">
          <w:rPr>
            <w:rStyle w:val="Hipercze"/>
            <w:noProof/>
            <w:lang w:val="en-GB"/>
          </w:rPr>
          <w:t>DailyPaymentInformationType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_Toc181782405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82</w:t>
        </w:r>
        <w:r w:rsidR="00C54585">
          <w:rPr>
            <w:noProof/>
            <w:webHidden/>
          </w:rPr>
          <w:fldChar w:fldCharType="end"/>
        </w:r>
      </w:hyperlink>
    </w:p>
    <w:p w14:paraId="1419E16E" w14:textId="3353969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6" w:history="1">
        <w:r w:rsidR="00C54585" w:rsidRPr="00560E19">
          <w:rPr>
            <w:rStyle w:val="Hipercze"/>
            <w:noProof/>
          </w:rPr>
          <w:t>Tabela 109.Reguły obowiązujące dla deklaracji AKC-4K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_Toc181782406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82</w:t>
        </w:r>
        <w:r w:rsidR="00C54585">
          <w:rPr>
            <w:noProof/>
            <w:webHidden/>
          </w:rPr>
          <w:fldChar w:fldCharType="end"/>
        </w:r>
      </w:hyperlink>
    </w:p>
    <w:p w14:paraId="3FE9EB9D" w14:textId="5777D25D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7" w:history="1">
        <w:r w:rsidR="00C54585" w:rsidRPr="00560E19">
          <w:rPr>
            <w:rStyle w:val="Hipercze"/>
            <w:noProof/>
          </w:rPr>
          <w:t>Tabela 110.Dane ogólne w ramach struktury deklaracji AKC-4L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_Toc181782407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85</w:t>
        </w:r>
        <w:r w:rsidR="00C54585">
          <w:rPr>
            <w:noProof/>
            <w:webHidden/>
          </w:rPr>
          <w:fldChar w:fldCharType="end"/>
        </w:r>
      </w:hyperlink>
    </w:p>
    <w:p w14:paraId="0C00B7C9" w14:textId="28045AEA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8" w:history="1">
        <w:r w:rsidR="00C54585" w:rsidRPr="00560E19">
          <w:rPr>
            <w:rStyle w:val="Hipercze"/>
            <w:noProof/>
          </w:rPr>
          <w:t>Tabela 111.Elementy konfiguracji AKC-4L 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_Toc181782408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85</w:t>
        </w:r>
        <w:r w:rsidR="00C54585">
          <w:rPr>
            <w:noProof/>
            <w:webHidden/>
          </w:rPr>
          <w:fldChar w:fldCharType="end"/>
        </w:r>
      </w:hyperlink>
    </w:p>
    <w:p w14:paraId="12975404" w14:textId="2FEBCDC6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09" w:history="1">
        <w:r w:rsidR="00C54585" w:rsidRPr="00560E19">
          <w:rPr>
            <w:rStyle w:val="Hipercze"/>
            <w:noProof/>
          </w:rPr>
          <w:t>Tabela 112.Elementy konfiguracji AKC-4L HeaderType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_Toc181782409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85</w:t>
        </w:r>
        <w:r w:rsidR="00C54585">
          <w:rPr>
            <w:noProof/>
            <w:webHidden/>
          </w:rPr>
          <w:fldChar w:fldCharType="end"/>
        </w:r>
      </w:hyperlink>
    </w:p>
    <w:p w14:paraId="527EE78E" w14:textId="2E12C568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10" w:history="1">
        <w:r w:rsidR="00C54585" w:rsidRPr="00560E19">
          <w:rPr>
            <w:rStyle w:val="Hipercze"/>
            <w:noProof/>
          </w:rPr>
          <w:t>Tabela 113.Elementy konfiguracji AKC-4L ExciseDutyInformationType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_Toc181782410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86</w:t>
        </w:r>
        <w:r w:rsidR="00C54585">
          <w:rPr>
            <w:noProof/>
            <w:webHidden/>
          </w:rPr>
          <w:fldChar w:fldCharType="end"/>
        </w:r>
      </w:hyperlink>
    </w:p>
    <w:p w14:paraId="69862513" w14:textId="0BC95B1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11" w:history="1">
        <w:r w:rsidR="00C54585" w:rsidRPr="00560E19">
          <w:rPr>
            <w:rStyle w:val="Hipercze"/>
            <w:noProof/>
          </w:rPr>
          <w:t>Tabela 114.Elementy konfiguracji AKC-4L CalculExciseDutyType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_Toc181782411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86</w:t>
        </w:r>
        <w:r w:rsidR="00C54585">
          <w:rPr>
            <w:noProof/>
            <w:webHidden/>
          </w:rPr>
          <w:fldChar w:fldCharType="end"/>
        </w:r>
      </w:hyperlink>
    </w:p>
    <w:p w14:paraId="5A4938B8" w14:textId="2A428141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12" w:history="1">
        <w:r w:rsidR="00C54585" w:rsidRPr="00560E19">
          <w:rPr>
            <w:rStyle w:val="Hipercze"/>
            <w:noProof/>
          </w:rPr>
          <w:t>Tabela 115.Elementy konfiguracji AKC-4L ItemsType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_Toc181782412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86</w:t>
        </w:r>
        <w:r w:rsidR="00C54585">
          <w:rPr>
            <w:noProof/>
            <w:webHidden/>
          </w:rPr>
          <w:fldChar w:fldCharType="end"/>
        </w:r>
      </w:hyperlink>
    </w:p>
    <w:p w14:paraId="4611DD7C" w14:textId="6B1FB7E7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13" w:history="1">
        <w:r w:rsidR="00C54585" w:rsidRPr="00560E19">
          <w:rPr>
            <w:rStyle w:val="Hipercze"/>
            <w:noProof/>
          </w:rPr>
          <w:t>Tabela 116.Elementy konfiguracji AKC-4L ItemType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_Toc181782413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87</w:t>
        </w:r>
        <w:r w:rsidR="00C54585">
          <w:rPr>
            <w:noProof/>
            <w:webHidden/>
          </w:rPr>
          <w:fldChar w:fldCharType="end"/>
        </w:r>
      </w:hyperlink>
    </w:p>
    <w:p w14:paraId="366AB471" w14:textId="6AB98559" w:rsidR="00C54585" w:rsidRDefault="00D437FA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1782414" w:history="1">
        <w:r w:rsidR="00C54585" w:rsidRPr="00560E19">
          <w:rPr>
            <w:rStyle w:val="Hipercze"/>
            <w:noProof/>
          </w:rPr>
          <w:t>Tabela 117.Reguły obowiązujące dla deklaracji AKC-4L</w:t>
        </w:r>
        <w:r w:rsidR="00C54585">
          <w:rPr>
            <w:noProof/>
            <w:webHidden/>
          </w:rPr>
          <w:tab/>
        </w:r>
        <w:r w:rsidR="00C54585">
          <w:rPr>
            <w:noProof/>
            <w:webHidden/>
          </w:rPr>
          <w:fldChar w:fldCharType="begin"/>
        </w:r>
        <w:r w:rsidR="00C54585">
          <w:rPr>
            <w:noProof/>
            <w:webHidden/>
          </w:rPr>
          <w:instrText xml:space="preserve"> PAGEREF _Toc181782414 \h </w:instrText>
        </w:r>
        <w:r w:rsidR="00C54585">
          <w:rPr>
            <w:noProof/>
            <w:webHidden/>
          </w:rPr>
        </w:r>
        <w:r w:rsidR="00C54585">
          <w:rPr>
            <w:noProof/>
            <w:webHidden/>
          </w:rPr>
          <w:fldChar w:fldCharType="separate"/>
        </w:r>
        <w:r w:rsidR="00C54585">
          <w:rPr>
            <w:noProof/>
            <w:webHidden/>
          </w:rPr>
          <w:t>87</w:t>
        </w:r>
        <w:r w:rsidR="00C54585">
          <w:rPr>
            <w:noProof/>
            <w:webHidden/>
          </w:rPr>
          <w:fldChar w:fldCharType="end"/>
        </w:r>
      </w:hyperlink>
    </w:p>
    <w:p w14:paraId="4773D1EA" w14:textId="36991716" w:rsidR="00F73C8D" w:rsidRDefault="0006207D" w:rsidP="000C51FE">
      <w:r w:rsidRPr="00AB6C19">
        <w:fldChar w:fldCharType="end"/>
      </w:r>
      <w:bookmarkStart w:id="3" w:name="_Toc341696555"/>
      <w:bookmarkStart w:id="4" w:name="_Toc349568551"/>
      <w:r w:rsidR="00F73C8D">
        <w:br w:type="page"/>
      </w:r>
    </w:p>
    <w:p w14:paraId="373776FE" w14:textId="4564CF5C" w:rsidR="003F3585" w:rsidRPr="00AB6C19" w:rsidRDefault="00004C2C" w:rsidP="00F73C8D">
      <w:pPr>
        <w:pStyle w:val="Nagwek1"/>
      </w:pPr>
      <w:bookmarkStart w:id="5" w:name="_Toc181782205"/>
      <w:r w:rsidRPr="00AB6C19">
        <w:lastRenderedPageBreak/>
        <w:t xml:space="preserve">Opis </w:t>
      </w:r>
      <w:r w:rsidR="00CE1C03" w:rsidRPr="00AB6C19">
        <w:t>dokumentu</w:t>
      </w:r>
      <w:bookmarkEnd w:id="3"/>
      <w:bookmarkEnd w:id="4"/>
      <w:bookmarkEnd w:id="5"/>
    </w:p>
    <w:p w14:paraId="65DCC231" w14:textId="77777777" w:rsidR="006A3A07" w:rsidRPr="00AB6C19" w:rsidRDefault="006A3A07" w:rsidP="00F73C8D">
      <w:pPr>
        <w:pStyle w:val="Nagwek2"/>
      </w:pPr>
      <w:bookmarkStart w:id="6" w:name="_Toc349568552"/>
      <w:bookmarkStart w:id="7" w:name="_Toc361145794"/>
      <w:bookmarkStart w:id="8" w:name="_Toc181782206"/>
      <w:bookmarkStart w:id="9" w:name="_Toc341696556"/>
      <w:bookmarkStart w:id="10" w:name="_Toc349568553"/>
      <w:r w:rsidRPr="00AB6C19">
        <w:t>Cel dokumentu</w:t>
      </w:r>
      <w:bookmarkEnd w:id="6"/>
      <w:bookmarkEnd w:id="7"/>
      <w:bookmarkEnd w:id="8"/>
    </w:p>
    <w:p w14:paraId="6112BC6C" w14:textId="77777777" w:rsidR="000D5EA2" w:rsidRPr="00AB6C19" w:rsidRDefault="00690AD4" w:rsidP="00F73C8D">
      <w:r w:rsidRPr="00AB6C19">
        <w:t xml:space="preserve">Celem specyfikacji jest zdefiniowanie struktury i zawartości informacyjnej dokumentu XML (zwanej tutaj także komunikatem) </w:t>
      </w:r>
      <w:r w:rsidR="00110683" w:rsidRPr="00AB6C19">
        <w:t xml:space="preserve">deklaracji </w:t>
      </w:r>
      <w:r w:rsidR="00802113" w:rsidRPr="00AB6C19">
        <w:t>dla podatku akcyzowego</w:t>
      </w:r>
      <w:r w:rsidR="00716849" w:rsidRPr="00AB6C19">
        <w:t>.</w:t>
      </w:r>
    </w:p>
    <w:p w14:paraId="26D36748" w14:textId="77777777" w:rsidR="006A3A07" w:rsidRPr="00AB6C19" w:rsidRDefault="006A3A07" w:rsidP="00F73C8D">
      <w:pPr>
        <w:pStyle w:val="Nagwek2"/>
      </w:pPr>
      <w:bookmarkStart w:id="11" w:name="_Toc361145795"/>
      <w:bookmarkStart w:id="12" w:name="_Toc181782207"/>
      <w:bookmarkStart w:id="13" w:name="_Toc341696557"/>
      <w:bookmarkStart w:id="14" w:name="_Ref343010193"/>
      <w:bookmarkStart w:id="15" w:name="_Toc349568554"/>
      <w:bookmarkEnd w:id="9"/>
      <w:bookmarkEnd w:id="10"/>
      <w:r w:rsidRPr="00AB6C19">
        <w:t>Zastosowanie</w:t>
      </w:r>
      <w:bookmarkEnd w:id="11"/>
      <w:bookmarkEnd w:id="12"/>
    </w:p>
    <w:p w14:paraId="172E0C27" w14:textId="77777777" w:rsidR="00DD5E7B" w:rsidRPr="00AB6C19" w:rsidRDefault="00DD5E7B" w:rsidP="00F73C8D">
      <w:r w:rsidRPr="00AB6C19">
        <w:t>Dokument jest stosowany, jako źródłowy przy projektowaniu, implementacji oraz tworzeniu dokumentacji testowej i użytkowej systemu.</w:t>
      </w:r>
    </w:p>
    <w:p w14:paraId="5C94E339" w14:textId="77777777" w:rsidR="00DD5E7B" w:rsidRPr="00AB6C19" w:rsidRDefault="00DD5E7B" w:rsidP="00F73C8D">
      <w:r w:rsidRPr="00AB6C19">
        <w:t xml:space="preserve">Adresatem dokumentu jest zespół projektowy po stronie </w:t>
      </w:r>
      <w:r w:rsidR="00337FE3" w:rsidRPr="00AB6C19">
        <w:t xml:space="preserve">Administracji Skarbowej </w:t>
      </w:r>
      <w:r w:rsidRPr="00AB6C19">
        <w:t>oraz zespoły: programistyczno-projektowy, testerów, dokumentalistów, po stronie Wykonawcy oraz Podmioty zewnętrzne składające deklaracje.</w:t>
      </w:r>
    </w:p>
    <w:p w14:paraId="56DDDE3E" w14:textId="77777777" w:rsidR="0036523A" w:rsidRPr="00AB6C19" w:rsidRDefault="0036523A" w:rsidP="00F73C8D">
      <w:pPr>
        <w:pStyle w:val="Nagwek2"/>
      </w:pPr>
      <w:bookmarkStart w:id="16" w:name="_Toc361302788"/>
      <w:bookmarkStart w:id="17" w:name="_Toc361306139"/>
      <w:bookmarkStart w:id="18" w:name="_Toc442362608"/>
      <w:bookmarkStart w:id="19" w:name="_Toc181782208"/>
      <w:bookmarkStart w:id="20" w:name="_Toc341696558"/>
      <w:bookmarkStart w:id="21" w:name="_Toc349568555"/>
      <w:bookmarkStart w:id="22" w:name="_Toc361145797"/>
      <w:bookmarkStart w:id="23" w:name="_Toc361657244"/>
      <w:bookmarkStart w:id="24" w:name="_Toc361666182"/>
      <w:bookmarkStart w:id="25" w:name="_Toc341696559"/>
      <w:bookmarkStart w:id="26" w:name="_Toc349568556"/>
      <w:bookmarkStart w:id="27" w:name="_Toc341696561"/>
      <w:bookmarkStart w:id="28" w:name="_Toc349568558"/>
      <w:bookmarkStart w:id="29" w:name="_Toc361145800"/>
      <w:bookmarkStart w:id="30" w:name="_Toc341696562"/>
      <w:bookmarkStart w:id="31" w:name="_Toc349568559"/>
      <w:bookmarkEnd w:id="13"/>
      <w:bookmarkEnd w:id="14"/>
      <w:bookmarkEnd w:id="15"/>
      <w:bookmarkEnd w:id="16"/>
      <w:bookmarkEnd w:id="17"/>
      <w:r w:rsidRPr="00AB6C19">
        <w:t>Obowiązywanie</w:t>
      </w:r>
      <w:bookmarkEnd w:id="18"/>
      <w:bookmarkEnd w:id="19"/>
    </w:p>
    <w:p w14:paraId="18A3D6E1" w14:textId="77777777" w:rsidR="0036523A" w:rsidRPr="00F73C8D" w:rsidRDefault="00124A08" w:rsidP="00F73C8D">
      <w:r w:rsidRPr="00F73C8D">
        <w:t>Specyfikacja obowiązuje dla deklaracji składanych za okres miesięczny, gdy okres nie jest wcześniejszy niż luty 2017 roku.</w:t>
      </w:r>
    </w:p>
    <w:p w14:paraId="60772DDC" w14:textId="77777777" w:rsidR="00AC2548" w:rsidRPr="00AB6C19" w:rsidRDefault="00AC2548" w:rsidP="00F73C8D">
      <w:pPr>
        <w:pStyle w:val="Nagwek2"/>
      </w:pPr>
      <w:bookmarkStart w:id="32" w:name="_Toc181782209"/>
      <w:r w:rsidRPr="00AB6C19">
        <w:t>Dokumenty obowiązujące i pomocnicze</w:t>
      </w:r>
      <w:bookmarkEnd w:id="20"/>
      <w:bookmarkEnd w:id="21"/>
      <w:bookmarkEnd w:id="22"/>
      <w:bookmarkEnd w:id="23"/>
      <w:bookmarkEnd w:id="24"/>
      <w:bookmarkEnd w:id="32"/>
    </w:p>
    <w:p w14:paraId="57272CA2" w14:textId="77777777" w:rsidR="00AC2548" w:rsidRPr="00AB6C19" w:rsidRDefault="00AC2548" w:rsidP="00F73C8D">
      <w:pPr>
        <w:pStyle w:val="Nagwek3"/>
      </w:pPr>
      <w:bookmarkStart w:id="33" w:name="_Toc361657245"/>
      <w:bookmarkStart w:id="34" w:name="_Toc361666183"/>
      <w:bookmarkStart w:id="35" w:name="_Toc181782210"/>
      <w:r w:rsidRPr="00AB6C19">
        <w:t>Dokumenty obowiązujące</w:t>
      </w:r>
      <w:bookmarkEnd w:id="25"/>
      <w:bookmarkEnd w:id="26"/>
      <w:bookmarkEnd w:id="33"/>
      <w:bookmarkEnd w:id="34"/>
      <w:bookmarkEnd w:id="35"/>
    </w:p>
    <w:p w14:paraId="10BA2790" w14:textId="112DCA04" w:rsidR="001E20BF" w:rsidRPr="00AB6C19" w:rsidRDefault="001E20BF" w:rsidP="0033397D">
      <w:pPr>
        <w:pStyle w:val="Legenda"/>
      </w:pPr>
      <w:bookmarkStart w:id="36" w:name="_Toc18178230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</w:t>
      </w:r>
      <w:r w:rsidR="00D437FA">
        <w:rPr>
          <w:noProof/>
        </w:rPr>
        <w:fldChar w:fldCharType="end"/>
      </w:r>
      <w:r w:rsidRPr="00AB6C19">
        <w:t>. Wykaz dokumentów obowiązujących</w:t>
      </w:r>
      <w:bookmarkEnd w:id="36"/>
    </w:p>
    <w:tbl>
      <w:tblPr>
        <w:tblStyle w:val="tabela"/>
        <w:tblW w:w="9141" w:type="dxa"/>
        <w:tblLook w:val="01E0" w:firstRow="1" w:lastRow="1" w:firstColumn="1" w:lastColumn="1" w:noHBand="0" w:noVBand="0"/>
      </w:tblPr>
      <w:tblGrid>
        <w:gridCol w:w="496"/>
        <w:gridCol w:w="3829"/>
        <w:gridCol w:w="2407"/>
        <w:gridCol w:w="1213"/>
        <w:gridCol w:w="1196"/>
      </w:tblGrid>
      <w:tr w:rsidR="00AC2548" w:rsidRPr="00AB6C19" w14:paraId="0760BFA2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6" w:type="dxa"/>
          </w:tcPr>
          <w:p w14:paraId="29846E3F" w14:textId="77777777" w:rsidR="00AC2548" w:rsidRPr="00AB6C19" w:rsidRDefault="00AC2548" w:rsidP="00F73C8D">
            <w:pPr>
              <w:pStyle w:val="Z2Nagwektabeli"/>
            </w:pPr>
            <w:r w:rsidRPr="00AB6C19">
              <w:t>Nr</w:t>
            </w:r>
          </w:p>
        </w:tc>
        <w:tc>
          <w:tcPr>
            <w:tcW w:w="3829" w:type="dxa"/>
          </w:tcPr>
          <w:p w14:paraId="58863E7A" w14:textId="77777777" w:rsidR="00AC2548" w:rsidRPr="00AB6C19" w:rsidRDefault="00AC2548" w:rsidP="00F73C8D">
            <w:pPr>
              <w:pStyle w:val="Z2Nagwektabeli"/>
            </w:pPr>
            <w:r w:rsidRPr="00AB6C19">
              <w:t>Nazwa</w:t>
            </w:r>
          </w:p>
        </w:tc>
        <w:tc>
          <w:tcPr>
            <w:tcW w:w="2407" w:type="dxa"/>
          </w:tcPr>
          <w:p w14:paraId="3117B520" w14:textId="77777777" w:rsidR="00AC2548" w:rsidRPr="00AB6C19" w:rsidRDefault="00AC2548" w:rsidP="00F73C8D">
            <w:pPr>
              <w:pStyle w:val="Z2Nagwektabeli"/>
            </w:pPr>
            <w:r w:rsidRPr="00AB6C19">
              <w:t>Identyfikator</w:t>
            </w:r>
          </w:p>
        </w:tc>
        <w:tc>
          <w:tcPr>
            <w:tcW w:w="1213" w:type="dxa"/>
          </w:tcPr>
          <w:p w14:paraId="758C4831" w14:textId="77777777" w:rsidR="00AC2548" w:rsidRPr="00AB6C19" w:rsidRDefault="00AC2548" w:rsidP="00F73C8D">
            <w:pPr>
              <w:pStyle w:val="Z2Nagwektabeli"/>
            </w:pPr>
            <w:r w:rsidRPr="00AB6C19">
              <w:t>Wersja</w:t>
            </w:r>
          </w:p>
        </w:tc>
        <w:tc>
          <w:tcPr>
            <w:tcW w:w="1196" w:type="dxa"/>
          </w:tcPr>
          <w:p w14:paraId="21BA6927" w14:textId="77777777" w:rsidR="00AC2548" w:rsidRPr="00AB6C19" w:rsidRDefault="00AC2548" w:rsidP="00F73C8D">
            <w:pPr>
              <w:pStyle w:val="Z2Nagwektabeli"/>
            </w:pPr>
            <w:r w:rsidRPr="00AB6C19">
              <w:t>Data wydania</w:t>
            </w:r>
          </w:p>
        </w:tc>
      </w:tr>
      <w:tr w:rsidR="00AC2548" w:rsidRPr="00AB6C19" w14:paraId="5DBC571F" w14:textId="77777777" w:rsidTr="00C31C1E">
        <w:tc>
          <w:tcPr>
            <w:tcW w:w="496" w:type="dxa"/>
          </w:tcPr>
          <w:p w14:paraId="25A461C0" w14:textId="77777777" w:rsidR="00AC2548" w:rsidRPr="00AB6C19" w:rsidRDefault="00AC2548" w:rsidP="00F73C8D">
            <w:pPr>
              <w:pStyle w:val="Z2tabelatekst"/>
              <w:numPr>
                <w:ilvl w:val="0"/>
                <w:numId w:val="7"/>
              </w:numPr>
            </w:pPr>
            <w:bookmarkStart w:id="37" w:name="_Ref361653747"/>
          </w:p>
        </w:tc>
        <w:bookmarkEnd w:id="37"/>
        <w:tc>
          <w:tcPr>
            <w:tcW w:w="3829" w:type="dxa"/>
          </w:tcPr>
          <w:p w14:paraId="2E46C98F" w14:textId="77777777" w:rsidR="00AC2548" w:rsidRPr="00AB6C19" w:rsidRDefault="00745FFE" w:rsidP="00F73C8D">
            <w:pPr>
              <w:pStyle w:val="Z2tabelatekst"/>
            </w:pPr>
            <w:r w:rsidRPr="00AB6C19">
              <w:t>Dokumentacja techniczna powykonawcza: Specyfikacja komunikatów XML - część zewnętrzna</w:t>
            </w:r>
            <w:r w:rsidR="00AC2548" w:rsidRPr="00AB6C19">
              <w:tab/>
            </w:r>
          </w:p>
        </w:tc>
        <w:tc>
          <w:tcPr>
            <w:tcW w:w="2407" w:type="dxa"/>
          </w:tcPr>
          <w:p w14:paraId="6CAF3F60" w14:textId="77777777" w:rsidR="00AC2548" w:rsidRPr="00AB6C19" w:rsidRDefault="00745FFE" w:rsidP="00F73C8D">
            <w:pPr>
              <w:pStyle w:val="Z2tabelatekst"/>
            </w:pPr>
            <w:r w:rsidRPr="00AB6C19">
              <w:t>ZF2-PWT-DtKXML-ZEWN</w:t>
            </w:r>
          </w:p>
        </w:tc>
        <w:tc>
          <w:tcPr>
            <w:tcW w:w="1213" w:type="dxa"/>
          </w:tcPr>
          <w:p w14:paraId="1A1F2A35" w14:textId="77777777" w:rsidR="00AC2548" w:rsidRPr="00AB6C19" w:rsidRDefault="00AC2548" w:rsidP="00F73C8D">
            <w:pPr>
              <w:pStyle w:val="Z2tabelatekst"/>
            </w:pPr>
            <w:r w:rsidRPr="00AB6C19">
              <w:t>n/d</w:t>
            </w:r>
          </w:p>
        </w:tc>
        <w:tc>
          <w:tcPr>
            <w:tcW w:w="1196" w:type="dxa"/>
          </w:tcPr>
          <w:p w14:paraId="38A2EF1F" w14:textId="77777777" w:rsidR="00AC2548" w:rsidRPr="00AB6C19" w:rsidRDefault="00AC2548" w:rsidP="00F73C8D">
            <w:pPr>
              <w:pStyle w:val="Z2tabelatekst"/>
            </w:pPr>
            <w:r w:rsidRPr="00AB6C19">
              <w:t>n/d</w:t>
            </w:r>
          </w:p>
        </w:tc>
      </w:tr>
    </w:tbl>
    <w:p w14:paraId="1D671874" w14:textId="77777777" w:rsidR="00AC2548" w:rsidRPr="00AB6C19" w:rsidRDefault="00AC2548" w:rsidP="00F73C8D">
      <w:pPr>
        <w:pStyle w:val="Nagwek3"/>
      </w:pPr>
      <w:bookmarkStart w:id="38" w:name="_Toc341696560"/>
      <w:bookmarkStart w:id="39" w:name="_Toc349568557"/>
      <w:bookmarkStart w:id="40" w:name="_Toc361655060"/>
      <w:bookmarkStart w:id="41" w:name="_Toc361657246"/>
      <w:bookmarkStart w:id="42" w:name="_Toc361666184"/>
      <w:bookmarkStart w:id="43" w:name="_Toc181782211"/>
      <w:r w:rsidRPr="00AB6C19">
        <w:t>Dokumenty pomocnicze</w:t>
      </w:r>
      <w:bookmarkEnd w:id="38"/>
      <w:bookmarkEnd w:id="39"/>
      <w:bookmarkEnd w:id="40"/>
      <w:bookmarkEnd w:id="41"/>
      <w:bookmarkEnd w:id="42"/>
      <w:bookmarkEnd w:id="43"/>
    </w:p>
    <w:p w14:paraId="31EEA29A" w14:textId="521772B6" w:rsidR="001E20BF" w:rsidRPr="00AB6C19" w:rsidRDefault="001E20BF" w:rsidP="0033397D">
      <w:pPr>
        <w:pStyle w:val="Legenda"/>
      </w:pPr>
      <w:bookmarkStart w:id="44" w:name="_Toc18178230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</w:t>
      </w:r>
      <w:r w:rsidR="00D437FA">
        <w:rPr>
          <w:noProof/>
        </w:rPr>
        <w:fldChar w:fldCharType="end"/>
      </w:r>
      <w:r w:rsidRPr="00AB6C19">
        <w:t>. Wykaz dokumentów pomocniczych</w:t>
      </w:r>
      <w:bookmarkEnd w:id="44"/>
    </w:p>
    <w:tbl>
      <w:tblPr>
        <w:tblStyle w:val="tabela"/>
        <w:tblW w:w="9120" w:type="dxa"/>
        <w:tblLook w:val="01E0" w:firstRow="1" w:lastRow="1" w:firstColumn="1" w:lastColumn="1" w:noHBand="0" w:noVBand="0"/>
      </w:tblPr>
      <w:tblGrid>
        <w:gridCol w:w="496"/>
        <w:gridCol w:w="3828"/>
        <w:gridCol w:w="2397"/>
        <w:gridCol w:w="1199"/>
        <w:gridCol w:w="1200"/>
      </w:tblGrid>
      <w:tr w:rsidR="00AC2548" w:rsidRPr="00AB6C19" w14:paraId="581A7B4E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6" w:type="dxa"/>
          </w:tcPr>
          <w:p w14:paraId="0B6623B2" w14:textId="77777777" w:rsidR="00AC2548" w:rsidRPr="00AB6C19" w:rsidRDefault="00AC2548" w:rsidP="00F73C8D">
            <w:pPr>
              <w:pStyle w:val="Z2Nagwektabeli"/>
            </w:pPr>
            <w:r w:rsidRPr="00AB6C19">
              <w:t>Nr</w:t>
            </w:r>
          </w:p>
        </w:tc>
        <w:tc>
          <w:tcPr>
            <w:tcW w:w="3828" w:type="dxa"/>
          </w:tcPr>
          <w:p w14:paraId="687429A5" w14:textId="77777777" w:rsidR="00AC2548" w:rsidRPr="00AB6C19" w:rsidRDefault="00AC2548" w:rsidP="00F73C8D">
            <w:pPr>
              <w:pStyle w:val="Z2Nagwektabeli"/>
            </w:pPr>
            <w:r w:rsidRPr="00AB6C19">
              <w:t>Nazwa</w:t>
            </w:r>
          </w:p>
        </w:tc>
        <w:tc>
          <w:tcPr>
            <w:tcW w:w="2397" w:type="dxa"/>
          </w:tcPr>
          <w:p w14:paraId="4B6E91CE" w14:textId="77777777" w:rsidR="00AC2548" w:rsidRPr="00AB6C19" w:rsidRDefault="00AC2548" w:rsidP="00F73C8D">
            <w:pPr>
              <w:pStyle w:val="Z2Nagwektabeli"/>
            </w:pPr>
            <w:r w:rsidRPr="00AB6C19">
              <w:t>Identyfikator</w:t>
            </w:r>
          </w:p>
        </w:tc>
        <w:tc>
          <w:tcPr>
            <w:tcW w:w="1199" w:type="dxa"/>
          </w:tcPr>
          <w:p w14:paraId="6BDC7722" w14:textId="77777777" w:rsidR="00AC2548" w:rsidRPr="00AB6C19" w:rsidRDefault="00AC2548" w:rsidP="00F73C8D">
            <w:pPr>
              <w:pStyle w:val="Z2Nagwektabeli"/>
            </w:pPr>
            <w:r w:rsidRPr="00AB6C19">
              <w:t>Wersja</w:t>
            </w:r>
          </w:p>
        </w:tc>
        <w:tc>
          <w:tcPr>
            <w:tcW w:w="1200" w:type="dxa"/>
          </w:tcPr>
          <w:p w14:paraId="03D33164" w14:textId="77777777" w:rsidR="00AC2548" w:rsidRPr="00AB6C19" w:rsidRDefault="00AC2548" w:rsidP="00F73C8D">
            <w:pPr>
              <w:pStyle w:val="Z2Nagwektabeli"/>
            </w:pPr>
            <w:r w:rsidRPr="00AB6C19">
              <w:t>Data wydania</w:t>
            </w:r>
          </w:p>
        </w:tc>
      </w:tr>
      <w:tr w:rsidR="00C80DFC" w:rsidRPr="00AB6C19" w14:paraId="2D379547" w14:textId="77777777" w:rsidTr="00C31C1E">
        <w:tc>
          <w:tcPr>
            <w:tcW w:w="496" w:type="dxa"/>
          </w:tcPr>
          <w:p w14:paraId="0AF93F19" w14:textId="77777777" w:rsidR="00C80DFC" w:rsidRPr="00AB6C19" w:rsidRDefault="00C80DFC" w:rsidP="00F73C8D">
            <w:pPr>
              <w:pStyle w:val="Z2tabelatekst"/>
              <w:numPr>
                <w:ilvl w:val="0"/>
                <w:numId w:val="8"/>
              </w:numPr>
            </w:pPr>
          </w:p>
        </w:tc>
        <w:tc>
          <w:tcPr>
            <w:tcW w:w="3828" w:type="dxa"/>
          </w:tcPr>
          <w:p w14:paraId="16F65ACE" w14:textId="77777777" w:rsidR="00C80DFC" w:rsidRPr="00AB6C19" w:rsidRDefault="00C80DFC" w:rsidP="00F73C8D">
            <w:pPr>
              <w:pStyle w:val="Z2tabelatekst"/>
            </w:pPr>
            <w:r w:rsidRPr="00AB6C19">
              <w:t>Brak</w:t>
            </w:r>
          </w:p>
        </w:tc>
        <w:tc>
          <w:tcPr>
            <w:tcW w:w="2397" w:type="dxa"/>
          </w:tcPr>
          <w:p w14:paraId="04065792" w14:textId="77777777" w:rsidR="00C80DFC" w:rsidRPr="00AB6C19" w:rsidRDefault="00C80DFC" w:rsidP="00F73C8D">
            <w:pPr>
              <w:pStyle w:val="Z2tabelatekst"/>
            </w:pPr>
            <w:r w:rsidRPr="00AB6C19">
              <w:t>n/d</w:t>
            </w:r>
          </w:p>
        </w:tc>
        <w:tc>
          <w:tcPr>
            <w:tcW w:w="1199" w:type="dxa"/>
          </w:tcPr>
          <w:p w14:paraId="025A4180" w14:textId="77777777" w:rsidR="00C80DFC" w:rsidRPr="00AB6C19" w:rsidRDefault="00C80DFC" w:rsidP="00F73C8D">
            <w:pPr>
              <w:pStyle w:val="Z2tabelatekst"/>
            </w:pPr>
            <w:r w:rsidRPr="00AB6C19">
              <w:t>n/d</w:t>
            </w:r>
          </w:p>
        </w:tc>
        <w:tc>
          <w:tcPr>
            <w:tcW w:w="1200" w:type="dxa"/>
          </w:tcPr>
          <w:p w14:paraId="5B8F8D96" w14:textId="77777777" w:rsidR="00C80DFC" w:rsidRPr="00AB6C19" w:rsidRDefault="00C80DFC" w:rsidP="00F73C8D">
            <w:pPr>
              <w:pStyle w:val="Z2tabelatekst"/>
            </w:pPr>
            <w:r w:rsidRPr="00AB6C19">
              <w:t>n/d</w:t>
            </w:r>
          </w:p>
        </w:tc>
      </w:tr>
    </w:tbl>
    <w:p w14:paraId="486690D8" w14:textId="77777777" w:rsidR="00621712" w:rsidRPr="00AB6C19" w:rsidRDefault="00621712" w:rsidP="00F73C8D">
      <w:pPr>
        <w:pStyle w:val="Nagwek2"/>
      </w:pPr>
      <w:bookmarkStart w:id="45" w:name="_Toc181782212"/>
      <w:r w:rsidRPr="00AB6C19">
        <w:t>Słownik przyjętych skrótów i terminów</w:t>
      </w:r>
      <w:bookmarkEnd w:id="27"/>
      <w:bookmarkEnd w:id="28"/>
      <w:bookmarkEnd w:id="29"/>
      <w:bookmarkEnd w:id="45"/>
    </w:p>
    <w:p w14:paraId="21CF9652" w14:textId="77777777" w:rsidR="003F3585" w:rsidRPr="00AB6C19" w:rsidRDefault="00C43119" w:rsidP="00F73C8D">
      <w:pPr>
        <w:pStyle w:val="Nagwek3"/>
      </w:pPr>
      <w:bookmarkStart w:id="46" w:name="_Toc181782213"/>
      <w:r w:rsidRPr="00AB6C19">
        <w:t xml:space="preserve">Skróty i </w:t>
      </w:r>
      <w:r w:rsidR="00E92D9D" w:rsidRPr="00AB6C19">
        <w:t>ak</w:t>
      </w:r>
      <w:r w:rsidR="003F3585" w:rsidRPr="00AB6C19">
        <w:t>ronimy</w:t>
      </w:r>
      <w:bookmarkEnd w:id="30"/>
      <w:bookmarkEnd w:id="31"/>
      <w:bookmarkEnd w:id="46"/>
    </w:p>
    <w:p w14:paraId="4834699C" w14:textId="7F346187" w:rsidR="001E20BF" w:rsidRPr="00AB6C19" w:rsidRDefault="001E20BF" w:rsidP="0033397D">
      <w:pPr>
        <w:pStyle w:val="Legenda"/>
      </w:pPr>
      <w:bookmarkStart w:id="47" w:name="_Toc18178230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</w:t>
      </w:r>
      <w:r w:rsidR="00D437FA">
        <w:rPr>
          <w:noProof/>
        </w:rPr>
        <w:fldChar w:fldCharType="end"/>
      </w:r>
      <w:r w:rsidRPr="00AB6C19">
        <w:t>. Wykaz skrótów i akronimów</w:t>
      </w:r>
      <w:bookmarkEnd w:id="47"/>
    </w:p>
    <w:tbl>
      <w:tblPr>
        <w:tblStyle w:val="tabel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DD5472" w:rsidRPr="00AB6C19" w14:paraId="2B77B233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4C93F74" w14:textId="77777777" w:rsidR="00DD5472" w:rsidRPr="00AB6C19" w:rsidRDefault="00DD5472" w:rsidP="00F73C8D">
            <w:pPr>
              <w:pStyle w:val="Z2Nagwektabeli"/>
            </w:pPr>
            <w:bookmarkStart w:id="48" w:name="_Toc349568560"/>
            <w:r w:rsidRPr="00AB6C19">
              <w:t>Skrót/Akronim</w:t>
            </w:r>
          </w:p>
        </w:tc>
        <w:tc>
          <w:tcPr>
            <w:tcW w:w="6240" w:type="dxa"/>
          </w:tcPr>
          <w:p w14:paraId="17943310" w14:textId="77777777" w:rsidR="00DD5472" w:rsidRPr="00AB6C19" w:rsidRDefault="00DD5472" w:rsidP="00F73C8D">
            <w:pPr>
              <w:pStyle w:val="Z2Nagwektabeli"/>
            </w:pPr>
            <w:r w:rsidRPr="00AB6C19">
              <w:t>Objaśnienie</w:t>
            </w:r>
          </w:p>
        </w:tc>
      </w:tr>
      <w:tr w:rsidR="00DD5472" w:rsidRPr="00AB6C19" w14:paraId="4DFA0D82" w14:textId="77777777" w:rsidTr="00C31C1E">
        <w:tc>
          <w:tcPr>
            <w:tcW w:w="2988" w:type="dxa"/>
          </w:tcPr>
          <w:p w14:paraId="29FC09A6" w14:textId="77777777" w:rsidR="00DD5472" w:rsidRPr="00AB6C19" w:rsidRDefault="00DD5472" w:rsidP="00F73C8D">
            <w:pPr>
              <w:pStyle w:val="Tabelazwyky"/>
            </w:pPr>
            <w:r w:rsidRPr="00AB6C19">
              <w:t>AIS</w:t>
            </w:r>
          </w:p>
        </w:tc>
        <w:tc>
          <w:tcPr>
            <w:tcW w:w="6240" w:type="dxa"/>
          </w:tcPr>
          <w:p w14:paraId="450AE4D8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  <w:lang w:val="en-GB"/>
              </w:rPr>
              <w:t>Automated Import System</w:t>
            </w:r>
            <w:r w:rsidRPr="00AB6C19">
              <w:t xml:space="preserve"> – Automatyczny System Importu. Także projekt „Programu e-Cło”.</w:t>
            </w:r>
          </w:p>
        </w:tc>
      </w:tr>
      <w:tr w:rsidR="00DD5472" w:rsidRPr="00AB6C19" w14:paraId="438F3463" w14:textId="77777777" w:rsidTr="00C31C1E">
        <w:tc>
          <w:tcPr>
            <w:tcW w:w="2988" w:type="dxa"/>
          </w:tcPr>
          <w:p w14:paraId="0CE5024E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lastRenderedPageBreak/>
              <w:t>ARI@DNA2</w:t>
            </w:r>
          </w:p>
        </w:tc>
        <w:tc>
          <w:tcPr>
            <w:tcW w:w="6240" w:type="dxa"/>
          </w:tcPr>
          <w:p w14:paraId="48962827" w14:textId="77777777" w:rsidR="00DD5472" w:rsidRPr="00AB6C19" w:rsidRDefault="00DD5472" w:rsidP="00F73C8D">
            <w:pPr>
              <w:pStyle w:val="Tabelazwyky"/>
            </w:pPr>
            <w:r w:rsidRPr="00AB6C19">
              <w:t>Hurtownia danych Administracji Celnej.</w:t>
            </w:r>
          </w:p>
        </w:tc>
      </w:tr>
      <w:tr w:rsidR="00DD5472" w:rsidRPr="00AB6C19" w14:paraId="7D956E6E" w14:textId="77777777" w:rsidTr="00C31C1E">
        <w:tc>
          <w:tcPr>
            <w:tcW w:w="2988" w:type="dxa"/>
          </w:tcPr>
          <w:p w14:paraId="67D99A19" w14:textId="77777777" w:rsidR="00DD5472" w:rsidRPr="00AB6C19" w:rsidRDefault="00DD5472" w:rsidP="00F73C8D">
            <w:pPr>
              <w:pStyle w:val="Tabelazwyky"/>
            </w:pPr>
            <w:r w:rsidRPr="00AB6C19">
              <w:t>CELINA</w:t>
            </w:r>
          </w:p>
        </w:tc>
        <w:tc>
          <w:tcPr>
            <w:tcW w:w="6240" w:type="dxa"/>
          </w:tcPr>
          <w:p w14:paraId="21F98CA6" w14:textId="77777777" w:rsidR="00DD5472" w:rsidRPr="00AB6C19" w:rsidRDefault="00DD5472" w:rsidP="00D71458">
            <w:pPr>
              <w:pStyle w:val="Default"/>
              <w:spacing w:before="60" w:after="60"/>
              <w:rPr>
                <w:rFonts w:ascii="Lato" w:hAnsi="Lato" w:cs="Arial"/>
                <w:sz w:val="20"/>
                <w:szCs w:val="20"/>
              </w:rPr>
            </w:pPr>
            <w:r w:rsidRPr="00AB6C19">
              <w:rPr>
                <w:rFonts w:ascii="Lato" w:hAnsi="Lato" w:cs="Arial"/>
                <w:sz w:val="20"/>
                <w:szCs w:val="20"/>
              </w:rPr>
              <w:t>System obsługi zgłoszeń celnych.</w:t>
            </w:r>
          </w:p>
        </w:tc>
      </w:tr>
      <w:tr w:rsidR="00DD5472" w:rsidRPr="00AB6C19" w14:paraId="4FE706DB" w14:textId="77777777" w:rsidTr="00C31C1E">
        <w:tc>
          <w:tcPr>
            <w:tcW w:w="2988" w:type="dxa"/>
          </w:tcPr>
          <w:p w14:paraId="68BA5FA7" w14:textId="77777777" w:rsidR="00DD5472" w:rsidRPr="00AB6C19" w:rsidRDefault="00DD5472" w:rsidP="00F73C8D">
            <w:pPr>
              <w:pStyle w:val="Tabelazwyky"/>
            </w:pPr>
            <w:r w:rsidRPr="00AB6C19">
              <w:t>ECIP</w:t>
            </w:r>
          </w:p>
        </w:tc>
        <w:tc>
          <w:tcPr>
            <w:tcW w:w="6240" w:type="dxa"/>
          </w:tcPr>
          <w:p w14:paraId="50F486DF" w14:textId="77777777" w:rsidR="00DD5472" w:rsidRPr="00AB6C19" w:rsidRDefault="00DD5472" w:rsidP="00F73C8D">
            <w:pPr>
              <w:pStyle w:val="Tabelazwyky"/>
            </w:pPr>
            <w:r w:rsidRPr="009A6E11">
              <w:rPr>
                <w:i/>
                <w:lang w:val="en-GB"/>
              </w:rPr>
              <w:t>EU Customs Information Portal</w:t>
            </w:r>
            <w:r w:rsidRPr="00AB6C19">
              <w:rPr>
                <w:i/>
              </w:rPr>
              <w:t xml:space="preserve"> </w:t>
            </w:r>
            <w:r w:rsidRPr="00AB6C19">
              <w:t>– Europejski</w:t>
            </w:r>
            <w:r w:rsidRPr="00AB6C19">
              <w:rPr>
                <w:i/>
              </w:rPr>
              <w:t xml:space="preserve"> </w:t>
            </w:r>
            <w:r w:rsidRPr="00AB6C19">
              <w:t xml:space="preserve">Portal Informacji Celnej. </w:t>
            </w:r>
          </w:p>
        </w:tc>
      </w:tr>
      <w:tr w:rsidR="00DD5472" w:rsidRPr="00AB6C19" w14:paraId="5D56A8D8" w14:textId="77777777" w:rsidTr="00C31C1E">
        <w:tc>
          <w:tcPr>
            <w:tcW w:w="2988" w:type="dxa"/>
          </w:tcPr>
          <w:p w14:paraId="6CFEE456" w14:textId="77777777" w:rsidR="00DD5472" w:rsidRPr="00AB6C19" w:rsidRDefault="00DD5472" w:rsidP="00F73C8D">
            <w:pPr>
              <w:pStyle w:val="Tabelazwyky"/>
            </w:pPr>
            <w:r w:rsidRPr="00AB6C19">
              <w:t xml:space="preserve">ECIP/SEAP PL </w:t>
            </w:r>
          </w:p>
        </w:tc>
        <w:tc>
          <w:tcPr>
            <w:tcW w:w="6240" w:type="dxa"/>
          </w:tcPr>
          <w:p w14:paraId="098A9CD9" w14:textId="77777777" w:rsidR="00DD5472" w:rsidRPr="00AB6C19" w:rsidRDefault="00DD5472" w:rsidP="00F73C8D">
            <w:pPr>
              <w:pStyle w:val="Tabelazwyky"/>
            </w:pPr>
            <w:proofErr w:type="spellStart"/>
            <w:r w:rsidRPr="00D437FA">
              <w:rPr>
                <w:i/>
              </w:rPr>
              <w:t>European</w:t>
            </w:r>
            <w:proofErr w:type="spellEnd"/>
            <w:r w:rsidRPr="00D437FA">
              <w:rPr>
                <w:i/>
              </w:rPr>
              <w:t xml:space="preserve"> Customs Information Portal</w:t>
            </w:r>
            <w:r w:rsidRPr="00AB6C19">
              <w:t xml:space="preserve"> - Europejski Informacyjny Portal Celny</w:t>
            </w:r>
          </w:p>
          <w:p w14:paraId="25AFF000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</w:rPr>
              <w:t xml:space="preserve">Single </w:t>
            </w:r>
            <w:proofErr w:type="spellStart"/>
            <w:r w:rsidRPr="00D437FA">
              <w:rPr>
                <w:i/>
              </w:rPr>
              <w:t>Electronic</w:t>
            </w:r>
            <w:proofErr w:type="spellEnd"/>
            <w:r w:rsidRPr="00D437FA">
              <w:rPr>
                <w:i/>
              </w:rPr>
              <w:t xml:space="preserve"> Access Point</w:t>
            </w:r>
            <w:r w:rsidRPr="00AB6C19">
              <w:t xml:space="preserve"> - Pojedynczy Elektroniczny Punkt Dostępu</w:t>
            </w:r>
          </w:p>
          <w:p w14:paraId="6996E832" w14:textId="77777777" w:rsidR="00DD5472" w:rsidRPr="00AB6C19" w:rsidRDefault="00DD5472" w:rsidP="00F73C8D">
            <w:pPr>
              <w:pStyle w:val="Tabelazwyky"/>
            </w:pPr>
            <w:r w:rsidRPr="00AB6C19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DD5472" w:rsidRPr="00AB6C19" w14:paraId="47DF1B8C" w14:textId="77777777" w:rsidTr="00C31C1E">
        <w:tc>
          <w:tcPr>
            <w:tcW w:w="2988" w:type="dxa"/>
          </w:tcPr>
          <w:p w14:paraId="609848C6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ESB</w:t>
            </w:r>
          </w:p>
        </w:tc>
        <w:tc>
          <w:tcPr>
            <w:tcW w:w="6240" w:type="dxa"/>
          </w:tcPr>
          <w:p w14:paraId="4D2CB9C2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  <w:lang w:val="en-GB"/>
              </w:rPr>
              <w:t>Enterprise Service Bus</w:t>
            </w:r>
            <w:r w:rsidRPr="00AB6C19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DD5472" w:rsidRPr="00AB6C19" w14:paraId="535F0A91" w14:textId="77777777" w:rsidTr="00C31C1E">
        <w:tc>
          <w:tcPr>
            <w:tcW w:w="2988" w:type="dxa"/>
          </w:tcPr>
          <w:p w14:paraId="55309C0E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ESKS</w:t>
            </w:r>
          </w:p>
        </w:tc>
        <w:tc>
          <w:tcPr>
            <w:tcW w:w="6240" w:type="dxa"/>
          </w:tcPr>
          <w:p w14:paraId="44DFA8E4" w14:textId="77777777" w:rsidR="00DD5472" w:rsidRPr="00AB6C19" w:rsidRDefault="00DD5472" w:rsidP="00F73C8D">
            <w:pPr>
              <w:pStyle w:val="Tabelazwyky"/>
            </w:pPr>
            <w:r w:rsidRPr="00AB6C19">
              <w:t xml:space="preserve">Ewidencja Spraw Karnych Skarbowych - system informatyczny usprawniający pracę </w:t>
            </w:r>
            <w:r w:rsidR="00337FE3" w:rsidRPr="00AB6C19">
              <w:t xml:space="preserve">Administracji Skarbowej </w:t>
            </w:r>
            <w:r w:rsidRPr="00AB6C19">
              <w:t xml:space="preserve">w zakresie rejestracji spraw o przestępstwa </w:t>
            </w:r>
            <w:r w:rsidRPr="00AB6C19">
              <w:br/>
              <w:t xml:space="preserve">i wykroczenia skarbowe oraz ewidencjonowania grzywien nakładanych </w:t>
            </w:r>
            <w:r w:rsidRPr="00AB6C19">
              <w:br/>
              <w:t>w drodze mandatu karnego.</w:t>
            </w:r>
          </w:p>
        </w:tc>
      </w:tr>
      <w:tr w:rsidR="00DD5472" w:rsidRPr="00AB6C19" w14:paraId="51864D43" w14:textId="77777777" w:rsidTr="00C31C1E">
        <w:tc>
          <w:tcPr>
            <w:tcW w:w="2988" w:type="dxa"/>
          </w:tcPr>
          <w:p w14:paraId="0025516B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HERMES2</w:t>
            </w:r>
          </w:p>
        </w:tc>
        <w:tc>
          <w:tcPr>
            <w:tcW w:w="6240" w:type="dxa"/>
          </w:tcPr>
          <w:p w14:paraId="32B12933" w14:textId="77777777" w:rsidR="00DD5472" w:rsidRPr="00AB6C19" w:rsidRDefault="00DD5472" w:rsidP="00F73C8D">
            <w:pPr>
              <w:pStyle w:val="Tabelazwyky"/>
            </w:pPr>
            <w:r w:rsidRPr="00AB6C19">
              <w:t>Projekt „Programu e-Cło” obejmujący wdrożenie Systemu Zarządzania Zasobami Ludzkimi.</w:t>
            </w:r>
          </w:p>
        </w:tc>
      </w:tr>
      <w:tr w:rsidR="00DD5472" w:rsidRPr="00AB6C19" w14:paraId="21C79BA1" w14:textId="77777777" w:rsidTr="00C31C1E">
        <w:tc>
          <w:tcPr>
            <w:tcW w:w="2988" w:type="dxa"/>
          </w:tcPr>
          <w:p w14:paraId="284EF35C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HTTP</w:t>
            </w:r>
          </w:p>
        </w:tc>
        <w:tc>
          <w:tcPr>
            <w:tcW w:w="6240" w:type="dxa"/>
          </w:tcPr>
          <w:p w14:paraId="77DAD919" w14:textId="77777777" w:rsidR="00DD5472" w:rsidRPr="00AB6C19" w:rsidRDefault="00DD5472" w:rsidP="00F73C8D">
            <w:proofErr w:type="spellStart"/>
            <w:r w:rsidRPr="00D437FA">
              <w:rPr>
                <w:rFonts w:cs="Arial"/>
                <w:sz w:val="20"/>
                <w:szCs w:val="20"/>
                <w:lang w:eastAsia="pl-PL"/>
              </w:rPr>
              <w:t>Hypertext</w:t>
            </w:r>
            <w:proofErr w:type="spellEnd"/>
            <w:r w:rsidRPr="00D437FA">
              <w:rPr>
                <w:rFonts w:cs="Arial"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D437FA">
              <w:rPr>
                <w:rFonts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1A2385">
              <w:rPr>
                <w:rFonts w:cs="Arial"/>
                <w:sz w:val="20"/>
                <w:szCs w:val="20"/>
                <w:lang w:eastAsia="pl-PL"/>
              </w:rPr>
              <w:t xml:space="preserve"> – protokół przesyłania dokumentów hipertekstowych.</w:t>
            </w:r>
          </w:p>
        </w:tc>
      </w:tr>
      <w:tr w:rsidR="00DD5472" w:rsidRPr="00AB6C19" w14:paraId="409446CA" w14:textId="77777777" w:rsidTr="00C31C1E">
        <w:tc>
          <w:tcPr>
            <w:tcW w:w="2988" w:type="dxa"/>
          </w:tcPr>
          <w:p w14:paraId="01AA3999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ISZTAR</w:t>
            </w:r>
          </w:p>
        </w:tc>
        <w:tc>
          <w:tcPr>
            <w:tcW w:w="6240" w:type="dxa"/>
          </w:tcPr>
          <w:p w14:paraId="7A704858" w14:textId="77777777" w:rsidR="00DD5472" w:rsidRPr="00AB6C19" w:rsidRDefault="00DD5472" w:rsidP="00F73C8D">
            <w:pPr>
              <w:pStyle w:val="Tabelazwyky"/>
            </w:pPr>
            <w:r w:rsidRPr="00AB6C19">
              <w:t xml:space="preserve">System Zintegrowanej Taryfy Celnej. </w:t>
            </w:r>
          </w:p>
        </w:tc>
      </w:tr>
      <w:tr w:rsidR="00DD5472" w:rsidRPr="00AB6C19" w14:paraId="01B2C27A" w14:textId="77777777" w:rsidTr="00C31C1E">
        <w:tc>
          <w:tcPr>
            <w:tcW w:w="2988" w:type="dxa"/>
          </w:tcPr>
          <w:p w14:paraId="136C8B47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ISZTAR4</w:t>
            </w:r>
          </w:p>
        </w:tc>
        <w:tc>
          <w:tcPr>
            <w:tcW w:w="6240" w:type="dxa"/>
          </w:tcPr>
          <w:p w14:paraId="4627D8BE" w14:textId="77777777" w:rsidR="00DD5472" w:rsidRPr="00AB6C19" w:rsidRDefault="00DD5472" w:rsidP="00F73C8D">
            <w:pPr>
              <w:pStyle w:val="Tabelazwyky"/>
            </w:pPr>
            <w:r w:rsidRPr="00AB6C19"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D437FA">
              <w:t>Integrated</w:t>
            </w:r>
            <w:proofErr w:type="spellEnd"/>
            <w:r w:rsidRPr="00D437FA">
              <w:t xml:space="preserve"> </w:t>
            </w:r>
            <w:proofErr w:type="spellStart"/>
            <w:r w:rsidRPr="00D437FA">
              <w:t>Tariff</w:t>
            </w:r>
            <w:proofErr w:type="spellEnd"/>
            <w:r w:rsidRPr="00D437FA">
              <w:t xml:space="preserve"> Environment i TARIC</w:t>
            </w:r>
            <w:r w:rsidRPr="00AB6C19">
              <w:t xml:space="preserve"> oraz opracowane testy regresywne i przebudowę i integrację EBTI PL z portalem ECIP PL. Projekt Programu e-Cło.</w:t>
            </w:r>
          </w:p>
        </w:tc>
      </w:tr>
      <w:tr w:rsidR="00DD5472" w:rsidRPr="00AB6C19" w14:paraId="2BEBDA36" w14:textId="77777777" w:rsidTr="00C31C1E">
        <w:tc>
          <w:tcPr>
            <w:tcW w:w="2988" w:type="dxa"/>
          </w:tcPr>
          <w:p w14:paraId="41DB6071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OSOZ2</w:t>
            </w:r>
          </w:p>
        </w:tc>
        <w:tc>
          <w:tcPr>
            <w:tcW w:w="6240" w:type="dxa"/>
          </w:tcPr>
          <w:p w14:paraId="180FA9A5" w14:textId="77777777" w:rsidR="00DD5472" w:rsidRPr="00AB6C19" w:rsidRDefault="00DD5472" w:rsidP="00F73C8D">
            <w:pPr>
              <w:pStyle w:val="Tabelazwyky"/>
            </w:pPr>
            <w:r w:rsidRPr="00AB6C19">
              <w:rPr>
                <w:color w:val="000000"/>
              </w:rPr>
              <w:t>P</w:t>
            </w:r>
            <w:r w:rsidRPr="00AB6C19">
              <w:t>rojekt „Programu e-Cło” Zintegrowany System Obsługi Zabezpieczeń.</w:t>
            </w:r>
          </w:p>
        </w:tc>
      </w:tr>
      <w:tr w:rsidR="00DD5472" w:rsidRPr="00AB6C19" w14:paraId="375D84C7" w14:textId="77777777" w:rsidTr="00C31C1E">
        <w:tc>
          <w:tcPr>
            <w:tcW w:w="2988" w:type="dxa"/>
          </w:tcPr>
          <w:p w14:paraId="121F1719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OWNRES</w:t>
            </w:r>
          </w:p>
        </w:tc>
        <w:tc>
          <w:tcPr>
            <w:tcW w:w="6240" w:type="dxa"/>
          </w:tcPr>
          <w:p w14:paraId="4DC5C684" w14:textId="77777777" w:rsidR="00DD5472" w:rsidRPr="00AB6C19" w:rsidRDefault="00DD5472" w:rsidP="00F73C8D">
            <w:pPr>
              <w:pStyle w:val="Tabelazwyky"/>
            </w:pPr>
            <w:proofErr w:type="spellStart"/>
            <w:r w:rsidRPr="00EA1567">
              <w:rPr>
                <w:i/>
              </w:rPr>
              <w:t>O</w:t>
            </w:r>
            <w:r w:rsidRPr="00D437FA">
              <w:rPr>
                <w:i/>
              </w:rPr>
              <w:t>WNRESour</w:t>
            </w:r>
            <w:r w:rsidRPr="00EA1567">
              <w:rPr>
                <w:i/>
              </w:rPr>
              <w:t>ces</w:t>
            </w:r>
            <w:proofErr w:type="spellEnd"/>
            <w:r w:rsidRPr="00AB6C19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DD5472" w:rsidRPr="00AB6C19" w14:paraId="26D694C3" w14:textId="77777777" w:rsidTr="00C31C1E">
        <w:tc>
          <w:tcPr>
            <w:tcW w:w="2988" w:type="dxa"/>
          </w:tcPr>
          <w:p w14:paraId="19BBA36E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PDR</w:t>
            </w:r>
          </w:p>
        </w:tc>
        <w:tc>
          <w:tcPr>
            <w:tcW w:w="6240" w:type="dxa"/>
          </w:tcPr>
          <w:p w14:paraId="4E798455" w14:textId="77777777" w:rsidR="00DD5472" w:rsidRPr="00AB6C19" w:rsidRDefault="00DD5472" w:rsidP="00F73C8D">
            <w:pPr>
              <w:pStyle w:val="Tabelazwyky"/>
            </w:pPr>
            <w:r w:rsidRPr="00AB6C19">
              <w:t xml:space="preserve">Podsystem Danych Referencyjnych – komponenty funkcjonalne do utrzymywania i udostępniania danych referencyjnych w </w:t>
            </w:r>
            <w:r w:rsidRPr="00AB6C19">
              <w:lastRenderedPageBreak/>
              <w:t xml:space="preserve">systemach operacyjnych administracji celnej. Również rozumiany, jako system danych referencyjnych PDR, będący produktem projektu PDR, realizowanego </w:t>
            </w:r>
            <w:r w:rsidRPr="00AB6C19">
              <w:br/>
              <w:t>w ramach Programu e-Cło.</w:t>
            </w:r>
          </w:p>
        </w:tc>
      </w:tr>
      <w:tr w:rsidR="00DD5472" w:rsidRPr="00AB6C19" w14:paraId="6457AC5D" w14:textId="77777777" w:rsidTr="00C31C1E">
        <w:tc>
          <w:tcPr>
            <w:tcW w:w="2988" w:type="dxa"/>
          </w:tcPr>
          <w:p w14:paraId="1115B530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lastRenderedPageBreak/>
              <w:t>PKI</w:t>
            </w:r>
          </w:p>
        </w:tc>
        <w:tc>
          <w:tcPr>
            <w:tcW w:w="6240" w:type="dxa"/>
          </w:tcPr>
          <w:p w14:paraId="08D4BCB2" w14:textId="77777777" w:rsidR="00DD5472" w:rsidRPr="00AB6C19" w:rsidRDefault="00DD5472" w:rsidP="00F73C8D">
            <w:pPr>
              <w:pStyle w:val="Tabelazwyky"/>
            </w:pPr>
            <w:r w:rsidRPr="00AB6C19">
              <w:t>Projekt Programu e-Cło przewidujący stworzenie jednolitego podsystemu uwierzytelniania dla wszystkich systemów i u</w:t>
            </w:r>
            <w:r w:rsidR="00CC1B30" w:rsidRPr="00AB6C19">
              <w:t xml:space="preserve">żytkowników wewnętrznych  wraz </w:t>
            </w:r>
            <w:r w:rsidRPr="00AB6C19">
              <w:t xml:space="preserve">z </w:t>
            </w:r>
            <w:r w:rsidRPr="00D437FA">
              <w:rPr>
                <w:i/>
              </w:rPr>
              <w:t xml:space="preserve">Public </w:t>
            </w:r>
            <w:proofErr w:type="spellStart"/>
            <w:r w:rsidRPr="00D437FA">
              <w:rPr>
                <w:i/>
              </w:rPr>
              <w:t>Key</w:t>
            </w:r>
            <w:proofErr w:type="spellEnd"/>
            <w:r w:rsidRPr="00D437FA">
              <w:rPr>
                <w:i/>
              </w:rPr>
              <w:t xml:space="preserve"> </w:t>
            </w:r>
            <w:proofErr w:type="spellStart"/>
            <w:r w:rsidRPr="00D437FA">
              <w:rPr>
                <w:i/>
              </w:rPr>
              <w:t>Infrastructure</w:t>
            </w:r>
            <w:proofErr w:type="spellEnd"/>
            <w:r w:rsidRPr="00AB6C19">
              <w:t xml:space="preserve"> i funkcjonalnością/technologią jednokrotnego uwierzytelniania </w:t>
            </w:r>
            <w:r w:rsidRPr="00D437FA">
              <w:rPr>
                <w:i/>
                <w:lang w:val="en-GB"/>
              </w:rPr>
              <w:t>Single Sign On</w:t>
            </w:r>
            <w:r w:rsidRPr="00D437FA">
              <w:rPr>
                <w:lang w:val="en-GB"/>
              </w:rPr>
              <w:t xml:space="preserve"> (SSO).</w:t>
            </w:r>
          </w:p>
        </w:tc>
      </w:tr>
      <w:tr w:rsidR="00DD5472" w:rsidRPr="00AB6C19" w14:paraId="65F0A8E9" w14:textId="77777777" w:rsidTr="00C31C1E">
        <w:tc>
          <w:tcPr>
            <w:tcW w:w="2988" w:type="dxa"/>
          </w:tcPr>
          <w:p w14:paraId="127C525D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POLTAX</w:t>
            </w:r>
          </w:p>
        </w:tc>
        <w:tc>
          <w:tcPr>
            <w:tcW w:w="6240" w:type="dxa"/>
          </w:tcPr>
          <w:p w14:paraId="467086D0" w14:textId="77777777" w:rsidR="00DD5472" w:rsidRPr="00AB6C19" w:rsidRDefault="00DD5472" w:rsidP="00F73C8D">
            <w:pPr>
              <w:pStyle w:val="Tabelazwyky"/>
            </w:pPr>
            <w:r w:rsidRPr="00AB6C19">
              <w:t>System ewidencjonowania i przetwarzania danych o podatnikach wykorzystywany w urzędach skarbowych wspomagający działalność administracji podatkowej.</w:t>
            </w:r>
          </w:p>
        </w:tc>
      </w:tr>
      <w:tr w:rsidR="00DD5472" w:rsidRPr="00AB6C19" w14:paraId="4432583A" w14:textId="77777777" w:rsidTr="00C31C1E">
        <w:tc>
          <w:tcPr>
            <w:tcW w:w="2988" w:type="dxa"/>
          </w:tcPr>
          <w:p w14:paraId="5C8CDA32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SK</w:t>
            </w:r>
          </w:p>
        </w:tc>
        <w:tc>
          <w:tcPr>
            <w:tcW w:w="6240" w:type="dxa"/>
          </w:tcPr>
          <w:p w14:paraId="229B8B0E" w14:textId="77777777" w:rsidR="00DD5472" w:rsidRPr="00AB6C19" w:rsidRDefault="00DD5472" w:rsidP="00F73C8D">
            <w:r w:rsidRPr="001A2385">
              <w:rPr>
                <w:rFonts w:cs="Arial"/>
                <w:sz w:val="20"/>
                <w:szCs w:val="20"/>
                <w:lang w:eastAsia="pl-PL"/>
              </w:rPr>
              <w:t>System informatyczny przeznaczony do prowadzenia ksiąg rachunkowych w formie elektronicznej</w:t>
            </w:r>
            <w:r w:rsidRPr="00AB6C19">
              <w:t>.</w:t>
            </w:r>
          </w:p>
        </w:tc>
      </w:tr>
      <w:tr w:rsidR="00DD5472" w:rsidRPr="00AB6C19" w14:paraId="2B4227AF" w14:textId="77777777" w:rsidTr="00C31C1E">
        <w:tc>
          <w:tcPr>
            <w:tcW w:w="2988" w:type="dxa"/>
          </w:tcPr>
          <w:p w14:paraId="5A6F6F21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SOA</w:t>
            </w:r>
          </w:p>
        </w:tc>
        <w:tc>
          <w:tcPr>
            <w:tcW w:w="6240" w:type="dxa"/>
          </w:tcPr>
          <w:p w14:paraId="00071876" w14:textId="77777777" w:rsidR="00DD5472" w:rsidRPr="00AB6C19" w:rsidRDefault="00DD5472" w:rsidP="00F73C8D">
            <w:pPr>
              <w:pStyle w:val="Tabelazwyky"/>
            </w:pPr>
            <w:r w:rsidRPr="00AB6C19">
              <w:t xml:space="preserve">Architektura oparta na usługach (ang. </w:t>
            </w:r>
            <w:r w:rsidRPr="00D437FA">
              <w:rPr>
                <w:lang w:val="en-GB"/>
              </w:rPr>
              <w:t>Service-Oriented Architecture</w:t>
            </w:r>
            <w:r w:rsidRPr="00AB6C19"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DD5472" w:rsidRPr="00AB6C19" w14:paraId="76AF6BDF" w14:textId="77777777" w:rsidTr="00C31C1E">
        <w:tc>
          <w:tcPr>
            <w:tcW w:w="2988" w:type="dxa"/>
          </w:tcPr>
          <w:p w14:paraId="23F91CA0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SOAP</w:t>
            </w:r>
          </w:p>
        </w:tc>
        <w:tc>
          <w:tcPr>
            <w:tcW w:w="6240" w:type="dxa"/>
          </w:tcPr>
          <w:p w14:paraId="26CBE225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  <w:lang w:val="en-GB"/>
              </w:rPr>
              <w:t>Simple Object Access Protocol</w:t>
            </w:r>
            <w:r w:rsidRPr="00AB6C19">
              <w:t xml:space="preserve"> – protokół wywoływania zdalnego dostępu do obiektów, wykorzystujący XML do kodowania wywołań.</w:t>
            </w:r>
          </w:p>
        </w:tc>
      </w:tr>
      <w:tr w:rsidR="00DD5472" w:rsidRPr="00AB6C19" w14:paraId="3530B35D" w14:textId="77777777" w:rsidTr="00C31C1E">
        <w:tc>
          <w:tcPr>
            <w:tcW w:w="2988" w:type="dxa"/>
          </w:tcPr>
          <w:p w14:paraId="42CA4053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SSO</w:t>
            </w:r>
          </w:p>
        </w:tc>
        <w:tc>
          <w:tcPr>
            <w:tcW w:w="6240" w:type="dxa"/>
          </w:tcPr>
          <w:p w14:paraId="641282CC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  <w:lang w:val="en-GB"/>
              </w:rPr>
              <w:t>Single Sign On</w:t>
            </w:r>
            <w:r w:rsidRPr="00AB6C19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DD5472" w:rsidRPr="00AB6C19" w14:paraId="5B6B65A4" w14:textId="77777777" w:rsidTr="00C31C1E">
        <w:tc>
          <w:tcPr>
            <w:tcW w:w="2988" w:type="dxa"/>
          </w:tcPr>
          <w:p w14:paraId="285DB5CD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SZPROT</w:t>
            </w:r>
          </w:p>
        </w:tc>
        <w:tc>
          <w:tcPr>
            <w:tcW w:w="6240" w:type="dxa"/>
          </w:tcPr>
          <w:p w14:paraId="2E144A19" w14:textId="77777777" w:rsidR="00DD5472" w:rsidRPr="00AB6C19" w:rsidRDefault="00DD5472" w:rsidP="00F73C8D">
            <w:pPr>
              <w:pStyle w:val="Tabelazwyky"/>
            </w:pPr>
            <w:r w:rsidRPr="00AB6C19">
              <w:t>System Zintegrowanej Rejestracji Przedsiębiorców. Projekt „Programu e-Cło”.</w:t>
            </w:r>
          </w:p>
        </w:tc>
      </w:tr>
      <w:tr w:rsidR="00DD5472" w:rsidRPr="00AB6C19" w14:paraId="4F2A08A0" w14:textId="77777777" w:rsidTr="00C31C1E">
        <w:tc>
          <w:tcPr>
            <w:tcW w:w="2988" w:type="dxa"/>
          </w:tcPr>
          <w:p w14:paraId="42272623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TREZOR</w:t>
            </w:r>
          </w:p>
        </w:tc>
        <w:tc>
          <w:tcPr>
            <w:tcW w:w="6240" w:type="dxa"/>
          </w:tcPr>
          <w:p w14:paraId="72EED338" w14:textId="77777777" w:rsidR="00DD5472" w:rsidRPr="00AB6C19" w:rsidRDefault="00DD5472" w:rsidP="00F73C8D">
            <w:pPr>
              <w:pStyle w:val="Tabelazwyky"/>
            </w:pPr>
            <w:r w:rsidRPr="00AB6C19">
              <w:t>Informatyczny System Obsługi Budżetu Państwa.</w:t>
            </w:r>
          </w:p>
        </w:tc>
      </w:tr>
      <w:tr w:rsidR="00DD5472" w:rsidRPr="00AB6C19" w14:paraId="4EC89D6D" w14:textId="77777777" w:rsidTr="00C31C1E">
        <w:tc>
          <w:tcPr>
            <w:tcW w:w="2988" w:type="dxa"/>
          </w:tcPr>
          <w:p w14:paraId="1A99B094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WFW</w:t>
            </w:r>
          </w:p>
        </w:tc>
        <w:tc>
          <w:tcPr>
            <w:tcW w:w="6240" w:type="dxa"/>
          </w:tcPr>
          <w:p w14:paraId="1517D810" w14:textId="77777777" w:rsidR="00DD5472" w:rsidRPr="001A2385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1A2385">
              <w:rPr>
                <w:rFonts w:cs="Arial"/>
                <w:sz w:val="20"/>
                <w:szCs w:val="20"/>
                <w:lang w:eastAsia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D437FA">
              <w:rPr>
                <w:rFonts w:cs="Arial"/>
                <w:sz w:val="20"/>
                <w:szCs w:val="20"/>
                <w:lang w:eastAsia="pl-PL"/>
              </w:rPr>
              <w:t>workflow</w:t>
            </w:r>
            <w:proofErr w:type="spellEnd"/>
            <w:r w:rsidRPr="001A2385">
              <w:rPr>
                <w:rFonts w:cs="Arial"/>
                <w:sz w:val="20"/>
                <w:szCs w:val="20"/>
                <w:lang w:eastAsia="pl-PL"/>
              </w:rPr>
              <w:t xml:space="preserve">), jak i automatyzacji procesów biznesowych (tradycyjnie określane terminem </w:t>
            </w:r>
            <w:r w:rsidRPr="00D437FA">
              <w:rPr>
                <w:rFonts w:cs="Arial"/>
                <w:sz w:val="20"/>
                <w:szCs w:val="20"/>
                <w:lang w:val="en-GB" w:eastAsia="pl-PL"/>
              </w:rPr>
              <w:t>Business Process Management</w:t>
            </w:r>
            <w:r w:rsidRPr="001A2385">
              <w:rPr>
                <w:rFonts w:cs="Arial"/>
                <w:sz w:val="20"/>
                <w:szCs w:val="20"/>
                <w:lang w:eastAsia="pl-PL"/>
              </w:rPr>
              <w:t>, BPM).</w:t>
            </w:r>
          </w:p>
        </w:tc>
      </w:tr>
      <w:tr w:rsidR="00DD5472" w:rsidRPr="00AB6C19" w14:paraId="5FE2A2E5" w14:textId="77777777" w:rsidTr="00C31C1E">
        <w:tc>
          <w:tcPr>
            <w:tcW w:w="2988" w:type="dxa"/>
          </w:tcPr>
          <w:p w14:paraId="014C409C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WOMIS</w:t>
            </w:r>
          </w:p>
        </w:tc>
        <w:tc>
          <w:tcPr>
            <w:tcW w:w="6240" w:type="dxa"/>
          </w:tcPr>
          <w:p w14:paraId="65574443" w14:textId="77777777" w:rsidR="00DD5472" w:rsidRPr="00AB6C19" w:rsidRDefault="00DD5472" w:rsidP="00F73C8D">
            <w:pPr>
              <w:pStyle w:val="Tabelazwyky"/>
            </w:pPr>
            <w:r w:rsidRPr="00D437FA">
              <w:rPr>
                <w:i/>
                <w:lang w:val="en-GB"/>
              </w:rPr>
              <w:t>Write-Off Management and Information System</w:t>
            </w:r>
            <w:r w:rsidRPr="00AB6C19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DD5472" w:rsidRPr="00AB6C19" w14:paraId="2CC14B0B" w14:textId="77777777" w:rsidTr="00C31C1E">
        <w:tc>
          <w:tcPr>
            <w:tcW w:w="2988" w:type="dxa"/>
          </w:tcPr>
          <w:p w14:paraId="1490075B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WSDL</w:t>
            </w:r>
          </w:p>
        </w:tc>
        <w:tc>
          <w:tcPr>
            <w:tcW w:w="6240" w:type="dxa"/>
          </w:tcPr>
          <w:p w14:paraId="7476F191" w14:textId="77777777" w:rsidR="00DD5472" w:rsidRPr="001A2385" w:rsidRDefault="00DD5472" w:rsidP="001A2385">
            <w:pPr>
              <w:rPr>
                <w:rFonts w:cs="Arial"/>
                <w:sz w:val="20"/>
                <w:szCs w:val="20"/>
                <w:lang w:eastAsia="pl-PL"/>
              </w:rPr>
            </w:pPr>
            <w:r w:rsidRPr="00D437FA">
              <w:rPr>
                <w:rFonts w:cs="Arial"/>
                <w:sz w:val="20"/>
                <w:szCs w:val="20"/>
                <w:lang w:val="en-GB" w:eastAsia="pl-PL"/>
              </w:rPr>
              <w:t>Web Services Description Language</w:t>
            </w:r>
            <w:r w:rsidRPr="001A2385">
              <w:rPr>
                <w:rFonts w:cs="Arial"/>
                <w:sz w:val="20"/>
                <w:szCs w:val="20"/>
                <w:lang w:eastAsia="pl-PL"/>
              </w:rPr>
              <w:t xml:space="preserve"> – oparty na XML język do definiowania usług sieciowych. Opisuje protokoły i formaty używane przez usługi sieciowe. </w:t>
            </w:r>
          </w:p>
          <w:p w14:paraId="121E3AC5" w14:textId="77777777" w:rsidR="00DD5472" w:rsidRPr="001A2385" w:rsidRDefault="00DD5472" w:rsidP="001A2385">
            <w:pPr>
              <w:rPr>
                <w:rFonts w:cs="Arial"/>
                <w:sz w:val="20"/>
                <w:szCs w:val="20"/>
                <w:lang w:eastAsia="pl-PL"/>
              </w:rPr>
            </w:pPr>
            <w:r w:rsidRPr="001A2385">
              <w:rPr>
                <w:rFonts w:cs="Arial"/>
                <w:sz w:val="20"/>
                <w:szCs w:val="20"/>
                <w:lang w:eastAsia="pl-PL"/>
              </w:rPr>
              <w:t xml:space="preserve">WSDL wykorzystuje język XML do opisu punktów dostępu do usług sieciowych. Definiuje zestaw struktur XML pozwalających na pełny </w:t>
            </w:r>
            <w:r w:rsidRPr="001A2385">
              <w:rPr>
                <w:rFonts w:cs="Arial"/>
                <w:sz w:val="20"/>
                <w:szCs w:val="20"/>
                <w:lang w:eastAsia="pl-PL"/>
              </w:rPr>
              <w:lastRenderedPageBreak/>
              <w:t>opis usług (struktury danych wymienianych z usługą, sposób połączenia z usługą, najczęściej HTTP).</w:t>
            </w:r>
          </w:p>
        </w:tc>
      </w:tr>
      <w:tr w:rsidR="00DD5472" w:rsidRPr="00AB6C19" w14:paraId="16A54AD1" w14:textId="77777777" w:rsidTr="00C31C1E">
        <w:tc>
          <w:tcPr>
            <w:tcW w:w="2988" w:type="dxa"/>
          </w:tcPr>
          <w:p w14:paraId="0E68B6AC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lastRenderedPageBreak/>
              <w:t>XML</w:t>
            </w:r>
          </w:p>
        </w:tc>
        <w:tc>
          <w:tcPr>
            <w:tcW w:w="6240" w:type="dxa"/>
          </w:tcPr>
          <w:p w14:paraId="62349782" w14:textId="77777777" w:rsidR="00DD5472" w:rsidRPr="001A2385" w:rsidRDefault="00DD5472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D437FA">
              <w:rPr>
                <w:rFonts w:ascii="Lato" w:hAnsi="Lato" w:cs="Arial"/>
                <w:sz w:val="20"/>
                <w:szCs w:val="20"/>
                <w:lang w:val="en-GB" w:eastAsia="pl-PL"/>
              </w:rPr>
              <w:t>Extensible Markup Language</w:t>
            </w:r>
            <w:r w:rsidRPr="001A238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DD5472" w:rsidRPr="00AB6C19" w14:paraId="58634C52" w14:textId="77777777" w:rsidTr="00C31C1E">
        <w:tc>
          <w:tcPr>
            <w:tcW w:w="2988" w:type="dxa"/>
          </w:tcPr>
          <w:p w14:paraId="5E33FFAD" w14:textId="77777777" w:rsidR="00DD5472" w:rsidRPr="00EA1567" w:rsidRDefault="00DD5472" w:rsidP="000C51FE">
            <w:pPr>
              <w:rPr>
                <w:rFonts w:cs="Arial"/>
                <w:sz w:val="20"/>
                <w:szCs w:val="20"/>
                <w:lang w:val="en-GB" w:eastAsia="pl-PL"/>
              </w:rPr>
            </w:pPr>
            <w:r w:rsidRPr="00EA1567">
              <w:rPr>
                <w:rFonts w:cs="Arial"/>
                <w:sz w:val="20"/>
                <w:szCs w:val="20"/>
                <w:lang w:val="en-GB" w:eastAsia="pl-PL"/>
              </w:rPr>
              <w:t>XML Schema</w:t>
            </w:r>
          </w:p>
        </w:tc>
        <w:tc>
          <w:tcPr>
            <w:tcW w:w="6240" w:type="dxa"/>
          </w:tcPr>
          <w:p w14:paraId="0BE48231" w14:textId="77777777" w:rsidR="00DD5472" w:rsidRPr="001A2385" w:rsidRDefault="00DD5472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DD5472" w:rsidRPr="00AB6C19" w14:paraId="41C7811F" w14:textId="77777777" w:rsidTr="00C31C1E">
        <w:tc>
          <w:tcPr>
            <w:tcW w:w="2988" w:type="dxa"/>
          </w:tcPr>
          <w:p w14:paraId="7473BA4E" w14:textId="77777777" w:rsidR="00DD5472" w:rsidRPr="000C51FE" w:rsidRDefault="00DD5472" w:rsidP="000C51FE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 xml:space="preserve">XSD </w:t>
            </w:r>
          </w:p>
        </w:tc>
        <w:tc>
          <w:tcPr>
            <w:tcW w:w="6240" w:type="dxa"/>
          </w:tcPr>
          <w:p w14:paraId="16BF3E58" w14:textId="77777777" w:rsidR="00DD5472" w:rsidRPr="001A2385" w:rsidRDefault="00CC1B30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XML Schema Definition</w:t>
            </w:r>
            <w:r w:rsidR="00DD5472" w:rsidRPr="001A2385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- plik zawierający definicje XML </w:t>
            </w:r>
            <w:proofErr w:type="spellStart"/>
            <w:r w:rsidR="00DD5472" w:rsidRPr="001A2385">
              <w:rPr>
                <w:rFonts w:ascii="Lato" w:hAnsi="Lato" w:cs="Arial"/>
                <w:sz w:val="20"/>
                <w:szCs w:val="20"/>
                <w:lang w:val="pl-PL" w:eastAsia="pl-PL"/>
              </w:rPr>
              <w:t>Schema</w:t>
            </w:r>
            <w:proofErr w:type="spellEnd"/>
            <w:r w:rsidR="00DD5472" w:rsidRPr="001A2385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DD5472" w:rsidRPr="00AB6C19" w14:paraId="3C9C5AE7" w14:textId="77777777" w:rsidTr="00C31C1E">
        <w:tc>
          <w:tcPr>
            <w:tcW w:w="2988" w:type="dxa"/>
          </w:tcPr>
          <w:p w14:paraId="1DB16339" w14:textId="77777777" w:rsidR="00DD5472" w:rsidRPr="000C51FE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ZEFIR 2</w:t>
            </w:r>
          </w:p>
        </w:tc>
        <w:tc>
          <w:tcPr>
            <w:tcW w:w="6240" w:type="dxa"/>
          </w:tcPr>
          <w:p w14:paraId="393836D5" w14:textId="77777777" w:rsidR="00DD5472" w:rsidRPr="001A2385" w:rsidRDefault="00DD5472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1A2385">
              <w:rPr>
                <w:rFonts w:cs="Arial"/>
                <w:sz w:val="20"/>
                <w:szCs w:val="20"/>
                <w:lang w:eastAsia="pl-PL"/>
              </w:rPr>
              <w:t>Zintegrowany system poboru należności i rozrachunków z UE i budżetem ZEFIR 2. Projekt „Programu e-Cło”.</w:t>
            </w:r>
          </w:p>
        </w:tc>
      </w:tr>
    </w:tbl>
    <w:p w14:paraId="301EE1FB" w14:textId="77777777" w:rsidR="003F3585" w:rsidRPr="00AB6C19" w:rsidRDefault="00C43119" w:rsidP="00F73C8D">
      <w:pPr>
        <w:pStyle w:val="Nagwek3"/>
      </w:pPr>
      <w:bookmarkStart w:id="49" w:name="_Toc181782214"/>
      <w:r w:rsidRPr="00AB6C19">
        <w:t>Terminy</w:t>
      </w:r>
      <w:bookmarkEnd w:id="48"/>
      <w:bookmarkEnd w:id="49"/>
    </w:p>
    <w:p w14:paraId="181B0C21" w14:textId="265C43F7" w:rsidR="001E20BF" w:rsidRPr="00AB6C19" w:rsidRDefault="001E20BF" w:rsidP="0033397D">
      <w:pPr>
        <w:pStyle w:val="Legenda"/>
      </w:pPr>
      <w:bookmarkStart w:id="50" w:name="_Toc18178230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</w:t>
      </w:r>
      <w:r w:rsidR="00D437FA">
        <w:rPr>
          <w:noProof/>
        </w:rPr>
        <w:fldChar w:fldCharType="end"/>
      </w:r>
      <w:r w:rsidRPr="00AB6C19">
        <w:t>. Wykaz definicji</w:t>
      </w:r>
      <w:bookmarkEnd w:id="50"/>
    </w:p>
    <w:tbl>
      <w:tblPr>
        <w:tblStyle w:val="tabel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AB6C19" w14:paraId="75CEE7A4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B2F7575" w14:textId="77777777" w:rsidR="00034C39" w:rsidRPr="00AB6C19" w:rsidRDefault="00034C39" w:rsidP="00F73C8D">
            <w:pPr>
              <w:pStyle w:val="Z2Nagwektabeli"/>
            </w:pPr>
            <w:r w:rsidRPr="00AB6C19">
              <w:t>Termin</w:t>
            </w:r>
          </w:p>
        </w:tc>
        <w:tc>
          <w:tcPr>
            <w:tcW w:w="6476" w:type="dxa"/>
          </w:tcPr>
          <w:p w14:paraId="16B9ED3C" w14:textId="77777777" w:rsidR="00034C39" w:rsidRPr="00AB6C19" w:rsidRDefault="00034C39" w:rsidP="00F73C8D">
            <w:pPr>
              <w:pStyle w:val="Z2Nagwektabeli"/>
            </w:pPr>
            <w:r w:rsidRPr="00AB6C19">
              <w:t>Definicja</w:t>
            </w:r>
          </w:p>
        </w:tc>
      </w:tr>
      <w:tr w:rsidR="00D64ACB" w:rsidRPr="00AB6C19" w14:paraId="3DD06E32" w14:textId="77777777" w:rsidTr="00C31C1E">
        <w:tc>
          <w:tcPr>
            <w:tcW w:w="2988" w:type="dxa"/>
          </w:tcPr>
          <w:p w14:paraId="1D997E69" w14:textId="77777777" w:rsidR="00D64ACB" w:rsidRPr="000C51FE" w:rsidRDefault="00716456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Komunikat</w:t>
            </w:r>
          </w:p>
        </w:tc>
        <w:tc>
          <w:tcPr>
            <w:tcW w:w="6476" w:type="dxa"/>
          </w:tcPr>
          <w:p w14:paraId="24933120" w14:textId="77777777" w:rsidR="00D64ACB" w:rsidRPr="000C51FE" w:rsidRDefault="00716456" w:rsidP="00F73C8D">
            <w:pPr>
              <w:rPr>
                <w:rFonts w:cs="Arial"/>
                <w:sz w:val="20"/>
                <w:szCs w:val="20"/>
                <w:lang w:eastAsia="pl-PL"/>
              </w:rPr>
            </w:pPr>
            <w:r w:rsidRPr="000C51FE">
              <w:rPr>
                <w:rFonts w:cs="Arial"/>
                <w:sz w:val="20"/>
                <w:szCs w:val="20"/>
                <w:lang w:eastAsia="pl-PL"/>
              </w:rPr>
              <w:t>Dokument XML, który jest wysyłany lub odbierany przez System.</w:t>
            </w:r>
          </w:p>
        </w:tc>
      </w:tr>
      <w:tr w:rsidR="00D64ACB" w:rsidRPr="00AB6C19" w14:paraId="14C3945F" w14:textId="77777777" w:rsidTr="00C31C1E">
        <w:tc>
          <w:tcPr>
            <w:tcW w:w="2988" w:type="dxa"/>
          </w:tcPr>
          <w:p w14:paraId="00203847" w14:textId="77777777" w:rsidR="00D64ACB" w:rsidRPr="000C51FE" w:rsidRDefault="002336F0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F1BB389" w14:textId="77777777" w:rsidR="00D64ACB" w:rsidRPr="000C51FE" w:rsidRDefault="002336F0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AB6C19" w14:paraId="1978F1F7" w14:textId="77777777" w:rsidTr="00C31C1E">
        <w:tc>
          <w:tcPr>
            <w:tcW w:w="2988" w:type="dxa"/>
          </w:tcPr>
          <w:p w14:paraId="2E1FBD48" w14:textId="77777777" w:rsidR="00D64ACB" w:rsidRPr="000C51FE" w:rsidRDefault="00983089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XML </w:t>
            </w:r>
            <w:r w:rsidRPr="00EA1567">
              <w:rPr>
                <w:rFonts w:ascii="Lato" w:hAnsi="Lato" w:cs="Arial"/>
                <w:sz w:val="20"/>
                <w:szCs w:val="20"/>
                <w:lang w:val="en-GB" w:eastAsia="pl-PL"/>
              </w:rPr>
              <w:t>schema</w:t>
            </w:r>
          </w:p>
        </w:tc>
        <w:tc>
          <w:tcPr>
            <w:tcW w:w="6476" w:type="dxa"/>
          </w:tcPr>
          <w:p w14:paraId="12AD328C" w14:textId="77777777" w:rsidR="00D64ACB" w:rsidRPr="000C51FE" w:rsidRDefault="00983089" w:rsidP="00F73C8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FE740AF" w14:textId="77777777" w:rsidR="008304F5" w:rsidRPr="00AB6C19" w:rsidRDefault="008304F5" w:rsidP="00F73C8D">
      <w:pPr>
        <w:pStyle w:val="Nagwek1"/>
      </w:pPr>
      <w:bookmarkStart w:id="51" w:name="_Toc349568561"/>
      <w:bookmarkStart w:id="52" w:name="_Toc181782215"/>
      <w:r w:rsidRPr="00AB6C19">
        <w:lastRenderedPageBreak/>
        <w:t>Zawartość merytoryczna dokumentu</w:t>
      </w:r>
      <w:bookmarkEnd w:id="51"/>
      <w:bookmarkEnd w:id="52"/>
    </w:p>
    <w:p w14:paraId="75A95D00" w14:textId="77777777" w:rsidR="00654129" w:rsidRPr="00AB6C19" w:rsidRDefault="00D64ACB" w:rsidP="00F73C8D">
      <w:r w:rsidRPr="00AB6C19">
        <w:t xml:space="preserve">Dokument zawiera </w:t>
      </w:r>
      <w:r w:rsidR="005E6523" w:rsidRPr="00AB6C19">
        <w:t xml:space="preserve">definicje struktury i zawartości informacyjnej dokumentu XML (zwanej tutaj także komunikatem) </w:t>
      </w:r>
      <w:r w:rsidR="00110683" w:rsidRPr="00AB6C19">
        <w:t>deklaracji AKC-</w:t>
      </w:r>
      <w:r w:rsidR="001371DA" w:rsidRPr="00AB6C19">
        <w:t>4</w:t>
      </w:r>
      <w:r w:rsidR="005E6523" w:rsidRPr="00AB6C19">
        <w:t>.</w:t>
      </w:r>
    </w:p>
    <w:p w14:paraId="7D61CA9F" w14:textId="77777777" w:rsidR="003A1B70" w:rsidRPr="00D437FA" w:rsidRDefault="003A1B70" w:rsidP="00F73C8D">
      <w:r w:rsidRPr="00AB6C19">
        <w:t xml:space="preserve">Struktury danych wspólne dla wszystkich zestawów usług zostały umieszczone w plikach </w:t>
      </w:r>
      <w:r w:rsidRPr="00D437FA">
        <w:t>Types_Z2.xsd, Trader_Z2.xsd, Authorization.xsd oraz w xmldsig-core-schema.xsd.</w:t>
      </w:r>
    </w:p>
    <w:p w14:paraId="45ACEFA5" w14:textId="0D0CD9BC" w:rsidR="001E20BF" w:rsidRPr="00AB6C19" w:rsidRDefault="001E20BF" w:rsidP="0033397D">
      <w:pPr>
        <w:pStyle w:val="Legenda"/>
      </w:pPr>
      <w:bookmarkStart w:id="53" w:name="_Toc18178230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</w:t>
      </w:r>
      <w:r w:rsidR="00D437FA">
        <w:rPr>
          <w:noProof/>
        </w:rPr>
        <w:fldChar w:fldCharType="end"/>
      </w:r>
      <w:r w:rsidRPr="00AB6C19">
        <w:t>. Powiązanie plików XSD</w:t>
      </w:r>
      <w:bookmarkEnd w:id="53"/>
    </w:p>
    <w:tbl>
      <w:tblPr>
        <w:tblStyle w:val="tabela"/>
        <w:tblW w:w="9228" w:type="dxa"/>
        <w:tblLook w:val="01E0" w:firstRow="1" w:lastRow="1" w:firstColumn="1" w:lastColumn="1" w:noHBand="0" w:noVBand="0"/>
      </w:tblPr>
      <w:tblGrid>
        <w:gridCol w:w="2088"/>
        <w:gridCol w:w="7140"/>
      </w:tblGrid>
      <w:tr w:rsidR="003A1B70" w:rsidRPr="00AB6C19" w14:paraId="686C8475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4A328671" w14:textId="77777777" w:rsidR="003A1B70" w:rsidRPr="00AB6C19" w:rsidRDefault="003A1B70" w:rsidP="00F73C8D">
            <w:pPr>
              <w:pStyle w:val="Z2Nagwektabeli"/>
            </w:pPr>
            <w:r w:rsidRPr="00AB6C19">
              <w:t>Plik XSD</w:t>
            </w:r>
          </w:p>
        </w:tc>
        <w:tc>
          <w:tcPr>
            <w:tcW w:w="7140" w:type="dxa"/>
          </w:tcPr>
          <w:p w14:paraId="0F5C7120" w14:textId="77777777" w:rsidR="003A1B70" w:rsidRPr="00AB6C19" w:rsidRDefault="003A1B70" w:rsidP="00F73C8D">
            <w:pPr>
              <w:pStyle w:val="Z2Nagwektabeli"/>
            </w:pPr>
            <w:r w:rsidRPr="00AB6C19">
              <w:t>Opis</w:t>
            </w:r>
          </w:p>
        </w:tc>
      </w:tr>
      <w:tr w:rsidR="003A1B70" w:rsidRPr="00AB6C19" w14:paraId="0EC6536E" w14:textId="77777777" w:rsidTr="00C31C1E">
        <w:tc>
          <w:tcPr>
            <w:tcW w:w="2088" w:type="dxa"/>
          </w:tcPr>
          <w:p w14:paraId="2622604F" w14:textId="77777777" w:rsidR="003A1B70" w:rsidRPr="0081679C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Types_Z</w:t>
            </w:r>
            <w:r w:rsidR="00752F03"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3</w:t>
            </w:r>
            <w:r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.xsd</w:t>
            </w:r>
          </w:p>
        </w:tc>
        <w:tc>
          <w:tcPr>
            <w:tcW w:w="7140" w:type="dxa"/>
          </w:tcPr>
          <w:p w14:paraId="0FD58E72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Definicje podstawowych wspólnych typów i struktur danych, wykorzystywanych we wszystkich zdefiniowanych deklaracjach</w:t>
            </w:r>
          </w:p>
        </w:tc>
      </w:tr>
      <w:tr w:rsidR="003A1B70" w:rsidRPr="00AB6C19" w14:paraId="077F4709" w14:textId="77777777" w:rsidTr="00C31C1E">
        <w:tc>
          <w:tcPr>
            <w:tcW w:w="2088" w:type="dxa"/>
          </w:tcPr>
          <w:p w14:paraId="697B5649" w14:textId="77777777" w:rsidR="003A1B70" w:rsidRPr="0081679C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Trader_Z2</w:t>
            </w:r>
          </w:p>
        </w:tc>
        <w:tc>
          <w:tcPr>
            <w:tcW w:w="7140" w:type="dxa"/>
          </w:tcPr>
          <w:p w14:paraId="3BAA189E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Definicje wspólnych struktur danych dotyczących podmiotów, wykorzystywanych we wszystkich zdefiniowanych deklaracjach</w:t>
            </w:r>
          </w:p>
        </w:tc>
      </w:tr>
      <w:tr w:rsidR="003A1B70" w:rsidRPr="00AB6C19" w14:paraId="3758B4E1" w14:textId="77777777" w:rsidTr="00C31C1E">
        <w:tc>
          <w:tcPr>
            <w:tcW w:w="2088" w:type="dxa"/>
          </w:tcPr>
          <w:p w14:paraId="38D4CB62" w14:textId="77777777" w:rsidR="003A1B70" w:rsidRPr="0081679C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81679C">
              <w:rPr>
                <w:rFonts w:ascii="Lato" w:hAnsi="Lato" w:cs="Arial"/>
                <w:sz w:val="20"/>
                <w:szCs w:val="20"/>
                <w:lang w:val="en-GB" w:eastAsia="pl-PL"/>
              </w:rPr>
              <w:t>Authorization.xsd</w:t>
            </w:r>
          </w:p>
        </w:tc>
        <w:tc>
          <w:tcPr>
            <w:tcW w:w="7140" w:type="dxa"/>
          </w:tcPr>
          <w:p w14:paraId="568B4165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Definicje wspólnych struktur danych dotyczących autentykacji</w:t>
            </w:r>
          </w:p>
        </w:tc>
      </w:tr>
      <w:tr w:rsidR="003A1B70" w:rsidRPr="00AB6C19" w14:paraId="1DC2706A" w14:textId="77777777" w:rsidTr="00C31C1E">
        <w:tc>
          <w:tcPr>
            <w:tcW w:w="2088" w:type="dxa"/>
          </w:tcPr>
          <w:p w14:paraId="611FF8DF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xmldsig-core-schema.xsd</w:t>
            </w:r>
          </w:p>
        </w:tc>
        <w:tc>
          <w:tcPr>
            <w:tcW w:w="7140" w:type="dxa"/>
          </w:tcPr>
          <w:p w14:paraId="229B7AC0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Opis składni i reguł przetwarzania podpisów cyfrowych.</w:t>
            </w:r>
          </w:p>
          <w:p w14:paraId="41C0D544" w14:textId="734A431F" w:rsidR="003A1B70" w:rsidRPr="000C51FE" w:rsidRDefault="005B6F54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5B6F54">
              <w:rPr>
                <w:rFonts w:ascii="Lato" w:hAnsi="Lato" w:cs="Arial"/>
                <w:sz w:val="20"/>
                <w:szCs w:val="20"/>
                <w:lang w:val="pl-PL" w:eastAsia="pl-PL"/>
              </w:rPr>
              <w:t>http://www.w3.org/TR/xmldsig-core/xmldsig-core-schema.xsd</w:t>
            </w:r>
          </w:p>
        </w:tc>
      </w:tr>
      <w:tr w:rsidR="003A1B70" w:rsidRPr="00AB6C19" w14:paraId="30CD7BC0" w14:textId="77777777" w:rsidTr="00C31C1E">
        <w:tc>
          <w:tcPr>
            <w:tcW w:w="2088" w:type="dxa"/>
          </w:tcPr>
          <w:p w14:paraId="475F5CC3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akc_4.xsd,</w:t>
            </w:r>
          </w:p>
          <w:p w14:paraId="30767EE8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akc_4a.xsd,</w:t>
            </w:r>
          </w:p>
          <w:p w14:paraId="4CEF4A7F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akc_4b.xsd,</w:t>
            </w:r>
          </w:p>
          <w:p w14:paraId="1309B72B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akc_4c.xsd,</w:t>
            </w:r>
          </w:p>
          <w:p w14:paraId="76C4959B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akc_4d.xsd,</w:t>
            </w:r>
          </w:p>
          <w:p w14:paraId="6EAC42DB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akc_4e.xsd,</w:t>
            </w:r>
          </w:p>
          <w:p w14:paraId="618DCCF5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akc_4f.xsd,</w:t>
            </w:r>
          </w:p>
          <w:p w14:paraId="17FCC785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akc_4h.xsd,</w:t>
            </w:r>
          </w:p>
          <w:p w14:paraId="577EFE19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akc_4i.xsd,</w:t>
            </w:r>
          </w:p>
          <w:p w14:paraId="3DE6FB8B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akc_4j.xsd,</w:t>
            </w:r>
          </w:p>
          <w:p w14:paraId="614CE401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akc_4k.xsd,</w:t>
            </w:r>
          </w:p>
          <w:p w14:paraId="5DD3D267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akc_4l.xsd</w:t>
            </w:r>
          </w:p>
        </w:tc>
        <w:tc>
          <w:tcPr>
            <w:tcW w:w="7140" w:type="dxa"/>
          </w:tcPr>
          <w:p w14:paraId="223BA3AB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Struktura danych dla deklaracji.</w:t>
            </w:r>
          </w:p>
          <w:p w14:paraId="6502A053" w14:textId="77777777" w:rsidR="003A1B70" w:rsidRPr="000C51FE" w:rsidRDefault="003A1B7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Struktury załączników do deklaracji.</w:t>
            </w:r>
          </w:p>
        </w:tc>
      </w:tr>
    </w:tbl>
    <w:p w14:paraId="16FEFD9F" w14:textId="77777777" w:rsidR="004E2C82" w:rsidRPr="00AB6C19" w:rsidRDefault="007B6312" w:rsidP="00F73C8D">
      <w:pPr>
        <w:pStyle w:val="Nagwek1"/>
      </w:pPr>
      <w:bookmarkStart w:id="54" w:name="_Toc181782216"/>
      <w:r w:rsidRPr="00AB6C19">
        <w:lastRenderedPageBreak/>
        <w:t>Specyfikacja deklaracji AKC_</w:t>
      </w:r>
      <w:r w:rsidR="00FC0692" w:rsidRPr="00AB6C19">
        <w:t>4</w:t>
      </w:r>
      <w:bookmarkEnd w:id="54"/>
    </w:p>
    <w:p w14:paraId="4F546B97" w14:textId="2FBE9B31" w:rsidR="00CA300B" w:rsidRPr="00AB6C19" w:rsidRDefault="00667866" w:rsidP="00F73C8D">
      <w:r w:rsidRPr="00AB6C19">
        <w:t xml:space="preserve">Struktury typu </w:t>
      </w:r>
      <w:proofErr w:type="spellStart"/>
      <w:r w:rsidR="00951C8D" w:rsidRPr="00D437FA">
        <w:rPr>
          <w:lang w:val="en-GB"/>
        </w:rPr>
        <w:t>SignatureType</w:t>
      </w:r>
      <w:proofErr w:type="spellEnd"/>
      <w:r w:rsidR="00951C8D" w:rsidRPr="00D437FA">
        <w:rPr>
          <w:lang w:val="en-GB"/>
        </w:rPr>
        <w:t xml:space="preserve">, </w:t>
      </w:r>
      <w:proofErr w:type="spellStart"/>
      <w:r w:rsidR="00942D6B" w:rsidRPr="00D437FA">
        <w:rPr>
          <w:lang w:val="en-GB"/>
        </w:rPr>
        <w:t>Z</w:t>
      </w:r>
      <w:r w:rsidR="003159E5" w:rsidRPr="00D437FA">
        <w:rPr>
          <w:lang w:val="en-GB"/>
        </w:rPr>
        <w:t>Trader</w:t>
      </w:r>
      <w:proofErr w:type="spellEnd"/>
      <w:r w:rsidR="00524432" w:rsidRPr="00D437FA">
        <w:rPr>
          <w:lang w:val="en-GB"/>
        </w:rPr>
        <w:t xml:space="preserve">, </w:t>
      </w:r>
      <w:proofErr w:type="spellStart"/>
      <w:r w:rsidR="00524432" w:rsidRPr="00D437FA">
        <w:rPr>
          <w:lang w:val="en-GB"/>
        </w:rPr>
        <w:t>Z</w:t>
      </w:r>
      <w:r w:rsidR="00524D05" w:rsidRPr="00D437FA">
        <w:rPr>
          <w:lang w:val="en-GB"/>
        </w:rPr>
        <w:t>Ext</w:t>
      </w:r>
      <w:r w:rsidR="00524432" w:rsidRPr="00D437FA">
        <w:rPr>
          <w:lang w:val="en-GB"/>
        </w:rPr>
        <w:t>Statement</w:t>
      </w:r>
      <w:proofErr w:type="spellEnd"/>
      <w:r w:rsidR="00942D6B" w:rsidRPr="00AB6C19">
        <w:t xml:space="preserve"> </w:t>
      </w:r>
      <w:r w:rsidRPr="00AB6C19">
        <w:t>zostały zdefiniowane w dokumencie</w:t>
      </w:r>
      <w:r w:rsidR="003E224C" w:rsidRPr="00AB6C19">
        <w:t xml:space="preserve"> </w:t>
      </w:r>
      <w:r w:rsidR="003E224C" w:rsidRPr="00AB6C19">
        <w:fldChar w:fldCharType="begin"/>
      </w:r>
      <w:r w:rsidR="003E224C" w:rsidRPr="00AB6C19">
        <w:instrText xml:space="preserve"> REF _Ref361653747 \r \h </w:instrText>
      </w:r>
      <w:r w:rsidR="00E25BA3" w:rsidRPr="00AB6C19">
        <w:instrText xml:space="preserve"> \* MERGEFORMAT </w:instrText>
      </w:r>
      <w:r w:rsidR="003E224C" w:rsidRPr="00AB6C19">
        <w:fldChar w:fldCharType="separate"/>
      </w:r>
      <w:r w:rsidR="00C54585">
        <w:t>A1</w:t>
      </w:r>
      <w:r w:rsidR="003E224C" w:rsidRPr="00AB6C19">
        <w:fldChar w:fldCharType="end"/>
      </w:r>
      <w:r w:rsidRPr="00AB6C19">
        <w:t xml:space="preserve"> </w:t>
      </w:r>
      <w:r w:rsidR="00B507E4" w:rsidRPr="00AB6C19">
        <w:t>i</w:t>
      </w:r>
      <w:r w:rsidRPr="00AB6C19">
        <w:t xml:space="preserve"> nie będą tutaj szczegółowo omawiane.</w:t>
      </w:r>
    </w:p>
    <w:p w14:paraId="5BD61EA2" w14:textId="57515785" w:rsidR="00656C11" w:rsidRPr="00AB6C19" w:rsidRDefault="00656C11" w:rsidP="0033397D">
      <w:pPr>
        <w:pStyle w:val="Legenda"/>
      </w:pPr>
      <w:bookmarkStart w:id="55" w:name="_Toc18178230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</w:t>
      </w:r>
      <w:r w:rsidR="00D437FA">
        <w:rPr>
          <w:noProof/>
        </w:rPr>
        <w:fldChar w:fldCharType="end"/>
      </w:r>
      <w:r w:rsidRPr="00AB6C19">
        <w:t xml:space="preserve">. </w:t>
      </w:r>
      <w:r w:rsidR="006C4812" w:rsidRPr="00AB6C19">
        <w:t>Dane ogólne w ramach struktury deklaracji AKC-4</w:t>
      </w:r>
      <w:bookmarkEnd w:id="55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AB6C19" w14:paraId="26401493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09B327E" w14:textId="77777777" w:rsidR="00AE58FB" w:rsidRPr="00AB6C19" w:rsidRDefault="00AE58FB" w:rsidP="00F73C8D">
            <w:r w:rsidRPr="00AB6C19">
              <w:t>Opis</w:t>
            </w:r>
          </w:p>
        </w:tc>
        <w:tc>
          <w:tcPr>
            <w:tcW w:w="6584" w:type="dxa"/>
          </w:tcPr>
          <w:p w14:paraId="7CECDF51" w14:textId="77777777" w:rsidR="00AE58FB" w:rsidRPr="00AB6C19" w:rsidRDefault="00DF1DA5" w:rsidP="00F73C8D">
            <w:r w:rsidRPr="00AB6C19">
              <w:t xml:space="preserve">Deklaracja </w:t>
            </w:r>
            <w:r w:rsidR="003945C9" w:rsidRPr="00AB6C19">
              <w:t>dla podatku akcyzowego</w:t>
            </w:r>
          </w:p>
        </w:tc>
      </w:tr>
      <w:tr w:rsidR="00AE58FB" w:rsidRPr="00AB6C19" w14:paraId="580417A8" w14:textId="77777777" w:rsidTr="00C31C1E">
        <w:tc>
          <w:tcPr>
            <w:tcW w:w="2738" w:type="dxa"/>
          </w:tcPr>
          <w:p w14:paraId="0361FF7B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Proces biznesowy</w:t>
            </w:r>
          </w:p>
        </w:tc>
        <w:tc>
          <w:tcPr>
            <w:tcW w:w="6584" w:type="dxa"/>
          </w:tcPr>
          <w:p w14:paraId="6192CE60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AE58FB" w:rsidRPr="00AB6C19" w14:paraId="17623E8F" w14:textId="77777777" w:rsidTr="00C31C1E">
        <w:tc>
          <w:tcPr>
            <w:tcW w:w="2738" w:type="dxa"/>
          </w:tcPr>
          <w:p w14:paraId="300C7F9E" w14:textId="77777777" w:rsidR="00AE58FB" w:rsidRPr="000C51FE" w:rsidRDefault="00D41F2E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Wersja deklaracji</w:t>
            </w:r>
          </w:p>
        </w:tc>
        <w:tc>
          <w:tcPr>
            <w:tcW w:w="6584" w:type="dxa"/>
          </w:tcPr>
          <w:p w14:paraId="6A88A657" w14:textId="77777777" w:rsidR="00AE58FB" w:rsidRPr="000C51FE" w:rsidRDefault="00752F03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3_0</w:t>
            </w:r>
          </w:p>
        </w:tc>
      </w:tr>
      <w:tr w:rsidR="00AE58FB" w:rsidRPr="00AB6C19" w14:paraId="5BDA164F" w14:textId="77777777" w:rsidTr="00C31C1E">
        <w:tc>
          <w:tcPr>
            <w:tcW w:w="2738" w:type="dxa"/>
          </w:tcPr>
          <w:p w14:paraId="2F06BD75" w14:textId="77777777" w:rsidR="00AE58FB" w:rsidRPr="000C51FE" w:rsidRDefault="00D41F2E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Zależności od innych dekl</w:t>
            </w:r>
            <w:r w:rsidR="009F770A"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</w:t>
            </w: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racji</w:t>
            </w:r>
          </w:p>
        </w:tc>
        <w:tc>
          <w:tcPr>
            <w:tcW w:w="6584" w:type="dxa"/>
          </w:tcPr>
          <w:p w14:paraId="309EEC40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AE58FB" w:rsidRPr="00AB6C19" w14:paraId="67FFD768" w14:textId="77777777" w:rsidTr="00C31C1E">
        <w:tc>
          <w:tcPr>
            <w:tcW w:w="2738" w:type="dxa"/>
          </w:tcPr>
          <w:p w14:paraId="5896C457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Technologia </w:t>
            </w:r>
          </w:p>
        </w:tc>
        <w:tc>
          <w:tcPr>
            <w:tcW w:w="6584" w:type="dxa"/>
          </w:tcPr>
          <w:p w14:paraId="2AF7302C" w14:textId="77777777" w:rsidR="00AE58FB" w:rsidRPr="000C51FE" w:rsidRDefault="009F6ED6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</w:tr>
      <w:tr w:rsidR="00AE58FB" w:rsidRPr="00AB6C19" w14:paraId="0112F08A" w14:textId="77777777" w:rsidTr="00C31C1E">
        <w:tc>
          <w:tcPr>
            <w:tcW w:w="2738" w:type="dxa"/>
          </w:tcPr>
          <w:p w14:paraId="5CF79F4D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Reguły biznesowe</w:t>
            </w:r>
          </w:p>
        </w:tc>
        <w:tc>
          <w:tcPr>
            <w:tcW w:w="6584" w:type="dxa"/>
          </w:tcPr>
          <w:p w14:paraId="22A723BE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AE58FB" w:rsidRPr="00AB6C19" w14:paraId="5DA63BD8" w14:textId="77777777" w:rsidTr="00C31C1E">
        <w:tc>
          <w:tcPr>
            <w:tcW w:w="2738" w:type="dxa"/>
          </w:tcPr>
          <w:p w14:paraId="4EA2A0AB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Wykorzystane standardy</w:t>
            </w:r>
          </w:p>
        </w:tc>
        <w:tc>
          <w:tcPr>
            <w:tcW w:w="6584" w:type="dxa"/>
          </w:tcPr>
          <w:p w14:paraId="4FFAA55A" w14:textId="77777777" w:rsidR="00AE58FB" w:rsidRPr="000C51FE" w:rsidRDefault="00B5046C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XML</w:t>
            </w:r>
          </w:p>
        </w:tc>
      </w:tr>
      <w:tr w:rsidR="00AE58FB" w:rsidRPr="00D437FA" w14:paraId="40BA1C7A" w14:textId="77777777" w:rsidTr="00C31C1E">
        <w:tc>
          <w:tcPr>
            <w:tcW w:w="2738" w:type="dxa"/>
          </w:tcPr>
          <w:p w14:paraId="4D52B89E" w14:textId="77777777" w:rsidR="00AE58FB" w:rsidRPr="001A2385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en-GB" w:eastAsia="pl-PL"/>
              </w:rPr>
              <w:t>Namespaces</w:t>
            </w:r>
          </w:p>
        </w:tc>
        <w:tc>
          <w:tcPr>
            <w:tcW w:w="6584" w:type="dxa"/>
          </w:tcPr>
          <w:p w14:paraId="7981557E" w14:textId="0EFCAE31" w:rsidR="00B5046C" w:rsidRPr="001A2385" w:rsidRDefault="00117850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en-GB" w:eastAsia="pl-PL"/>
              </w:rPr>
              <w:t xml:space="preserve">http://www.w3.org/2000/09/xmldsig# </w:t>
            </w:r>
          </w:p>
          <w:p w14:paraId="71B9C9A4" w14:textId="0C1E8684" w:rsidR="00752F03" w:rsidRPr="001A2385" w:rsidRDefault="00752F03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en-GB" w:eastAsia="pl-PL"/>
              </w:rPr>
              <w:t>http://www.e-clo.pl/ZEFIR2/eZefir2/xsd/v2_0/Trader.xsd</w:t>
            </w:r>
          </w:p>
          <w:p w14:paraId="7F7996FB" w14:textId="77777777" w:rsidR="00956FAD" w:rsidRPr="001A2385" w:rsidRDefault="00752F03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en-GB" w:eastAsia="pl-PL"/>
              </w:rPr>
              <w:t>http://www.e-clo.pl/ZEFIR2/eZefir2/xsd/v2_0/Authentication.xsd</w:t>
            </w:r>
          </w:p>
          <w:p w14:paraId="76A20581" w14:textId="77777777" w:rsidR="00117850" w:rsidRPr="001A2385" w:rsidRDefault="00752F03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en-GB" w:eastAsia="pl-PL"/>
              </w:rPr>
            </w:pPr>
            <w:r w:rsidRPr="001A2385">
              <w:rPr>
                <w:rFonts w:ascii="Lato" w:hAnsi="Lato" w:cs="Arial"/>
                <w:sz w:val="20"/>
                <w:szCs w:val="20"/>
                <w:lang w:val="en-GB" w:eastAsia="pl-PL"/>
              </w:rPr>
              <w:t>http://www.e-clo.pl/ZEFIR2/eZefir2/xsd/v3_0/AKC_4.xsd</w:t>
            </w:r>
          </w:p>
        </w:tc>
      </w:tr>
      <w:tr w:rsidR="00AE58FB" w:rsidRPr="00AB6C19" w14:paraId="7BAE91DE" w14:textId="77777777" w:rsidTr="00C31C1E">
        <w:tc>
          <w:tcPr>
            <w:tcW w:w="2738" w:type="dxa"/>
          </w:tcPr>
          <w:p w14:paraId="3EE33C7A" w14:textId="77777777" w:rsidR="00AE58FB" w:rsidRPr="000C51FE" w:rsidRDefault="00AE58FB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Definicja struktur </w:t>
            </w:r>
          </w:p>
        </w:tc>
        <w:tc>
          <w:tcPr>
            <w:tcW w:w="6584" w:type="dxa"/>
          </w:tcPr>
          <w:p w14:paraId="2E93EB17" w14:textId="77777777" w:rsidR="00AE58FB" w:rsidRPr="000C51FE" w:rsidRDefault="002F2EC1" w:rsidP="000C51F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akc_</w:t>
            </w:r>
            <w:r w:rsidR="00D04773"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  <w:r w:rsidR="00AE58FB" w:rsidRPr="000C51FE">
              <w:rPr>
                <w:rFonts w:ascii="Lato" w:hAnsi="Lato" w:cs="Arial"/>
                <w:sz w:val="20"/>
                <w:szCs w:val="20"/>
                <w:lang w:val="pl-PL" w:eastAsia="pl-PL"/>
              </w:rPr>
              <w:t>.xsd</w:t>
            </w:r>
          </w:p>
        </w:tc>
      </w:tr>
    </w:tbl>
    <w:p w14:paraId="0C0E0582" w14:textId="663AC912" w:rsidR="006C4812" w:rsidRDefault="006C4812" w:rsidP="001A2385">
      <w:pPr>
        <w:pStyle w:val="Nagwek2"/>
      </w:pPr>
      <w:bookmarkStart w:id="56" w:name="_Toc181782217"/>
      <w:r w:rsidRPr="00AB6C19">
        <w:t>Struktura danych deklaracji AKC-4</w:t>
      </w:r>
      <w:bookmarkEnd w:id="56"/>
    </w:p>
    <w:p w14:paraId="047D59FD" w14:textId="1250E2F7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r w:rsidRPr="00EA1567">
        <w:rPr>
          <w:rFonts w:ascii="Consolas" w:hAnsi="Consolas"/>
          <w:lang w:val="en-GB"/>
        </w:rPr>
        <w:t>AKC4Type</w:t>
      </w:r>
    </w:p>
    <w:p w14:paraId="57F1E785" w14:textId="2AE79BCD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HeaderType</w:t>
      </w:r>
      <w:proofErr w:type="spellEnd"/>
    </w:p>
    <w:p w14:paraId="764BC463" w14:textId="01B18941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ZTrader</w:t>
      </w:r>
      <w:proofErr w:type="spellEnd"/>
    </w:p>
    <w:p w14:paraId="53B9F975" w14:textId="5B309201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AttachmentType</w:t>
      </w:r>
      <w:proofErr w:type="spellEnd"/>
    </w:p>
    <w:p w14:paraId="20A3E223" w14:textId="466A45D7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AmountPayableType</w:t>
      </w:r>
      <w:proofErr w:type="spellEnd"/>
    </w:p>
    <w:p w14:paraId="4A270A04" w14:textId="4731B4EA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ZExtStatement</w:t>
      </w:r>
      <w:proofErr w:type="spellEnd"/>
    </w:p>
    <w:p w14:paraId="56B82939" w14:textId="4ADE1F79" w:rsidR="001A2385" w:rsidRPr="00EA1567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  <w:lang w:val="en-GB"/>
        </w:rPr>
      </w:pPr>
      <w:proofErr w:type="spellStart"/>
      <w:r w:rsidRPr="00EA1567">
        <w:rPr>
          <w:rFonts w:ascii="Consolas" w:hAnsi="Consolas"/>
          <w:lang w:val="en-GB"/>
        </w:rPr>
        <w:t>AuthenticationType</w:t>
      </w:r>
      <w:proofErr w:type="spellEnd"/>
    </w:p>
    <w:p w14:paraId="70FEACC7" w14:textId="08088B8C" w:rsidR="001A2385" w:rsidRPr="007C30F3" w:rsidRDefault="001A2385" w:rsidP="005B4EE1">
      <w:pPr>
        <w:pStyle w:val="Akapitzlist"/>
        <w:numPr>
          <w:ilvl w:val="0"/>
          <w:numId w:val="12"/>
        </w:numPr>
        <w:rPr>
          <w:rFonts w:ascii="Consolas" w:hAnsi="Consolas"/>
        </w:rPr>
      </w:pPr>
      <w:proofErr w:type="spellStart"/>
      <w:r w:rsidRPr="00EA1567">
        <w:rPr>
          <w:rFonts w:ascii="Consolas" w:hAnsi="Consolas"/>
          <w:lang w:val="en-GB"/>
        </w:rPr>
        <w:t>SignatureType</w:t>
      </w:r>
      <w:proofErr w:type="spellEnd"/>
    </w:p>
    <w:p w14:paraId="3CB9AD9D" w14:textId="77777777" w:rsidR="00FF2E01" w:rsidRDefault="00FF2E01">
      <w:pPr>
        <w:autoSpaceDE/>
        <w:autoSpaceDN/>
        <w:adjustRightInd/>
        <w:spacing w:before="0" w:after="0" w:line="240" w:lineRule="auto"/>
        <w:rPr>
          <w:rFonts w:ascii="Arial" w:hAnsi="Arial"/>
          <w:b/>
          <w:bCs/>
          <w:sz w:val="18"/>
          <w:szCs w:val="20"/>
        </w:rPr>
      </w:pPr>
      <w:r>
        <w:br w:type="page"/>
      </w:r>
    </w:p>
    <w:p w14:paraId="5CDA024A" w14:textId="3C33628E" w:rsidR="00656C11" w:rsidRPr="00AB6C19" w:rsidRDefault="00656C11" w:rsidP="0033397D">
      <w:pPr>
        <w:pStyle w:val="Legenda"/>
      </w:pPr>
      <w:bookmarkStart w:id="57" w:name="_Toc181782306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</w:t>
      </w:r>
      <w:r w:rsidR="00D437FA">
        <w:rPr>
          <w:noProof/>
        </w:rPr>
        <w:fldChar w:fldCharType="end"/>
      </w:r>
      <w:r w:rsidRPr="00AB6C19">
        <w:t>. Struktura elementu AKC4Type</w:t>
      </w:r>
      <w:bookmarkEnd w:id="5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98"/>
        <w:gridCol w:w="2649"/>
        <w:gridCol w:w="752"/>
        <w:gridCol w:w="2465"/>
        <w:gridCol w:w="1390"/>
      </w:tblGrid>
      <w:tr w:rsidR="00E51FA9" w:rsidRPr="00AB6C19" w14:paraId="016ADC97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98" w:type="dxa"/>
          </w:tcPr>
          <w:p w14:paraId="464EA0E9" w14:textId="77777777" w:rsidR="00E51FA9" w:rsidRPr="00AB6C19" w:rsidRDefault="00E51FA9" w:rsidP="00F73C8D">
            <w:r w:rsidRPr="00AB6C19">
              <w:t xml:space="preserve">Nazwa </w:t>
            </w:r>
          </w:p>
        </w:tc>
        <w:tc>
          <w:tcPr>
            <w:tcW w:w="2649" w:type="dxa"/>
          </w:tcPr>
          <w:p w14:paraId="517FE741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752" w:type="dxa"/>
          </w:tcPr>
          <w:p w14:paraId="32D795EF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465" w:type="dxa"/>
          </w:tcPr>
          <w:p w14:paraId="139FCC31" w14:textId="77777777" w:rsidR="00E51FA9" w:rsidRPr="00AB6C19" w:rsidRDefault="00E51FA9" w:rsidP="00F73C8D">
            <w:r w:rsidRPr="00AB6C19">
              <w:t>Typ</w:t>
            </w:r>
          </w:p>
        </w:tc>
        <w:tc>
          <w:tcPr>
            <w:tcW w:w="1390" w:type="dxa"/>
          </w:tcPr>
          <w:p w14:paraId="74692986" w14:textId="77777777" w:rsidR="00E51FA9" w:rsidRPr="00AB6C19" w:rsidRDefault="00E51FA9" w:rsidP="00F73C8D">
            <w:r w:rsidRPr="00AB6C19">
              <w:t>Liczebność</w:t>
            </w:r>
          </w:p>
        </w:tc>
      </w:tr>
      <w:tr w:rsidR="00E51FA9" w:rsidRPr="00AB6C19" w14:paraId="23F391E4" w14:textId="77777777" w:rsidTr="00C31C1E">
        <w:trPr>
          <w:trHeight w:val="213"/>
        </w:trPr>
        <w:tc>
          <w:tcPr>
            <w:tcW w:w="1798" w:type="dxa"/>
          </w:tcPr>
          <w:p w14:paraId="7B9D3756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2649" w:type="dxa"/>
          </w:tcPr>
          <w:p w14:paraId="5960DE12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752" w:type="dxa"/>
          </w:tcPr>
          <w:p w14:paraId="74343945" w14:textId="77777777" w:rsidR="00E51FA9" w:rsidRPr="000C51FE" w:rsidRDefault="00987F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465" w:type="dxa"/>
          </w:tcPr>
          <w:p w14:paraId="1285F904" w14:textId="5E5D2646" w:rsidR="00E51FA9" w:rsidRPr="001A2385" w:rsidRDefault="005B6F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6F5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</w:t>
            </w:r>
            <w:r>
              <w:rPr>
                <w:rStyle w:val="pole"/>
                <w:rFonts w:ascii="Lato" w:hAnsi="Lato"/>
                <w:lang w:val="en-GB"/>
              </w:rPr>
              <w:t>ype</w:t>
            </w:r>
            <w:proofErr w:type="spellEnd"/>
          </w:p>
        </w:tc>
        <w:tc>
          <w:tcPr>
            <w:tcW w:w="1390" w:type="dxa"/>
          </w:tcPr>
          <w:p w14:paraId="38AEC620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B1AAA" w:rsidRPr="00AB6C19" w14:paraId="6E8C5B9F" w14:textId="77777777" w:rsidTr="00C31C1E">
        <w:trPr>
          <w:trHeight w:val="213"/>
        </w:trPr>
        <w:tc>
          <w:tcPr>
            <w:tcW w:w="1798" w:type="dxa"/>
          </w:tcPr>
          <w:p w14:paraId="5230B09E" w14:textId="77777777" w:rsidR="000B1AAA" w:rsidRPr="0081679C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2649" w:type="dxa"/>
          </w:tcPr>
          <w:p w14:paraId="30F4809B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Uwierzytelnienie kwotą przychodu</w:t>
            </w:r>
          </w:p>
        </w:tc>
        <w:tc>
          <w:tcPr>
            <w:tcW w:w="752" w:type="dxa"/>
          </w:tcPr>
          <w:p w14:paraId="2EF680AB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465" w:type="dxa"/>
          </w:tcPr>
          <w:p w14:paraId="41B2E91A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(</w:t>
            </w: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AuthenticationType</w:t>
            </w:r>
            <w:proofErr w:type="spellEnd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)</w:t>
            </w:r>
          </w:p>
        </w:tc>
        <w:tc>
          <w:tcPr>
            <w:tcW w:w="1390" w:type="dxa"/>
          </w:tcPr>
          <w:p w14:paraId="07A56124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B1AAA" w:rsidRPr="00AB6C19" w14:paraId="100266FF" w14:textId="77777777" w:rsidTr="00C31C1E">
        <w:trPr>
          <w:trHeight w:val="213"/>
        </w:trPr>
        <w:tc>
          <w:tcPr>
            <w:tcW w:w="1798" w:type="dxa"/>
          </w:tcPr>
          <w:p w14:paraId="19A3CFC9" w14:textId="77777777" w:rsidR="000B1AAA" w:rsidRPr="0081679C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2649" w:type="dxa"/>
          </w:tcPr>
          <w:p w14:paraId="3C671096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Podpis cyfrowy</w:t>
            </w:r>
          </w:p>
        </w:tc>
        <w:tc>
          <w:tcPr>
            <w:tcW w:w="752" w:type="dxa"/>
          </w:tcPr>
          <w:p w14:paraId="58F417AB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465" w:type="dxa"/>
          </w:tcPr>
          <w:p w14:paraId="273CD869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SignatureType</w:t>
            </w:r>
            <w:proofErr w:type="spellEnd"/>
          </w:p>
        </w:tc>
        <w:tc>
          <w:tcPr>
            <w:tcW w:w="1390" w:type="dxa"/>
          </w:tcPr>
          <w:p w14:paraId="6446ED17" w14:textId="77777777" w:rsidR="000B1AAA" w:rsidRPr="000C51FE" w:rsidRDefault="000B1A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4377" w:rsidRPr="00AB6C19" w14:paraId="23338DD6" w14:textId="77777777" w:rsidTr="00C31C1E">
        <w:trPr>
          <w:trHeight w:val="213"/>
        </w:trPr>
        <w:tc>
          <w:tcPr>
            <w:tcW w:w="1798" w:type="dxa"/>
          </w:tcPr>
          <w:p w14:paraId="4735FDBB" w14:textId="77777777" w:rsidR="005D4377" w:rsidRPr="0081679C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2649" w:type="dxa"/>
          </w:tcPr>
          <w:p w14:paraId="7D53D881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schematu, z którą zgodny jest komunikat. Atrybut jest opcjonalny, w przypadku jego braku należy przyjąć wartość "</w:t>
            </w:r>
            <w:r w:rsidR="00893FB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_0"</w:t>
            </w:r>
          </w:p>
        </w:tc>
        <w:tc>
          <w:tcPr>
            <w:tcW w:w="752" w:type="dxa"/>
          </w:tcPr>
          <w:p w14:paraId="14A5CA72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465" w:type="dxa"/>
          </w:tcPr>
          <w:p w14:paraId="37543B60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ZVersion</w:t>
            </w:r>
            <w:proofErr w:type="spellEnd"/>
          </w:p>
        </w:tc>
        <w:tc>
          <w:tcPr>
            <w:tcW w:w="1390" w:type="dxa"/>
          </w:tcPr>
          <w:p w14:paraId="3576A20D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7238F089" w14:textId="6272BFB2" w:rsidR="00AE3E6E" w:rsidRPr="00AB6C19" w:rsidRDefault="00AE3E6E" w:rsidP="0033397D">
      <w:pPr>
        <w:pStyle w:val="Legenda"/>
      </w:pPr>
      <w:bookmarkStart w:id="58" w:name="_Toc18178230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</w:t>
      </w:r>
      <w:r w:rsidR="00D437FA">
        <w:rPr>
          <w:noProof/>
        </w:rPr>
        <w:fldChar w:fldCharType="end"/>
      </w:r>
      <w:r w:rsidRPr="00AB6C19">
        <w:t xml:space="preserve">. Struktura elementu </w:t>
      </w:r>
      <w:proofErr w:type="spellStart"/>
      <w:r w:rsidRPr="0081679C">
        <w:rPr>
          <w:lang w:val="en-GB"/>
        </w:rPr>
        <w:t>HeaderType</w:t>
      </w:r>
      <w:bookmarkEnd w:id="5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430"/>
        <w:gridCol w:w="4065"/>
        <w:gridCol w:w="706"/>
        <w:gridCol w:w="1926"/>
        <w:gridCol w:w="1153"/>
      </w:tblGrid>
      <w:tr w:rsidR="00E51FA9" w:rsidRPr="00AB6C19" w14:paraId="7416941A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430" w:type="dxa"/>
          </w:tcPr>
          <w:p w14:paraId="342D9A7E" w14:textId="77777777" w:rsidR="00E51FA9" w:rsidRPr="00AB6C19" w:rsidRDefault="00E51FA9" w:rsidP="00F73C8D">
            <w:r w:rsidRPr="00AB6C19">
              <w:t xml:space="preserve">Nazwa </w:t>
            </w:r>
          </w:p>
        </w:tc>
        <w:tc>
          <w:tcPr>
            <w:tcW w:w="4065" w:type="dxa"/>
          </w:tcPr>
          <w:p w14:paraId="548CA931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706" w:type="dxa"/>
          </w:tcPr>
          <w:p w14:paraId="33439957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26" w:type="dxa"/>
          </w:tcPr>
          <w:p w14:paraId="435E5E98" w14:textId="77777777" w:rsidR="00E51FA9" w:rsidRPr="00AB6C19" w:rsidRDefault="00E51FA9" w:rsidP="00F73C8D">
            <w:r w:rsidRPr="00AB6C19">
              <w:t>Typ, reguły</w:t>
            </w:r>
          </w:p>
        </w:tc>
        <w:tc>
          <w:tcPr>
            <w:tcW w:w="1153" w:type="dxa"/>
          </w:tcPr>
          <w:p w14:paraId="165FCBB5" w14:textId="77777777" w:rsidR="00E51FA9" w:rsidRPr="00AB6C19" w:rsidRDefault="00E51FA9" w:rsidP="00F73C8D">
            <w:r w:rsidRPr="00AB6C19">
              <w:t>Liczebność</w:t>
            </w:r>
          </w:p>
        </w:tc>
      </w:tr>
      <w:tr w:rsidR="00E51FA9" w:rsidRPr="00AB6C19" w14:paraId="6125DB3C" w14:textId="77777777" w:rsidTr="00C31C1E">
        <w:trPr>
          <w:trHeight w:val="213"/>
        </w:trPr>
        <w:tc>
          <w:tcPr>
            <w:tcW w:w="1430" w:type="dxa"/>
          </w:tcPr>
          <w:p w14:paraId="213C8FE0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4065" w:type="dxa"/>
          </w:tcPr>
          <w:p w14:paraId="2B68438B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</w:t>
            </w:r>
          </w:p>
        </w:tc>
        <w:tc>
          <w:tcPr>
            <w:tcW w:w="706" w:type="dxa"/>
          </w:tcPr>
          <w:p w14:paraId="59F3E3B1" w14:textId="77777777" w:rsidR="00E51FA9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1926" w:type="dxa"/>
          </w:tcPr>
          <w:p w14:paraId="7C72DFFA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53" w:type="dxa"/>
          </w:tcPr>
          <w:p w14:paraId="5E07827D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1FA9" w:rsidRPr="00AB6C19" w14:paraId="7A205E35" w14:textId="77777777" w:rsidTr="00C31C1E">
        <w:trPr>
          <w:trHeight w:val="213"/>
        </w:trPr>
        <w:tc>
          <w:tcPr>
            <w:tcW w:w="1430" w:type="dxa"/>
          </w:tcPr>
          <w:p w14:paraId="0458873C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formKind</w:t>
            </w:r>
            <w:proofErr w:type="spellEnd"/>
          </w:p>
        </w:tc>
        <w:tc>
          <w:tcPr>
            <w:tcW w:w="4065" w:type="dxa"/>
          </w:tcPr>
          <w:p w14:paraId="5348B4A1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wyboru rodzaju składanej deklaracji</w:t>
            </w:r>
          </w:p>
        </w:tc>
        <w:tc>
          <w:tcPr>
            <w:tcW w:w="706" w:type="dxa"/>
          </w:tcPr>
          <w:p w14:paraId="2746684B" w14:textId="77777777" w:rsidR="00E51FA9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26" w:type="dxa"/>
          </w:tcPr>
          <w:p w14:paraId="531BDCFC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 (AKC-4 i AKC-4zo)</w:t>
            </w:r>
          </w:p>
        </w:tc>
        <w:tc>
          <w:tcPr>
            <w:tcW w:w="1153" w:type="dxa"/>
          </w:tcPr>
          <w:p w14:paraId="6EF9A448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1FA9" w:rsidRPr="00AB6C19" w14:paraId="751D20A1" w14:textId="77777777" w:rsidTr="00C31C1E">
        <w:trPr>
          <w:trHeight w:val="213"/>
        </w:trPr>
        <w:tc>
          <w:tcPr>
            <w:tcW w:w="1430" w:type="dxa"/>
          </w:tcPr>
          <w:p w14:paraId="46CB016D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4065" w:type="dxa"/>
          </w:tcPr>
          <w:p w14:paraId="75029B45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706" w:type="dxa"/>
          </w:tcPr>
          <w:p w14:paraId="000B9CC2" w14:textId="77777777" w:rsidR="00E51FA9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4, 5</w:t>
            </w:r>
          </w:p>
        </w:tc>
        <w:tc>
          <w:tcPr>
            <w:tcW w:w="1926" w:type="dxa"/>
          </w:tcPr>
          <w:p w14:paraId="58896729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2A4781F0" w14:textId="14A76AD5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2C5004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 R32</w:t>
            </w:r>
          </w:p>
        </w:tc>
        <w:tc>
          <w:tcPr>
            <w:tcW w:w="1153" w:type="dxa"/>
          </w:tcPr>
          <w:p w14:paraId="1450A6D6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1FA9" w:rsidRPr="00AB6C19" w14:paraId="60788B54" w14:textId="77777777" w:rsidTr="00C31C1E">
        <w:trPr>
          <w:trHeight w:val="213"/>
        </w:trPr>
        <w:tc>
          <w:tcPr>
            <w:tcW w:w="1430" w:type="dxa"/>
          </w:tcPr>
          <w:p w14:paraId="7979A5DD" w14:textId="77777777" w:rsidR="00E51FA9" w:rsidRPr="0081679C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</w:t>
            </w:r>
            <w:r w:rsidR="00E51FA9"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Office</w:t>
            </w:r>
            <w:proofErr w:type="spellEnd"/>
          </w:p>
        </w:tc>
        <w:tc>
          <w:tcPr>
            <w:tcW w:w="4065" w:type="dxa"/>
          </w:tcPr>
          <w:p w14:paraId="4ADD0659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Urząd </w:t>
            </w:r>
            <w:r w:rsidR="00752F0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skarbowy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 do którego adresowana jest</w:t>
            </w:r>
            <w:r w:rsidR="009974F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deklaracja</w:t>
            </w:r>
          </w:p>
          <w:p w14:paraId="1C494FF0" w14:textId="77777777" w:rsidR="006277E7" w:rsidRPr="000C51FE" w:rsidRDefault="006277E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Zgodny ze słownikiem </w:t>
            </w:r>
            <w:r w:rsidR="008A6961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3090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 dostępnym pod adresem:</w:t>
            </w:r>
          </w:p>
          <w:p w14:paraId="438C683A" w14:textId="77777777" w:rsidR="00893FB3" w:rsidRPr="000C51FE" w:rsidRDefault="006277E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https://puesc.gov.p</w:t>
            </w:r>
            <w:r w:rsidR="00893FB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l/seap_pdr_extimpl/slowniki/</w:t>
            </w:r>
            <w:r w:rsidR="008A6961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3090</w:t>
            </w:r>
          </w:p>
        </w:tc>
        <w:tc>
          <w:tcPr>
            <w:tcW w:w="706" w:type="dxa"/>
          </w:tcPr>
          <w:p w14:paraId="7C876231" w14:textId="77777777" w:rsidR="00E51FA9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1926" w:type="dxa"/>
          </w:tcPr>
          <w:p w14:paraId="70CEEBEE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</w:t>
            </w:r>
            <w:r w:rsidR="00752F0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Office</w:t>
            </w:r>
            <w:proofErr w:type="spellEnd"/>
          </w:p>
        </w:tc>
        <w:tc>
          <w:tcPr>
            <w:tcW w:w="1153" w:type="dxa"/>
          </w:tcPr>
          <w:p w14:paraId="4D3E0CA9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1FA9" w:rsidRPr="00AB6C19" w14:paraId="65E3E8AD" w14:textId="77777777" w:rsidTr="00C31C1E">
        <w:trPr>
          <w:trHeight w:val="213"/>
        </w:trPr>
        <w:tc>
          <w:tcPr>
            <w:tcW w:w="1430" w:type="dxa"/>
          </w:tcPr>
          <w:p w14:paraId="0B8610DA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submissionAim</w:t>
            </w:r>
            <w:proofErr w:type="spellEnd"/>
          </w:p>
        </w:tc>
        <w:tc>
          <w:tcPr>
            <w:tcW w:w="4065" w:type="dxa"/>
          </w:tcPr>
          <w:p w14:paraId="31412DEC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Informacja czy dokument jest deklaracją czy korektą.</w:t>
            </w:r>
          </w:p>
        </w:tc>
        <w:tc>
          <w:tcPr>
            <w:tcW w:w="706" w:type="dxa"/>
          </w:tcPr>
          <w:p w14:paraId="2C8B8F73" w14:textId="77777777" w:rsidR="00E51FA9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26" w:type="dxa"/>
          </w:tcPr>
          <w:p w14:paraId="010B0B05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ZSubmissionAim</w:t>
            </w:r>
            <w:proofErr w:type="spellEnd"/>
          </w:p>
          <w:p w14:paraId="1FB262EF" w14:textId="3EA8A543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2C5004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53" w:type="dxa"/>
          </w:tcPr>
          <w:p w14:paraId="198A336F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D2476" w:rsidRPr="00AB6C19" w14:paraId="0CA48C6F" w14:textId="77777777" w:rsidTr="00C31C1E">
        <w:trPr>
          <w:trHeight w:val="213"/>
        </w:trPr>
        <w:tc>
          <w:tcPr>
            <w:tcW w:w="1430" w:type="dxa"/>
          </w:tcPr>
          <w:p w14:paraId="736211A5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orgDocNo</w:t>
            </w:r>
            <w:proofErr w:type="spellEnd"/>
          </w:p>
        </w:tc>
        <w:tc>
          <w:tcPr>
            <w:tcW w:w="4065" w:type="dxa"/>
          </w:tcPr>
          <w:p w14:paraId="144BD28B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dokumentu pierwotnego, którego dotyczy korekta.</w:t>
            </w:r>
          </w:p>
        </w:tc>
        <w:tc>
          <w:tcPr>
            <w:tcW w:w="706" w:type="dxa"/>
          </w:tcPr>
          <w:p w14:paraId="3BD8CBAE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26" w:type="dxa"/>
          </w:tcPr>
          <w:p w14:paraId="070A99FF" w14:textId="77777777" w:rsidR="00AD2476" w:rsidRPr="00AB6C19" w:rsidRDefault="002F31F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ZDocNo</w:t>
            </w:r>
            <w:proofErr w:type="spellEnd"/>
          </w:p>
        </w:tc>
        <w:tc>
          <w:tcPr>
            <w:tcW w:w="1153" w:type="dxa"/>
          </w:tcPr>
          <w:p w14:paraId="3CC27F90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D2476" w:rsidRPr="00AB6C19" w14:paraId="50FC9B53" w14:textId="77777777" w:rsidTr="00C31C1E">
        <w:trPr>
          <w:trHeight w:val="213"/>
        </w:trPr>
        <w:tc>
          <w:tcPr>
            <w:tcW w:w="1430" w:type="dxa"/>
          </w:tcPr>
          <w:p w14:paraId="1FAC3EFD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4065" w:type="dxa"/>
          </w:tcPr>
          <w:p w14:paraId="2DF94062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tekstowe pozwalające na wprowadzenie informacji uzasadniającej korektę.</w:t>
            </w:r>
          </w:p>
        </w:tc>
        <w:tc>
          <w:tcPr>
            <w:tcW w:w="706" w:type="dxa"/>
          </w:tcPr>
          <w:p w14:paraId="4E27CC96" w14:textId="77777777" w:rsidR="00AD2476" w:rsidRPr="000C51FE" w:rsidRDefault="003E005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26" w:type="dxa"/>
          </w:tcPr>
          <w:p w14:paraId="67E0804A" w14:textId="77777777" w:rsidR="00AD2476" w:rsidRPr="00AB6C19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(256)</w:t>
            </w:r>
          </w:p>
        </w:tc>
        <w:tc>
          <w:tcPr>
            <w:tcW w:w="1153" w:type="dxa"/>
          </w:tcPr>
          <w:p w14:paraId="2AA68302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D2476" w:rsidRPr="00AB6C19" w14:paraId="02FC17A6" w14:textId="77777777" w:rsidTr="00C31C1E">
        <w:trPr>
          <w:trHeight w:val="213"/>
        </w:trPr>
        <w:tc>
          <w:tcPr>
            <w:tcW w:w="1430" w:type="dxa"/>
          </w:tcPr>
          <w:p w14:paraId="05DF9074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Trader</w:t>
            </w:r>
          </w:p>
        </w:tc>
        <w:tc>
          <w:tcPr>
            <w:tcW w:w="4065" w:type="dxa"/>
          </w:tcPr>
          <w:p w14:paraId="6CB568B0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podatnika</w:t>
            </w:r>
          </w:p>
        </w:tc>
        <w:tc>
          <w:tcPr>
            <w:tcW w:w="706" w:type="dxa"/>
          </w:tcPr>
          <w:p w14:paraId="067E0AC6" w14:textId="77777777" w:rsidR="00AD2476" w:rsidRPr="000C51FE" w:rsidRDefault="003E005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1926" w:type="dxa"/>
          </w:tcPr>
          <w:p w14:paraId="2C6FF186" w14:textId="77777777" w:rsidR="00AD2476" w:rsidRPr="00AB6C19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ZTrader</w:t>
            </w:r>
            <w:proofErr w:type="spellEnd"/>
          </w:p>
          <w:p w14:paraId="5D915FDE" w14:textId="457EF852" w:rsidR="003734EB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734EB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2C5004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53" w:type="dxa"/>
          </w:tcPr>
          <w:p w14:paraId="2D17BEB6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D2476" w:rsidRPr="00AB6C19" w14:paraId="699B9DEB" w14:textId="77777777" w:rsidTr="00C31C1E">
        <w:trPr>
          <w:trHeight w:val="213"/>
        </w:trPr>
        <w:tc>
          <w:tcPr>
            <w:tcW w:w="1430" w:type="dxa"/>
          </w:tcPr>
          <w:p w14:paraId="1C23F261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4065" w:type="dxa"/>
          </w:tcPr>
          <w:p w14:paraId="2A163A20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załącznikach</w:t>
            </w:r>
          </w:p>
        </w:tc>
        <w:tc>
          <w:tcPr>
            <w:tcW w:w="706" w:type="dxa"/>
          </w:tcPr>
          <w:p w14:paraId="31C0A1A9" w14:textId="77777777" w:rsidR="00AD2476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1926" w:type="dxa"/>
          </w:tcPr>
          <w:p w14:paraId="4606A789" w14:textId="5C1DBB66" w:rsidR="00AD2476" w:rsidRPr="0081679C" w:rsidRDefault="0081679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Attachment</w:t>
            </w:r>
          </w:p>
        </w:tc>
        <w:tc>
          <w:tcPr>
            <w:tcW w:w="1153" w:type="dxa"/>
          </w:tcPr>
          <w:p w14:paraId="08561621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D2476" w:rsidRPr="00AB6C19" w14:paraId="1DAA2370" w14:textId="77777777" w:rsidTr="00C31C1E">
        <w:trPr>
          <w:trHeight w:val="213"/>
        </w:trPr>
        <w:tc>
          <w:tcPr>
            <w:tcW w:w="1430" w:type="dxa"/>
          </w:tcPr>
          <w:p w14:paraId="1206277A" w14:textId="77777777" w:rsidR="00AD2476" w:rsidRPr="00AB6C19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AmountPayable</w:t>
            </w:r>
            <w:proofErr w:type="spellEnd"/>
          </w:p>
        </w:tc>
        <w:tc>
          <w:tcPr>
            <w:tcW w:w="4065" w:type="dxa"/>
          </w:tcPr>
          <w:p w14:paraId="11252467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przypadająca do zapłaty</w:t>
            </w:r>
          </w:p>
        </w:tc>
        <w:tc>
          <w:tcPr>
            <w:tcW w:w="706" w:type="dxa"/>
          </w:tcPr>
          <w:p w14:paraId="58F235EB" w14:textId="77777777" w:rsidR="00AD2476" w:rsidRPr="000C51FE" w:rsidRDefault="003B7BB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D, </w:t>
            </w:r>
            <w:r w:rsidR="008D4D3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1926" w:type="dxa"/>
          </w:tcPr>
          <w:p w14:paraId="5F0B628B" w14:textId="4BF7AFC5" w:rsidR="00AD2476" w:rsidRPr="0081679C" w:rsidRDefault="005B6F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AmountPayableType</w:t>
            </w:r>
            <w:proofErr w:type="spellEnd"/>
          </w:p>
        </w:tc>
        <w:tc>
          <w:tcPr>
            <w:tcW w:w="1153" w:type="dxa"/>
          </w:tcPr>
          <w:p w14:paraId="52D05718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D2476" w:rsidRPr="00AB6C19" w14:paraId="0F73A8B0" w14:textId="77777777" w:rsidTr="00C31C1E">
        <w:trPr>
          <w:trHeight w:val="213"/>
        </w:trPr>
        <w:tc>
          <w:tcPr>
            <w:tcW w:w="1430" w:type="dxa"/>
          </w:tcPr>
          <w:p w14:paraId="231E52DC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Statement</w:t>
            </w:r>
          </w:p>
        </w:tc>
        <w:tc>
          <w:tcPr>
            <w:tcW w:w="4065" w:type="dxa"/>
          </w:tcPr>
          <w:p w14:paraId="5D5D8D39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Oświadczenie podatnika lub osoby reprezentującej podatnika</w:t>
            </w:r>
          </w:p>
        </w:tc>
        <w:tc>
          <w:tcPr>
            <w:tcW w:w="706" w:type="dxa"/>
          </w:tcPr>
          <w:p w14:paraId="68FFB299" w14:textId="77777777" w:rsidR="00AD2476" w:rsidRPr="000C51FE" w:rsidRDefault="00F612C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</w:t>
            </w:r>
          </w:p>
          <w:p w14:paraId="34739131" w14:textId="77777777" w:rsidR="00AD2476" w:rsidRPr="000C51FE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926" w:type="dxa"/>
          </w:tcPr>
          <w:p w14:paraId="5095D712" w14:textId="77777777" w:rsidR="00AD2476" w:rsidRPr="0081679C" w:rsidRDefault="00AD247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</w:t>
            </w:r>
            <w:r w:rsidR="005F3413"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Ext</w:t>
            </w: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Statement</w:t>
            </w:r>
            <w:proofErr w:type="spellEnd"/>
          </w:p>
        </w:tc>
        <w:tc>
          <w:tcPr>
            <w:tcW w:w="1153" w:type="dxa"/>
          </w:tcPr>
          <w:p w14:paraId="1F68B850" w14:textId="77777777" w:rsidR="00AD2476" w:rsidRPr="000C51FE" w:rsidRDefault="00913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  <w:r w:rsidR="00AD2476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5D4377" w:rsidRPr="00AB6C19" w14:paraId="36837FFC" w14:textId="77777777" w:rsidTr="00C31C1E">
        <w:trPr>
          <w:trHeight w:val="213"/>
        </w:trPr>
        <w:tc>
          <w:tcPr>
            <w:tcW w:w="1430" w:type="dxa"/>
          </w:tcPr>
          <w:p w14:paraId="631B1052" w14:textId="77777777" w:rsidR="005D4377" w:rsidRPr="0081679C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4065" w:type="dxa"/>
          </w:tcPr>
          <w:p w14:paraId="204E1652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własny komunikatu</w:t>
            </w:r>
          </w:p>
        </w:tc>
        <w:tc>
          <w:tcPr>
            <w:tcW w:w="706" w:type="dxa"/>
          </w:tcPr>
          <w:p w14:paraId="6EBB1D48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26" w:type="dxa"/>
          </w:tcPr>
          <w:p w14:paraId="1B5F36AA" w14:textId="77777777" w:rsidR="005D4377" w:rsidRPr="0081679C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ZSelfRef</w:t>
            </w:r>
            <w:proofErr w:type="spellEnd"/>
          </w:p>
        </w:tc>
        <w:tc>
          <w:tcPr>
            <w:tcW w:w="1153" w:type="dxa"/>
          </w:tcPr>
          <w:p w14:paraId="2EC0D3A0" w14:textId="77777777" w:rsidR="005D4377" w:rsidRPr="000C51FE" w:rsidRDefault="005D43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1D4C9354" w14:textId="77777777" w:rsidR="000C51FE" w:rsidRDefault="000C51FE">
      <w:pPr>
        <w:autoSpaceDE/>
        <w:autoSpaceDN/>
        <w:adjustRightInd/>
        <w:spacing w:before="0" w:after="0" w:line="240" w:lineRule="auto"/>
        <w:rPr>
          <w:rFonts w:ascii="Arial" w:hAnsi="Arial"/>
          <w:b/>
          <w:bCs/>
          <w:sz w:val="18"/>
          <w:szCs w:val="20"/>
        </w:rPr>
      </w:pPr>
      <w:r>
        <w:br w:type="page"/>
      </w:r>
    </w:p>
    <w:p w14:paraId="29998FBE" w14:textId="12EEB8CD" w:rsidR="00AE3E6E" w:rsidRPr="00AB6C19" w:rsidRDefault="00AE3E6E" w:rsidP="0033397D">
      <w:pPr>
        <w:pStyle w:val="Legenda"/>
      </w:pPr>
      <w:bookmarkStart w:id="59" w:name="_Toc181782308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</w:t>
      </w:r>
      <w:r w:rsidR="00D437FA">
        <w:rPr>
          <w:noProof/>
        </w:rPr>
        <w:fldChar w:fldCharType="end"/>
      </w:r>
      <w:r w:rsidRPr="00AB6C19">
        <w:t xml:space="preserve">. Struktura elementu </w:t>
      </w:r>
      <w:proofErr w:type="spellStart"/>
      <w:r w:rsidRPr="0081679C">
        <w:rPr>
          <w:lang w:val="en-GB"/>
        </w:rPr>
        <w:t>AttachmentType</w:t>
      </w:r>
      <w:bookmarkEnd w:id="5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E51FA9" w:rsidRPr="00AB6C19" w14:paraId="40B78B22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69D7113" w14:textId="77777777" w:rsidR="00E51FA9" w:rsidRPr="00AB6C19" w:rsidRDefault="00E51FA9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2107B268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7" w:type="dxa"/>
          </w:tcPr>
          <w:p w14:paraId="3F5404B7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1545BE85" w14:textId="77777777" w:rsidR="00E51FA9" w:rsidRPr="00AB6C19" w:rsidRDefault="00E51FA9" w:rsidP="00F73C8D">
            <w:r w:rsidRPr="00AB6C19">
              <w:t>Typ</w:t>
            </w:r>
          </w:p>
        </w:tc>
        <w:tc>
          <w:tcPr>
            <w:tcW w:w="1197" w:type="dxa"/>
          </w:tcPr>
          <w:p w14:paraId="2FAAA638" w14:textId="77777777" w:rsidR="00E51FA9" w:rsidRPr="00AB6C19" w:rsidRDefault="00E51FA9" w:rsidP="00F73C8D">
            <w:r w:rsidRPr="00AB6C19">
              <w:t>Liczebność</w:t>
            </w:r>
          </w:p>
        </w:tc>
      </w:tr>
      <w:tr w:rsidR="00E51FA9" w:rsidRPr="00AB6C19" w14:paraId="50E5B956" w14:textId="77777777" w:rsidTr="00C31C1E">
        <w:trPr>
          <w:trHeight w:val="213"/>
        </w:trPr>
        <w:tc>
          <w:tcPr>
            <w:tcW w:w="1788" w:type="dxa"/>
          </w:tcPr>
          <w:p w14:paraId="5C617A8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exciseDutyEthylAlcohol</w:t>
            </w:r>
            <w:proofErr w:type="spellEnd"/>
          </w:p>
        </w:tc>
        <w:tc>
          <w:tcPr>
            <w:tcW w:w="3360" w:type="dxa"/>
          </w:tcPr>
          <w:p w14:paraId="22A7864F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alkoholu etylowego stanowiąca przeniesienie z pola 13 formularza AKC-4/A lub stanowiąca sumę z tych pól jeśli złożono więcej formularzy AKC4/A.</w:t>
            </w:r>
          </w:p>
        </w:tc>
        <w:tc>
          <w:tcPr>
            <w:tcW w:w="837" w:type="dxa"/>
          </w:tcPr>
          <w:p w14:paraId="0FD84DAF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20</w:t>
            </w:r>
          </w:p>
        </w:tc>
        <w:tc>
          <w:tcPr>
            <w:tcW w:w="2098" w:type="dxa"/>
          </w:tcPr>
          <w:p w14:paraId="7828E2E6" w14:textId="77777777" w:rsidR="00E51FA9" w:rsidRPr="0081679C" w:rsidRDefault="00100FF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539597D3" w14:textId="10848CB2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R13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CEE66AD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6F5FB31C" w14:textId="77777777" w:rsidTr="00C31C1E">
        <w:trPr>
          <w:trHeight w:val="213"/>
        </w:trPr>
        <w:tc>
          <w:tcPr>
            <w:tcW w:w="1788" w:type="dxa"/>
          </w:tcPr>
          <w:p w14:paraId="180404D1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exciseDutyWine</w:t>
            </w:r>
            <w:proofErr w:type="spellEnd"/>
          </w:p>
        </w:tc>
        <w:tc>
          <w:tcPr>
            <w:tcW w:w="3360" w:type="dxa"/>
          </w:tcPr>
          <w:p w14:paraId="6D3980F8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wina, napojów fermentowanych i wyrobów pośrednich stanowiąca przeniesienie z pola 13 formularza AKC-4/B lub stanowiąca sumę z tych pól jeśli złożono więcej formularzy AKC4/B.</w:t>
            </w:r>
          </w:p>
        </w:tc>
        <w:tc>
          <w:tcPr>
            <w:tcW w:w="837" w:type="dxa"/>
          </w:tcPr>
          <w:p w14:paraId="52158907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21</w:t>
            </w:r>
          </w:p>
        </w:tc>
        <w:tc>
          <w:tcPr>
            <w:tcW w:w="2098" w:type="dxa"/>
          </w:tcPr>
          <w:p w14:paraId="1F36B0C7" w14:textId="77777777" w:rsidR="00E51FA9" w:rsidRPr="0081679C" w:rsidRDefault="00117D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102896F7" w14:textId="71A2C10A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R14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0343EF3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7A77157D" w14:textId="77777777" w:rsidTr="00C31C1E">
        <w:trPr>
          <w:trHeight w:val="213"/>
        </w:trPr>
        <w:tc>
          <w:tcPr>
            <w:tcW w:w="1788" w:type="dxa"/>
          </w:tcPr>
          <w:p w14:paraId="45673A46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exciseDutyBeer</w:t>
            </w:r>
            <w:proofErr w:type="spellEnd"/>
          </w:p>
        </w:tc>
        <w:tc>
          <w:tcPr>
            <w:tcW w:w="3360" w:type="dxa"/>
          </w:tcPr>
          <w:p w14:paraId="24337675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piwa stanowiąca przeniesienie z pola 13 formularza AKC-4/C lub stanowiąca sumę z tych pól jeśli złożono więcej formularzy AKC4/C.</w:t>
            </w:r>
          </w:p>
        </w:tc>
        <w:tc>
          <w:tcPr>
            <w:tcW w:w="837" w:type="dxa"/>
          </w:tcPr>
          <w:p w14:paraId="655436FA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22</w:t>
            </w:r>
          </w:p>
        </w:tc>
        <w:tc>
          <w:tcPr>
            <w:tcW w:w="2098" w:type="dxa"/>
          </w:tcPr>
          <w:p w14:paraId="6ACDF1CE" w14:textId="77777777" w:rsidR="00E51FA9" w:rsidRPr="0081679C" w:rsidRDefault="00D77E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9C255A2" w14:textId="30A9AB6D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R15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F5C13F9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72456625" w14:textId="77777777" w:rsidTr="00C31C1E">
        <w:trPr>
          <w:trHeight w:val="213"/>
        </w:trPr>
        <w:tc>
          <w:tcPr>
            <w:tcW w:w="1788" w:type="dxa"/>
          </w:tcPr>
          <w:p w14:paraId="45805B0A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exciseDutyFuel</w:t>
            </w:r>
            <w:proofErr w:type="spellEnd"/>
          </w:p>
        </w:tc>
        <w:tc>
          <w:tcPr>
            <w:tcW w:w="3360" w:type="dxa"/>
          </w:tcPr>
          <w:p w14:paraId="68316792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paliw silnikowych (z wyłączeniem gazu) stanowiąca przeniesienie z pola 13 formularza AKC-4/D lub stanowiąca sumę z tych pól jeśli złożono więcej formularzy AKC4/D.</w:t>
            </w:r>
          </w:p>
        </w:tc>
        <w:tc>
          <w:tcPr>
            <w:tcW w:w="837" w:type="dxa"/>
          </w:tcPr>
          <w:p w14:paraId="4A5F3D2E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23</w:t>
            </w:r>
          </w:p>
        </w:tc>
        <w:tc>
          <w:tcPr>
            <w:tcW w:w="2098" w:type="dxa"/>
          </w:tcPr>
          <w:p w14:paraId="42BAF231" w14:textId="77777777" w:rsidR="00E51FA9" w:rsidRPr="00AB6C19" w:rsidRDefault="002963C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8EA0B88" w14:textId="367DD9DF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R16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5C9300E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795473AF" w14:textId="77777777" w:rsidTr="00C31C1E">
        <w:trPr>
          <w:trHeight w:val="213"/>
        </w:trPr>
        <w:tc>
          <w:tcPr>
            <w:tcW w:w="1788" w:type="dxa"/>
          </w:tcPr>
          <w:p w14:paraId="6B6C8A35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exciseDutyCar</w:t>
            </w:r>
            <w:proofErr w:type="spellEnd"/>
          </w:p>
        </w:tc>
        <w:tc>
          <w:tcPr>
            <w:tcW w:w="3360" w:type="dxa"/>
          </w:tcPr>
          <w:p w14:paraId="3DFEFB54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samochodów osobowych stanowiąca przeniesienie z pola 13 formularza AKC-4/E lub stanowiąca sumę z tych pól jeśli złożono więcej formularzy AKC4/E.</w:t>
            </w:r>
          </w:p>
        </w:tc>
        <w:tc>
          <w:tcPr>
            <w:tcW w:w="837" w:type="dxa"/>
          </w:tcPr>
          <w:p w14:paraId="79FCAAE4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24</w:t>
            </w:r>
          </w:p>
        </w:tc>
        <w:tc>
          <w:tcPr>
            <w:tcW w:w="2098" w:type="dxa"/>
          </w:tcPr>
          <w:p w14:paraId="6D34E3D0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decimal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(12,2)</w:t>
            </w:r>
          </w:p>
          <w:p w14:paraId="21148D7D" w14:textId="2AE7EC7E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R17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C84AFAE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42201766" w14:textId="77777777" w:rsidTr="00C31C1E">
        <w:trPr>
          <w:trHeight w:val="213"/>
        </w:trPr>
        <w:tc>
          <w:tcPr>
            <w:tcW w:w="1788" w:type="dxa"/>
          </w:tcPr>
          <w:p w14:paraId="37E6F9BC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exciseDutyTobacco</w:t>
            </w:r>
            <w:proofErr w:type="spellEnd"/>
          </w:p>
        </w:tc>
        <w:tc>
          <w:tcPr>
            <w:tcW w:w="3360" w:type="dxa"/>
          </w:tcPr>
          <w:p w14:paraId="33077033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wyrobów tytoniowych stanowiąca przeniesienie z pola 13 formularza AKC-4/F lub stanowiąca sumę z tych pól jeśli złożono więcej formularzy AKC4/F.</w:t>
            </w:r>
          </w:p>
        </w:tc>
        <w:tc>
          <w:tcPr>
            <w:tcW w:w="837" w:type="dxa"/>
          </w:tcPr>
          <w:p w14:paraId="3F681245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</w:t>
            </w:r>
          </w:p>
        </w:tc>
        <w:tc>
          <w:tcPr>
            <w:tcW w:w="2098" w:type="dxa"/>
          </w:tcPr>
          <w:p w14:paraId="1691AE52" w14:textId="350D55F6" w:rsidR="00E51FA9" w:rsidRPr="000C51FE" w:rsidRDefault="007E013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br/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R18</w:instrText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="00D53588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DD93DAD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0B0EF69F" w14:textId="77777777" w:rsidTr="00C31C1E">
        <w:trPr>
          <w:trHeight w:val="213"/>
        </w:trPr>
        <w:tc>
          <w:tcPr>
            <w:tcW w:w="1788" w:type="dxa"/>
          </w:tcPr>
          <w:p w14:paraId="642E8024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exciseDutyElectricity</w:t>
            </w:r>
            <w:proofErr w:type="spellEnd"/>
          </w:p>
        </w:tc>
        <w:tc>
          <w:tcPr>
            <w:tcW w:w="3360" w:type="dxa"/>
          </w:tcPr>
          <w:p w14:paraId="66F6C7FB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energii elektrycznej stanowiąca przeniesienie z pola 13 formularza AKC-4/H lub stanowiąca sumę z tych pól jeśli złożono więcej formularzy AKC4/H.</w:t>
            </w:r>
          </w:p>
        </w:tc>
        <w:tc>
          <w:tcPr>
            <w:tcW w:w="837" w:type="dxa"/>
          </w:tcPr>
          <w:p w14:paraId="2462DF66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26</w:t>
            </w:r>
          </w:p>
        </w:tc>
        <w:tc>
          <w:tcPr>
            <w:tcW w:w="2098" w:type="dxa"/>
          </w:tcPr>
          <w:p w14:paraId="0020FF29" w14:textId="77777777" w:rsidR="00E51FA9" w:rsidRPr="00AB6C19" w:rsidRDefault="004C278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0CE976BA" w14:textId="444E30E5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R19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37C8533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48C6284E" w14:textId="77777777" w:rsidTr="00C31C1E">
        <w:trPr>
          <w:trHeight w:val="213"/>
        </w:trPr>
        <w:tc>
          <w:tcPr>
            <w:tcW w:w="1788" w:type="dxa"/>
          </w:tcPr>
          <w:p w14:paraId="5817FB1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exciseDutyHeatingFuel</w:t>
            </w:r>
            <w:proofErr w:type="spellEnd"/>
          </w:p>
        </w:tc>
        <w:tc>
          <w:tcPr>
            <w:tcW w:w="3360" w:type="dxa"/>
          </w:tcPr>
          <w:p w14:paraId="2B098112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akcyzowego od paliw opałowych </w:t>
            </w:r>
            <w:r w:rsidR="004F5306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(z wyłączeniem wyrobów węglowych i wyrobów gazowych)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stanowiąca przeniesienie z pola 13 formularza AKC-4/I lub stanowiąca sumę z tych pól jeśli złożono więcej formularzy AKC4/I.</w:t>
            </w:r>
          </w:p>
        </w:tc>
        <w:tc>
          <w:tcPr>
            <w:tcW w:w="837" w:type="dxa"/>
          </w:tcPr>
          <w:p w14:paraId="26A95AD8" w14:textId="77777777" w:rsidR="00E51FA9" w:rsidRPr="000C51FE" w:rsidRDefault="006253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26</w:t>
            </w:r>
          </w:p>
        </w:tc>
        <w:tc>
          <w:tcPr>
            <w:tcW w:w="2098" w:type="dxa"/>
          </w:tcPr>
          <w:p w14:paraId="4A0ED900" w14:textId="77777777" w:rsidR="00E51FA9" w:rsidRPr="00AB6C19" w:rsidRDefault="00953F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36A7A83F" w14:textId="56713423" w:rsidR="00E51FA9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R20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8EE4B28" w14:textId="77777777" w:rsidR="00E51FA9" w:rsidRPr="000C51F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635FD" w:rsidRPr="00AB6C19" w14:paraId="245DE931" w14:textId="77777777" w:rsidTr="00C31C1E">
        <w:trPr>
          <w:trHeight w:val="213"/>
        </w:trPr>
        <w:tc>
          <w:tcPr>
            <w:tcW w:w="1788" w:type="dxa"/>
          </w:tcPr>
          <w:p w14:paraId="75050BF4" w14:textId="77777777" w:rsidR="00D635FD" w:rsidRPr="00B05C2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exciseDutyGasEngine</w:t>
            </w:r>
            <w:proofErr w:type="spellEnd"/>
          </w:p>
        </w:tc>
        <w:tc>
          <w:tcPr>
            <w:tcW w:w="3360" w:type="dxa"/>
          </w:tcPr>
          <w:p w14:paraId="5DA884C1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gazu do napędu silników spalinowych stanowiąca przeniesienie z pola 13 formularza AKC-4/J lub stanowiąca sumę z tych pól jeśli złożono więcej formularzy AKC4/J.</w:t>
            </w:r>
          </w:p>
        </w:tc>
        <w:tc>
          <w:tcPr>
            <w:tcW w:w="837" w:type="dxa"/>
          </w:tcPr>
          <w:p w14:paraId="24F9B65C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28</w:t>
            </w:r>
          </w:p>
        </w:tc>
        <w:tc>
          <w:tcPr>
            <w:tcW w:w="2098" w:type="dxa"/>
          </w:tcPr>
          <w:p w14:paraId="1AD59D86" w14:textId="77777777" w:rsidR="00D635FD" w:rsidRPr="00AB6C19" w:rsidRDefault="00953F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008D6B4" w14:textId="46835DAC" w:rsidR="00D635FD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635FD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R21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E2173A2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635FD" w:rsidRPr="00AB6C19" w14:paraId="4D23BA47" w14:textId="77777777" w:rsidTr="00C31C1E">
        <w:trPr>
          <w:trHeight w:val="213"/>
        </w:trPr>
        <w:tc>
          <w:tcPr>
            <w:tcW w:w="1788" w:type="dxa"/>
          </w:tcPr>
          <w:p w14:paraId="41C7C063" w14:textId="77777777" w:rsidR="00D635FD" w:rsidRPr="00B05C2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exciseDutyOil</w:t>
            </w:r>
            <w:proofErr w:type="spellEnd"/>
          </w:p>
        </w:tc>
        <w:tc>
          <w:tcPr>
            <w:tcW w:w="3360" w:type="dxa"/>
          </w:tcPr>
          <w:p w14:paraId="272C69A9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olejów smarowych i pozostałych olejów stanowiąca przeniesienie z pola 13 formularza AKC-4/K lub stanowiąca sumę z tych pól jeśli złożono więcej formularzy AKC4/K.</w:t>
            </w:r>
          </w:p>
        </w:tc>
        <w:tc>
          <w:tcPr>
            <w:tcW w:w="837" w:type="dxa"/>
          </w:tcPr>
          <w:p w14:paraId="6DDE4E1C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</w:t>
            </w:r>
          </w:p>
        </w:tc>
        <w:tc>
          <w:tcPr>
            <w:tcW w:w="2098" w:type="dxa"/>
          </w:tcPr>
          <w:p w14:paraId="04678096" w14:textId="77777777" w:rsidR="00D635FD" w:rsidRPr="00AB6C19" w:rsidRDefault="00AD4D2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1BCAA13" w14:textId="508F9CC0" w:rsidR="00D635FD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635FD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R22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R22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DD55B7E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635FD" w:rsidRPr="00AB6C19" w14:paraId="5C23101B" w14:textId="77777777" w:rsidTr="00C31C1E">
        <w:trPr>
          <w:trHeight w:val="213"/>
        </w:trPr>
        <w:tc>
          <w:tcPr>
            <w:tcW w:w="1788" w:type="dxa"/>
          </w:tcPr>
          <w:p w14:paraId="6EAE16E6" w14:textId="77777777" w:rsidR="00D635FD" w:rsidRPr="00AB6C19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exciseDutyGas</w:t>
            </w:r>
            <w:proofErr w:type="spellEnd"/>
          </w:p>
        </w:tc>
        <w:tc>
          <w:tcPr>
            <w:tcW w:w="3360" w:type="dxa"/>
          </w:tcPr>
          <w:p w14:paraId="27B15EFB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od wyrobów gazowych (z wyłączeniem gazu do napędu silników spalinowych) stanowiąca przeniesienie z pola 13 formularza AKC-4/L lub stanowiąca sumę z tych pól jeśli złożono więcej formularzy AKC4/L.</w:t>
            </w:r>
          </w:p>
        </w:tc>
        <w:tc>
          <w:tcPr>
            <w:tcW w:w="837" w:type="dxa"/>
          </w:tcPr>
          <w:p w14:paraId="5A958C89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29a</w:t>
            </w:r>
          </w:p>
        </w:tc>
        <w:tc>
          <w:tcPr>
            <w:tcW w:w="2098" w:type="dxa"/>
          </w:tcPr>
          <w:p w14:paraId="363D5D4E" w14:textId="77777777" w:rsidR="00D635FD" w:rsidRPr="00AB6C19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6B3144A3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635FD" w:rsidRPr="00AB6C19" w14:paraId="5D7FC6D1" w14:textId="77777777" w:rsidTr="00C31C1E">
        <w:trPr>
          <w:trHeight w:val="213"/>
        </w:trPr>
        <w:tc>
          <w:tcPr>
            <w:tcW w:w="1788" w:type="dxa"/>
          </w:tcPr>
          <w:p w14:paraId="482DD56B" w14:textId="77777777" w:rsidR="00D635FD" w:rsidRPr="00B05C2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totalExciseDuties</w:t>
            </w:r>
            <w:proofErr w:type="spellEnd"/>
          </w:p>
        </w:tc>
        <w:tc>
          <w:tcPr>
            <w:tcW w:w="3360" w:type="dxa"/>
          </w:tcPr>
          <w:p w14:paraId="21613C25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deklarowanego podatku akcyzowego z pól „ogółem podatek akcyzowy od…”</w:t>
            </w:r>
          </w:p>
        </w:tc>
        <w:tc>
          <w:tcPr>
            <w:tcW w:w="837" w:type="dxa"/>
          </w:tcPr>
          <w:p w14:paraId="2A4D1BDA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30</w:t>
            </w:r>
          </w:p>
        </w:tc>
        <w:tc>
          <w:tcPr>
            <w:tcW w:w="2098" w:type="dxa"/>
          </w:tcPr>
          <w:p w14:paraId="6B324DD0" w14:textId="77777777" w:rsidR="00D635FD" w:rsidRPr="0081679C" w:rsidRDefault="00222B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3E019AE" w14:textId="4D3849E1" w:rsidR="00D635FD" w:rsidRPr="000C51F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635FD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R23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R23</w:t>
            </w: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745D817" w14:textId="77777777" w:rsidR="00D635FD" w:rsidRPr="000C51FE" w:rsidRDefault="00D635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23254" w:rsidRPr="00AB6C19" w14:paraId="39FB6EB4" w14:textId="77777777" w:rsidTr="00C31C1E">
        <w:trPr>
          <w:trHeight w:val="213"/>
        </w:trPr>
        <w:tc>
          <w:tcPr>
            <w:tcW w:w="1788" w:type="dxa"/>
          </w:tcPr>
          <w:p w14:paraId="09FB1F50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AKC4A</w:t>
            </w:r>
          </w:p>
        </w:tc>
        <w:tc>
          <w:tcPr>
            <w:tcW w:w="3360" w:type="dxa"/>
          </w:tcPr>
          <w:p w14:paraId="01ECFC4F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AKC-4/A</w:t>
            </w:r>
          </w:p>
        </w:tc>
        <w:tc>
          <w:tcPr>
            <w:tcW w:w="837" w:type="dxa"/>
          </w:tcPr>
          <w:p w14:paraId="7B9817AC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14D10B70" w14:textId="16E90122" w:rsidR="00D23254" w:rsidRPr="00AB6C19" w:rsidRDefault="005B6F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6F54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AKC4A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32B08C19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11DB86E2" w14:textId="77777777" w:rsidTr="00C31C1E">
        <w:trPr>
          <w:trHeight w:val="213"/>
        </w:trPr>
        <w:tc>
          <w:tcPr>
            <w:tcW w:w="1788" w:type="dxa"/>
          </w:tcPr>
          <w:p w14:paraId="7DD2BE23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AKC4B</w:t>
            </w:r>
          </w:p>
        </w:tc>
        <w:tc>
          <w:tcPr>
            <w:tcW w:w="3360" w:type="dxa"/>
          </w:tcPr>
          <w:p w14:paraId="18D54140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AKC-4/B</w:t>
            </w:r>
          </w:p>
        </w:tc>
        <w:tc>
          <w:tcPr>
            <w:tcW w:w="837" w:type="dxa"/>
          </w:tcPr>
          <w:p w14:paraId="4834E388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3009A37C" w14:textId="3454A75B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AKC4B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7CD1A608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1A3999C4" w14:textId="77777777" w:rsidTr="00C31C1E">
        <w:trPr>
          <w:trHeight w:val="213"/>
        </w:trPr>
        <w:tc>
          <w:tcPr>
            <w:tcW w:w="1788" w:type="dxa"/>
          </w:tcPr>
          <w:p w14:paraId="2DD236E3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AKC4C</w:t>
            </w:r>
          </w:p>
        </w:tc>
        <w:tc>
          <w:tcPr>
            <w:tcW w:w="3360" w:type="dxa"/>
          </w:tcPr>
          <w:p w14:paraId="74907170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AKC-4/C</w:t>
            </w:r>
          </w:p>
        </w:tc>
        <w:tc>
          <w:tcPr>
            <w:tcW w:w="837" w:type="dxa"/>
          </w:tcPr>
          <w:p w14:paraId="645CC0C2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555BC20B" w14:textId="7010C4F6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3C300B98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467BCCE3" w14:textId="77777777" w:rsidTr="00C31C1E">
        <w:trPr>
          <w:trHeight w:val="213"/>
        </w:trPr>
        <w:tc>
          <w:tcPr>
            <w:tcW w:w="1788" w:type="dxa"/>
          </w:tcPr>
          <w:p w14:paraId="2ECCBBFC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AKC4D</w:t>
            </w:r>
          </w:p>
        </w:tc>
        <w:tc>
          <w:tcPr>
            <w:tcW w:w="3360" w:type="dxa"/>
          </w:tcPr>
          <w:p w14:paraId="7F548CD5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AKC-4/D</w:t>
            </w:r>
          </w:p>
        </w:tc>
        <w:tc>
          <w:tcPr>
            <w:tcW w:w="837" w:type="dxa"/>
          </w:tcPr>
          <w:p w14:paraId="69ABC2DC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7D5F58F2" w14:textId="78D58EDB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4DE432C0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58B86EC9" w14:textId="77777777" w:rsidTr="00C31C1E">
        <w:trPr>
          <w:trHeight w:val="213"/>
        </w:trPr>
        <w:tc>
          <w:tcPr>
            <w:tcW w:w="1788" w:type="dxa"/>
          </w:tcPr>
          <w:p w14:paraId="166FF1D7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AKC4E</w:t>
            </w:r>
          </w:p>
        </w:tc>
        <w:tc>
          <w:tcPr>
            <w:tcW w:w="3360" w:type="dxa"/>
          </w:tcPr>
          <w:p w14:paraId="5F9D829F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AKC-4/E</w:t>
            </w:r>
          </w:p>
        </w:tc>
        <w:tc>
          <w:tcPr>
            <w:tcW w:w="837" w:type="dxa"/>
          </w:tcPr>
          <w:p w14:paraId="38A8EC79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4384A836" w14:textId="21860AB6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5335F9AE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2E07C5C6" w14:textId="77777777" w:rsidTr="00C31C1E">
        <w:trPr>
          <w:trHeight w:val="213"/>
        </w:trPr>
        <w:tc>
          <w:tcPr>
            <w:tcW w:w="1788" w:type="dxa"/>
          </w:tcPr>
          <w:p w14:paraId="367F0869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AKC4F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3360" w:type="dxa"/>
          </w:tcPr>
          <w:p w14:paraId="4272737E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AKC-4/F</w:t>
            </w:r>
          </w:p>
        </w:tc>
        <w:tc>
          <w:tcPr>
            <w:tcW w:w="837" w:type="dxa"/>
          </w:tcPr>
          <w:p w14:paraId="3BC59053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253E9B0B" w14:textId="274A105B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6DCEB522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1BB961A7" w14:textId="77777777" w:rsidTr="00C31C1E">
        <w:trPr>
          <w:trHeight w:val="213"/>
        </w:trPr>
        <w:tc>
          <w:tcPr>
            <w:tcW w:w="1788" w:type="dxa"/>
          </w:tcPr>
          <w:p w14:paraId="7B3B1079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AKC4H</w:t>
            </w:r>
          </w:p>
        </w:tc>
        <w:tc>
          <w:tcPr>
            <w:tcW w:w="3360" w:type="dxa"/>
          </w:tcPr>
          <w:p w14:paraId="23F3E01B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AKC-4/H</w:t>
            </w:r>
          </w:p>
        </w:tc>
        <w:tc>
          <w:tcPr>
            <w:tcW w:w="837" w:type="dxa"/>
          </w:tcPr>
          <w:p w14:paraId="5DE91FE2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53790428" w14:textId="72E431B1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64A15150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22475720" w14:textId="77777777" w:rsidTr="00C31C1E">
        <w:trPr>
          <w:trHeight w:val="213"/>
        </w:trPr>
        <w:tc>
          <w:tcPr>
            <w:tcW w:w="1788" w:type="dxa"/>
          </w:tcPr>
          <w:p w14:paraId="31E3F340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AKC4I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3360" w:type="dxa"/>
          </w:tcPr>
          <w:p w14:paraId="10F79ED7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AKC-4/I</w:t>
            </w:r>
          </w:p>
        </w:tc>
        <w:tc>
          <w:tcPr>
            <w:tcW w:w="837" w:type="dxa"/>
          </w:tcPr>
          <w:p w14:paraId="0695679D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2CB4ACC8" w14:textId="50F0EAB8" w:rsidR="00D23254" w:rsidRPr="00AB6C19" w:rsidRDefault="00FF2E0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FF2E0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</w:t>
            </w:r>
            <w:r w:rsidRPr="00FF2E0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2A5537B8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1A0B7634" w14:textId="77777777" w:rsidTr="00C31C1E">
        <w:trPr>
          <w:trHeight w:val="213"/>
        </w:trPr>
        <w:tc>
          <w:tcPr>
            <w:tcW w:w="1788" w:type="dxa"/>
          </w:tcPr>
          <w:p w14:paraId="25E632D4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AKC4J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3360" w:type="dxa"/>
          </w:tcPr>
          <w:p w14:paraId="0B38BE71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AKC-4/J</w:t>
            </w:r>
          </w:p>
        </w:tc>
        <w:tc>
          <w:tcPr>
            <w:tcW w:w="837" w:type="dxa"/>
          </w:tcPr>
          <w:p w14:paraId="1AEEBD36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53DD7105" w14:textId="33FDAB2A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7145B3B1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5202A3B2" w14:textId="77777777" w:rsidTr="00C31C1E">
        <w:trPr>
          <w:trHeight w:val="213"/>
        </w:trPr>
        <w:tc>
          <w:tcPr>
            <w:tcW w:w="1788" w:type="dxa"/>
          </w:tcPr>
          <w:p w14:paraId="44C267C1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AKC4K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3360" w:type="dxa"/>
          </w:tcPr>
          <w:p w14:paraId="71134029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AKC-4/K</w:t>
            </w:r>
          </w:p>
        </w:tc>
        <w:tc>
          <w:tcPr>
            <w:tcW w:w="837" w:type="dxa"/>
          </w:tcPr>
          <w:p w14:paraId="0A915810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04EC1856" w14:textId="744F82E2" w:rsidR="00D23254" w:rsidRPr="00AB6C19" w:rsidRDefault="009A51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</w:t>
            </w:r>
            <w:r w:rsidRPr="009A51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706E4965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  <w:tr w:rsidR="00D23254" w:rsidRPr="00AB6C19" w14:paraId="6854B7DD" w14:textId="77777777" w:rsidTr="00C31C1E">
        <w:trPr>
          <w:trHeight w:val="213"/>
        </w:trPr>
        <w:tc>
          <w:tcPr>
            <w:tcW w:w="1788" w:type="dxa"/>
          </w:tcPr>
          <w:p w14:paraId="4A4ED52E" w14:textId="77777777" w:rsidR="00D23254" w:rsidRPr="00AB6C19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AKC4L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3360" w:type="dxa"/>
          </w:tcPr>
          <w:p w14:paraId="4D5526AB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 AKC-4/L</w:t>
            </w:r>
          </w:p>
        </w:tc>
        <w:tc>
          <w:tcPr>
            <w:tcW w:w="837" w:type="dxa"/>
          </w:tcPr>
          <w:p w14:paraId="56B9499C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8" w:type="dxa"/>
          </w:tcPr>
          <w:p w14:paraId="1D49B732" w14:textId="6D4D37EC" w:rsidR="00D23254" w:rsidRPr="00AB6C19" w:rsidRDefault="00FF2E0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FF2E0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AKC4</w:t>
            </w:r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</w:t>
            </w:r>
            <w:r w:rsidRPr="00FF2E0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</w:t>
            </w:r>
          </w:p>
        </w:tc>
        <w:tc>
          <w:tcPr>
            <w:tcW w:w="1197" w:type="dxa"/>
          </w:tcPr>
          <w:p w14:paraId="3005C49E" w14:textId="77777777" w:rsidR="00D23254" w:rsidRPr="000C51FE" w:rsidRDefault="00D232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C51F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142FD71F" w14:textId="0B66C475" w:rsidR="00AE3E6E" w:rsidRPr="00AB6C19" w:rsidRDefault="00AE3E6E" w:rsidP="0033397D">
      <w:pPr>
        <w:pStyle w:val="Legenda"/>
      </w:pPr>
      <w:bookmarkStart w:id="60" w:name="_Toc18178230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12</w:t>
      </w:r>
      <w:r w:rsidR="00D437FA">
        <w:rPr>
          <w:noProof/>
        </w:rPr>
        <w:fldChar w:fldCharType="end"/>
      </w:r>
      <w:r w:rsidRPr="00AB6C19">
        <w:t xml:space="preserve">. </w:t>
      </w:r>
      <w:r w:rsidR="008F078F">
        <w:t>Elementy</w:t>
      </w:r>
      <w:r w:rsidRPr="00AB6C19">
        <w:t xml:space="preserve"> </w:t>
      </w:r>
      <w:r w:rsidR="008F078F">
        <w:t>konfiguracji</w:t>
      </w:r>
      <w:r w:rsidRPr="00AB6C19">
        <w:t xml:space="preserve"> </w:t>
      </w:r>
      <w:proofErr w:type="spellStart"/>
      <w:r w:rsidRPr="00696799">
        <w:rPr>
          <w:lang w:val="en-GB"/>
        </w:rPr>
        <w:t>AmountPayableType</w:t>
      </w:r>
      <w:bookmarkEnd w:id="60"/>
      <w:proofErr w:type="spellEnd"/>
    </w:p>
    <w:tbl>
      <w:tblPr>
        <w:tblStyle w:val="tabela"/>
        <w:tblW w:w="9284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9"/>
        <w:gridCol w:w="1197"/>
      </w:tblGrid>
      <w:tr w:rsidR="00E51FA9" w:rsidRPr="00AB6C19" w14:paraId="32B25845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8B0DAE4" w14:textId="77777777" w:rsidR="00E51FA9" w:rsidRPr="00AB6C19" w:rsidRDefault="00E51FA9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33CA55B0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4461A53" w14:textId="77777777" w:rsidR="00E51FA9" w:rsidRPr="00AB6C19" w:rsidRDefault="00E51FA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9" w:type="dxa"/>
          </w:tcPr>
          <w:p w14:paraId="406CD6BE" w14:textId="77777777" w:rsidR="00E51FA9" w:rsidRPr="00AB6C19" w:rsidRDefault="00E51FA9" w:rsidP="00F73C8D">
            <w:r w:rsidRPr="00AB6C19">
              <w:t>Typ</w:t>
            </w:r>
          </w:p>
        </w:tc>
        <w:tc>
          <w:tcPr>
            <w:tcW w:w="1197" w:type="dxa"/>
          </w:tcPr>
          <w:p w14:paraId="2A7702C7" w14:textId="77777777" w:rsidR="00E51FA9" w:rsidRPr="00AB6C19" w:rsidRDefault="00E51FA9" w:rsidP="00F73C8D">
            <w:r w:rsidRPr="00AB6C19">
              <w:t>Liczebność</w:t>
            </w:r>
          </w:p>
        </w:tc>
      </w:tr>
      <w:tr w:rsidR="00E51FA9" w:rsidRPr="00AB6C19" w14:paraId="54C3156B" w14:textId="77777777" w:rsidTr="00C31C1E">
        <w:trPr>
          <w:trHeight w:val="213"/>
        </w:trPr>
        <w:tc>
          <w:tcPr>
            <w:tcW w:w="1788" w:type="dxa"/>
          </w:tcPr>
          <w:p w14:paraId="7EF12FF2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totalAmountOfExciseStamps</w:t>
            </w:r>
            <w:proofErr w:type="spellEnd"/>
          </w:p>
        </w:tc>
        <w:tc>
          <w:tcPr>
            <w:tcW w:w="3360" w:type="dxa"/>
          </w:tcPr>
          <w:p w14:paraId="05C951CD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„Kwota stanowiąca wartość podatkowych znaków akcyzy” formularza/formularzy AKC-4/A, z AKC-4/B i AKC-4/F</w:t>
            </w:r>
          </w:p>
        </w:tc>
        <w:tc>
          <w:tcPr>
            <w:tcW w:w="840" w:type="dxa"/>
          </w:tcPr>
          <w:p w14:paraId="1753D4C1" w14:textId="77777777" w:rsidR="00E51FA9" w:rsidRPr="00B05C2E" w:rsidRDefault="00530F4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31</w:t>
            </w:r>
          </w:p>
        </w:tc>
        <w:tc>
          <w:tcPr>
            <w:tcW w:w="2099" w:type="dxa"/>
          </w:tcPr>
          <w:p w14:paraId="0615BB32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ABB20CB" w14:textId="4D932DD2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R24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R24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7E5C4F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53D94BFC" w14:textId="77777777" w:rsidTr="00C31C1E">
        <w:trPr>
          <w:trHeight w:val="213"/>
        </w:trPr>
        <w:tc>
          <w:tcPr>
            <w:tcW w:w="1788" w:type="dxa"/>
          </w:tcPr>
          <w:p w14:paraId="5B199F35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totalAmountOfPaymentsDaily</w:t>
            </w:r>
            <w:proofErr w:type="spellEnd"/>
          </w:p>
        </w:tc>
        <w:tc>
          <w:tcPr>
            <w:tcW w:w="3360" w:type="dxa"/>
          </w:tcPr>
          <w:p w14:paraId="00FD9F55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„Razem kwota dokonanych wpłat dziennych” z poszczególnych formularzy załączników deklaracji AKC-4.</w:t>
            </w:r>
          </w:p>
        </w:tc>
        <w:tc>
          <w:tcPr>
            <w:tcW w:w="840" w:type="dxa"/>
          </w:tcPr>
          <w:p w14:paraId="1CD622A6" w14:textId="77777777" w:rsidR="00E51FA9" w:rsidRPr="00B05C2E" w:rsidRDefault="00BD22F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32</w:t>
            </w:r>
          </w:p>
        </w:tc>
        <w:tc>
          <w:tcPr>
            <w:tcW w:w="2099" w:type="dxa"/>
          </w:tcPr>
          <w:p w14:paraId="5DFBF892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67BDC35" w14:textId="7C873E40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R25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R25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8BBB345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44CAEC12" w14:textId="77777777" w:rsidTr="00C31C1E">
        <w:trPr>
          <w:trHeight w:val="213"/>
        </w:trPr>
        <w:tc>
          <w:tcPr>
            <w:tcW w:w="1788" w:type="dxa"/>
          </w:tcPr>
          <w:p w14:paraId="5244EE5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totalAmountOfPrePayment</w:t>
            </w:r>
            <w:proofErr w:type="spellEnd"/>
          </w:p>
        </w:tc>
        <w:tc>
          <w:tcPr>
            <w:tcW w:w="3360" w:type="dxa"/>
          </w:tcPr>
          <w:p w14:paraId="39797499" w14:textId="77777777" w:rsidR="00E51FA9" w:rsidRPr="00B05C2E" w:rsidRDefault="00CC1B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</w: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 pozycji „Przedpłata akcyzy do zapłaty” deklaracji AKC-PA (A), AKC-PA (B), AKC-PA (C), AKC-PA (D), AKC-PA (F), AKC-PA (I), AKC-PA (J) i AKC-PA (K) złożonej/złożonych za miesiąc, którego niniejsza deklaracja dotyczy</w:t>
            </w:r>
          </w:p>
        </w:tc>
        <w:tc>
          <w:tcPr>
            <w:tcW w:w="840" w:type="dxa"/>
          </w:tcPr>
          <w:p w14:paraId="037AF35E" w14:textId="77777777" w:rsidR="00E51FA9" w:rsidRPr="00B05C2E" w:rsidRDefault="00BD22F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33</w:t>
            </w:r>
          </w:p>
        </w:tc>
        <w:tc>
          <w:tcPr>
            <w:tcW w:w="2099" w:type="dxa"/>
          </w:tcPr>
          <w:p w14:paraId="1ED71233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BE1F915" w14:textId="00AC901D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R26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R26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671D6A33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6E8022FB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6731E602" w14:textId="77777777" w:rsidTr="00C31C1E">
        <w:trPr>
          <w:trHeight w:val="213"/>
        </w:trPr>
        <w:tc>
          <w:tcPr>
            <w:tcW w:w="1788" w:type="dxa"/>
          </w:tcPr>
          <w:p w14:paraId="37CF562A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amountOfSurpPrevDecl</w:t>
            </w:r>
            <w:proofErr w:type="spellEnd"/>
          </w:p>
        </w:tc>
        <w:tc>
          <w:tcPr>
            <w:tcW w:w="3360" w:type="dxa"/>
          </w:tcPr>
          <w:p w14:paraId="28296B1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przeniesiona z deklaracji za poprzedni okres.</w:t>
            </w:r>
          </w:p>
        </w:tc>
        <w:tc>
          <w:tcPr>
            <w:tcW w:w="840" w:type="dxa"/>
          </w:tcPr>
          <w:p w14:paraId="57FF19EA" w14:textId="77777777" w:rsidR="00E51FA9" w:rsidRPr="00B05C2E" w:rsidRDefault="00113E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34</w:t>
            </w:r>
          </w:p>
        </w:tc>
        <w:tc>
          <w:tcPr>
            <w:tcW w:w="2099" w:type="dxa"/>
          </w:tcPr>
          <w:p w14:paraId="709212CD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EE838C9" w14:textId="4988B44C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R27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R27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DD749AB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7590391F" w14:textId="77777777" w:rsidTr="00C31C1E">
        <w:trPr>
          <w:trHeight w:val="213"/>
        </w:trPr>
        <w:tc>
          <w:tcPr>
            <w:tcW w:w="1788" w:type="dxa"/>
          </w:tcPr>
          <w:p w14:paraId="0051C01C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surplusOfAdvanPaymExcise</w:t>
            </w:r>
            <w:proofErr w:type="spellEnd"/>
          </w:p>
        </w:tc>
        <w:tc>
          <w:tcPr>
            <w:tcW w:w="3360" w:type="dxa"/>
          </w:tcPr>
          <w:p w14:paraId="5B439C6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przeniesiona z deklaracji za poprzedni okres.</w:t>
            </w:r>
          </w:p>
        </w:tc>
        <w:tc>
          <w:tcPr>
            <w:tcW w:w="840" w:type="dxa"/>
          </w:tcPr>
          <w:p w14:paraId="4BD512E2" w14:textId="77777777" w:rsidR="00E51FA9" w:rsidRPr="00B05C2E" w:rsidRDefault="00113E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34a</w:t>
            </w:r>
          </w:p>
        </w:tc>
        <w:tc>
          <w:tcPr>
            <w:tcW w:w="2099" w:type="dxa"/>
          </w:tcPr>
          <w:p w14:paraId="4842580B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4388613" w14:textId="1954FEF1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R28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R28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77C45D7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4226AD8F" w14:textId="77777777" w:rsidTr="00C31C1E">
        <w:trPr>
          <w:trHeight w:val="213"/>
        </w:trPr>
        <w:tc>
          <w:tcPr>
            <w:tcW w:w="1788" w:type="dxa"/>
          </w:tcPr>
          <w:p w14:paraId="38EC4962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toPay</w:t>
            </w:r>
            <w:proofErr w:type="spellEnd"/>
          </w:p>
        </w:tc>
        <w:tc>
          <w:tcPr>
            <w:tcW w:w="3360" w:type="dxa"/>
          </w:tcPr>
          <w:p w14:paraId="5BC7F676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akcyzowego do zapłaty: kwota z pola „Kwota podatku akcyzowego” pomniejszona o kwoty z pola „Zwolnienia i obniżenia”.</w:t>
            </w:r>
          </w:p>
        </w:tc>
        <w:tc>
          <w:tcPr>
            <w:tcW w:w="840" w:type="dxa"/>
          </w:tcPr>
          <w:p w14:paraId="2147001C" w14:textId="77777777" w:rsidR="00E51FA9" w:rsidRPr="00B05C2E" w:rsidRDefault="00DF3C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35</w:t>
            </w:r>
          </w:p>
        </w:tc>
        <w:tc>
          <w:tcPr>
            <w:tcW w:w="2099" w:type="dxa"/>
          </w:tcPr>
          <w:p w14:paraId="3BDBF396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01C8AED" w14:textId="6D6D68B0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R29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R29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20A59DF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743FD6B8" w14:textId="77777777" w:rsidTr="00C31C1E">
        <w:trPr>
          <w:trHeight w:val="213"/>
        </w:trPr>
        <w:tc>
          <w:tcPr>
            <w:tcW w:w="1788" w:type="dxa"/>
          </w:tcPr>
          <w:p w14:paraId="60DD1E3D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excessContributSettlement</w:t>
            </w:r>
            <w:proofErr w:type="spellEnd"/>
          </w:p>
        </w:tc>
        <w:tc>
          <w:tcPr>
            <w:tcW w:w="3360" w:type="dxa"/>
          </w:tcPr>
          <w:p w14:paraId="1DDDFB74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wyliczana z wartości w polach wg wzoru: (Kwota stanowiąca wartość podatkowych znaków akcyzy +Kwota wpłat dziennych+ Kwota dokonanej przedpłaty akcyzy+ Kwota z pozycji „Nadwyżka wpłat do rozliczenia” z ostatniej złożonej deklaracji) – razem podatek akcyzowy. Jeśli wartość jest ujemna, to powinno być 0.</w:t>
            </w:r>
          </w:p>
        </w:tc>
        <w:tc>
          <w:tcPr>
            <w:tcW w:w="840" w:type="dxa"/>
          </w:tcPr>
          <w:p w14:paraId="68045D31" w14:textId="77777777" w:rsidR="00E51FA9" w:rsidRPr="00B05C2E" w:rsidRDefault="00D84E4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36</w:t>
            </w:r>
          </w:p>
        </w:tc>
        <w:tc>
          <w:tcPr>
            <w:tcW w:w="2099" w:type="dxa"/>
          </w:tcPr>
          <w:p w14:paraId="0A7808A8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9F0BF11" w14:textId="5D82BEC8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R30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R30</w:t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3DEC531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1FA9" w:rsidRPr="00AB6C19" w14:paraId="39B7CEF5" w14:textId="77777777" w:rsidTr="00C31C1E">
        <w:trPr>
          <w:trHeight w:val="213"/>
        </w:trPr>
        <w:tc>
          <w:tcPr>
            <w:tcW w:w="1788" w:type="dxa"/>
          </w:tcPr>
          <w:p w14:paraId="501D3C97" w14:textId="77777777" w:rsidR="00E51FA9" w:rsidRPr="00AB6C19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excessContributSurplusPaymExcise</w:t>
            </w:r>
            <w:proofErr w:type="spellEnd"/>
          </w:p>
        </w:tc>
        <w:tc>
          <w:tcPr>
            <w:tcW w:w="3360" w:type="dxa"/>
          </w:tcPr>
          <w:p w14:paraId="0CAA4E7E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akcyzy nie może być wyższa niż kwota dokonanej przedpłaty akcyzy.</w:t>
            </w:r>
          </w:p>
        </w:tc>
        <w:tc>
          <w:tcPr>
            <w:tcW w:w="840" w:type="dxa"/>
          </w:tcPr>
          <w:p w14:paraId="7C91DEE2" w14:textId="77777777" w:rsidR="00E51FA9" w:rsidRPr="00B05C2E" w:rsidRDefault="00D84E4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36a</w:t>
            </w:r>
          </w:p>
        </w:tc>
        <w:tc>
          <w:tcPr>
            <w:tcW w:w="2099" w:type="dxa"/>
          </w:tcPr>
          <w:p w14:paraId="03207D44" w14:textId="77777777" w:rsidR="00E51FA9" w:rsidRPr="0081679C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1679C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1072423E" w14:textId="0CD4DE3B" w:rsidR="00E51FA9" w:rsidRPr="00B05C2E" w:rsidRDefault="00D535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1FA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R31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R31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A640245" w14:textId="77777777" w:rsidR="00E51FA9" w:rsidRPr="00B05C2E" w:rsidRDefault="00E51F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0E28FBD1" w14:textId="77777777" w:rsidR="00805EC9" w:rsidRPr="00AB6C19" w:rsidRDefault="00805EC9" w:rsidP="00F73C8D">
      <w:pPr>
        <w:pStyle w:val="Nagwek2"/>
      </w:pPr>
      <w:bookmarkStart w:id="61" w:name="_Toc181782218"/>
      <w:r w:rsidRPr="00AB6C19">
        <w:t>Reguły</w:t>
      </w:r>
      <w:bookmarkEnd w:id="61"/>
    </w:p>
    <w:p w14:paraId="130DF4FA" w14:textId="50DA24C2" w:rsidR="006C4812" w:rsidRPr="00AB6C19" w:rsidRDefault="006C4812" w:rsidP="0033397D">
      <w:pPr>
        <w:pStyle w:val="Legenda"/>
      </w:pPr>
      <w:bookmarkStart w:id="62" w:name="_Toc18178231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13</w:t>
      </w:r>
      <w:r w:rsidR="00D437FA">
        <w:rPr>
          <w:noProof/>
        </w:rPr>
        <w:fldChar w:fldCharType="end"/>
      </w:r>
      <w:r w:rsidRPr="00AB6C19">
        <w:t>. Reguły obowiązujące dla deklaracji AKC-4</w:t>
      </w:r>
      <w:bookmarkEnd w:id="62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805EC9" w:rsidRPr="00AB6C19" w14:paraId="71D351AE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55513680" w14:textId="77777777" w:rsidR="00805EC9" w:rsidRPr="00AB6C19" w:rsidRDefault="00805EC9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27A4A178" w14:textId="77777777" w:rsidR="00805EC9" w:rsidRPr="00AB6C19" w:rsidRDefault="00805EC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704468" w:rsidRPr="00AB6C19" w14:paraId="2C366DBE" w14:textId="77777777" w:rsidTr="00C31C1E">
        <w:trPr>
          <w:trHeight w:val="213"/>
        </w:trPr>
        <w:tc>
          <w:tcPr>
            <w:tcW w:w="952" w:type="dxa"/>
          </w:tcPr>
          <w:p w14:paraId="52F17F4A" w14:textId="77777777" w:rsidR="00704468" w:rsidRPr="00B05C2E" w:rsidRDefault="00E35A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3" w:name="R1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63"/>
          </w:p>
        </w:tc>
        <w:tc>
          <w:tcPr>
            <w:tcW w:w="8102" w:type="dxa"/>
          </w:tcPr>
          <w:p w14:paraId="15AD161F" w14:textId="77777777" w:rsidR="00704468" w:rsidRPr="00B05C2E" w:rsidRDefault="0058247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Deklaracja nie może być złożona za okres </w:t>
            </w:r>
            <w:r w:rsidR="00D35501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który się jeszcze nie zakończył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</w:tr>
      <w:tr w:rsidR="00704468" w:rsidRPr="00AB6C19" w14:paraId="754BC38A" w14:textId="77777777" w:rsidTr="00C31C1E">
        <w:trPr>
          <w:trHeight w:val="213"/>
        </w:trPr>
        <w:tc>
          <w:tcPr>
            <w:tcW w:w="952" w:type="dxa"/>
          </w:tcPr>
          <w:p w14:paraId="3F1CDAA1" w14:textId="77777777" w:rsidR="00704468" w:rsidRPr="00B05C2E" w:rsidRDefault="00E35A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4" w:name="R2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64"/>
          </w:p>
        </w:tc>
        <w:tc>
          <w:tcPr>
            <w:tcW w:w="8102" w:type="dxa"/>
          </w:tcPr>
          <w:p w14:paraId="50FC2CB4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tekstowe wypełnione wartościami „Deklaracja” albo „Korekta”.</w:t>
            </w:r>
          </w:p>
        </w:tc>
      </w:tr>
      <w:tr w:rsidR="00E35ABF" w:rsidRPr="00AB6C19" w14:paraId="69B43FEF" w14:textId="77777777" w:rsidTr="00C31C1E">
        <w:trPr>
          <w:trHeight w:val="213"/>
        </w:trPr>
        <w:tc>
          <w:tcPr>
            <w:tcW w:w="952" w:type="dxa"/>
          </w:tcPr>
          <w:p w14:paraId="76997047" w14:textId="77777777" w:rsidR="00E35ABF" w:rsidRPr="00B05C2E" w:rsidRDefault="00E35A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5" w:name="R3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65"/>
          </w:p>
        </w:tc>
        <w:tc>
          <w:tcPr>
            <w:tcW w:w="8102" w:type="dxa"/>
          </w:tcPr>
          <w:p w14:paraId="77754A67" w14:textId="77777777" w:rsidR="00E35ABF" w:rsidRPr="00B05C2E" w:rsidRDefault="00E35A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 przypadku, gdy deklaracja nie jest składana przez obcokrajowca (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foreigner</w:t>
            </w:r>
            <w:proofErr w:type="spellEnd"/>
            <w:r w:rsidRPr="00422C2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&lt;&gt; </w:t>
            </w:r>
            <w:proofErr w:type="spellStart"/>
            <w:r w:rsidRPr="00422C2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true</w:t>
            </w:r>
            <w:proofErr w:type="spellEnd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) muszą być wypełnione pola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province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district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commune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houseNumber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postalCode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postalName</w:t>
            </w:r>
            <w:proofErr w:type="spellEnd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</w:tr>
      <w:tr w:rsidR="00704468" w:rsidRPr="00AB6C19" w14:paraId="647085BE" w14:textId="77777777" w:rsidTr="00C31C1E">
        <w:trPr>
          <w:trHeight w:val="213"/>
        </w:trPr>
        <w:tc>
          <w:tcPr>
            <w:tcW w:w="952" w:type="dxa"/>
          </w:tcPr>
          <w:p w14:paraId="4305B108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6" w:name="R13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66"/>
          </w:p>
        </w:tc>
        <w:tc>
          <w:tcPr>
            <w:tcW w:w="8102" w:type="dxa"/>
          </w:tcPr>
          <w:p w14:paraId="4C65476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wymagalne tylko w przypadku gdy do deklaracji dopięty jest co najmniej jeden załącznik AKC-4/A. System automatycznie podpowiada wyliczoną wartość na podstawie sumy pól „ogółem podatek” w z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łożonych załącznikach AKC-4/A.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porównanie wprowadzonej wartości z wartością sumy pól „ogółem podatek” w złożonych załącznikach AKC-4/A. </w:t>
            </w:r>
          </w:p>
        </w:tc>
      </w:tr>
      <w:tr w:rsidR="00704468" w:rsidRPr="00AB6C19" w14:paraId="6DA04F3A" w14:textId="77777777" w:rsidTr="00C31C1E">
        <w:trPr>
          <w:trHeight w:val="213"/>
        </w:trPr>
        <w:tc>
          <w:tcPr>
            <w:tcW w:w="952" w:type="dxa"/>
          </w:tcPr>
          <w:p w14:paraId="4BC7AFA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7" w:name="R14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67"/>
          </w:p>
        </w:tc>
        <w:tc>
          <w:tcPr>
            <w:tcW w:w="8102" w:type="dxa"/>
          </w:tcPr>
          <w:p w14:paraId="46A972A7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AKC-4/B.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AKC-4/B.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AKC-4/B. </w:t>
            </w:r>
          </w:p>
        </w:tc>
      </w:tr>
      <w:tr w:rsidR="00704468" w:rsidRPr="00AB6C19" w14:paraId="0574DCCA" w14:textId="77777777" w:rsidTr="00C31C1E">
        <w:trPr>
          <w:trHeight w:val="213"/>
        </w:trPr>
        <w:tc>
          <w:tcPr>
            <w:tcW w:w="952" w:type="dxa"/>
          </w:tcPr>
          <w:p w14:paraId="3A0C46C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8" w:name="R15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68"/>
          </w:p>
        </w:tc>
        <w:tc>
          <w:tcPr>
            <w:tcW w:w="8102" w:type="dxa"/>
          </w:tcPr>
          <w:p w14:paraId="0403162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AKC-4/C.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AKC-4/C.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AKC-4/C. </w:t>
            </w:r>
          </w:p>
        </w:tc>
      </w:tr>
      <w:tr w:rsidR="00704468" w:rsidRPr="00AB6C19" w14:paraId="3B4A1031" w14:textId="77777777" w:rsidTr="00C31C1E">
        <w:trPr>
          <w:trHeight w:val="213"/>
        </w:trPr>
        <w:tc>
          <w:tcPr>
            <w:tcW w:w="952" w:type="dxa"/>
          </w:tcPr>
          <w:p w14:paraId="6F46DAF7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69" w:name="R16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69"/>
          </w:p>
        </w:tc>
        <w:tc>
          <w:tcPr>
            <w:tcW w:w="8102" w:type="dxa"/>
          </w:tcPr>
          <w:p w14:paraId="0C4B2EAB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AKC-4/D.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AKC-4/D.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AKC-4/D. </w:t>
            </w:r>
          </w:p>
        </w:tc>
      </w:tr>
      <w:tr w:rsidR="00704468" w:rsidRPr="00AB6C19" w14:paraId="0D75856F" w14:textId="77777777" w:rsidTr="00C31C1E">
        <w:trPr>
          <w:trHeight w:val="213"/>
        </w:trPr>
        <w:tc>
          <w:tcPr>
            <w:tcW w:w="952" w:type="dxa"/>
          </w:tcPr>
          <w:p w14:paraId="235BF8E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0" w:name="R17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70"/>
          </w:p>
        </w:tc>
        <w:tc>
          <w:tcPr>
            <w:tcW w:w="8102" w:type="dxa"/>
          </w:tcPr>
          <w:p w14:paraId="1A677162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wymagalne tylko w przypadku gdy do deklaracji dopięty jest co najmniej jeden załącznik AKC-4/E. System automatycznie podpowiada wyliczoną wartość na podstawie sumy pól „ogółem podatek” w złożonych załączn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ikach AKC-4/E.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AKC-4/E. </w:t>
            </w:r>
          </w:p>
        </w:tc>
      </w:tr>
      <w:tr w:rsidR="00704468" w:rsidRPr="00AB6C19" w14:paraId="557955EE" w14:textId="77777777" w:rsidTr="00C31C1E">
        <w:trPr>
          <w:trHeight w:val="213"/>
        </w:trPr>
        <w:tc>
          <w:tcPr>
            <w:tcW w:w="952" w:type="dxa"/>
          </w:tcPr>
          <w:p w14:paraId="708CBC14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1" w:name="R18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71"/>
          </w:p>
        </w:tc>
        <w:tc>
          <w:tcPr>
            <w:tcW w:w="8102" w:type="dxa"/>
          </w:tcPr>
          <w:p w14:paraId="6218336A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AKC-4/F.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AKC-4/F.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AKC-4/F. </w:t>
            </w:r>
          </w:p>
        </w:tc>
      </w:tr>
      <w:tr w:rsidR="00704468" w:rsidRPr="00AB6C19" w14:paraId="1E71C6A0" w14:textId="77777777" w:rsidTr="00C31C1E">
        <w:trPr>
          <w:trHeight w:val="213"/>
        </w:trPr>
        <w:tc>
          <w:tcPr>
            <w:tcW w:w="952" w:type="dxa"/>
          </w:tcPr>
          <w:p w14:paraId="2AE25EEF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2" w:name="R19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R19</w:t>
            </w:r>
            <w:bookmarkEnd w:id="72"/>
          </w:p>
        </w:tc>
        <w:tc>
          <w:tcPr>
            <w:tcW w:w="8102" w:type="dxa"/>
          </w:tcPr>
          <w:p w14:paraId="4960B7A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AKC-4/H.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AKC-4/H.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AKC-4/H. </w:t>
            </w:r>
          </w:p>
        </w:tc>
      </w:tr>
      <w:tr w:rsidR="00704468" w:rsidRPr="00AB6C19" w14:paraId="30BA123E" w14:textId="77777777" w:rsidTr="00C31C1E">
        <w:trPr>
          <w:trHeight w:val="213"/>
        </w:trPr>
        <w:tc>
          <w:tcPr>
            <w:tcW w:w="952" w:type="dxa"/>
          </w:tcPr>
          <w:p w14:paraId="0DDDBCDF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3" w:name="R20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73"/>
          </w:p>
        </w:tc>
        <w:tc>
          <w:tcPr>
            <w:tcW w:w="8102" w:type="dxa"/>
          </w:tcPr>
          <w:p w14:paraId="0EA37B3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AKC-4/I.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AKC-4/I.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AKC-4/I. </w:t>
            </w:r>
          </w:p>
        </w:tc>
      </w:tr>
      <w:tr w:rsidR="00704468" w:rsidRPr="00AB6C19" w14:paraId="5FD2251C" w14:textId="77777777" w:rsidTr="00C31C1E">
        <w:trPr>
          <w:trHeight w:val="213"/>
        </w:trPr>
        <w:tc>
          <w:tcPr>
            <w:tcW w:w="952" w:type="dxa"/>
          </w:tcPr>
          <w:p w14:paraId="6D5AAFA2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4" w:name="R21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  <w:bookmarkEnd w:id="74"/>
          </w:p>
        </w:tc>
        <w:tc>
          <w:tcPr>
            <w:tcW w:w="8102" w:type="dxa"/>
          </w:tcPr>
          <w:p w14:paraId="4B10D542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AKC-4/J.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AKC-4/J.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AKC-4/J. </w:t>
            </w:r>
          </w:p>
        </w:tc>
      </w:tr>
      <w:tr w:rsidR="00704468" w:rsidRPr="00AB6C19" w14:paraId="24A86EB7" w14:textId="77777777" w:rsidTr="00C31C1E">
        <w:trPr>
          <w:trHeight w:val="213"/>
        </w:trPr>
        <w:tc>
          <w:tcPr>
            <w:tcW w:w="952" w:type="dxa"/>
          </w:tcPr>
          <w:p w14:paraId="1BE67EBD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5" w:name="R22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R22</w:t>
            </w:r>
            <w:bookmarkEnd w:id="75"/>
          </w:p>
        </w:tc>
        <w:tc>
          <w:tcPr>
            <w:tcW w:w="8102" w:type="dxa"/>
          </w:tcPr>
          <w:p w14:paraId="7498CAC9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do deklaracji dopięty jest co najmniej jeden załącznik AKC-4/K. System automatycznie podpowiada wyliczoną wartość na podstawie sumy pól „ogółem podatek” w 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złożonych załącznikach AKC-4/K.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Walidacja: porównanie wprowadzonej wartości z wartością sumy pól „ogółem podatek” w złożonych załącznikach AKC-4/K.</w:t>
            </w:r>
          </w:p>
        </w:tc>
      </w:tr>
      <w:tr w:rsidR="00704468" w:rsidRPr="00AB6C19" w14:paraId="31C5E7C8" w14:textId="77777777" w:rsidTr="00C31C1E">
        <w:trPr>
          <w:trHeight w:val="213"/>
        </w:trPr>
        <w:tc>
          <w:tcPr>
            <w:tcW w:w="952" w:type="dxa"/>
          </w:tcPr>
          <w:p w14:paraId="6CAC3952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6" w:name="R23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R23</w:t>
            </w:r>
            <w:bookmarkEnd w:id="76"/>
          </w:p>
        </w:tc>
        <w:tc>
          <w:tcPr>
            <w:tcW w:w="8102" w:type="dxa"/>
          </w:tcPr>
          <w:p w14:paraId="261FECA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System wstawia wyliczoną wartość na podstawie sumy deklarowanego podatku akcyzowego z pól „ogółem podatek akcyzowy od…”. Walidacja: porównanie wprowadzonej wartości z wartością sumy w polach „ogółem podatek akcyzowy od…” deklaracji. </w:t>
            </w:r>
          </w:p>
        </w:tc>
      </w:tr>
      <w:tr w:rsidR="00704468" w:rsidRPr="00AB6C19" w14:paraId="7D763110" w14:textId="77777777" w:rsidTr="00C31C1E">
        <w:trPr>
          <w:trHeight w:val="213"/>
        </w:trPr>
        <w:tc>
          <w:tcPr>
            <w:tcW w:w="952" w:type="dxa"/>
          </w:tcPr>
          <w:p w14:paraId="1059B0D6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7" w:name="R24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R24</w:t>
            </w:r>
            <w:bookmarkEnd w:id="77"/>
          </w:p>
        </w:tc>
        <w:tc>
          <w:tcPr>
            <w:tcW w:w="8102" w:type="dxa"/>
          </w:tcPr>
          <w:p w14:paraId="5BE1B8AA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wymagalne tylko w przypadku gdy w do deklaracji dopięto ww. załączniki. Pole podpowiadane automatycznie przez System.  Walidacja: porównanie wprowadzonej wartości z wartością sumy z pól „Kwota stanowiąca wartość podatkowych znaków akcyzy” załączników AKC-4/A, z AKC-4/B i AKC-4/F. </w:t>
            </w:r>
          </w:p>
        </w:tc>
      </w:tr>
      <w:tr w:rsidR="00704468" w:rsidRPr="00AB6C19" w14:paraId="031C4970" w14:textId="77777777" w:rsidTr="00C31C1E">
        <w:trPr>
          <w:trHeight w:val="213"/>
        </w:trPr>
        <w:tc>
          <w:tcPr>
            <w:tcW w:w="952" w:type="dxa"/>
          </w:tcPr>
          <w:p w14:paraId="3A4534D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8" w:name="R25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R25</w:t>
            </w:r>
            <w:bookmarkEnd w:id="78"/>
          </w:p>
        </w:tc>
        <w:tc>
          <w:tcPr>
            <w:tcW w:w="8102" w:type="dxa"/>
          </w:tcPr>
          <w:p w14:paraId="0C07EF19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System wstawia wyliczoną wartość na podstawie sumy z pól „Razem kwota dokonanych wpłat dziennych” z załączników.</w:t>
            </w:r>
          </w:p>
          <w:p w14:paraId="276C5C4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porównanie wprowadzonej wartości z wyliczoną. </w:t>
            </w:r>
          </w:p>
        </w:tc>
      </w:tr>
      <w:tr w:rsidR="00704468" w:rsidRPr="00AB6C19" w14:paraId="1974A141" w14:textId="77777777" w:rsidTr="00C31C1E">
        <w:trPr>
          <w:trHeight w:val="213"/>
        </w:trPr>
        <w:tc>
          <w:tcPr>
            <w:tcW w:w="952" w:type="dxa"/>
          </w:tcPr>
          <w:p w14:paraId="6F3A1205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79" w:name="R26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R26</w:t>
            </w:r>
            <w:bookmarkEnd w:id="79"/>
          </w:p>
        </w:tc>
        <w:tc>
          <w:tcPr>
            <w:tcW w:w="8102" w:type="dxa"/>
          </w:tcPr>
          <w:p w14:paraId="21D23CD6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porównanie wprowadzonej wartości z wartością sumy z pól „Przedpłata akcyzy do zapłaty” z załączników. </w:t>
            </w:r>
          </w:p>
        </w:tc>
      </w:tr>
      <w:tr w:rsidR="00704468" w:rsidRPr="00AB6C19" w14:paraId="79DADD15" w14:textId="77777777" w:rsidTr="00C31C1E">
        <w:trPr>
          <w:trHeight w:val="213"/>
        </w:trPr>
        <w:tc>
          <w:tcPr>
            <w:tcW w:w="952" w:type="dxa"/>
          </w:tcPr>
          <w:p w14:paraId="2A5B0757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80" w:name="R27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R27</w:t>
            </w:r>
            <w:bookmarkEnd w:id="80"/>
          </w:p>
        </w:tc>
        <w:tc>
          <w:tcPr>
            <w:tcW w:w="8102" w:type="dxa"/>
          </w:tcPr>
          <w:p w14:paraId="01356E7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wartości wprowadzonej i pobranej z wartością w polu „Kwota z pozycji „Nadwyżka wpłat do rozliczenia” z ostatniej złożonej deklaracji” deklaracji za poprzedni okres. </w:t>
            </w:r>
          </w:p>
        </w:tc>
      </w:tr>
      <w:tr w:rsidR="00704468" w:rsidRPr="00AB6C19" w14:paraId="5560E3B9" w14:textId="77777777" w:rsidTr="00C31C1E">
        <w:trPr>
          <w:trHeight w:val="213"/>
        </w:trPr>
        <w:tc>
          <w:tcPr>
            <w:tcW w:w="952" w:type="dxa"/>
          </w:tcPr>
          <w:p w14:paraId="5C606E62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81" w:name="R28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R28</w:t>
            </w:r>
            <w:bookmarkEnd w:id="81"/>
          </w:p>
        </w:tc>
        <w:tc>
          <w:tcPr>
            <w:tcW w:w="8102" w:type="dxa"/>
          </w:tcPr>
          <w:p w14:paraId="7A777F7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wartości wprowadzonej i pobranej z wartością w polu „Kwota z pozycji „w tym nadwyżka przedpłaty akcyzy” deklaracji za poprzedni okres. </w:t>
            </w:r>
          </w:p>
        </w:tc>
      </w:tr>
      <w:tr w:rsidR="00704468" w:rsidRPr="00AB6C19" w14:paraId="4B56A4BC" w14:textId="77777777" w:rsidTr="00C31C1E">
        <w:trPr>
          <w:trHeight w:val="213"/>
        </w:trPr>
        <w:tc>
          <w:tcPr>
            <w:tcW w:w="952" w:type="dxa"/>
          </w:tcPr>
          <w:p w14:paraId="010D09C0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82" w:name="R29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R29</w:t>
            </w:r>
            <w:bookmarkEnd w:id="82"/>
          </w:p>
        </w:tc>
        <w:tc>
          <w:tcPr>
            <w:tcW w:w="8102" w:type="dxa"/>
          </w:tcPr>
          <w:p w14:paraId="6C3BC08C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porównanie wprowadzonej wartości z kwotą wyliczoną z wartości w polach wg wzoru: Razem podatek akcyzowy – (Kwota stanowiąca wartość podatkowych znaków akcyzy +Kwota wpłat dziennych+ Kwota dokonanej przedpłaty akcyzy+ Kwota z pozycji „Nadwyżka wpłat do rozliczenia” z ostatniej złożonej deklaracji). Jeśli wyliczona warto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ść jest ujemna, powinno być 0. </w:t>
            </w:r>
          </w:p>
        </w:tc>
      </w:tr>
      <w:tr w:rsidR="00704468" w:rsidRPr="00AB6C19" w14:paraId="6D00238A" w14:textId="77777777" w:rsidTr="00C31C1E">
        <w:trPr>
          <w:trHeight w:val="213"/>
        </w:trPr>
        <w:tc>
          <w:tcPr>
            <w:tcW w:w="952" w:type="dxa"/>
          </w:tcPr>
          <w:p w14:paraId="55FA98A3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83" w:name="R30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R30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  <w:bookmarkEnd w:id="83"/>
          </w:p>
        </w:tc>
        <w:tc>
          <w:tcPr>
            <w:tcW w:w="8102" w:type="dxa"/>
          </w:tcPr>
          <w:p w14:paraId="09BE84FA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porównanie wprowadzonej wartości z kwotą wyliczoną z wartości w polach wg wzoru: (Kwota stanowiąca wartość podatkowych znaków akcyzy +Kwota wpłat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 xml:space="preserve">dziennych+ Kwota dokonanej przedpłaty akcyzy+ Kwota z pozycji „Nadwyżka wpłat do rozliczenia” z ostatniej złożonej deklaracji) – razem podatek akcyzowy. Jeśli wyliczona wartość jest ujemna, powinno być 0.  </w:t>
            </w:r>
          </w:p>
        </w:tc>
      </w:tr>
      <w:tr w:rsidR="00704468" w:rsidRPr="00AB6C19" w14:paraId="7E5B2146" w14:textId="77777777" w:rsidTr="00C31C1E">
        <w:trPr>
          <w:trHeight w:val="213"/>
        </w:trPr>
        <w:tc>
          <w:tcPr>
            <w:tcW w:w="952" w:type="dxa"/>
          </w:tcPr>
          <w:p w14:paraId="3960523B" w14:textId="77777777" w:rsidR="00704468" w:rsidRPr="00B05C2E" w:rsidRDefault="00B0079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84" w:name="R31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</w:t>
            </w:r>
            <w:r w:rsidR="00704468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31</w:t>
            </w:r>
            <w:bookmarkEnd w:id="84"/>
          </w:p>
        </w:tc>
        <w:tc>
          <w:tcPr>
            <w:tcW w:w="8102" w:type="dxa"/>
          </w:tcPr>
          <w:p w14:paraId="3F3F66E4" w14:textId="77777777" w:rsidR="00704468" w:rsidRPr="00B05C2E" w:rsidRDefault="0070446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porównanie wprowadzonej wartości z kwotą w polu kwota dokonanej przedpłaty akcyzy. Wprowadzona wartość nie może być wyższa niż kwota dokonanej przedpłaty akcyzy. </w:t>
            </w:r>
          </w:p>
        </w:tc>
      </w:tr>
      <w:tr w:rsidR="00663F02" w:rsidRPr="00AB6C19" w14:paraId="5E9F2859" w14:textId="77777777" w:rsidTr="00C31C1E">
        <w:trPr>
          <w:trHeight w:val="213"/>
        </w:trPr>
        <w:tc>
          <w:tcPr>
            <w:tcW w:w="952" w:type="dxa"/>
          </w:tcPr>
          <w:p w14:paraId="09188294" w14:textId="77777777" w:rsidR="00663F02" w:rsidRPr="00B05C2E" w:rsidRDefault="00663F0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R32</w:t>
            </w:r>
          </w:p>
        </w:tc>
        <w:tc>
          <w:tcPr>
            <w:tcW w:w="8102" w:type="dxa"/>
          </w:tcPr>
          <w:p w14:paraId="0C561CE5" w14:textId="77777777" w:rsidR="00663F02" w:rsidRPr="00B05C2E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7DCD1845" w14:textId="77777777" w:rsidR="002923B2" w:rsidRPr="00AB6C19" w:rsidRDefault="002923B2" w:rsidP="00F73C8D">
      <w:r w:rsidRPr="00AB6C19">
        <w:t>Dodatkowe reguły walidacji:</w:t>
      </w:r>
    </w:p>
    <w:p w14:paraId="4029006F" w14:textId="77777777" w:rsidR="00927069" w:rsidRPr="00AB6C19" w:rsidRDefault="00927069" w:rsidP="005B4EE1">
      <w:pPr>
        <w:pStyle w:val="Akapitzlist"/>
        <w:numPr>
          <w:ilvl w:val="0"/>
          <w:numId w:val="9"/>
        </w:numPr>
      </w:pPr>
      <w:r w:rsidRPr="00AB6C19">
        <w:t xml:space="preserve">Sprawdzenie wartości w polu „AKC-4/AKC-4zo”. Jeśli wartość ta jest równa ‘AK-4zo’, to mogą być użyte następujące załączniki: AKC-4/A, AKC-4/B, AKC-4/C, AKC-4/D, AKC-4/F, AKC-4/I, AKC-4/J, AKC-4/K. </w:t>
      </w:r>
    </w:p>
    <w:p w14:paraId="795F7491" w14:textId="77777777" w:rsidR="002F6148" w:rsidRPr="00AB6C19" w:rsidRDefault="002F6148" w:rsidP="00F73C8D">
      <w:pPr>
        <w:pStyle w:val="Nagwek2"/>
      </w:pPr>
      <w:bookmarkStart w:id="85" w:name="_Toc181782219"/>
      <w:r w:rsidRPr="00AB6C19">
        <w:t xml:space="preserve">Załącznik </w:t>
      </w:r>
      <w:r w:rsidR="00822C86" w:rsidRPr="00AB6C19">
        <w:t>AKC</w:t>
      </w:r>
      <w:r w:rsidRPr="00AB6C19">
        <w:t xml:space="preserve">-4/A do deklaracji </w:t>
      </w:r>
      <w:r w:rsidR="00822C86" w:rsidRPr="00AB6C19">
        <w:t>AKC-</w:t>
      </w:r>
      <w:r w:rsidRPr="00AB6C19">
        <w:t>4</w:t>
      </w:r>
      <w:bookmarkEnd w:id="85"/>
    </w:p>
    <w:p w14:paraId="5E07D1B1" w14:textId="77777777" w:rsidR="002F6148" w:rsidRPr="00AB6C19" w:rsidRDefault="002F6148" w:rsidP="00F73C8D">
      <w:pPr>
        <w:pStyle w:val="Nagwek3"/>
      </w:pPr>
      <w:bookmarkStart w:id="86" w:name="_Toc181782220"/>
      <w:r w:rsidRPr="00AB6C19">
        <w:t>Komunik</w:t>
      </w:r>
      <w:r w:rsidR="00343B4A" w:rsidRPr="00AB6C19">
        <w:t>a</w:t>
      </w:r>
      <w:r w:rsidRPr="00AB6C19">
        <w:t xml:space="preserve">t </w:t>
      </w:r>
      <w:r w:rsidR="00065F73" w:rsidRPr="00AB6C19">
        <w:t>AKC-</w:t>
      </w:r>
      <w:r w:rsidRPr="00AB6C19">
        <w:t>4A</w:t>
      </w:r>
      <w:bookmarkEnd w:id="86"/>
    </w:p>
    <w:p w14:paraId="6D045408" w14:textId="77777777" w:rsidR="009A16A5" w:rsidRPr="00B05C2E" w:rsidRDefault="008A17E5" w:rsidP="00F73C8D">
      <w:pPr>
        <w:pStyle w:val="Schema-Description"/>
        <w:rPr>
          <w:rFonts w:ascii="Lato" w:hAnsi="Lato"/>
        </w:rPr>
      </w:pPr>
      <w:r w:rsidRPr="00B05C2E">
        <w:rPr>
          <w:rFonts w:ascii="Lato" w:hAnsi="Lato"/>
        </w:rPr>
        <w:t>PODATEK AKCYZOWY OD ALKOHOLU ETYLOWEGO</w:t>
      </w:r>
    </w:p>
    <w:p w14:paraId="5A18A3DA" w14:textId="77777777" w:rsidR="00447526" w:rsidRPr="00AB6C19" w:rsidRDefault="00065F73" w:rsidP="00F73C8D">
      <w:pPr>
        <w:pStyle w:val="Nagwek3"/>
      </w:pPr>
      <w:bookmarkStart w:id="87" w:name="_Toc181782221"/>
      <w:r w:rsidRPr="00AB6C19">
        <w:t>Specyfikacja AKC-</w:t>
      </w:r>
      <w:r w:rsidR="00447526" w:rsidRPr="00AB6C19">
        <w:t>4A</w:t>
      </w:r>
      <w:bookmarkEnd w:id="87"/>
    </w:p>
    <w:p w14:paraId="7E52C03A" w14:textId="18B9D822" w:rsidR="00637E55" w:rsidRPr="00AB6C19" w:rsidRDefault="00637E55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1C239C12" w14:textId="2CCD470A" w:rsidR="006C4812" w:rsidRPr="00AB6C19" w:rsidRDefault="006C4812" w:rsidP="0033397D">
      <w:pPr>
        <w:pStyle w:val="Legenda"/>
      </w:pPr>
      <w:bookmarkStart w:id="88" w:name="_Toc18178231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14</w:t>
      </w:r>
      <w:r w:rsidR="00D437FA">
        <w:rPr>
          <w:noProof/>
        </w:rPr>
        <w:fldChar w:fldCharType="end"/>
      </w:r>
      <w:r w:rsidRPr="00AB6C19">
        <w:t>. Dane ogólne w ramach struktury deklaracji AKC-4A</w:t>
      </w:r>
      <w:bookmarkEnd w:id="88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47526" w:rsidRPr="00AB6C19" w14:paraId="11276C84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8E3617E" w14:textId="77777777" w:rsidR="00447526" w:rsidRPr="00AB6C19" w:rsidRDefault="00447526" w:rsidP="00F73C8D">
            <w:r w:rsidRPr="00AB6C19">
              <w:t>Opis</w:t>
            </w:r>
          </w:p>
        </w:tc>
        <w:tc>
          <w:tcPr>
            <w:tcW w:w="6584" w:type="dxa"/>
          </w:tcPr>
          <w:p w14:paraId="061FE882" w14:textId="77777777" w:rsidR="00447526" w:rsidRPr="00AB6C19" w:rsidRDefault="00447526" w:rsidP="00F73C8D">
            <w:r w:rsidRPr="00AB6C19">
              <w:t xml:space="preserve">Struktura załącznika do deklaracji </w:t>
            </w:r>
            <w:r w:rsidR="00162431" w:rsidRPr="00AB6C19">
              <w:t>AKC</w:t>
            </w:r>
            <w:r w:rsidRPr="00AB6C19">
              <w:t xml:space="preserve">-4 </w:t>
            </w:r>
          </w:p>
        </w:tc>
      </w:tr>
      <w:tr w:rsidR="00447526" w:rsidRPr="00AB6C19" w14:paraId="0680918B" w14:textId="77777777" w:rsidTr="00C31C1E">
        <w:tc>
          <w:tcPr>
            <w:tcW w:w="2738" w:type="dxa"/>
          </w:tcPr>
          <w:p w14:paraId="307ABAA7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6F576312" w14:textId="77777777" w:rsidR="00447526" w:rsidRPr="00B05C2E" w:rsidRDefault="00447526" w:rsidP="00F73C8D">
            <w:pPr>
              <w:rPr>
                <w:sz w:val="20"/>
                <w:szCs w:val="20"/>
              </w:rPr>
            </w:pPr>
          </w:p>
        </w:tc>
      </w:tr>
      <w:tr w:rsidR="00447526" w:rsidRPr="00AB6C19" w14:paraId="219DCAD2" w14:textId="77777777" w:rsidTr="00C31C1E">
        <w:tc>
          <w:tcPr>
            <w:tcW w:w="2738" w:type="dxa"/>
          </w:tcPr>
          <w:p w14:paraId="0D5C3979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26157E5F" w14:textId="77777777" w:rsidR="00447526" w:rsidRPr="00B05C2E" w:rsidRDefault="00752F03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3_0</w:t>
            </w:r>
          </w:p>
        </w:tc>
      </w:tr>
      <w:tr w:rsidR="00447526" w:rsidRPr="00AB6C19" w14:paraId="24D589EA" w14:textId="77777777" w:rsidTr="00C31C1E">
        <w:tc>
          <w:tcPr>
            <w:tcW w:w="2738" w:type="dxa"/>
          </w:tcPr>
          <w:p w14:paraId="3D7A98A1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Zależności od innych deklaracji</w:t>
            </w:r>
          </w:p>
        </w:tc>
        <w:tc>
          <w:tcPr>
            <w:tcW w:w="6584" w:type="dxa"/>
          </w:tcPr>
          <w:p w14:paraId="233E3720" w14:textId="77777777" w:rsidR="00447526" w:rsidRPr="00B05C2E" w:rsidRDefault="00447526" w:rsidP="00F73C8D">
            <w:pPr>
              <w:rPr>
                <w:sz w:val="20"/>
                <w:szCs w:val="20"/>
              </w:rPr>
            </w:pPr>
          </w:p>
        </w:tc>
      </w:tr>
      <w:tr w:rsidR="00447526" w:rsidRPr="00AB6C19" w14:paraId="691108E4" w14:textId="77777777" w:rsidTr="00C31C1E">
        <w:tc>
          <w:tcPr>
            <w:tcW w:w="2738" w:type="dxa"/>
          </w:tcPr>
          <w:p w14:paraId="2F188DD5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5C05E437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XML</w:t>
            </w:r>
          </w:p>
        </w:tc>
      </w:tr>
      <w:tr w:rsidR="00447526" w:rsidRPr="00AB6C19" w14:paraId="517D7560" w14:textId="77777777" w:rsidTr="00C31C1E">
        <w:tc>
          <w:tcPr>
            <w:tcW w:w="2738" w:type="dxa"/>
          </w:tcPr>
          <w:p w14:paraId="4D8EF6C8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009E3C57" w14:textId="77777777" w:rsidR="00447526" w:rsidRPr="00B05C2E" w:rsidRDefault="00447526" w:rsidP="00F73C8D">
            <w:pPr>
              <w:rPr>
                <w:sz w:val="20"/>
                <w:szCs w:val="20"/>
              </w:rPr>
            </w:pPr>
          </w:p>
        </w:tc>
      </w:tr>
      <w:tr w:rsidR="00447526" w:rsidRPr="00AB6C19" w14:paraId="1759B7E6" w14:textId="77777777" w:rsidTr="00C31C1E">
        <w:tc>
          <w:tcPr>
            <w:tcW w:w="2738" w:type="dxa"/>
          </w:tcPr>
          <w:p w14:paraId="550CBE50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64EDF194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XML</w:t>
            </w:r>
          </w:p>
        </w:tc>
      </w:tr>
      <w:tr w:rsidR="00447526" w:rsidRPr="00D437FA" w14:paraId="182ECA22" w14:textId="77777777" w:rsidTr="00C31C1E">
        <w:tc>
          <w:tcPr>
            <w:tcW w:w="2738" w:type="dxa"/>
          </w:tcPr>
          <w:p w14:paraId="67F0B311" w14:textId="77777777" w:rsidR="00447526" w:rsidRPr="00252007" w:rsidRDefault="00447526" w:rsidP="00F73C8D">
            <w:pPr>
              <w:rPr>
                <w:sz w:val="20"/>
                <w:szCs w:val="20"/>
                <w:lang w:val="en-GB"/>
              </w:rPr>
            </w:pPr>
            <w:r w:rsidRPr="00252007">
              <w:rPr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8127C14" w14:textId="77777777" w:rsidR="00447526" w:rsidRPr="00422C26" w:rsidRDefault="00752F03" w:rsidP="00F73C8D">
            <w:pPr>
              <w:rPr>
                <w:sz w:val="20"/>
                <w:szCs w:val="20"/>
                <w:lang w:val="en-GB"/>
              </w:rPr>
            </w:pPr>
            <w:r w:rsidRPr="00422C26">
              <w:rPr>
                <w:sz w:val="20"/>
                <w:szCs w:val="20"/>
                <w:lang w:val="en-GB"/>
              </w:rPr>
              <w:t>http://www.e-clo.pl/ZEFIR2/eZefir2/xsd/v3_0/Types.xsd</w:t>
            </w:r>
          </w:p>
        </w:tc>
      </w:tr>
      <w:tr w:rsidR="00447526" w:rsidRPr="00AB6C19" w14:paraId="68050421" w14:textId="77777777" w:rsidTr="00C31C1E">
        <w:tc>
          <w:tcPr>
            <w:tcW w:w="2738" w:type="dxa"/>
          </w:tcPr>
          <w:p w14:paraId="560D3D09" w14:textId="77777777" w:rsidR="00447526" w:rsidRPr="00B05C2E" w:rsidRDefault="00447526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54EB756F" w14:textId="77777777" w:rsidR="00447526" w:rsidRPr="00B05C2E" w:rsidRDefault="00162431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akc</w:t>
            </w:r>
            <w:r w:rsidR="00447526" w:rsidRPr="00B05C2E">
              <w:rPr>
                <w:sz w:val="20"/>
                <w:szCs w:val="20"/>
              </w:rPr>
              <w:t>_4a.xsd</w:t>
            </w:r>
          </w:p>
        </w:tc>
      </w:tr>
    </w:tbl>
    <w:p w14:paraId="6C7EFB21" w14:textId="5466B88F" w:rsidR="006C4812" w:rsidRDefault="006C4812" w:rsidP="00422C26">
      <w:pPr>
        <w:pStyle w:val="Nagwek3"/>
      </w:pPr>
      <w:bookmarkStart w:id="89" w:name="_Toc181782222"/>
      <w:r w:rsidRPr="00AB6C19">
        <w:t>Struktura danych deklaracji AKC-4A</w:t>
      </w:r>
      <w:bookmarkEnd w:id="89"/>
    </w:p>
    <w:p w14:paraId="2560C68C" w14:textId="73B79030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AKC4AType</w:t>
      </w:r>
    </w:p>
    <w:p w14:paraId="14A38BBC" w14:textId="77777777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7E2D8010" w14:textId="61345F4C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3296DAA0" w14:textId="19606AAA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lastRenderedPageBreak/>
        <w:t>ExciseDutyInformationType</w:t>
      </w:r>
      <w:proofErr w:type="spellEnd"/>
    </w:p>
    <w:p w14:paraId="604E0CDB" w14:textId="6F382036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2D501A81" w14:textId="06413040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7515A4BF" w14:textId="29CDAEFF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</w:rPr>
      </w:pPr>
      <w:proofErr w:type="spellStart"/>
      <w:r w:rsidRPr="007C30F3">
        <w:rPr>
          <w:rFonts w:ascii="Consolas" w:hAnsi="Consolas"/>
        </w:rPr>
        <w:t>ItemsType</w:t>
      </w:r>
      <w:proofErr w:type="spellEnd"/>
    </w:p>
    <w:p w14:paraId="5A5E2414" w14:textId="5495F575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</w:rPr>
      </w:pPr>
      <w:proofErr w:type="spellStart"/>
      <w:r w:rsidRPr="007C30F3">
        <w:rPr>
          <w:rFonts w:ascii="Consolas" w:hAnsi="Consolas"/>
        </w:rPr>
        <w:t>ItemTyp</w:t>
      </w:r>
      <w:proofErr w:type="spellEnd"/>
      <w:r w:rsidRPr="007C30F3">
        <w:rPr>
          <w:rFonts w:ascii="Consolas" w:hAnsi="Consolas"/>
        </w:rPr>
        <w:t>)</w:t>
      </w:r>
    </w:p>
    <w:p w14:paraId="689AF44C" w14:textId="0F17E416" w:rsidR="00422C26" w:rsidRPr="007C30F3" w:rsidRDefault="00422C26" w:rsidP="005B4EE1">
      <w:pPr>
        <w:pStyle w:val="Akapitzlist"/>
        <w:numPr>
          <w:ilvl w:val="0"/>
          <w:numId w:val="13"/>
        </w:numPr>
        <w:rPr>
          <w:rFonts w:ascii="Consolas" w:hAnsi="Consolas"/>
        </w:rPr>
      </w:pPr>
      <w:proofErr w:type="spellStart"/>
      <w:r w:rsidRPr="007C30F3">
        <w:rPr>
          <w:rFonts w:ascii="Consolas" w:hAnsi="Consolas"/>
        </w:rPr>
        <w:t>DailyPaymentInformationType</w:t>
      </w:r>
      <w:proofErr w:type="spellEnd"/>
    </w:p>
    <w:p w14:paraId="7684A6F4" w14:textId="1B178A48" w:rsidR="00422C26" w:rsidRPr="00422C26" w:rsidRDefault="00422C26" w:rsidP="005B4EE1">
      <w:pPr>
        <w:pStyle w:val="Akapitzlist"/>
        <w:numPr>
          <w:ilvl w:val="0"/>
          <w:numId w:val="13"/>
        </w:numPr>
      </w:pPr>
      <w:proofErr w:type="spellStart"/>
      <w:r w:rsidRPr="007C30F3">
        <w:rPr>
          <w:rFonts w:ascii="Consolas" w:hAnsi="Consolas"/>
        </w:rPr>
        <w:t>ZDailyAmount</w:t>
      </w:r>
      <w:proofErr w:type="spellEnd"/>
    </w:p>
    <w:p w14:paraId="1C6A2D9E" w14:textId="3D197EB8" w:rsidR="00AE3E6E" w:rsidRPr="00AB6C19" w:rsidRDefault="00AE3E6E" w:rsidP="0033397D">
      <w:pPr>
        <w:pStyle w:val="Legenda"/>
      </w:pPr>
      <w:bookmarkStart w:id="90" w:name="_Toc18178231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15</w:t>
      </w:r>
      <w:r w:rsidR="00D437FA">
        <w:rPr>
          <w:noProof/>
        </w:rPr>
        <w:fldChar w:fldCharType="end"/>
      </w:r>
      <w:r w:rsidRPr="00AB6C19">
        <w:t>. Elementy konfiguracji AKC4A</w:t>
      </w:r>
      <w:r w:rsidR="004518CA" w:rsidRPr="00AB6C19">
        <w:t xml:space="preserve"> </w:t>
      </w:r>
      <w:r w:rsidRPr="002F3DF9">
        <w:rPr>
          <w:lang w:val="en-GB"/>
        </w:rPr>
        <w:t>Type</w:t>
      </w:r>
      <w:bookmarkEnd w:id="90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87"/>
        <w:gridCol w:w="3128"/>
        <w:gridCol w:w="821"/>
        <w:gridCol w:w="2028"/>
        <w:gridCol w:w="1390"/>
      </w:tblGrid>
      <w:tr w:rsidR="00233174" w:rsidRPr="00AB6C19" w14:paraId="3989C373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87" w:type="dxa"/>
          </w:tcPr>
          <w:p w14:paraId="6BF43EC6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128" w:type="dxa"/>
          </w:tcPr>
          <w:p w14:paraId="14192C5E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1" w:type="dxa"/>
          </w:tcPr>
          <w:p w14:paraId="24C7BE22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1DD5E9BB" w14:textId="77777777" w:rsidR="00233174" w:rsidRPr="00AB6C19" w:rsidRDefault="00233174" w:rsidP="00F73C8D">
            <w:r w:rsidRPr="00AB6C19">
              <w:t>Typ</w:t>
            </w:r>
          </w:p>
        </w:tc>
        <w:tc>
          <w:tcPr>
            <w:tcW w:w="1390" w:type="dxa"/>
          </w:tcPr>
          <w:p w14:paraId="32747A6F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AB6C19" w14:paraId="1B9D94AB" w14:textId="77777777" w:rsidTr="00C31C1E">
        <w:trPr>
          <w:trHeight w:val="213"/>
        </w:trPr>
        <w:tc>
          <w:tcPr>
            <w:tcW w:w="1687" w:type="dxa"/>
          </w:tcPr>
          <w:p w14:paraId="751BE56C" w14:textId="77777777" w:rsidR="00233174" w:rsidRPr="00093347" w:rsidRDefault="00233174" w:rsidP="00F73C8D">
            <w:pPr>
              <w:rPr>
                <w:lang w:val="en-GB"/>
              </w:rPr>
            </w:pPr>
            <w:r w:rsidRPr="00093347">
              <w:rPr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8" w:type="dxa"/>
          </w:tcPr>
          <w:p w14:paraId="4A3D477C" w14:textId="77777777" w:rsidR="00233174" w:rsidRPr="00B05C2E" w:rsidRDefault="00233174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Nagłówek</w:t>
            </w:r>
          </w:p>
        </w:tc>
        <w:tc>
          <w:tcPr>
            <w:tcW w:w="821" w:type="dxa"/>
          </w:tcPr>
          <w:p w14:paraId="2BEC4594" w14:textId="77777777" w:rsidR="00233174" w:rsidRPr="00B05C2E" w:rsidRDefault="00BE1E4A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-</w:t>
            </w:r>
          </w:p>
        </w:tc>
        <w:tc>
          <w:tcPr>
            <w:tcW w:w="2028" w:type="dxa"/>
          </w:tcPr>
          <w:p w14:paraId="2235F6F7" w14:textId="3B11B807" w:rsidR="00233174" w:rsidRPr="00422C26" w:rsidRDefault="00422C26" w:rsidP="00F73C8D">
            <w:pPr>
              <w:rPr>
                <w:sz w:val="20"/>
                <w:szCs w:val="20"/>
              </w:rPr>
            </w:pPr>
            <w:proofErr w:type="spellStart"/>
            <w:r w:rsidRPr="00422C26">
              <w:rPr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0B501E0D" w14:textId="77777777" w:rsidR="00233174" w:rsidRPr="00B05C2E" w:rsidRDefault="00233174" w:rsidP="00F73C8D">
            <w:pPr>
              <w:rPr>
                <w:sz w:val="20"/>
                <w:szCs w:val="20"/>
              </w:rPr>
            </w:pPr>
            <w:r w:rsidRPr="00B05C2E">
              <w:rPr>
                <w:sz w:val="20"/>
                <w:szCs w:val="20"/>
              </w:rPr>
              <w:t>1..1</w:t>
            </w:r>
          </w:p>
        </w:tc>
      </w:tr>
    </w:tbl>
    <w:p w14:paraId="3212AB3C" w14:textId="3BAD8AF0" w:rsidR="004518CA" w:rsidRPr="00AB6C19" w:rsidRDefault="004518CA" w:rsidP="0033397D">
      <w:pPr>
        <w:pStyle w:val="Legenda"/>
      </w:pPr>
      <w:bookmarkStart w:id="91" w:name="_Toc18178231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16</w:t>
      </w:r>
      <w:r w:rsidR="00D437FA">
        <w:rPr>
          <w:noProof/>
        </w:rPr>
        <w:fldChar w:fldCharType="end"/>
      </w:r>
      <w:r w:rsidRPr="00AB6C19">
        <w:t xml:space="preserve">. Elementy konfiguracji AKC4A </w:t>
      </w:r>
      <w:proofErr w:type="spellStart"/>
      <w:r w:rsidRPr="002F3DF9">
        <w:rPr>
          <w:lang w:val="en-GB"/>
        </w:rPr>
        <w:t>HeaderType</w:t>
      </w:r>
      <w:bookmarkEnd w:id="91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233174" w:rsidRPr="00AB6C19" w14:paraId="10C0534E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43B5A07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3F9BCA5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EC6FAAE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28BBEE7" w14:textId="77777777" w:rsidR="00233174" w:rsidRPr="00AB6C19" w:rsidRDefault="00233174" w:rsidP="00F73C8D">
            <w:r w:rsidRPr="00AB6C19">
              <w:t>Typ, reguły</w:t>
            </w:r>
          </w:p>
        </w:tc>
        <w:tc>
          <w:tcPr>
            <w:tcW w:w="1197" w:type="dxa"/>
          </w:tcPr>
          <w:p w14:paraId="662767A7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B05C2E" w14:paraId="5EEC1801" w14:textId="77777777" w:rsidTr="00C31C1E">
        <w:trPr>
          <w:trHeight w:val="213"/>
        </w:trPr>
        <w:tc>
          <w:tcPr>
            <w:tcW w:w="1788" w:type="dxa"/>
          </w:tcPr>
          <w:p w14:paraId="3D487E73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2127D49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</w:t>
            </w:r>
          </w:p>
        </w:tc>
        <w:tc>
          <w:tcPr>
            <w:tcW w:w="840" w:type="dxa"/>
          </w:tcPr>
          <w:p w14:paraId="1012DA3B" w14:textId="77777777" w:rsidR="00233174" w:rsidRPr="00B05C2E" w:rsidRDefault="00235C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3E4AC035" w14:textId="77777777" w:rsidR="00233174" w:rsidRPr="002F3DF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4BC82A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B05C2E" w14:paraId="3E9A5920" w14:textId="77777777" w:rsidTr="00C31C1E">
        <w:trPr>
          <w:trHeight w:val="213"/>
        </w:trPr>
        <w:tc>
          <w:tcPr>
            <w:tcW w:w="1788" w:type="dxa"/>
          </w:tcPr>
          <w:p w14:paraId="2261BD13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1A9F4C2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6C397498" w14:textId="77777777" w:rsidR="00233174" w:rsidRPr="00B05C2E" w:rsidRDefault="00235C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40" w:type="dxa"/>
          </w:tcPr>
          <w:p w14:paraId="733AD1CB" w14:textId="77777777" w:rsidR="00233174" w:rsidRPr="00EA156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328F4C36" w14:textId="5DCD1311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135EBE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,R22</w:t>
            </w:r>
          </w:p>
        </w:tc>
        <w:tc>
          <w:tcPr>
            <w:tcW w:w="1197" w:type="dxa"/>
          </w:tcPr>
          <w:p w14:paraId="3E6B8A0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B05C2E" w14:paraId="6708082D" w14:textId="77777777" w:rsidTr="00C31C1E">
        <w:trPr>
          <w:trHeight w:val="213"/>
        </w:trPr>
        <w:tc>
          <w:tcPr>
            <w:tcW w:w="1788" w:type="dxa"/>
          </w:tcPr>
          <w:p w14:paraId="4259F7C4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1082FD9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0C462B3F" w14:textId="77777777" w:rsidR="00233174" w:rsidRPr="00B05C2E" w:rsidRDefault="00235C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40" w:type="dxa"/>
          </w:tcPr>
          <w:p w14:paraId="7AF5D09F" w14:textId="77777777" w:rsidR="00233174" w:rsidRPr="002F3DF9" w:rsidRDefault="001A32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43516191" w14:textId="254C2C34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135EBE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418D09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B05C2E" w14:paraId="59E4FE28" w14:textId="77777777" w:rsidTr="00C31C1E">
        <w:trPr>
          <w:trHeight w:val="213"/>
        </w:trPr>
        <w:tc>
          <w:tcPr>
            <w:tcW w:w="1788" w:type="dxa"/>
          </w:tcPr>
          <w:p w14:paraId="3A2E8AD4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2690B0BF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17D95F0A" w14:textId="77777777" w:rsidR="00233174" w:rsidRPr="00B05C2E" w:rsidRDefault="00FB7AF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40" w:type="dxa"/>
          </w:tcPr>
          <w:p w14:paraId="091FB956" w14:textId="5CF2F835" w:rsidR="00233174" w:rsidRPr="00B05C2E" w:rsidRDefault="00422C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2115BC4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B05C2E" w14:paraId="37FA856B" w14:textId="77777777" w:rsidTr="00C31C1E">
        <w:trPr>
          <w:trHeight w:val="213"/>
        </w:trPr>
        <w:tc>
          <w:tcPr>
            <w:tcW w:w="1788" w:type="dxa"/>
          </w:tcPr>
          <w:p w14:paraId="40F722DE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64016C6C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25A959E8" w14:textId="77777777" w:rsidR="00233174" w:rsidRPr="00B05C2E" w:rsidRDefault="008B784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2C2B9C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 D, F</w:t>
            </w:r>
          </w:p>
        </w:tc>
        <w:tc>
          <w:tcPr>
            <w:tcW w:w="2040" w:type="dxa"/>
          </w:tcPr>
          <w:p w14:paraId="6CEAD79F" w14:textId="20BAFF45" w:rsidR="00233174" w:rsidRPr="00B05C2E" w:rsidRDefault="00422C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22C2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xciseDutyInformation</w:t>
            </w:r>
            <w:proofErr w:type="spellEnd"/>
          </w:p>
        </w:tc>
        <w:tc>
          <w:tcPr>
            <w:tcW w:w="1197" w:type="dxa"/>
          </w:tcPr>
          <w:p w14:paraId="085ECD6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B05C2E" w14:paraId="70BBFD55" w14:textId="77777777" w:rsidTr="00C31C1E">
        <w:trPr>
          <w:trHeight w:val="213"/>
        </w:trPr>
        <w:tc>
          <w:tcPr>
            <w:tcW w:w="1788" w:type="dxa"/>
          </w:tcPr>
          <w:p w14:paraId="20DD18AA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5D07ED7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142E323F" w14:textId="77777777" w:rsidR="00233174" w:rsidRPr="00B05C2E" w:rsidRDefault="008B784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40" w:type="dxa"/>
          </w:tcPr>
          <w:p w14:paraId="4B4A54F5" w14:textId="7750EDC0" w:rsidR="00233174" w:rsidRPr="002F3DF9" w:rsidRDefault="00134B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DailyPaymentInformationType_a \h </w:instrText>
            </w:r>
            <w:r w:rsidR="00F45BB3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proofErr w:type="spellStart"/>
            <w:r w:rsidR="002F3DF9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  <w:r w:rsidR="00C54585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7DAA0C13" w14:textId="52F505CE" w:rsidR="00135EBE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135EBE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135EBE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F9E2345" w14:textId="77777777" w:rsidR="00233174" w:rsidRPr="00B05C2E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00961560" w14:textId="77777777" w:rsidR="00B05C2E" w:rsidRDefault="00B05C2E">
      <w:pPr>
        <w:autoSpaceDE/>
        <w:autoSpaceDN/>
        <w:adjustRightInd/>
        <w:spacing w:before="0" w:after="0" w:line="240" w:lineRule="auto"/>
        <w:rPr>
          <w:rStyle w:val="pole"/>
          <w:rFonts w:ascii="Lato" w:hAnsi="Lato"/>
          <w:noProof w:val="0"/>
          <w:sz w:val="20"/>
          <w:szCs w:val="20"/>
          <w:lang w:val="pl-PL"/>
        </w:rPr>
      </w:pPr>
      <w:r>
        <w:rPr>
          <w:rStyle w:val="pole"/>
          <w:rFonts w:ascii="Lato" w:hAnsi="Lato"/>
          <w:noProof w:val="0"/>
          <w:sz w:val="20"/>
          <w:szCs w:val="20"/>
          <w:lang w:val="pl-PL"/>
        </w:rPr>
        <w:br w:type="page"/>
      </w:r>
    </w:p>
    <w:p w14:paraId="50E6F2F0" w14:textId="07110714" w:rsidR="004518CA" w:rsidRPr="00B05C2E" w:rsidRDefault="004518CA" w:rsidP="00B05C2E">
      <w:pPr>
        <w:rPr>
          <w:rStyle w:val="pole"/>
          <w:rFonts w:ascii="Lato" w:hAnsi="Lato"/>
          <w:noProof w:val="0"/>
          <w:sz w:val="20"/>
          <w:szCs w:val="20"/>
          <w:lang w:val="pl-PL"/>
        </w:rPr>
      </w:pPr>
      <w:bookmarkStart w:id="92" w:name="_Toc181782314"/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lastRenderedPageBreak/>
        <w:t xml:space="preserve">Tabela </w:t>
      </w:r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fldChar w:fldCharType="begin"/>
      </w:r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instrText xml:space="preserve"> SEQ Tabela \* ARABIC </w:instrText>
      </w:r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fldChar w:fldCharType="separate"/>
      </w:r>
      <w:r w:rsidR="00C54585">
        <w:rPr>
          <w:rStyle w:val="pole"/>
          <w:rFonts w:ascii="Lato" w:hAnsi="Lato"/>
          <w:sz w:val="20"/>
          <w:szCs w:val="20"/>
          <w:lang w:val="pl-PL"/>
        </w:rPr>
        <w:t>17</w:t>
      </w:r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fldChar w:fldCharType="end"/>
      </w:r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t xml:space="preserve">. Elementy konfiguracji AKC4A </w:t>
      </w:r>
      <w:proofErr w:type="spellStart"/>
      <w:r w:rsidRPr="00B05C2E">
        <w:rPr>
          <w:rStyle w:val="pole"/>
          <w:rFonts w:ascii="Lato" w:hAnsi="Lato"/>
          <w:noProof w:val="0"/>
          <w:sz w:val="20"/>
          <w:szCs w:val="20"/>
          <w:lang w:val="pl-PL"/>
        </w:rPr>
        <w:t>WarehouseType</w:t>
      </w:r>
      <w:bookmarkEnd w:id="92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233174" w:rsidRPr="00B05C2E" w14:paraId="469813CD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4E51309A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Nazwa </w:t>
            </w:r>
          </w:p>
        </w:tc>
        <w:tc>
          <w:tcPr>
            <w:tcW w:w="3254" w:type="dxa"/>
          </w:tcPr>
          <w:p w14:paraId="1BC2577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Opis</w:t>
            </w:r>
          </w:p>
        </w:tc>
        <w:tc>
          <w:tcPr>
            <w:tcW w:w="826" w:type="dxa"/>
          </w:tcPr>
          <w:p w14:paraId="09A3448F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Nr pola</w:t>
            </w:r>
          </w:p>
        </w:tc>
        <w:tc>
          <w:tcPr>
            <w:tcW w:w="1985" w:type="dxa"/>
          </w:tcPr>
          <w:p w14:paraId="5789D5E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Typ, reguły</w:t>
            </w:r>
          </w:p>
        </w:tc>
        <w:tc>
          <w:tcPr>
            <w:tcW w:w="1390" w:type="dxa"/>
          </w:tcPr>
          <w:p w14:paraId="5DDEC77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Liczebność</w:t>
            </w:r>
          </w:p>
        </w:tc>
      </w:tr>
      <w:tr w:rsidR="00233174" w:rsidRPr="00B05C2E" w14:paraId="1CBA0DD4" w14:textId="77777777" w:rsidTr="00C31C1E">
        <w:trPr>
          <w:trHeight w:val="213"/>
        </w:trPr>
        <w:tc>
          <w:tcPr>
            <w:tcW w:w="1770" w:type="dxa"/>
          </w:tcPr>
          <w:p w14:paraId="533C6FF2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509F73E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102E285B" w14:textId="77777777" w:rsidR="00233174" w:rsidRPr="00B05C2E" w:rsidRDefault="004566F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55CEF0D1" w14:textId="77777777" w:rsidR="00233174" w:rsidRPr="00AB6C19" w:rsidRDefault="000440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23317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7EF95FE2" w14:textId="26C21439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3FE058C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B05C2E" w14:paraId="241129EA" w14:textId="77777777" w:rsidTr="00C31C1E">
        <w:trPr>
          <w:trHeight w:val="213"/>
        </w:trPr>
        <w:tc>
          <w:tcPr>
            <w:tcW w:w="1770" w:type="dxa"/>
          </w:tcPr>
          <w:p w14:paraId="28B1417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3328C4E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3E168984" w14:textId="77777777" w:rsidR="00233174" w:rsidRPr="00B05C2E" w:rsidRDefault="004566F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01A65E41" w14:textId="77777777" w:rsidR="00233174" w:rsidRPr="00AB6C19" w:rsidRDefault="000440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23317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667A9A29" w14:textId="05B28C0D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0878F9BB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B05C2E" w14:paraId="16E5D73C" w14:textId="77777777" w:rsidTr="00C31C1E">
        <w:trPr>
          <w:trHeight w:val="213"/>
        </w:trPr>
        <w:tc>
          <w:tcPr>
            <w:tcW w:w="1770" w:type="dxa"/>
          </w:tcPr>
          <w:p w14:paraId="4181CB9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2B6BB0E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5D6D5F7C" w14:textId="77777777" w:rsidR="00233174" w:rsidRPr="00B05C2E" w:rsidRDefault="004566F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47F4F748" w14:textId="77777777" w:rsidR="00233174" w:rsidRPr="00AB6C19" w:rsidRDefault="000440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6F792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23317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1390" w:type="dxa"/>
          </w:tcPr>
          <w:p w14:paraId="1BBF59D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B05C2E" w14:paraId="3029BABF" w14:textId="77777777" w:rsidTr="00C31C1E">
        <w:trPr>
          <w:trHeight w:val="213"/>
        </w:trPr>
        <w:tc>
          <w:tcPr>
            <w:tcW w:w="1770" w:type="dxa"/>
          </w:tcPr>
          <w:p w14:paraId="0A7EDBA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3FBCB097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44CF696C" w14:textId="77777777" w:rsidR="00233174" w:rsidRPr="00B05C2E" w:rsidRDefault="004566F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640C2288" w14:textId="77777777" w:rsidR="00233174" w:rsidRPr="00AB6C19" w:rsidRDefault="000440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23317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4095B47E" w14:textId="5543D0D8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4A3A0DA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01E32" w:rsidRPr="00B05C2E" w14:paraId="75441ABD" w14:textId="77777777" w:rsidTr="00C31C1E">
        <w:trPr>
          <w:trHeight w:val="213"/>
        </w:trPr>
        <w:tc>
          <w:tcPr>
            <w:tcW w:w="1770" w:type="dxa"/>
          </w:tcPr>
          <w:p w14:paraId="4BEE0262" w14:textId="77777777" w:rsidR="00A01E32" w:rsidRPr="00B05C2E" w:rsidRDefault="00A01E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04DE5102" w14:textId="77777777" w:rsidR="00A01E32" w:rsidRPr="00B05C2E" w:rsidRDefault="00A01E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5FD66050" w14:textId="77777777" w:rsidR="00A01E32" w:rsidRPr="00B05C2E" w:rsidRDefault="00A01E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3E39CBCF" w14:textId="77777777" w:rsidR="00A01E32" w:rsidRPr="00B05C2E" w:rsidRDefault="00A01E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4A4C8982" w14:textId="77777777" w:rsidR="00A01E32" w:rsidRPr="00B05C2E" w:rsidRDefault="00A01E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18A0FE10" w14:textId="26DA63AC" w:rsidR="004518CA" w:rsidRPr="00AB6C19" w:rsidRDefault="004518CA" w:rsidP="0033397D">
      <w:pPr>
        <w:pStyle w:val="Legenda"/>
      </w:pPr>
      <w:bookmarkStart w:id="93" w:name="_Toc18178231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18</w:t>
      </w:r>
      <w:r w:rsidR="00D437FA">
        <w:rPr>
          <w:noProof/>
        </w:rPr>
        <w:fldChar w:fldCharType="end"/>
      </w:r>
      <w:r w:rsidRPr="00AB6C19">
        <w:t xml:space="preserve">. Elementy konfiguracji AKC4A </w:t>
      </w:r>
      <w:proofErr w:type="spellStart"/>
      <w:r w:rsidRPr="00AB6C19">
        <w:t>ExciseDutyInformationType</w:t>
      </w:r>
      <w:bookmarkEnd w:id="9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B6C19" w14:paraId="621E042D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FF869CA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Nazwa </w:t>
            </w:r>
          </w:p>
        </w:tc>
        <w:tc>
          <w:tcPr>
            <w:tcW w:w="3360" w:type="dxa"/>
          </w:tcPr>
          <w:p w14:paraId="07FF3D1B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Opis</w:t>
            </w:r>
          </w:p>
        </w:tc>
        <w:tc>
          <w:tcPr>
            <w:tcW w:w="840" w:type="dxa"/>
          </w:tcPr>
          <w:p w14:paraId="65D7FCAA" w14:textId="77777777" w:rsidR="00233174" w:rsidRPr="00B05C2E" w:rsidRDefault="003053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Nr pola</w:t>
            </w:r>
          </w:p>
        </w:tc>
        <w:tc>
          <w:tcPr>
            <w:tcW w:w="2095" w:type="dxa"/>
          </w:tcPr>
          <w:p w14:paraId="2A04E70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Typ, reguły</w:t>
            </w:r>
          </w:p>
        </w:tc>
        <w:tc>
          <w:tcPr>
            <w:tcW w:w="1197" w:type="dxa"/>
          </w:tcPr>
          <w:p w14:paraId="191F557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Liczebność</w:t>
            </w:r>
          </w:p>
        </w:tc>
      </w:tr>
      <w:tr w:rsidR="00233174" w:rsidRPr="00AB6C19" w14:paraId="26E259B5" w14:textId="77777777" w:rsidTr="000C570B">
        <w:trPr>
          <w:trHeight w:val="213"/>
        </w:trPr>
        <w:tc>
          <w:tcPr>
            <w:tcW w:w="1788" w:type="dxa"/>
          </w:tcPr>
          <w:p w14:paraId="349325AA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0C18B32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2A9D3163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6B7C7D7A" w14:textId="77777777" w:rsidR="00233174" w:rsidRPr="00AB6C1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21E69B5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3C9CC62F" w14:textId="77777777" w:rsidTr="000C570B">
        <w:trPr>
          <w:trHeight w:val="213"/>
        </w:trPr>
        <w:tc>
          <w:tcPr>
            <w:tcW w:w="1788" w:type="dxa"/>
          </w:tcPr>
          <w:p w14:paraId="54984D51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71DB111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7C2B7213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29C43120" w14:textId="344E5447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D0DC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CleareanceExciseDutyType_a \h 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>
              <w:rPr>
                <w:rStyle w:val="pole"/>
                <w:rFonts w:ascii="Lato" w:hAnsi="Lato"/>
                <w:b/>
                <w:bCs/>
                <w:noProof w:val="0"/>
                <w:sz w:val="20"/>
                <w:szCs w:val="20"/>
                <w:lang w:val="pl-PL"/>
              </w:rPr>
              <w:t>Błąd! Nie można odnaleźć źródła odwołania.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69D5397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51D36481" w14:textId="77777777" w:rsidTr="000C570B">
        <w:trPr>
          <w:trHeight w:val="213"/>
        </w:trPr>
        <w:tc>
          <w:tcPr>
            <w:tcW w:w="1788" w:type="dxa"/>
          </w:tcPr>
          <w:p w14:paraId="656BDC5A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477206D3" w14:textId="53583C48" w:rsidR="00233174" w:rsidRPr="00B05C2E" w:rsidRDefault="00233174" w:rsidP="00B05C2E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7C7CA3CA" w14:textId="77777777" w:rsidR="00233174" w:rsidRPr="00B05C2E" w:rsidRDefault="002C2B9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54A4861A" w14:textId="75C0EC23" w:rsidR="00233174" w:rsidRPr="00B05C2E" w:rsidRDefault="00422C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22C2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46B967E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520C7BAE" w14:textId="2E9B8E20" w:rsidR="004518CA" w:rsidRPr="00AB6C19" w:rsidRDefault="004518CA" w:rsidP="0033397D">
      <w:pPr>
        <w:pStyle w:val="Legenda"/>
      </w:pPr>
      <w:bookmarkStart w:id="94" w:name="_Toc18178231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19</w:t>
      </w:r>
      <w:r w:rsidR="00D437FA">
        <w:rPr>
          <w:noProof/>
        </w:rPr>
        <w:fldChar w:fldCharType="end"/>
      </w:r>
      <w:r w:rsidRPr="00AB6C19">
        <w:t xml:space="preserve">.Elementy konfiguracji AKC4A </w:t>
      </w:r>
      <w:proofErr w:type="spellStart"/>
      <w:r w:rsidRPr="00AB6C19">
        <w:t>CleareanceExciseDutyType</w:t>
      </w:r>
      <w:bookmarkEnd w:id="9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B6C19" w14:paraId="70A0B089" w14:textId="77777777" w:rsidTr="00297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722EC52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1D0F942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8F70902" w14:textId="77777777" w:rsidR="00233174" w:rsidRPr="00AB6C19" w:rsidRDefault="0030533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82155C3" w14:textId="77777777" w:rsidR="00233174" w:rsidRPr="00AB6C19" w:rsidRDefault="00233174" w:rsidP="00F73C8D">
            <w:r w:rsidRPr="00AB6C19">
              <w:t>Typ, reguły</w:t>
            </w:r>
          </w:p>
        </w:tc>
        <w:tc>
          <w:tcPr>
            <w:tcW w:w="1197" w:type="dxa"/>
          </w:tcPr>
          <w:p w14:paraId="11E3F0FC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AB6C19" w14:paraId="574262D1" w14:textId="77777777" w:rsidTr="00297406">
        <w:trPr>
          <w:trHeight w:val="213"/>
        </w:trPr>
        <w:tc>
          <w:tcPr>
            <w:tcW w:w="1788" w:type="dxa"/>
          </w:tcPr>
          <w:p w14:paraId="5FA1726D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4FAFA6C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209DD857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62815659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694290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</w:t>
            </w:r>
            <w:proofErr w:type="spellEnd"/>
          </w:p>
        </w:tc>
        <w:tc>
          <w:tcPr>
            <w:tcW w:w="1197" w:type="dxa"/>
          </w:tcPr>
          <w:p w14:paraId="16DA7EE2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62DDC4E7" w14:textId="77777777" w:rsidTr="00297406">
        <w:trPr>
          <w:trHeight w:val="213"/>
        </w:trPr>
        <w:tc>
          <w:tcPr>
            <w:tcW w:w="1788" w:type="dxa"/>
          </w:tcPr>
          <w:p w14:paraId="28D5C70A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2C419FA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(A) złożonej za miesiąc, którego dotyczy rejestrowana deklaracja</w:t>
            </w:r>
          </w:p>
        </w:tc>
        <w:tc>
          <w:tcPr>
            <w:tcW w:w="840" w:type="dxa"/>
          </w:tcPr>
          <w:p w14:paraId="6C978FE7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0D788BE1" w14:textId="77777777" w:rsidR="00233174" w:rsidRPr="00AB6C19" w:rsidRDefault="006942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49AED0F" w14:textId="4302815E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6854CBD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1AB18AF8" w14:textId="77777777" w:rsidTr="00297406">
        <w:trPr>
          <w:trHeight w:val="213"/>
        </w:trPr>
        <w:tc>
          <w:tcPr>
            <w:tcW w:w="1788" w:type="dxa"/>
          </w:tcPr>
          <w:p w14:paraId="70D7AE6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1D499EA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Podatek należny wyliczony wg wzoru: Ogółem podatek – (Kwota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stanowiąca wartość podatkowych znaków akcyzy + Kwota przedpłaty akcyzy)</w:t>
            </w:r>
          </w:p>
        </w:tc>
        <w:tc>
          <w:tcPr>
            <w:tcW w:w="840" w:type="dxa"/>
          </w:tcPr>
          <w:p w14:paraId="2C571C72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16</w:t>
            </w:r>
          </w:p>
        </w:tc>
        <w:tc>
          <w:tcPr>
            <w:tcW w:w="2095" w:type="dxa"/>
          </w:tcPr>
          <w:p w14:paraId="24EAFD5C" w14:textId="77777777" w:rsidR="00233174" w:rsidRPr="00AB6C19" w:rsidRDefault="006942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60671E2" w14:textId="0619468E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04BE58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26C9BBCF" w14:textId="77777777" w:rsidTr="00297406">
        <w:trPr>
          <w:trHeight w:val="213"/>
        </w:trPr>
        <w:tc>
          <w:tcPr>
            <w:tcW w:w="1788" w:type="dxa"/>
          </w:tcPr>
          <w:p w14:paraId="282D0989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62D3A482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6C5B03F6" w14:textId="77777777" w:rsidR="00233174" w:rsidRPr="00B05C2E" w:rsidRDefault="000342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</w:t>
            </w:r>
          </w:p>
        </w:tc>
        <w:tc>
          <w:tcPr>
            <w:tcW w:w="2095" w:type="dxa"/>
          </w:tcPr>
          <w:p w14:paraId="7AB3F46B" w14:textId="77777777" w:rsidR="00233174" w:rsidRPr="002F3DF9" w:rsidRDefault="006942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4B4970B" w14:textId="45E67577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F1369AB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40597C8" w14:textId="2B1E4007" w:rsidR="004518CA" w:rsidRPr="00AB6C19" w:rsidRDefault="004518CA" w:rsidP="0033397D">
      <w:pPr>
        <w:pStyle w:val="Legenda"/>
      </w:pPr>
      <w:bookmarkStart w:id="95" w:name="_Toc18178231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20</w:t>
      </w:r>
      <w:r w:rsidR="00D437FA">
        <w:rPr>
          <w:noProof/>
        </w:rPr>
        <w:fldChar w:fldCharType="end"/>
      </w:r>
      <w:r w:rsidRPr="00AB6C19">
        <w:t xml:space="preserve">.Elementy konfiguracji AKC4A </w:t>
      </w:r>
      <w:proofErr w:type="spellStart"/>
      <w:r w:rsidRPr="00AB6C19">
        <w:t>ItemsType</w:t>
      </w:r>
      <w:bookmarkEnd w:id="9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B6C19" w14:paraId="159665B3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B87F499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39BF65BA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EAE69BB" w14:textId="77777777" w:rsidR="00233174" w:rsidRPr="00AB6C19" w:rsidRDefault="00F3186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41B30FC" w14:textId="77777777" w:rsidR="00233174" w:rsidRPr="00AB6C19" w:rsidRDefault="00233174" w:rsidP="00F73C8D">
            <w:r w:rsidRPr="00AB6C19">
              <w:t>Typ, reguły</w:t>
            </w:r>
          </w:p>
        </w:tc>
        <w:tc>
          <w:tcPr>
            <w:tcW w:w="1197" w:type="dxa"/>
          </w:tcPr>
          <w:p w14:paraId="2232E560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AB6C19" w14:paraId="630F1E97" w14:textId="77777777" w:rsidTr="000C570B">
        <w:trPr>
          <w:trHeight w:val="213"/>
        </w:trPr>
        <w:tc>
          <w:tcPr>
            <w:tcW w:w="1788" w:type="dxa"/>
          </w:tcPr>
          <w:p w14:paraId="45C844FD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2F0B8A42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hektolitrach przeliczona na 100% vol. alkoholu etylowego</w:t>
            </w:r>
          </w:p>
        </w:tc>
        <w:tc>
          <w:tcPr>
            <w:tcW w:w="840" w:type="dxa"/>
          </w:tcPr>
          <w:p w14:paraId="68C3D27A" w14:textId="77777777" w:rsidR="00233174" w:rsidRPr="00B05C2E" w:rsidRDefault="00872D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256</w:t>
            </w:r>
          </w:p>
        </w:tc>
        <w:tc>
          <w:tcPr>
            <w:tcW w:w="2095" w:type="dxa"/>
          </w:tcPr>
          <w:p w14:paraId="3B6E7D9E" w14:textId="77777777" w:rsidR="00233174" w:rsidRPr="00AB6C1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18D5F47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378D891B" w14:textId="77777777" w:rsidTr="000C570B">
        <w:trPr>
          <w:trHeight w:val="213"/>
        </w:trPr>
        <w:tc>
          <w:tcPr>
            <w:tcW w:w="1788" w:type="dxa"/>
          </w:tcPr>
          <w:p w14:paraId="56155FA5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D03202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4BF51829" w14:textId="77777777" w:rsidR="00233174" w:rsidRPr="00B05C2E" w:rsidRDefault="00872D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257</w:t>
            </w:r>
          </w:p>
        </w:tc>
        <w:tc>
          <w:tcPr>
            <w:tcW w:w="2095" w:type="dxa"/>
          </w:tcPr>
          <w:p w14:paraId="14ACCC3E" w14:textId="77777777" w:rsidR="00233174" w:rsidRPr="00AB6C1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42416DA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4459F0A3" w14:textId="77777777" w:rsidTr="000C570B">
        <w:trPr>
          <w:trHeight w:val="213"/>
        </w:trPr>
        <w:tc>
          <w:tcPr>
            <w:tcW w:w="1788" w:type="dxa"/>
          </w:tcPr>
          <w:p w14:paraId="4BD19777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42AC9516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wyrobów w hektolitrach 100% vol. alkoholu etylowego” * wartość w polu „Sprzedaż na eksport: Stawka podatku”</w:t>
            </w:r>
          </w:p>
        </w:tc>
        <w:tc>
          <w:tcPr>
            <w:tcW w:w="840" w:type="dxa"/>
          </w:tcPr>
          <w:p w14:paraId="71E03333" w14:textId="77777777" w:rsidR="00233174" w:rsidRPr="00B05C2E" w:rsidRDefault="00872D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258</w:t>
            </w:r>
          </w:p>
        </w:tc>
        <w:tc>
          <w:tcPr>
            <w:tcW w:w="2095" w:type="dxa"/>
          </w:tcPr>
          <w:p w14:paraId="41190CEF" w14:textId="77777777" w:rsidR="00233174" w:rsidRPr="00AB6C1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97F4B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79120BC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1DF0EFE7" w14:textId="77777777" w:rsidTr="000C570B">
        <w:trPr>
          <w:trHeight w:val="213"/>
        </w:trPr>
        <w:tc>
          <w:tcPr>
            <w:tcW w:w="1788" w:type="dxa"/>
          </w:tcPr>
          <w:p w14:paraId="49716B1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1F253A7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hektolitrach przeliczona na 100% vol. alkoholu etylowego</w:t>
            </w:r>
          </w:p>
        </w:tc>
        <w:tc>
          <w:tcPr>
            <w:tcW w:w="840" w:type="dxa"/>
          </w:tcPr>
          <w:p w14:paraId="72402E5B" w14:textId="77777777" w:rsidR="00233174" w:rsidRPr="00B05C2E" w:rsidRDefault="00872D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259</w:t>
            </w:r>
          </w:p>
        </w:tc>
        <w:tc>
          <w:tcPr>
            <w:tcW w:w="2095" w:type="dxa"/>
          </w:tcPr>
          <w:p w14:paraId="51168816" w14:textId="13328C46" w:rsidR="00233174" w:rsidRPr="00B05C2E" w:rsidRDefault="00233174" w:rsidP="00B05C2E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86FA3EF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68F87DBD" w14:textId="77777777" w:rsidTr="000C570B">
        <w:trPr>
          <w:trHeight w:val="213"/>
        </w:trPr>
        <w:tc>
          <w:tcPr>
            <w:tcW w:w="1788" w:type="dxa"/>
          </w:tcPr>
          <w:p w14:paraId="3F302FDC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36A8D49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05EFFA73" w14:textId="77777777" w:rsidR="00233174" w:rsidRPr="00B05C2E" w:rsidRDefault="00872D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260</w:t>
            </w:r>
          </w:p>
        </w:tc>
        <w:tc>
          <w:tcPr>
            <w:tcW w:w="2095" w:type="dxa"/>
          </w:tcPr>
          <w:p w14:paraId="42875F9D" w14:textId="553A7E90" w:rsidR="00233174" w:rsidRPr="00B05C2E" w:rsidRDefault="00997F4B" w:rsidP="00B05C2E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  <w:r w:rsid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="00945689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E6BCF3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47359001" w14:textId="77777777" w:rsidTr="000C570B">
        <w:trPr>
          <w:trHeight w:val="213"/>
        </w:trPr>
        <w:tc>
          <w:tcPr>
            <w:tcW w:w="1788" w:type="dxa"/>
          </w:tcPr>
          <w:p w14:paraId="1FFCADE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3BA9370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65B046BA" w14:textId="77777777" w:rsidR="00233174" w:rsidRPr="00B05C2E" w:rsidRDefault="002C2B9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36964934" w14:textId="2C6F121F" w:rsidR="00233174" w:rsidRPr="00B05C2E" w:rsidRDefault="00422C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22C2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3E831E7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3DA55C6E" w14:textId="4094EF84" w:rsidR="004518CA" w:rsidRPr="00AB6C19" w:rsidRDefault="004518CA" w:rsidP="0033397D">
      <w:pPr>
        <w:pStyle w:val="Legenda"/>
      </w:pPr>
      <w:bookmarkStart w:id="96" w:name="_Toc18178231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21</w:t>
      </w:r>
      <w:r w:rsidR="00D437FA">
        <w:rPr>
          <w:noProof/>
        </w:rPr>
        <w:fldChar w:fldCharType="end"/>
      </w:r>
      <w:r w:rsidRPr="00AB6C19">
        <w:t xml:space="preserve">.Elementy konfiguracji AKC4A </w:t>
      </w:r>
      <w:proofErr w:type="spellStart"/>
      <w:r w:rsidRPr="00AB6C19">
        <w:t>ItemType</w:t>
      </w:r>
      <w:bookmarkEnd w:id="9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B6C19" w14:paraId="76739320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BA376E6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915481F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07C9CC3" w14:textId="77777777" w:rsidR="00233174" w:rsidRPr="00AB6C19" w:rsidRDefault="00F3186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796B3F7" w14:textId="77777777" w:rsidR="00233174" w:rsidRPr="00AB6C19" w:rsidRDefault="00233174" w:rsidP="00F73C8D">
            <w:r w:rsidRPr="00AB6C19">
              <w:t>Typ, reguły</w:t>
            </w:r>
          </w:p>
        </w:tc>
        <w:tc>
          <w:tcPr>
            <w:tcW w:w="1197" w:type="dxa"/>
          </w:tcPr>
          <w:p w14:paraId="4B82DD60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AB6C19" w14:paraId="7BF8DA00" w14:textId="77777777" w:rsidTr="000C570B">
        <w:trPr>
          <w:trHeight w:val="213"/>
        </w:trPr>
        <w:tc>
          <w:tcPr>
            <w:tcW w:w="1788" w:type="dxa"/>
          </w:tcPr>
          <w:p w14:paraId="4AE01801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1205AF1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7F19C456" w14:textId="77777777" w:rsidR="00233174" w:rsidRPr="00B05C2E" w:rsidRDefault="0044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1A8E1B0B" w14:textId="77777777" w:rsidR="00233174" w:rsidRPr="00093347" w:rsidRDefault="00E10BA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58B03BF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16CAF6F1" w14:textId="77777777" w:rsidTr="000C570B">
        <w:trPr>
          <w:trHeight w:val="213"/>
        </w:trPr>
        <w:tc>
          <w:tcPr>
            <w:tcW w:w="1788" w:type="dxa"/>
          </w:tcPr>
          <w:p w14:paraId="14D03474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127902C3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476BA44B" w14:textId="77777777" w:rsidR="00233174" w:rsidRPr="00B05C2E" w:rsidRDefault="005E087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078AA698" w14:textId="77777777" w:rsidR="00233174" w:rsidRPr="00093347" w:rsidRDefault="00E10BA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ZCharacter</w:t>
            </w:r>
            <w:proofErr w:type="spellEnd"/>
          </w:p>
          <w:p w14:paraId="6D25C46C" w14:textId="090238B1" w:rsidR="00233174" w:rsidRPr="00B05C2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CED4DB5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7F002969" w14:textId="77777777" w:rsidTr="000C570B">
        <w:trPr>
          <w:trHeight w:val="213"/>
        </w:trPr>
        <w:tc>
          <w:tcPr>
            <w:tcW w:w="1788" w:type="dxa"/>
          </w:tcPr>
          <w:p w14:paraId="03703B65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shortages</w:t>
            </w:r>
          </w:p>
        </w:tc>
        <w:tc>
          <w:tcPr>
            <w:tcW w:w="3360" w:type="dxa"/>
          </w:tcPr>
          <w:p w14:paraId="03A33BE1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283CE455" w14:textId="77777777" w:rsidR="00233174" w:rsidRPr="00B05C2E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43105032" w14:textId="77777777" w:rsidR="00233174" w:rsidRPr="002F3DF9" w:rsidRDefault="00B7297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ZShortages</w:t>
            </w:r>
            <w:proofErr w:type="spellEnd"/>
          </w:p>
          <w:p w14:paraId="63E1544C" w14:textId="7DD53848" w:rsidR="00233174" w:rsidRPr="002F3DF9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233174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a</w:instrText>
            </w:r>
            <w:r w:rsidR="00233174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21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R21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566BC20C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351AA777" w14:textId="77777777" w:rsidTr="000C570B">
        <w:trPr>
          <w:trHeight w:val="213"/>
        </w:trPr>
        <w:tc>
          <w:tcPr>
            <w:tcW w:w="1788" w:type="dxa"/>
          </w:tcPr>
          <w:p w14:paraId="4441A64B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25955C8C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</w:t>
            </w:r>
            <w:r w:rsidR="00CC1B30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pisanie ośmiocyfrowego kodu CN 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towaru.</w:t>
            </w:r>
          </w:p>
        </w:tc>
        <w:tc>
          <w:tcPr>
            <w:tcW w:w="840" w:type="dxa"/>
          </w:tcPr>
          <w:p w14:paraId="6E0C1D68" w14:textId="77777777" w:rsidR="00233174" w:rsidRPr="00B05C2E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61D1019C" w14:textId="77777777" w:rsidR="00233174" w:rsidRPr="002F3DF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2A37ADFE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196616FA" w14:textId="77777777" w:rsidTr="000C570B">
        <w:trPr>
          <w:trHeight w:val="213"/>
        </w:trPr>
        <w:tc>
          <w:tcPr>
            <w:tcW w:w="1788" w:type="dxa"/>
          </w:tcPr>
          <w:p w14:paraId="5A9750ED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7A0885FC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w hektolitrach przeliczone na 100% vol. alkoholu etylowego (z dokładnością do dwóch miejsc po przecinku)</w:t>
            </w:r>
          </w:p>
        </w:tc>
        <w:tc>
          <w:tcPr>
            <w:tcW w:w="840" w:type="dxa"/>
          </w:tcPr>
          <w:p w14:paraId="34091859" w14:textId="77777777" w:rsidR="00233174" w:rsidRPr="00B05C2E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5BF7D54A" w14:textId="77777777" w:rsidR="00233174" w:rsidRPr="002F3DF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DBE523F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692C61B9" w14:textId="77777777" w:rsidTr="000C570B">
        <w:trPr>
          <w:trHeight w:val="213"/>
        </w:trPr>
        <w:tc>
          <w:tcPr>
            <w:tcW w:w="1788" w:type="dxa"/>
          </w:tcPr>
          <w:p w14:paraId="7C8C315C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294E8DA2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459C5964" w14:textId="77777777" w:rsidR="00233174" w:rsidRPr="00B05C2E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1A1E2D7E" w14:textId="77777777" w:rsidR="00233174" w:rsidRPr="002F3DF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12C3FE49" w14:textId="77777777" w:rsidR="00233174" w:rsidRPr="002F3DF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1197" w:type="dxa"/>
          </w:tcPr>
          <w:p w14:paraId="03FF0340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A3EC2" w:rsidRPr="00AB6C19" w14:paraId="7E31B368" w14:textId="77777777" w:rsidTr="000C570B">
        <w:trPr>
          <w:trHeight w:val="213"/>
        </w:trPr>
        <w:tc>
          <w:tcPr>
            <w:tcW w:w="1788" w:type="dxa"/>
          </w:tcPr>
          <w:p w14:paraId="66ADEE3D" w14:textId="77777777" w:rsidR="005A3EC2" w:rsidRPr="00093347" w:rsidRDefault="005A3EC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399999EA" w14:textId="77777777" w:rsidR="005A3EC2" w:rsidRPr="00B05C2E" w:rsidRDefault="005A3EC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Czy stawka podatku akcyzowego </w:t>
            </w:r>
            <w:r w:rsidR="0013039B"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jest pobrana</w:t>
            </w: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 Systemu ISZTAR.</w:t>
            </w:r>
          </w:p>
        </w:tc>
        <w:tc>
          <w:tcPr>
            <w:tcW w:w="840" w:type="dxa"/>
          </w:tcPr>
          <w:p w14:paraId="54B2743B" w14:textId="77777777" w:rsidR="005A3EC2" w:rsidRPr="00B05C2E" w:rsidRDefault="005A3EC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D21ED8C" w14:textId="77777777" w:rsidR="005A3EC2" w:rsidRPr="002F3DF9" w:rsidRDefault="005A3EC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9A30632" w14:textId="77777777" w:rsidR="005A3EC2" w:rsidRPr="00B05C2E" w:rsidRDefault="005A3EC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33174" w:rsidRPr="00AB6C19" w14:paraId="3BA6499E" w14:textId="77777777" w:rsidTr="000C570B">
        <w:trPr>
          <w:trHeight w:val="213"/>
        </w:trPr>
        <w:tc>
          <w:tcPr>
            <w:tcW w:w="1788" w:type="dxa"/>
          </w:tcPr>
          <w:p w14:paraId="53BC97BD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05160A5A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„Ilość wyrobów w hektolitrach” * wartość w polu „Stawka podatku”</w:t>
            </w:r>
          </w:p>
        </w:tc>
        <w:tc>
          <w:tcPr>
            <w:tcW w:w="840" w:type="dxa"/>
          </w:tcPr>
          <w:p w14:paraId="3997C642" w14:textId="77777777" w:rsidR="00233174" w:rsidRPr="00B05C2E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0E9DA839" w14:textId="77777777" w:rsidR="00233174" w:rsidRPr="002F3DF9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B85147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</w:t>
            </w:r>
            <w:proofErr w:type="spellEnd"/>
          </w:p>
          <w:p w14:paraId="514B48CE" w14:textId="77777777" w:rsidR="00945689" w:rsidRPr="002F3DF9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</w:instrText>
            </w:r>
          </w:p>
          <w:p w14:paraId="5034E638" w14:textId="36A4BCF5" w:rsidR="00233174" w:rsidRPr="002F3DF9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REF </w:instrText>
            </w:r>
            <w:r w:rsidR="00233174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a</w:instrText>
            </w:r>
            <w:r w:rsidR="00233174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17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R17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  <w:r w:rsidR="00233174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1870D4F4" w14:textId="77777777" w:rsidR="00233174" w:rsidRPr="00B05C2E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05C2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7AB82FF3" w14:textId="4EAAB112" w:rsidR="004518CA" w:rsidRPr="00AB6C19" w:rsidRDefault="004518CA" w:rsidP="0033397D">
      <w:pPr>
        <w:pStyle w:val="Legenda"/>
      </w:pPr>
      <w:bookmarkStart w:id="97" w:name="_Toc18178231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22</w:t>
      </w:r>
      <w:r w:rsidR="00D437FA">
        <w:rPr>
          <w:noProof/>
        </w:rPr>
        <w:fldChar w:fldCharType="end"/>
      </w:r>
      <w:r w:rsidRPr="00AB6C19">
        <w:t xml:space="preserve">.Elementy konfiguracji AKC4A </w:t>
      </w:r>
      <w:proofErr w:type="spellStart"/>
      <w:r w:rsidRPr="00093347">
        <w:rPr>
          <w:lang w:val="en-GB"/>
        </w:rPr>
        <w:t>DailyPaymentInformationType</w:t>
      </w:r>
      <w:bookmarkEnd w:id="9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233174" w:rsidRPr="00AB6C19" w14:paraId="65D8C1C8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16CF485" w14:textId="77777777" w:rsidR="00233174" w:rsidRPr="00AB6C19" w:rsidRDefault="0023317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BED44AA" w14:textId="77777777" w:rsidR="00233174" w:rsidRPr="00AB6C19" w:rsidRDefault="0023317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0870305D" w14:textId="77777777" w:rsidR="00233174" w:rsidRPr="00AB6C19" w:rsidRDefault="00D67046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2FC03FA" w14:textId="77777777" w:rsidR="00233174" w:rsidRPr="00AB6C19" w:rsidRDefault="00233174" w:rsidP="00F73C8D">
            <w:r w:rsidRPr="00AB6C19">
              <w:t>Typ, reguły</w:t>
            </w:r>
          </w:p>
        </w:tc>
        <w:tc>
          <w:tcPr>
            <w:tcW w:w="1197" w:type="dxa"/>
          </w:tcPr>
          <w:p w14:paraId="29315D65" w14:textId="77777777" w:rsidR="00233174" w:rsidRPr="00AB6C19" w:rsidRDefault="00233174" w:rsidP="00F73C8D">
            <w:r w:rsidRPr="00AB6C19">
              <w:t>Liczebność</w:t>
            </w:r>
          </w:p>
        </w:tc>
      </w:tr>
      <w:tr w:rsidR="00233174" w:rsidRPr="00AB6C19" w14:paraId="7C9D937A" w14:textId="77777777" w:rsidTr="000C570B">
        <w:trPr>
          <w:trHeight w:val="213"/>
        </w:trPr>
        <w:tc>
          <w:tcPr>
            <w:tcW w:w="1788" w:type="dxa"/>
          </w:tcPr>
          <w:p w14:paraId="478F0A8B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55945E1F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AKC-4/A .</w:t>
            </w:r>
          </w:p>
        </w:tc>
        <w:tc>
          <w:tcPr>
            <w:tcW w:w="840" w:type="dxa"/>
          </w:tcPr>
          <w:p w14:paraId="37EBAD1E" w14:textId="77777777" w:rsidR="00233174" w:rsidRPr="00093347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675D3A47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E91A296" w14:textId="15FB7668" w:rsidR="00233174" w:rsidRPr="00093347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34174ACE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329D8E33" w14:textId="77777777" w:rsidTr="000C570B">
        <w:trPr>
          <w:trHeight w:val="213"/>
        </w:trPr>
        <w:tc>
          <w:tcPr>
            <w:tcW w:w="1788" w:type="dxa"/>
          </w:tcPr>
          <w:p w14:paraId="442FBCEF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76700259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AKC-4/A</w:t>
            </w:r>
          </w:p>
        </w:tc>
        <w:tc>
          <w:tcPr>
            <w:tcW w:w="840" w:type="dxa"/>
          </w:tcPr>
          <w:p w14:paraId="42171541" w14:textId="77777777" w:rsidR="00233174" w:rsidRPr="00093347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0A974173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67B67C4B" w14:textId="2F6C9D6C" w:rsidR="00233174" w:rsidRPr="00093347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5ECB26D4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54244DB5" w14:textId="77777777" w:rsidTr="000C570B">
        <w:trPr>
          <w:trHeight w:val="213"/>
        </w:trPr>
        <w:tc>
          <w:tcPr>
            <w:tcW w:w="1788" w:type="dxa"/>
          </w:tcPr>
          <w:p w14:paraId="616505AE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7B97C52A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AKC-4/A .</w:t>
            </w:r>
          </w:p>
        </w:tc>
        <w:tc>
          <w:tcPr>
            <w:tcW w:w="840" w:type="dxa"/>
          </w:tcPr>
          <w:p w14:paraId="0873DE1D" w14:textId="77777777" w:rsidR="00233174" w:rsidRPr="00093347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175</w:t>
            </w:r>
          </w:p>
        </w:tc>
        <w:tc>
          <w:tcPr>
            <w:tcW w:w="2095" w:type="dxa"/>
          </w:tcPr>
          <w:p w14:paraId="601CA9C4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46A9BCFD" w14:textId="77777777" w:rsidR="00945689" w:rsidRPr="00093347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</w:instrText>
            </w:r>
          </w:p>
          <w:p w14:paraId="78C40841" w14:textId="06893868" w:rsidR="00233174" w:rsidRPr="00093347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REF 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a</w:instrText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33174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37D975C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233174" w:rsidRPr="00AB6C19" w14:paraId="7A4268D9" w14:textId="77777777" w:rsidTr="000C570B">
        <w:trPr>
          <w:trHeight w:val="213"/>
        </w:trPr>
        <w:tc>
          <w:tcPr>
            <w:tcW w:w="1788" w:type="dxa"/>
          </w:tcPr>
          <w:p w14:paraId="0FC5F5D1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38741D55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59960784" w14:textId="77777777" w:rsidR="00233174" w:rsidRPr="00093347" w:rsidRDefault="00AB788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6BAB3149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218EB1A9" w14:textId="77777777" w:rsidR="00233174" w:rsidRPr="00093347" w:rsidRDefault="002331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754BAD3E" w14:textId="675A2403" w:rsidR="00BE3846" w:rsidRDefault="00BE3846" w:rsidP="00BE3846">
      <w:pPr>
        <w:pStyle w:val="Legenda"/>
        <w:rPr>
          <w:b w:val="0"/>
          <w:bCs w:val="0"/>
        </w:rPr>
      </w:pPr>
      <w:r>
        <w:br/>
      </w:r>
      <w:r>
        <w:br w:type="page"/>
      </w:r>
    </w:p>
    <w:p w14:paraId="1E9B205C" w14:textId="4CC9D05F" w:rsidR="00BE3846" w:rsidRPr="00AB6C19" w:rsidRDefault="00BE3846" w:rsidP="00BE3846">
      <w:pPr>
        <w:pStyle w:val="Nagwek3"/>
      </w:pPr>
      <w:bookmarkStart w:id="98" w:name="_Toc181782223"/>
      <w:r w:rsidRPr="00AB6C19">
        <w:lastRenderedPageBreak/>
        <w:t>Reguły</w:t>
      </w:r>
      <w:bookmarkEnd w:id="98"/>
    </w:p>
    <w:p w14:paraId="60971204" w14:textId="6E8E786A" w:rsidR="00BE3846" w:rsidRPr="00BE3846" w:rsidRDefault="00BE3846" w:rsidP="00BE3846">
      <w:bookmarkStart w:id="99" w:name="_Toc18178232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23</w:t>
      </w:r>
      <w:r w:rsidR="00D437FA">
        <w:rPr>
          <w:noProof/>
        </w:rPr>
        <w:fldChar w:fldCharType="end"/>
      </w:r>
      <w:r w:rsidRPr="00AB6C19">
        <w:t>.Reguły obowiązujące dla deklaracji AKC-4A</w:t>
      </w:r>
      <w:bookmarkEnd w:id="9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9C5379" w:rsidRPr="00AB6C19" w14:paraId="195F2CAA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3B498F79" w14:textId="77777777" w:rsidR="009C5379" w:rsidRPr="00AB6C19" w:rsidRDefault="009C5379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1011E3DC" w14:textId="77777777" w:rsidR="009C5379" w:rsidRPr="00AB6C19" w:rsidRDefault="009C537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9C5379" w:rsidRPr="00AB6C19" w14:paraId="0DD18386" w14:textId="77777777" w:rsidTr="000C570B">
        <w:trPr>
          <w:trHeight w:val="213"/>
        </w:trPr>
        <w:tc>
          <w:tcPr>
            <w:tcW w:w="952" w:type="dxa"/>
          </w:tcPr>
          <w:p w14:paraId="73414302" w14:textId="77777777" w:rsidR="009C5379" w:rsidRPr="00093347" w:rsidRDefault="00135E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0" w:name="Ra1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100"/>
          </w:p>
        </w:tc>
        <w:tc>
          <w:tcPr>
            <w:tcW w:w="8102" w:type="dxa"/>
          </w:tcPr>
          <w:p w14:paraId="29B487FB" w14:textId="77777777" w:rsidR="009C5379" w:rsidRPr="00093347" w:rsidRDefault="00E93A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9C5379" w:rsidRPr="00AB6C19" w14:paraId="7DC1B9C5" w14:textId="77777777" w:rsidTr="000C570B">
        <w:trPr>
          <w:trHeight w:val="213"/>
        </w:trPr>
        <w:tc>
          <w:tcPr>
            <w:tcW w:w="952" w:type="dxa"/>
          </w:tcPr>
          <w:p w14:paraId="39AF6F44" w14:textId="77777777" w:rsidR="009C5379" w:rsidRPr="00093347" w:rsidRDefault="00135E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1" w:name="Ra2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101"/>
          </w:p>
        </w:tc>
        <w:tc>
          <w:tcPr>
            <w:tcW w:w="8102" w:type="dxa"/>
          </w:tcPr>
          <w:p w14:paraId="1A4C5767" w14:textId="77777777" w:rsidR="009C5379" w:rsidRPr="00093347" w:rsidRDefault="00C37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uzupełniane przy zatwierdzaniu dokumentu w wyniku akcji „Wiązanie dokumentu AKC-PA” (szczegóły w punkcie „dostępne akcje” poniżej).</w:t>
            </w:r>
          </w:p>
        </w:tc>
      </w:tr>
      <w:tr w:rsidR="00135EBE" w:rsidRPr="00AB6C19" w14:paraId="31AD7DCB" w14:textId="77777777" w:rsidTr="000C570B">
        <w:trPr>
          <w:trHeight w:val="213"/>
        </w:trPr>
        <w:tc>
          <w:tcPr>
            <w:tcW w:w="952" w:type="dxa"/>
          </w:tcPr>
          <w:p w14:paraId="0C00B2FB" w14:textId="77777777" w:rsidR="00135EBE" w:rsidRPr="00093347" w:rsidRDefault="00135E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2" w:name="Ra3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102"/>
          </w:p>
        </w:tc>
        <w:tc>
          <w:tcPr>
            <w:tcW w:w="8102" w:type="dxa"/>
          </w:tcPr>
          <w:p w14:paraId="11DEF6C4" w14:textId="77777777" w:rsidR="00135EBE" w:rsidRPr="00093347" w:rsidRDefault="00135E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="001D08A3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AKC-4. </w:t>
            </w:r>
          </w:p>
        </w:tc>
      </w:tr>
      <w:tr w:rsidR="009C5379" w:rsidRPr="00AB6C19" w14:paraId="172D327C" w14:textId="77777777" w:rsidTr="000C570B">
        <w:trPr>
          <w:trHeight w:val="213"/>
        </w:trPr>
        <w:tc>
          <w:tcPr>
            <w:tcW w:w="952" w:type="dxa"/>
          </w:tcPr>
          <w:p w14:paraId="67BF9E40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3" w:name="Ra4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103"/>
          </w:p>
        </w:tc>
        <w:tc>
          <w:tcPr>
            <w:tcW w:w="8102" w:type="dxa"/>
          </w:tcPr>
          <w:p w14:paraId="3D26DE5C" w14:textId="77777777" w:rsidR="009C5379" w:rsidRPr="00093347" w:rsidRDefault="00C37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typu..</w:t>
            </w:r>
          </w:p>
        </w:tc>
      </w:tr>
      <w:tr w:rsidR="009C5379" w:rsidRPr="00AB6C19" w14:paraId="77A75338" w14:textId="77777777" w:rsidTr="000C570B">
        <w:trPr>
          <w:trHeight w:val="213"/>
        </w:trPr>
        <w:tc>
          <w:tcPr>
            <w:tcW w:w="952" w:type="dxa"/>
          </w:tcPr>
          <w:p w14:paraId="3BF68854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4" w:name="Ra5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104"/>
          </w:p>
        </w:tc>
        <w:tc>
          <w:tcPr>
            <w:tcW w:w="8102" w:type="dxa"/>
          </w:tcPr>
          <w:p w14:paraId="7BD8CAB7" w14:textId="77777777" w:rsidR="00553A57" w:rsidRPr="00093347" w:rsidRDefault="00553A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46E5C445" w14:textId="77777777" w:rsidR="009C5379" w:rsidRPr="00093347" w:rsidRDefault="00553A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C5379" w:rsidRPr="00AB6C19" w14:paraId="3ADD50CE" w14:textId="77777777" w:rsidTr="000C570B">
        <w:trPr>
          <w:trHeight w:val="213"/>
        </w:trPr>
        <w:tc>
          <w:tcPr>
            <w:tcW w:w="952" w:type="dxa"/>
          </w:tcPr>
          <w:p w14:paraId="69308879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5" w:name="Ra6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105"/>
          </w:p>
        </w:tc>
        <w:tc>
          <w:tcPr>
            <w:tcW w:w="8102" w:type="dxa"/>
          </w:tcPr>
          <w:p w14:paraId="05F070FD" w14:textId="77777777" w:rsidR="00553A57" w:rsidRPr="00093347" w:rsidRDefault="00553A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742B4404" w14:textId="77777777" w:rsidR="009C5379" w:rsidRPr="00093347" w:rsidRDefault="00553A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C5379" w:rsidRPr="00AB6C19" w14:paraId="3B6E924A" w14:textId="77777777" w:rsidTr="000C570B">
        <w:trPr>
          <w:trHeight w:val="213"/>
        </w:trPr>
        <w:tc>
          <w:tcPr>
            <w:tcW w:w="952" w:type="dxa"/>
          </w:tcPr>
          <w:p w14:paraId="5771B258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6" w:name="Ra8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106"/>
          </w:p>
        </w:tc>
        <w:tc>
          <w:tcPr>
            <w:tcW w:w="8102" w:type="dxa"/>
          </w:tcPr>
          <w:p w14:paraId="3FD3CD0F" w14:textId="77777777" w:rsidR="009C5379" w:rsidRPr="00093347" w:rsidRDefault="00D0208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wypełnione.</w:t>
            </w:r>
          </w:p>
        </w:tc>
      </w:tr>
      <w:tr w:rsidR="009C5379" w:rsidRPr="00AB6C19" w14:paraId="6C9DE70B" w14:textId="77777777" w:rsidTr="000C570B">
        <w:trPr>
          <w:trHeight w:val="213"/>
        </w:trPr>
        <w:tc>
          <w:tcPr>
            <w:tcW w:w="952" w:type="dxa"/>
          </w:tcPr>
          <w:p w14:paraId="1BEEF28F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7" w:name="Ra9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107"/>
          </w:p>
        </w:tc>
        <w:tc>
          <w:tcPr>
            <w:tcW w:w="8102" w:type="dxa"/>
          </w:tcPr>
          <w:p w14:paraId="38DC0AFA" w14:textId="77777777" w:rsidR="009C5379" w:rsidRPr="00093347" w:rsidRDefault="00B85E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sprawdzenie czy suma kwot z pozycji „Nadwyżka przedpłaty akcyzy” i „Przedpłata akcyzy do zapłaty” deklaracji AKC-PA (A) (za okres) jest równa wprowadzonej w polu wartości.</w:t>
            </w:r>
          </w:p>
        </w:tc>
      </w:tr>
      <w:tr w:rsidR="009C5379" w:rsidRPr="00AB6C19" w14:paraId="48F05158" w14:textId="77777777" w:rsidTr="000C570B">
        <w:trPr>
          <w:trHeight w:val="213"/>
        </w:trPr>
        <w:tc>
          <w:tcPr>
            <w:tcW w:w="952" w:type="dxa"/>
          </w:tcPr>
          <w:p w14:paraId="00B5831E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8" w:name="Ra10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108"/>
          </w:p>
        </w:tc>
        <w:tc>
          <w:tcPr>
            <w:tcW w:w="8102" w:type="dxa"/>
          </w:tcPr>
          <w:p w14:paraId="4E73BB96" w14:textId="77777777" w:rsidR="009C5379" w:rsidRPr="00093347" w:rsidRDefault="00B85E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</w:t>
            </w:r>
            <w:r w:rsidR="00474BDB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ej wartości, to jest Błąd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 Jeśli wyliczona wartość jest ujemna, powinno być 0.</w:t>
            </w:r>
          </w:p>
        </w:tc>
      </w:tr>
      <w:tr w:rsidR="009C5379" w:rsidRPr="00AB6C19" w14:paraId="34CBBB1E" w14:textId="77777777" w:rsidTr="000C570B">
        <w:trPr>
          <w:trHeight w:val="213"/>
        </w:trPr>
        <w:tc>
          <w:tcPr>
            <w:tcW w:w="952" w:type="dxa"/>
          </w:tcPr>
          <w:p w14:paraId="466D78D5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09" w:name="Ra11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109"/>
          </w:p>
        </w:tc>
        <w:tc>
          <w:tcPr>
            <w:tcW w:w="8102" w:type="dxa"/>
          </w:tcPr>
          <w:p w14:paraId="70C15160" w14:textId="77777777" w:rsidR="006E117F" w:rsidRPr="00093347" w:rsidRDefault="006E117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niewymagalne (puste) w przypadku, gdy nie złożono AKC-PA za ten sam okres rozliczeniowy.</w:t>
            </w:r>
          </w:p>
          <w:p w14:paraId="435BD373" w14:textId="77777777" w:rsidR="009C5379" w:rsidRPr="00093347" w:rsidRDefault="006E117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</w:t>
            </w:r>
            <w:r w:rsidR="00474BDB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ści, to jest Błąd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 Jeśli wyliczona wartość jest ujemna, powinno być 0.</w:t>
            </w:r>
          </w:p>
        </w:tc>
      </w:tr>
      <w:tr w:rsidR="009C5379" w:rsidRPr="00AB6C19" w14:paraId="05E46127" w14:textId="77777777" w:rsidTr="000C570B">
        <w:trPr>
          <w:trHeight w:val="213"/>
        </w:trPr>
        <w:tc>
          <w:tcPr>
            <w:tcW w:w="952" w:type="dxa"/>
          </w:tcPr>
          <w:p w14:paraId="06D64DA9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0" w:name="Ra12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110"/>
          </w:p>
        </w:tc>
        <w:tc>
          <w:tcPr>
            <w:tcW w:w="8102" w:type="dxa"/>
          </w:tcPr>
          <w:p w14:paraId="666E051D" w14:textId="77777777" w:rsidR="00F82B70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5C716A2" w14:textId="77777777" w:rsidR="00F82B70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„Ilość wyrobów w hektolitrach 100% vol. alkoholu etylowego”. System wstawia wyliczoną wartość.</w:t>
            </w:r>
          </w:p>
          <w:p w14:paraId="61BC0A4F" w14:textId="77777777" w:rsidR="009C5379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wyliczonej. Jeśli nie równa się, to jest </w:t>
            </w:r>
            <w:r w:rsidR="00474BDB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błąd.</w:t>
            </w:r>
          </w:p>
        </w:tc>
      </w:tr>
      <w:tr w:rsidR="009C5379" w:rsidRPr="00AB6C19" w14:paraId="480AAD85" w14:textId="77777777" w:rsidTr="000C570B">
        <w:trPr>
          <w:trHeight w:val="213"/>
        </w:trPr>
        <w:tc>
          <w:tcPr>
            <w:tcW w:w="952" w:type="dxa"/>
          </w:tcPr>
          <w:p w14:paraId="256FD097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1" w:name="Ra13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111"/>
          </w:p>
        </w:tc>
        <w:tc>
          <w:tcPr>
            <w:tcW w:w="8102" w:type="dxa"/>
          </w:tcPr>
          <w:p w14:paraId="4DA1E5E7" w14:textId="77777777" w:rsidR="00F82B70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6FDBFD5" w14:textId="77777777" w:rsidR="00F82B70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5FB54450" w14:textId="77777777" w:rsidR="009C5379" w:rsidRPr="00093347" w:rsidRDefault="00F82B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liczba powinna się równać sumie wartości wprowadzonych w polu „Kwota podatku w zł”. Jeśli ni</w:t>
            </w:r>
            <w:r w:rsidR="00474BDB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 równa się, to jest Błąd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</w:tr>
      <w:tr w:rsidR="009C5379" w:rsidRPr="00AB6C19" w14:paraId="1D7752C4" w14:textId="77777777" w:rsidTr="000C570B">
        <w:trPr>
          <w:trHeight w:val="213"/>
        </w:trPr>
        <w:tc>
          <w:tcPr>
            <w:tcW w:w="952" w:type="dxa"/>
          </w:tcPr>
          <w:p w14:paraId="5CAF95D7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2" w:name="Ra14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112"/>
          </w:p>
        </w:tc>
        <w:tc>
          <w:tcPr>
            <w:tcW w:w="8102" w:type="dxa"/>
          </w:tcPr>
          <w:p w14:paraId="571440BB" w14:textId="77777777" w:rsidR="008535BF" w:rsidRPr="00093347" w:rsidRDefault="008535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papierowa dokumentu: System wstawia nazwę pobraną ze słownika w ISZTAR.</w:t>
            </w:r>
          </w:p>
          <w:p w14:paraId="3F0427CA" w14:textId="77777777" w:rsidR="009C5379" w:rsidRPr="00093347" w:rsidRDefault="008535B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C5379" w:rsidRPr="00AB6C19" w14:paraId="6C74EDD4" w14:textId="77777777" w:rsidTr="000C570B">
        <w:trPr>
          <w:trHeight w:val="213"/>
        </w:trPr>
        <w:tc>
          <w:tcPr>
            <w:tcW w:w="952" w:type="dxa"/>
          </w:tcPr>
          <w:p w14:paraId="05AEEFA4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3" w:name="Ra17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R17</w:t>
            </w:r>
            <w:bookmarkEnd w:id="113"/>
          </w:p>
        </w:tc>
        <w:tc>
          <w:tcPr>
            <w:tcW w:w="8102" w:type="dxa"/>
          </w:tcPr>
          <w:p w14:paraId="232C102A" w14:textId="77777777" w:rsidR="009C5379" w:rsidRPr="00093347" w:rsidRDefault="004A612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9C5379" w:rsidRPr="00AB6C19" w14:paraId="2E2C2F6E" w14:textId="77777777" w:rsidTr="000C570B">
        <w:trPr>
          <w:trHeight w:val="213"/>
        </w:trPr>
        <w:tc>
          <w:tcPr>
            <w:tcW w:w="952" w:type="dxa"/>
          </w:tcPr>
          <w:p w14:paraId="5CD4BE4C" w14:textId="77777777" w:rsidR="009C5379" w:rsidRPr="00093347" w:rsidRDefault="009C537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4" w:name="Ra18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114"/>
          </w:p>
        </w:tc>
        <w:tc>
          <w:tcPr>
            <w:tcW w:w="8102" w:type="dxa"/>
          </w:tcPr>
          <w:p w14:paraId="6895532E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43A5094A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wyrobów..</w:t>
            </w:r>
          </w:p>
          <w:p w14:paraId="2D624635" w14:textId="77777777" w:rsidR="009C5379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3B4AA7" w:rsidRPr="00AB6C19" w14:paraId="0102B94C" w14:textId="77777777" w:rsidTr="000C570B">
        <w:trPr>
          <w:trHeight w:val="213"/>
        </w:trPr>
        <w:tc>
          <w:tcPr>
            <w:tcW w:w="952" w:type="dxa"/>
          </w:tcPr>
          <w:p w14:paraId="70245012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5" w:name="Ra19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bookmarkEnd w:id="115"/>
          </w:p>
        </w:tc>
        <w:tc>
          <w:tcPr>
            <w:tcW w:w="8102" w:type="dxa"/>
          </w:tcPr>
          <w:p w14:paraId="3C20BCD3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4EF8AEE9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355B0CB1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2: Czy wprowadzona wartość równa się sumie wartości z pól „Kwota nadwyżki wpłat z poprzedniej deklaracji zaliczona na poczet wpłat dziennych” dla  kolejnych dat. Jeśli nie to Błąd typu 3.</w:t>
            </w:r>
          </w:p>
        </w:tc>
      </w:tr>
      <w:tr w:rsidR="003B4AA7" w:rsidRPr="00AB6C19" w14:paraId="7C6DED28" w14:textId="77777777" w:rsidTr="000C570B">
        <w:trPr>
          <w:trHeight w:val="213"/>
        </w:trPr>
        <w:tc>
          <w:tcPr>
            <w:tcW w:w="952" w:type="dxa"/>
          </w:tcPr>
          <w:p w14:paraId="608B47AA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6" w:name="Ra20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116"/>
          </w:p>
        </w:tc>
        <w:tc>
          <w:tcPr>
            <w:tcW w:w="8102" w:type="dxa"/>
          </w:tcPr>
          <w:p w14:paraId="5A49214B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428F2C10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AKC-4/A: pole „Numer akcyzowy składu (podatnik prowadzący skład)”, „Numer akcyzowy składu (podatnik korzystający z obcego składu)” lub „Numer akcyzowy zarejestrowanego odbiorcy” oraz wskazano chociaż jeden wyrób akcyzowy (podany kod CN) w części „obliczenie kwoty podatku akcyzowego od poszczególnych wyrobów.</w:t>
            </w:r>
          </w:p>
          <w:p w14:paraId="099A3849" w14:textId="77777777" w:rsidR="003B4AA7" w:rsidRPr="00093347" w:rsidRDefault="003B4A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AB6C19" w14:paraId="4B59576F" w14:textId="77777777" w:rsidTr="000C570B">
        <w:trPr>
          <w:trHeight w:val="213"/>
        </w:trPr>
        <w:tc>
          <w:tcPr>
            <w:tcW w:w="952" w:type="dxa"/>
          </w:tcPr>
          <w:p w14:paraId="203010EB" w14:textId="77777777" w:rsidR="008652A1" w:rsidRPr="00093347" w:rsidRDefault="008652A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17" w:name="Ra21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  <w:bookmarkEnd w:id="117"/>
          </w:p>
        </w:tc>
        <w:tc>
          <w:tcPr>
            <w:tcW w:w="8102" w:type="dxa"/>
          </w:tcPr>
          <w:p w14:paraId="6F05C4BC" w14:textId="77777777" w:rsidR="008652A1" w:rsidRPr="00093347" w:rsidRDefault="008652A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pola („ubytek” lub „</w:t>
            </w:r>
            <w:proofErr w:type="spellStart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</w:t>
            </w:r>
            <w:r w:rsidR="00B3416B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</w:t>
            </w: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kowite</w:t>
            </w:r>
            <w:proofErr w:type="spellEnd"/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zniszczenie”)</w:t>
            </w:r>
          </w:p>
        </w:tc>
      </w:tr>
      <w:tr w:rsidR="00124A08" w:rsidRPr="00AB6C19" w14:paraId="794B0958" w14:textId="77777777" w:rsidTr="000C570B">
        <w:trPr>
          <w:trHeight w:val="213"/>
        </w:trPr>
        <w:tc>
          <w:tcPr>
            <w:tcW w:w="952" w:type="dxa"/>
          </w:tcPr>
          <w:p w14:paraId="3D7C0FF8" w14:textId="77777777" w:rsidR="00124A08" w:rsidRPr="00093347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R22</w:t>
            </w:r>
          </w:p>
        </w:tc>
        <w:tc>
          <w:tcPr>
            <w:tcW w:w="8102" w:type="dxa"/>
          </w:tcPr>
          <w:p w14:paraId="5B7D8458" w14:textId="77777777" w:rsidR="00124A08" w:rsidRPr="00093347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2DE45A91" w14:textId="77777777" w:rsidR="00BA3B1D" w:rsidRPr="00AB6C19" w:rsidRDefault="00BA3B1D" w:rsidP="00F73C8D">
      <w:pPr>
        <w:pStyle w:val="Nagwek2"/>
      </w:pPr>
      <w:bookmarkStart w:id="118" w:name="_Toc181782224"/>
      <w:r w:rsidRPr="00AB6C19">
        <w:t>Załącznik AKC</w:t>
      </w:r>
      <w:r w:rsidR="00CC0B02" w:rsidRPr="00AB6C19">
        <w:t>-4/B</w:t>
      </w:r>
      <w:r w:rsidRPr="00AB6C19">
        <w:t xml:space="preserve"> do deklaracji AKC-4</w:t>
      </w:r>
      <w:bookmarkEnd w:id="118"/>
    </w:p>
    <w:p w14:paraId="2C7327DF" w14:textId="77777777" w:rsidR="00BA3B1D" w:rsidRPr="00AB6C19" w:rsidRDefault="00BA3B1D" w:rsidP="00F73C8D">
      <w:pPr>
        <w:pStyle w:val="Nagwek3"/>
      </w:pPr>
      <w:bookmarkStart w:id="119" w:name="_Toc181782225"/>
      <w:r w:rsidRPr="00AB6C19">
        <w:t>Komunik</w:t>
      </w:r>
      <w:r w:rsidR="00343B4A" w:rsidRPr="00AB6C19">
        <w:t>a</w:t>
      </w:r>
      <w:r w:rsidRPr="00AB6C19">
        <w:t>t AKC-</w:t>
      </w:r>
      <w:r w:rsidR="00CC0B02" w:rsidRPr="00AB6C19">
        <w:t>4B</w:t>
      </w:r>
      <w:bookmarkEnd w:id="119"/>
    </w:p>
    <w:p w14:paraId="58CD5C85" w14:textId="77777777" w:rsidR="00BA3B1D" w:rsidRPr="00093347" w:rsidRDefault="007A5FF6" w:rsidP="00F73C8D">
      <w:pPr>
        <w:pStyle w:val="Schema-Description"/>
        <w:rPr>
          <w:rFonts w:ascii="Lato" w:hAnsi="Lato"/>
        </w:rPr>
      </w:pPr>
      <w:r w:rsidRPr="00093347">
        <w:rPr>
          <w:rFonts w:ascii="Lato" w:hAnsi="Lato"/>
        </w:rPr>
        <w:t>PODATEK AKCYZOWY OD WINA, NAPOJÓW FERMENTOWANYCH I WYROBÓW POŚREDNICH</w:t>
      </w:r>
    </w:p>
    <w:p w14:paraId="5963313B" w14:textId="77777777" w:rsidR="00BA3B1D" w:rsidRPr="00AB6C19" w:rsidRDefault="00BA3B1D" w:rsidP="00F73C8D">
      <w:pPr>
        <w:pStyle w:val="Nagwek3"/>
      </w:pPr>
      <w:bookmarkStart w:id="120" w:name="_Toc181782226"/>
      <w:r w:rsidRPr="00AB6C19">
        <w:lastRenderedPageBreak/>
        <w:t>Specyfikacja AKC-</w:t>
      </w:r>
      <w:r w:rsidR="00CC0B02" w:rsidRPr="00AB6C19">
        <w:t>4B</w:t>
      </w:r>
      <w:bookmarkEnd w:id="120"/>
    </w:p>
    <w:p w14:paraId="4D64993F" w14:textId="3E005F68" w:rsidR="009D0DCE" w:rsidRDefault="00C52A4E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4C2640F0" w14:textId="51F5DB9A" w:rsidR="004E2D06" w:rsidRPr="00AB6C19" w:rsidRDefault="004E2D06" w:rsidP="00BE3846">
      <w:pPr>
        <w:pStyle w:val="Legenda"/>
      </w:pPr>
      <w:bookmarkStart w:id="121" w:name="_Toc18178232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24</w:t>
      </w:r>
      <w:r w:rsidR="00D437FA">
        <w:rPr>
          <w:noProof/>
        </w:rPr>
        <w:fldChar w:fldCharType="end"/>
      </w:r>
      <w:r w:rsidRPr="00AB6C19">
        <w:t>.Dane ogólne w ramach struktury deklaracji AKC-4B</w:t>
      </w:r>
      <w:bookmarkEnd w:id="121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BA3B1D" w:rsidRPr="00AB6C19" w14:paraId="39825A21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ACD2BF6" w14:textId="77777777" w:rsidR="00BA3B1D" w:rsidRPr="00AB6C19" w:rsidRDefault="00BA3B1D" w:rsidP="00F73C8D">
            <w:r w:rsidRPr="00AB6C19">
              <w:t>Opis</w:t>
            </w:r>
          </w:p>
        </w:tc>
        <w:tc>
          <w:tcPr>
            <w:tcW w:w="6584" w:type="dxa"/>
          </w:tcPr>
          <w:p w14:paraId="0C1C6CB0" w14:textId="77777777" w:rsidR="00BA3B1D" w:rsidRPr="00AB6C19" w:rsidRDefault="00BA3B1D" w:rsidP="00F73C8D">
            <w:r w:rsidRPr="00AB6C19">
              <w:t xml:space="preserve">Struktura załącznika do deklaracji </w:t>
            </w:r>
            <w:r w:rsidR="00162431" w:rsidRPr="00AB6C19">
              <w:t>AKC</w:t>
            </w:r>
            <w:r w:rsidRPr="00AB6C19">
              <w:t xml:space="preserve">-4 </w:t>
            </w:r>
          </w:p>
        </w:tc>
      </w:tr>
      <w:tr w:rsidR="00BA3B1D" w:rsidRPr="00AB6C19" w14:paraId="07C265AB" w14:textId="77777777" w:rsidTr="00C31C1E">
        <w:tc>
          <w:tcPr>
            <w:tcW w:w="2738" w:type="dxa"/>
          </w:tcPr>
          <w:p w14:paraId="58C874AF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1D314F78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BA3B1D" w:rsidRPr="00AB6C19" w14:paraId="24BC3FB0" w14:textId="77777777" w:rsidTr="00C31C1E">
        <w:tc>
          <w:tcPr>
            <w:tcW w:w="2738" w:type="dxa"/>
          </w:tcPr>
          <w:p w14:paraId="47C31801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227CB1C3" w14:textId="77777777" w:rsidR="00BA3B1D" w:rsidRPr="00093347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BA3B1D" w:rsidRPr="00AB6C19" w14:paraId="3CBB436B" w14:textId="77777777" w:rsidTr="00C31C1E">
        <w:tc>
          <w:tcPr>
            <w:tcW w:w="2738" w:type="dxa"/>
          </w:tcPr>
          <w:p w14:paraId="64E3FF1A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19BE832E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BA3B1D" w:rsidRPr="00AB6C19" w14:paraId="61BF3E5C" w14:textId="77777777" w:rsidTr="00C31C1E">
        <w:tc>
          <w:tcPr>
            <w:tcW w:w="2738" w:type="dxa"/>
          </w:tcPr>
          <w:p w14:paraId="77163330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29B6B80B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BA3B1D" w:rsidRPr="00AB6C19" w14:paraId="47909DD7" w14:textId="77777777" w:rsidTr="00C31C1E">
        <w:tc>
          <w:tcPr>
            <w:tcW w:w="2738" w:type="dxa"/>
          </w:tcPr>
          <w:p w14:paraId="00C82A64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1A0EDF13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BA3B1D" w:rsidRPr="00AB6C19" w14:paraId="00B935C9" w14:textId="77777777" w:rsidTr="00C31C1E">
        <w:tc>
          <w:tcPr>
            <w:tcW w:w="2738" w:type="dxa"/>
          </w:tcPr>
          <w:p w14:paraId="12042074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435DCE1E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BA3B1D" w:rsidRPr="00D437FA" w14:paraId="1E1B4BD1" w14:textId="77777777" w:rsidTr="00C31C1E">
        <w:tc>
          <w:tcPr>
            <w:tcW w:w="2738" w:type="dxa"/>
          </w:tcPr>
          <w:p w14:paraId="5C510E2D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2C99A9FE" w14:textId="77777777" w:rsidR="00BA3B1D" w:rsidRPr="005E744A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http://www.e-clo.pl/ZEFIR2/eZefir2/xsd/v3_0/Types.xsd</w:t>
            </w:r>
          </w:p>
        </w:tc>
      </w:tr>
      <w:tr w:rsidR="00BA3B1D" w:rsidRPr="00AB6C19" w14:paraId="424DA63F" w14:textId="77777777" w:rsidTr="00C31C1E">
        <w:tc>
          <w:tcPr>
            <w:tcW w:w="2738" w:type="dxa"/>
          </w:tcPr>
          <w:p w14:paraId="183862E6" w14:textId="77777777" w:rsidR="00BA3B1D" w:rsidRPr="00093347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4636E074" w14:textId="77777777" w:rsidR="00BA3B1D" w:rsidRPr="00093347" w:rsidRDefault="0016243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</w:t>
            </w:r>
            <w:r w:rsidR="00BA3B1D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_4</w:t>
            </w:r>
            <w:r w:rsidR="00736906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  <w:r w:rsidR="00BA3B1D" w:rsidRPr="0009334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</w:tbl>
    <w:p w14:paraId="3296AE8F" w14:textId="784A902D" w:rsidR="004E2D06" w:rsidRDefault="004E2D06" w:rsidP="005E744A">
      <w:pPr>
        <w:pStyle w:val="Nagwek3"/>
      </w:pPr>
      <w:bookmarkStart w:id="122" w:name="_Toc181782227"/>
      <w:r w:rsidRPr="00AB6C19">
        <w:t>Struktura danych deklaracji AKC-4B</w:t>
      </w:r>
      <w:bookmarkEnd w:id="122"/>
    </w:p>
    <w:p w14:paraId="403EDE73" w14:textId="357B7828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AKC4BType</w:t>
      </w:r>
    </w:p>
    <w:p w14:paraId="46E8AE6E" w14:textId="089AC0E5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677884D4" w14:textId="56A3933E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158CB52D" w14:textId="2EEA7739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520F3200" w14:textId="5F36765C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2BFDFBC0" w14:textId="1260E585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49AFAEBF" w14:textId="39F75343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73CF9F7D" w14:textId="798E011E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7F2670E6" w14:textId="2FBDD1A3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781CBAD0" w14:textId="4F1FCEFC" w:rsidR="008D03A9" w:rsidRPr="007C30F3" w:rsidRDefault="008D03A9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009BBF1A" w14:textId="49EEFFA8" w:rsidR="00A220B9" w:rsidRPr="00AB6C19" w:rsidRDefault="00A220B9" w:rsidP="0033397D">
      <w:pPr>
        <w:pStyle w:val="Legenda"/>
      </w:pPr>
      <w:bookmarkStart w:id="123" w:name="_Toc18178232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25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r w:rsidRPr="002F3DF9">
        <w:rPr>
          <w:lang w:val="en-GB"/>
        </w:rPr>
        <w:t>Type</w:t>
      </w:r>
      <w:bookmarkEnd w:id="123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730CA0" w:rsidRPr="00AB6C19" w14:paraId="4339FBC8" w14:textId="77777777" w:rsidTr="00C31C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1A8E842F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71" w:type="dxa"/>
          </w:tcPr>
          <w:p w14:paraId="6871AF1A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6C5762D7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6F77CF9C" w14:textId="77777777" w:rsidR="00730CA0" w:rsidRPr="00AB6C19" w:rsidRDefault="00730CA0" w:rsidP="00F73C8D">
            <w:r w:rsidRPr="00AB6C19">
              <w:t>Typ</w:t>
            </w:r>
          </w:p>
        </w:tc>
        <w:tc>
          <w:tcPr>
            <w:tcW w:w="1200" w:type="dxa"/>
          </w:tcPr>
          <w:p w14:paraId="6264771A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2963CC77" w14:textId="77777777" w:rsidTr="00C31C1E">
        <w:trPr>
          <w:trHeight w:val="213"/>
        </w:trPr>
        <w:tc>
          <w:tcPr>
            <w:tcW w:w="1777" w:type="dxa"/>
          </w:tcPr>
          <w:p w14:paraId="227D119B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371" w:type="dxa"/>
          </w:tcPr>
          <w:p w14:paraId="33193B01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40" w:type="dxa"/>
          </w:tcPr>
          <w:p w14:paraId="69F96B14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208DD6AD" w14:textId="05921066" w:rsidR="00730CA0" w:rsidRPr="002F3DF9" w:rsidRDefault="005E74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200" w:type="dxa"/>
          </w:tcPr>
          <w:p w14:paraId="7C7180B6" w14:textId="77777777" w:rsidR="00730CA0" w:rsidRPr="00AB6C19" w:rsidRDefault="00730CA0" w:rsidP="00F73C8D">
            <w:r w:rsidRPr="00AB6C19">
              <w:t>1..1</w:t>
            </w:r>
          </w:p>
        </w:tc>
      </w:tr>
    </w:tbl>
    <w:p w14:paraId="6FB5B587" w14:textId="29C89E94" w:rsidR="00A220B9" w:rsidRPr="00AB6C19" w:rsidRDefault="00A220B9" w:rsidP="0033397D">
      <w:pPr>
        <w:pStyle w:val="Legenda"/>
      </w:pPr>
      <w:bookmarkStart w:id="124" w:name="_Toc18178232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26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proofErr w:type="spellStart"/>
      <w:r w:rsidRPr="002F3DF9">
        <w:rPr>
          <w:lang w:val="en-GB"/>
        </w:rPr>
        <w:t>HeaderType</w:t>
      </w:r>
      <w:bookmarkEnd w:id="124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730CA0" w:rsidRPr="00AB6C19" w14:paraId="3B613F7F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5A5821A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97D0C9E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D59D5D3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A6CE3FB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197" w:type="dxa"/>
          </w:tcPr>
          <w:p w14:paraId="1E72F658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55A0683B" w14:textId="77777777" w:rsidTr="000C570B">
        <w:trPr>
          <w:trHeight w:val="213"/>
        </w:trPr>
        <w:tc>
          <w:tcPr>
            <w:tcW w:w="1788" w:type="dxa"/>
          </w:tcPr>
          <w:p w14:paraId="1CCDC77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1D69583A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</w:t>
            </w:r>
            <w:r w:rsidR="00B239BA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Podatnika</w:t>
            </w:r>
          </w:p>
        </w:tc>
        <w:tc>
          <w:tcPr>
            <w:tcW w:w="840" w:type="dxa"/>
          </w:tcPr>
          <w:p w14:paraId="6D6A6D8D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26F9BB2D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558E780D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186D46A8" w14:textId="77777777" w:rsidTr="000C570B">
        <w:trPr>
          <w:trHeight w:val="213"/>
        </w:trPr>
        <w:tc>
          <w:tcPr>
            <w:tcW w:w="1788" w:type="dxa"/>
          </w:tcPr>
          <w:p w14:paraId="05CB93A7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period</w:t>
            </w:r>
          </w:p>
        </w:tc>
        <w:tc>
          <w:tcPr>
            <w:tcW w:w="3360" w:type="dxa"/>
          </w:tcPr>
          <w:p w14:paraId="6DEC1694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152B0C5A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40" w:type="dxa"/>
          </w:tcPr>
          <w:p w14:paraId="2F85916B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32287C9B" w14:textId="356D760B" w:rsidR="00730CA0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14EA2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014EA2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,R21</w:t>
            </w:r>
          </w:p>
        </w:tc>
        <w:tc>
          <w:tcPr>
            <w:tcW w:w="1197" w:type="dxa"/>
          </w:tcPr>
          <w:p w14:paraId="56410BC4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04A1E351" w14:textId="77777777" w:rsidTr="000C570B">
        <w:trPr>
          <w:trHeight w:val="213"/>
        </w:trPr>
        <w:tc>
          <w:tcPr>
            <w:tcW w:w="1788" w:type="dxa"/>
          </w:tcPr>
          <w:p w14:paraId="333C567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2CCD5531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5C4A035A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40" w:type="dxa"/>
          </w:tcPr>
          <w:p w14:paraId="1E6F89A3" w14:textId="77777777" w:rsidR="00730CA0" w:rsidRPr="00AB6C19" w:rsidRDefault="001A32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37FFE1F2" w14:textId="5BE70675" w:rsidR="00730CA0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014EA2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E8BCF70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5F91F1C1" w14:textId="77777777" w:rsidTr="000C570B">
        <w:trPr>
          <w:trHeight w:val="213"/>
        </w:trPr>
        <w:tc>
          <w:tcPr>
            <w:tcW w:w="1788" w:type="dxa"/>
          </w:tcPr>
          <w:p w14:paraId="519A55F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28E1DAA0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7B8CEE6F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40" w:type="dxa"/>
          </w:tcPr>
          <w:p w14:paraId="68A40F02" w14:textId="045A10F4" w:rsidR="00730CA0" w:rsidRPr="005E744A" w:rsidRDefault="005E74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78E0B523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132E3F3A" w14:textId="77777777" w:rsidTr="000C570B">
        <w:trPr>
          <w:trHeight w:val="213"/>
        </w:trPr>
        <w:tc>
          <w:tcPr>
            <w:tcW w:w="1788" w:type="dxa"/>
          </w:tcPr>
          <w:p w14:paraId="7CF464A2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46C58DCB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23DD70CD" w14:textId="77777777" w:rsidR="00730CA0" w:rsidRPr="005E744A" w:rsidRDefault="00C03D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40" w:type="dxa"/>
          </w:tcPr>
          <w:p w14:paraId="013D29F7" w14:textId="1E2315F1" w:rsidR="00730CA0" w:rsidRPr="005E744A" w:rsidRDefault="005E74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227F92C4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580E429F" w14:textId="77777777" w:rsidTr="000C570B">
        <w:trPr>
          <w:trHeight w:val="213"/>
        </w:trPr>
        <w:tc>
          <w:tcPr>
            <w:tcW w:w="1788" w:type="dxa"/>
          </w:tcPr>
          <w:p w14:paraId="703C40C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528D733C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178AA6BB" w14:textId="77777777" w:rsidR="00730CA0" w:rsidRPr="005E744A" w:rsidRDefault="00820B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40" w:type="dxa"/>
          </w:tcPr>
          <w:p w14:paraId="598D9935" w14:textId="77777777" w:rsidR="005E744A" w:rsidRDefault="005E74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DailyPaymentInformationType</w:t>
            </w:r>
            <w:proofErr w:type="spellEnd"/>
          </w:p>
          <w:p w14:paraId="391B1E0C" w14:textId="6DB1D3CE" w:rsidR="00014EA2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14EA2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014EA2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05C82AE" w14:textId="77777777" w:rsidR="00730CA0" w:rsidRPr="005E744A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39B84FF1" w14:textId="575E340E" w:rsidR="00A220B9" w:rsidRPr="00AB6C19" w:rsidRDefault="00A220B9" w:rsidP="0033397D">
      <w:pPr>
        <w:pStyle w:val="Legenda"/>
      </w:pPr>
      <w:bookmarkStart w:id="125" w:name="_Toc18178232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27</w:t>
      </w:r>
      <w:r w:rsidR="00D437FA">
        <w:rPr>
          <w:noProof/>
        </w:rPr>
        <w:fldChar w:fldCharType="end"/>
      </w:r>
      <w:r w:rsidRPr="00AB6C19">
        <w:t xml:space="preserve">,Elementy konfiguracji AKC4B </w:t>
      </w:r>
      <w:proofErr w:type="spellStart"/>
      <w:r w:rsidRPr="002F3DF9">
        <w:rPr>
          <w:lang w:val="en-GB"/>
        </w:rPr>
        <w:t>WarehouseType</w:t>
      </w:r>
      <w:bookmarkEnd w:id="125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730CA0" w:rsidRPr="00AB6C19" w14:paraId="7C7C0D0C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5CEE031A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31F9D59C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5884A15B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732EF82C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390" w:type="dxa"/>
          </w:tcPr>
          <w:p w14:paraId="6BF3A133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059C3B09" w14:textId="77777777" w:rsidTr="000C570B">
        <w:trPr>
          <w:trHeight w:val="213"/>
        </w:trPr>
        <w:tc>
          <w:tcPr>
            <w:tcW w:w="1770" w:type="dxa"/>
          </w:tcPr>
          <w:p w14:paraId="3E0D7860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25CFCDD3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3017CE0D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1C489D9E" w14:textId="77777777" w:rsidR="00730CA0" w:rsidRPr="00AB6C19" w:rsidRDefault="00267A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730CA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28D38886" w14:textId="600EF294" w:rsidR="00730CA0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56293327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1F8C8947" w14:textId="77777777" w:rsidTr="000C570B">
        <w:trPr>
          <w:trHeight w:val="213"/>
        </w:trPr>
        <w:tc>
          <w:tcPr>
            <w:tcW w:w="1770" w:type="dxa"/>
          </w:tcPr>
          <w:p w14:paraId="55916FE8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477EF47E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6C765E1D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14055E4C" w14:textId="77777777" w:rsidR="00730CA0" w:rsidRPr="00AB6C19" w:rsidRDefault="00267A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730CA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2CFF427B" w14:textId="55A5C93B" w:rsidR="00730CA0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57A63D5A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5A3370A6" w14:textId="77777777" w:rsidTr="000C570B">
        <w:trPr>
          <w:trHeight w:val="213"/>
        </w:trPr>
        <w:tc>
          <w:tcPr>
            <w:tcW w:w="1770" w:type="dxa"/>
          </w:tcPr>
          <w:p w14:paraId="6D7B2BA0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29459A3A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6E3A7BB5" w14:textId="77777777" w:rsidR="00730CA0" w:rsidRPr="005E744A" w:rsidRDefault="00DE42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54A8CA62" w14:textId="77777777" w:rsidR="00730CA0" w:rsidRPr="00AB6C19" w:rsidRDefault="00267A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730CA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1390" w:type="dxa"/>
          </w:tcPr>
          <w:p w14:paraId="6A6906B6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02921B27" w14:textId="77777777" w:rsidTr="000C570B">
        <w:trPr>
          <w:trHeight w:val="213"/>
        </w:trPr>
        <w:tc>
          <w:tcPr>
            <w:tcW w:w="1770" w:type="dxa"/>
          </w:tcPr>
          <w:p w14:paraId="027565CD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6CCF269D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62093744" w14:textId="77777777" w:rsidR="00730CA0" w:rsidRPr="005E744A" w:rsidRDefault="00277C5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169A2191" w14:textId="77777777" w:rsidR="00730CA0" w:rsidRPr="00AB6C19" w:rsidRDefault="00267A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730CA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20686CD" w14:textId="7A2F72E4" w:rsidR="00730CA0" w:rsidRPr="005E744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3F6E391E" w14:textId="77777777" w:rsidR="00730CA0" w:rsidRPr="005E744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72677" w:rsidRPr="00AB6C19" w14:paraId="5A7A598B" w14:textId="77777777" w:rsidTr="000C570B">
        <w:trPr>
          <w:trHeight w:val="213"/>
        </w:trPr>
        <w:tc>
          <w:tcPr>
            <w:tcW w:w="1770" w:type="dxa"/>
          </w:tcPr>
          <w:p w14:paraId="3A28662F" w14:textId="77777777" w:rsidR="00E72677" w:rsidRPr="008E67EA" w:rsidRDefault="00E72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3AE4E9B3" w14:textId="77777777" w:rsidR="00E72677" w:rsidRPr="005E744A" w:rsidRDefault="00E72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7AE65396" w14:textId="77777777" w:rsidR="00E72677" w:rsidRPr="005E744A" w:rsidRDefault="00E72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7121A058" w14:textId="77777777" w:rsidR="00E72677" w:rsidRPr="00AB6C19" w:rsidRDefault="00E72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32113DBD" w14:textId="77777777" w:rsidR="00E72677" w:rsidRPr="005E744A" w:rsidRDefault="00E72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E744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6C9E5AA6" w14:textId="4B607A85" w:rsidR="00DF013F" w:rsidRPr="00AB6C19" w:rsidRDefault="00DF013F" w:rsidP="0033397D">
      <w:pPr>
        <w:pStyle w:val="Legenda"/>
      </w:pPr>
      <w:bookmarkStart w:id="126" w:name="_Toc18178232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28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proofErr w:type="spellStart"/>
      <w:r w:rsidRPr="002F3DF9">
        <w:rPr>
          <w:lang w:val="en-GB"/>
        </w:rPr>
        <w:t>ExciseDutyInformationType</w:t>
      </w:r>
      <w:bookmarkEnd w:id="126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AB6C19" w14:paraId="5B7B35D9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C880A21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9F93974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91DEA16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1BAA2AC2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200" w:type="dxa"/>
          </w:tcPr>
          <w:p w14:paraId="6A370301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3FDD8B7F" w14:textId="77777777" w:rsidTr="000C570B">
        <w:trPr>
          <w:trHeight w:val="213"/>
        </w:trPr>
        <w:tc>
          <w:tcPr>
            <w:tcW w:w="1788" w:type="dxa"/>
          </w:tcPr>
          <w:p w14:paraId="20CDA2AC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0BE655FD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1E7D728D" w14:textId="77777777" w:rsidR="00730CA0" w:rsidRPr="008E67EA" w:rsidRDefault="005B258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40" w:type="dxa"/>
          </w:tcPr>
          <w:p w14:paraId="4DA04212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200" w:type="dxa"/>
          </w:tcPr>
          <w:p w14:paraId="181384E2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36489FE7" w14:textId="77777777" w:rsidTr="000C570B">
        <w:trPr>
          <w:trHeight w:val="213"/>
        </w:trPr>
        <w:tc>
          <w:tcPr>
            <w:tcW w:w="1788" w:type="dxa"/>
          </w:tcPr>
          <w:p w14:paraId="313D6639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1B875F71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33653783" w14:textId="77777777" w:rsidR="00730CA0" w:rsidRPr="008E67EA" w:rsidRDefault="00232DE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40" w:type="dxa"/>
          </w:tcPr>
          <w:p w14:paraId="4D0F5EAD" w14:textId="2FA8BF11" w:rsidR="00730CA0" w:rsidRPr="008E67EA" w:rsidRDefault="008E67E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200" w:type="dxa"/>
          </w:tcPr>
          <w:p w14:paraId="61AFF4A1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43E681B1" w14:textId="77777777" w:rsidTr="000C570B">
        <w:trPr>
          <w:trHeight w:val="213"/>
        </w:trPr>
        <w:tc>
          <w:tcPr>
            <w:tcW w:w="1788" w:type="dxa"/>
          </w:tcPr>
          <w:p w14:paraId="1B2B2B79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Items</w:t>
            </w:r>
          </w:p>
        </w:tc>
        <w:tc>
          <w:tcPr>
            <w:tcW w:w="3360" w:type="dxa"/>
          </w:tcPr>
          <w:p w14:paraId="622F9087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 poszczególnych wyrobów</w:t>
            </w:r>
          </w:p>
        </w:tc>
        <w:tc>
          <w:tcPr>
            <w:tcW w:w="840" w:type="dxa"/>
          </w:tcPr>
          <w:p w14:paraId="55C8877F" w14:textId="77777777" w:rsidR="00730CA0" w:rsidRPr="008E67EA" w:rsidRDefault="003C4D8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40" w:type="dxa"/>
          </w:tcPr>
          <w:p w14:paraId="09030807" w14:textId="11D8F310" w:rsidR="00730CA0" w:rsidRPr="008E67EA" w:rsidRDefault="008E67E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200" w:type="dxa"/>
          </w:tcPr>
          <w:p w14:paraId="5457B5C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412A0BEE" w14:textId="2753C1A5" w:rsidR="00DF013F" w:rsidRPr="00AB6C19" w:rsidRDefault="00DF013F" w:rsidP="00BE3846">
      <w:pPr>
        <w:pStyle w:val="Legenda"/>
      </w:pPr>
      <w:bookmarkStart w:id="127" w:name="_Toc18178232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29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proofErr w:type="spellStart"/>
      <w:r w:rsidRPr="002F3DF9">
        <w:rPr>
          <w:lang w:val="en-GB"/>
        </w:rPr>
        <w:t>CleareanceExciseDutyType</w:t>
      </w:r>
      <w:bookmarkEnd w:id="127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AB6C19" w14:paraId="39359BC2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3CC446B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E699D4D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4C48A69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2FEA626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200" w:type="dxa"/>
          </w:tcPr>
          <w:p w14:paraId="0E38EF00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5FBA55E5" w14:textId="77777777" w:rsidTr="000C570B">
        <w:trPr>
          <w:trHeight w:val="213"/>
        </w:trPr>
        <w:tc>
          <w:tcPr>
            <w:tcW w:w="1788" w:type="dxa"/>
          </w:tcPr>
          <w:p w14:paraId="58A5234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5246AD9C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7C7F2591" w14:textId="77777777" w:rsidR="00730CA0" w:rsidRPr="008E67EA" w:rsidRDefault="0085366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40" w:type="dxa"/>
          </w:tcPr>
          <w:p w14:paraId="34D11B18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B137D6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</w:t>
            </w:r>
            <w:proofErr w:type="spellEnd"/>
          </w:p>
        </w:tc>
        <w:tc>
          <w:tcPr>
            <w:tcW w:w="1200" w:type="dxa"/>
          </w:tcPr>
          <w:p w14:paraId="55094574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48EE1BE3" w14:textId="77777777" w:rsidTr="000C570B">
        <w:trPr>
          <w:trHeight w:val="213"/>
        </w:trPr>
        <w:tc>
          <w:tcPr>
            <w:tcW w:w="1788" w:type="dxa"/>
          </w:tcPr>
          <w:p w14:paraId="0A7E1B78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22F085F0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(B) złożonej za miesiąc, którego dotyczy rejestrowana deklaracja</w:t>
            </w:r>
          </w:p>
        </w:tc>
        <w:tc>
          <w:tcPr>
            <w:tcW w:w="840" w:type="dxa"/>
          </w:tcPr>
          <w:p w14:paraId="004F1CA3" w14:textId="77777777" w:rsidR="00730CA0" w:rsidRPr="008E67EA" w:rsidRDefault="0085366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40" w:type="dxa"/>
          </w:tcPr>
          <w:p w14:paraId="760A4186" w14:textId="77777777" w:rsidR="00730CA0" w:rsidRPr="00AB6C19" w:rsidRDefault="00B137D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280A73F" w14:textId="40D2D662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1C9CDD9A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4B6A7A70" w14:textId="77777777" w:rsidTr="000C570B">
        <w:trPr>
          <w:trHeight w:val="213"/>
        </w:trPr>
        <w:tc>
          <w:tcPr>
            <w:tcW w:w="1788" w:type="dxa"/>
          </w:tcPr>
          <w:p w14:paraId="71B0B41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22FAEF3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0FB8D93F" w14:textId="77777777" w:rsidR="00730CA0" w:rsidRPr="008E67EA" w:rsidRDefault="0085366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40" w:type="dxa"/>
          </w:tcPr>
          <w:p w14:paraId="4172F072" w14:textId="77777777" w:rsidR="00730CA0" w:rsidRPr="00AB6C19" w:rsidRDefault="00B137D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717F25D8" w14:textId="69B51037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35DBC6E8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2D411CDC" w14:textId="77777777" w:rsidTr="000C570B">
        <w:trPr>
          <w:trHeight w:val="213"/>
        </w:trPr>
        <w:tc>
          <w:tcPr>
            <w:tcW w:w="1788" w:type="dxa"/>
          </w:tcPr>
          <w:p w14:paraId="4EE7F174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3326D60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73ED405A" w14:textId="77777777" w:rsidR="00730CA0" w:rsidRPr="008E67EA" w:rsidRDefault="0085366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</w:t>
            </w:r>
          </w:p>
        </w:tc>
        <w:tc>
          <w:tcPr>
            <w:tcW w:w="2040" w:type="dxa"/>
          </w:tcPr>
          <w:p w14:paraId="6FCAA1EC" w14:textId="77777777" w:rsidR="00730CA0" w:rsidRPr="00AB6C19" w:rsidRDefault="00B137D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4BB2C3DC" w14:textId="54B85FB7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2410A2C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4678C09E" w14:textId="07FBF4A4" w:rsidR="00DF013F" w:rsidRPr="00AB6C19" w:rsidRDefault="00DF013F" w:rsidP="0033397D">
      <w:pPr>
        <w:pStyle w:val="Legenda"/>
      </w:pPr>
      <w:bookmarkStart w:id="128" w:name="_Toc18178232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30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proofErr w:type="spellStart"/>
      <w:r w:rsidRPr="002F3DF9">
        <w:rPr>
          <w:lang w:val="en-GB"/>
        </w:rPr>
        <w:t>ItemsType</w:t>
      </w:r>
      <w:bookmarkEnd w:id="128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AB6C19" w14:paraId="5DA77A10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4C7D05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564E715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B01E84C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3397304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200" w:type="dxa"/>
          </w:tcPr>
          <w:p w14:paraId="3DFE3E44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19D337B0" w14:textId="77777777" w:rsidTr="000C570B">
        <w:trPr>
          <w:trHeight w:val="213"/>
        </w:trPr>
        <w:tc>
          <w:tcPr>
            <w:tcW w:w="1788" w:type="dxa"/>
          </w:tcPr>
          <w:p w14:paraId="7D029CF6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684C91C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hektolitrach</w:t>
            </w:r>
          </w:p>
        </w:tc>
        <w:tc>
          <w:tcPr>
            <w:tcW w:w="840" w:type="dxa"/>
          </w:tcPr>
          <w:p w14:paraId="5C82A98F" w14:textId="77777777" w:rsidR="00730CA0" w:rsidRPr="008E67EA" w:rsidRDefault="00771C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256</w:t>
            </w:r>
          </w:p>
        </w:tc>
        <w:tc>
          <w:tcPr>
            <w:tcW w:w="2040" w:type="dxa"/>
          </w:tcPr>
          <w:p w14:paraId="1BAFBA5A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3F8CDBA6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533F189C" w14:textId="77777777" w:rsidTr="000C570B">
        <w:trPr>
          <w:trHeight w:val="213"/>
        </w:trPr>
        <w:tc>
          <w:tcPr>
            <w:tcW w:w="1788" w:type="dxa"/>
          </w:tcPr>
          <w:p w14:paraId="570C203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73DEB67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6D7C9213" w14:textId="77777777" w:rsidR="00730CA0" w:rsidRPr="008E67EA" w:rsidRDefault="00771C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257</w:t>
            </w:r>
          </w:p>
        </w:tc>
        <w:tc>
          <w:tcPr>
            <w:tcW w:w="2040" w:type="dxa"/>
          </w:tcPr>
          <w:p w14:paraId="5EFCE3ED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26C0F336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66349A06" w14:textId="77777777" w:rsidTr="000C570B">
        <w:trPr>
          <w:trHeight w:val="213"/>
        </w:trPr>
        <w:tc>
          <w:tcPr>
            <w:tcW w:w="1788" w:type="dxa"/>
          </w:tcPr>
          <w:p w14:paraId="36A00924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348B763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wyrobów w hektolitrach” * wartość w polu „Sprzedaż na eksport: Stawka podatku”</w:t>
            </w:r>
          </w:p>
        </w:tc>
        <w:tc>
          <w:tcPr>
            <w:tcW w:w="840" w:type="dxa"/>
          </w:tcPr>
          <w:p w14:paraId="654297B5" w14:textId="77777777" w:rsidR="00730CA0" w:rsidRPr="008E67EA" w:rsidRDefault="00771C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258</w:t>
            </w:r>
          </w:p>
        </w:tc>
        <w:tc>
          <w:tcPr>
            <w:tcW w:w="2040" w:type="dxa"/>
          </w:tcPr>
          <w:p w14:paraId="46C2ED65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872A88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200" w:type="dxa"/>
          </w:tcPr>
          <w:p w14:paraId="3F1A1216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36801489" w14:textId="77777777" w:rsidTr="000C570B">
        <w:trPr>
          <w:trHeight w:val="213"/>
        </w:trPr>
        <w:tc>
          <w:tcPr>
            <w:tcW w:w="1788" w:type="dxa"/>
          </w:tcPr>
          <w:p w14:paraId="0B05D5B0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79E37DED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hektolitrach</w:t>
            </w:r>
          </w:p>
        </w:tc>
        <w:tc>
          <w:tcPr>
            <w:tcW w:w="840" w:type="dxa"/>
          </w:tcPr>
          <w:p w14:paraId="2762E7C2" w14:textId="77777777" w:rsidR="00730CA0" w:rsidRPr="008E67EA" w:rsidRDefault="000055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259</w:t>
            </w:r>
          </w:p>
        </w:tc>
        <w:tc>
          <w:tcPr>
            <w:tcW w:w="2040" w:type="dxa"/>
          </w:tcPr>
          <w:p w14:paraId="1861BE4B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8CDFB4A" w14:textId="53EFF6B5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112E40F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2F3DF9" w14:paraId="21500B02" w14:textId="77777777" w:rsidTr="000C570B">
        <w:trPr>
          <w:trHeight w:val="213"/>
        </w:trPr>
        <w:tc>
          <w:tcPr>
            <w:tcW w:w="1788" w:type="dxa"/>
          </w:tcPr>
          <w:p w14:paraId="6AA09173" w14:textId="77777777" w:rsidR="00730CA0" w:rsidRPr="002F3DF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totalAmountOfTax</w:t>
            </w:r>
            <w:proofErr w:type="spellEnd"/>
          </w:p>
        </w:tc>
        <w:tc>
          <w:tcPr>
            <w:tcW w:w="3360" w:type="dxa"/>
          </w:tcPr>
          <w:p w14:paraId="2CF8E622" w14:textId="77777777" w:rsidR="00730CA0" w:rsidRPr="00EA1567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63A17BC5" w14:textId="77777777" w:rsidR="00730CA0" w:rsidRPr="002F3DF9" w:rsidRDefault="000055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260</w:t>
            </w:r>
          </w:p>
        </w:tc>
        <w:tc>
          <w:tcPr>
            <w:tcW w:w="2040" w:type="dxa"/>
          </w:tcPr>
          <w:p w14:paraId="4516111A" w14:textId="77777777" w:rsidR="00730CA0" w:rsidRPr="002F3DF9" w:rsidRDefault="00872A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7A9AF8CB" w14:textId="3194402C" w:rsidR="00730CA0" w:rsidRPr="002F3DF9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730CA0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b</w:instrText>
            </w:r>
            <w:r w:rsidR="00730CA0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12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R12</w:t>
            </w: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200" w:type="dxa"/>
          </w:tcPr>
          <w:p w14:paraId="26478899" w14:textId="77777777" w:rsidR="00730CA0" w:rsidRPr="002F3DF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1..1</w:t>
            </w:r>
          </w:p>
        </w:tc>
      </w:tr>
      <w:tr w:rsidR="00730CA0" w:rsidRPr="00AB6C19" w14:paraId="1CE69EBB" w14:textId="77777777" w:rsidTr="000C570B">
        <w:trPr>
          <w:trHeight w:val="213"/>
        </w:trPr>
        <w:tc>
          <w:tcPr>
            <w:tcW w:w="1788" w:type="dxa"/>
          </w:tcPr>
          <w:p w14:paraId="16C312C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54B37DC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04EE462B" w14:textId="77777777" w:rsidR="00730CA0" w:rsidRPr="008E67EA" w:rsidRDefault="003C4D8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40" w:type="dxa"/>
          </w:tcPr>
          <w:p w14:paraId="44069C8A" w14:textId="6159FD4D" w:rsidR="00730CA0" w:rsidRPr="008E67EA" w:rsidRDefault="008E67E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ItemType</w:t>
            </w:r>
          </w:p>
        </w:tc>
        <w:tc>
          <w:tcPr>
            <w:tcW w:w="1200" w:type="dxa"/>
          </w:tcPr>
          <w:p w14:paraId="4CB0277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128B286C" w14:textId="66A41596" w:rsidR="00DF013F" w:rsidRPr="00AB6C19" w:rsidRDefault="00DF013F" w:rsidP="00BE3846">
      <w:pPr>
        <w:pStyle w:val="Legenda"/>
      </w:pPr>
      <w:bookmarkStart w:id="129" w:name="_Toc18178232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31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r w:rsidRPr="002F3DF9">
        <w:rPr>
          <w:lang w:val="en-GB"/>
        </w:rPr>
        <w:t>ItemType</w:t>
      </w:r>
      <w:bookmarkEnd w:id="129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AB6C19" w14:paraId="48DD50D5" w14:textId="77777777" w:rsidTr="000C5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42F4927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51611C4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6AB479AC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8ACA3DC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200" w:type="dxa"/>
          </w:tcPr>
          <w:p w14:paraId="021709BD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00B620B0" w14:textId="77777777" w:rsidTr="000C570B">
        <w:trPr>
          <w:trHeight w:val="213"/>
        </w:trPr>
        <w:tc>
          <w:tcPr>
            <w:tcW w:w="1788" w:type="dxa"/>
          </w:tcPr>
          <w:p w14:paraId="6D72C58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6711E90C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352652FE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40" w:type="dxa"/>
          </w:tcPr>
          <w:p w14:paraId="1A4AA7C0" w14:textId="77777777" w:rsidR="00730CA0" w:rsidRPr="00AB6C19" w:rsidRDefault="00DC6E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200" w:type="dxa"/>
          </w:tcPr>
          <w:p w14:paraId="3D12438C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00FE6BDB" w14:textId="77777777" w:rsidTr="000C570B">
        <w:trPr>
          <w:trHeight w:val="213"/>
        </w:trPr>
        <w:tc>
          <w:tcPr>
            <w:tcW w:w="1788" w:type="dxa"/>
          </w:tcPr>
          <w:p w14:paraId="6610B6B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2A3E357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2F96EBC1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40" w:type="dxa"/>
          </w:tcPr>
          <w:p w14:paraId="4BDF21CE" w14:textId="77777777" w:rsidR="00730CA0" w:rsidRPr="00AB6C19" w:rsidRDefault="00DC6E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ZCharacter</w:t>
            </w:r>
            <w:proofErr w:type="spellEnd"/>
          </w:p>
          <w:p w14:paraId="4A20BBBE" w14:textId="3493828E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64CF550B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2FD12C1D" w14:textId="77777777" w:rsidTr="000C570B">
        <w:trPr>
          <w:trHeight w:val="213"/>
        </w:trPr>
        <w:tc>
          <w:tcPr>
            <w:tcW w:w="1788" w:type="dxa"/>
          </w:tcPr>
          <w:p w14:paraId="3B7C5067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2B2560D4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5400690D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2ECAEEDE" w14:textId="77777777" w:rsidR="00730CA0" w:rsidRPr="00AB6C19" w:rsidRDefault="00B7297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ZShortages</w:t>
            </w:r>
            <w:proofErr w:type="spellEnd"/>
          </w:p>
          <w:p w14:paraId="3A3A77A4" w14:textId="0A3B719E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700CA2D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18EB06E0" w14:textId="77777777" w:rsidTr="000C570B">
        <w:trPr>
          <w:trHeight w:val="213"/>
        </w:trPr>
        <w:tc>
          <w:tcPr>
            <w:tcW w:w="1788" w:type="dxa"/>
          </w:tcPr>
          <w:p w14:paraId="06962BFB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4A21EEA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pozwalające na </w:t>
            </w:r>
            <w:r w:rsidR="00CC1B3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wpisanie ośmiocyfrowego kodu CN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towaru.</w:t>
            </w:r>
          </w:p>
        </w:tc>
        <w:tc>
          <w:tcPr>
            <w:tcW w:w="840" w:type="dxa"/>
          </w:tcPr>
          <w:p w14:paraId="12CE99C0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40" w:type="dxa"/>
          </w:tcPr>
          <w:p w14:paraId="1AED1CFD" w14:textId="77777777" w:rsidR="00730CA0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ZCodeCN</w:t>
            </w:r>
            <w:proofErr w:type="spellEnd"/>
          </w:p>
        </w:tc>
        <w:tc>
          <w:tcPr>
            <w:tcW w:w="1200" w:type="dxa"/>
          </w:tcPr>
          <w:p w14:paraId="157DDF4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18CE3CD1" w14:textId="77777777" w:rsidTr="000C570B">
        <w:trPr>
          <w:trHeight w:val="213"/>
        </w:trPr>
        <w:tc>
          <w:tcPr>
            <w:tcW w:w="1788" w:type="dxa"/>
          </w:tcPr>
          <w:p w14:paraId="0B738AA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6A9BFDBD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w hektolitrach (z dokładnością do dwóch miejsc po przecinku)</w:t>
            </w:r>
          </w:p>
        </w:tc>
        <w:tc>
          <w:tcPr>
            <w:tcW w:w="840" w:type="dxa"/>
          </w:tcPr>
          <w:p w14:paraId="7D623544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40" w:type="dxa"/>
          </w:tcPr>
          <w:p w14:paraId="3BA26A57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60D6502A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30CA0" w:rsidRPr="00AB6C19" w14:paraId="2A70D799" w14:textId="77777777" w:rsidTr="000C570B">
        <w:trPr>
          <w:trHeight w:val="213"/>
        </w:trPr>
        <w:tc>
          <w:tcPr>
            <w:tcW w:w="1788" w:type="dxa"/>
          </w:tcPr>
          <w:p w14:paraId="3AFFE46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05EB4D3F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2EFF11FA" w14:textId="77777777" w:rsidR="00730CA0" w:rsidRPr="008E67EA" w:rsidRDefault="00C458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40" w:type="dxa"/>
          </w:tcPr>
          <w:p w14:paraId="0A615E1E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200" w:type="dxa"/>
          </w:tcPr>
          <w:p w14:paraId="54646483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E4F45" w:rsidRPr="00AB6C19" w14:paraId="4D5C7AE6" w14:textId="77777777" w:rsidTr="000C570B">
        <w:trPr>
          <w:trHeight w:val="213"/>
        </w:trPr>
        <w:tc>
          <w:tcPr>
            <w:tcW w:w="1788" w:type="dxa"/>
          </w:tcPr>
          <w:p w14:paraId="460BD289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4E98B653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53975ED9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711E9CB8" w14:textId="77777777" w:rsidR="00FE4F45" w:rsidRPr="00AB6C19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200" w:type="dxa"/>
          </w:tcPr>
          <w:p w14:paraId="3E6F42A5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E4F45" w:rsidRPr="00AB6C19" w14:paraId="517B258F" w14:textId="77777777" w:rsidTr="000C570B">
        <w:trPr>
          <w:trHeight w:val="213"/>
        </w:trPr>
        <w:tc>
          <w:tcPr>
            <w:tcW w:w="1788" w:type="dxa"/>
          </w:tcPr>
          <w:p w14:paraId="6FE3A3EA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0B144A76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„Ilość wyrobów w hektolitrach” * wartość w polu „Stawka podatku”</w:t>
            </w:r>
          </w:p>
        </w:tc>
        <w:tc>
          <w:tcPr>
            <w:tcW w:w="840" w:type="dxa"/>
          </w:tcPr>
          <w:p w14:paraId="24794D7C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40" w:type="dxa"/>
          </w:tcPr>
          <w:p w14:paraId="5C9E65DD" w14:textId="77777777" w:rsidR="00FE4F45" w:rsidRPr="00AB6C19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43B6A4A1" w14:textId="3350E36E" w:rsidR="00FE4F45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FE4F4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FE4F4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50D68A0E" w14:textId="77777777" w:rsidR="00FE4F45" w:rsidRPr="008E67EA" w:rsidRDefault="00FE4F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5B4EDDA9" w14:textId="2C1DC8C9" w:rsidR="00DF013F" w:rsidRPr="00AB6C19" w:rsidRDefault="00DF013F" w:rsidP="0033397D">
      <w:pPr>
        <w:pStyle w:val="Legenda"/>
      </w:pPr>
      <w:bookmarkStart w:id="130" w:name="_Toc18178232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32</w:t>
      </w:r>
      <w:r w:rsidR="00D437FA">
        <w:rPr>
          <w:noProof/>
        </w:rPr>
        <w:fldChar w:fldCharType="end"/>
      </w:r>
      <w:r w:rsidRPr="00AB6C19">
        <w:t xml:space="preserve">.Elementy konfiguracji AKC4B </w:t>
      </w:r>
      <w:proofErr w:type="spellStart"/>
      <w:r w:rsidRPr="002F3DF9">
        <w:rPr>
          <w:lang w:val="en-GB"/>
        </w:rPr>
        <w:t>DailyPaymentInformationType</w:t>
      </w:r>
      <w:bookmarkEnd w:id="130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730CA0" w:rsidRPr="00AB6C19" w14:paraId="7C435617" w14:textId="77777777" w:rsidTr="00972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6D962FA" w14:textId="77777777" w:rsidR="00730CA0" w:rsidRPr="00AB6C19" w:rsidRDefault="00730CA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CB6CF89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C4495E3" w14:textId="77777777" w:rsidR="00730CA0" w:rsidRPr="00AB6C19" w:rsidRDefault="00730CA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0E36D426" w14:textId="77777777" w:rsidR="00730CA0" w:rsidRPr="00AB6C19" w:rsidRDefault="00730CA0" w:rsidP="00F73C8D">
            <w:r w:rsidRPr="00AB6C19">
              <w:t>Typ, reguły</w:t>
            </w:r>
          </w:p>
        </w:tc>
        <w:tc>
          <w:tcPr>
            <w:tcW w:w="1200" w:type="dxa"/>
          </w:tcPr>
          <w:p w14:paraId="68756F7F" w14:textId="77777777" w:rsidR="00730CA0" w:rsidRPr="00AB6C19" w:rsidRDefault="00730CA0" w:rsidP="00F73C8D">
            <w:r w:rsidRPr="00AB6C19">
              <w:t>Liczebność</w:t>
            </w:r>
          </w:p>
        </w:tc>
      </w:tr>
      <w:tr w:rsidR="00730CA0" w:rsidRPr="00AB6C19" w14:paraId="68DD3BEC" w14:textId="77777777" w:rsidTr="0097207D">
        <w:trPr>
          <w:trHeight w:val="213"/>
        </w:trPr>
        <w:tc>
          <w:tcPr>
            <w:tcW w:w="1788" w:type="dxa"/>
          </w:tcPr>
          <w:p w14:paraId="3E4AB35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52CE8AD6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AKC-4/B.</w:t>
            </w:r>
          </w:p>
        </w:tc>
        <w:tc>
          <w:tcPr>
            <w:tcW w:w="840" w:type="dxa"/>
          </w:tcPr>
          <w:p w14:paraId="58B10E1B" w14:textId="77777777" w:rsidR="00730CA0" w:rsidRPr="008E67EA" w:rsidRDefault="00F723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40" w:type="dxa"/>
          </w:tcPr>
          <w:p w14:paraId="1B76FDE6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EF71D19" w14:textId="1B20FC9A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292418E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1A7055E4" w14:textId="77777777" w:rsidTr="0097207D">
        <w:trPr>
          <w:trHeight w:val="213"/>
        </w:trPr>
        <w:tc>
          <w:tcPr>
            <w:tcW w:w="1788" w:type="dxa"/>
          </w:tcPr>
          <w:p w14:paraId="0A50C84B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5820ACE0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Razem kwota nadwyżki wpłat z poprzedniej deklaracji stanowi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sumę z kolumny E załącznika deklaracji AKC-4/B</w:t>
            </w:r>
          </w:p>
        </w:tc>
        <w:tc>
          <w:tcPr>
            <w:tcW w:w="840" w:type="dxa"/>
          </w:tcPr>
          <w:p w14:paraId="78950016" w14:textId="77777777" w:rsidR="00730CA0" w:rsidRPr="008E67EA" w:rsidRDefault="00F723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174</w:t>
            </w:r>
          </w:p>
        </w:tc>
        <w:tc>
          <w:tcPr>
            <w:tcW w:w="2040" w:type="dxa"/>
          </w:tcPr>
          <w:p w14:paraId="07314FB8" w14:textId="77777777" w:rsidR="00730CA0" w:rsidRPr="002F3DF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9CC05E9" w14:textId="3A3F5DE9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200" w:type="dxa"/>
          </w:tcPr>
          <w:p w14:paraId="730B7ABB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68A58584" w14:textId="77777777" w:rsidTr="0097207D">
        <w:trPr>
          <w:trHeight w:val="213"/>
        </w:trPr>
        <w:tc>
          <w:tcPr>
            <w:tcW w:w="1788" w:type="dxa"/>
          </w:tcPr>
          <w:p w14:paraId="629BCC57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DFB0E82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AKC-4/B</w:t>
            </w:r>
          </w:p>
        </w:tc>
        <w:tc>
          <w:tcPr>
            <w:tcW w:w="840" w:type="dxa"/>
          </w:tcPr>
          <w:p w14:paraId="73685017" w14:textId="77777777" w:rsidR="00730CA0" w:rsidRPr="008E67EA" w:rsidRDefault="00F723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175</w:t>
            </w:r>
          </w:p>
        </w:tc>
        <w:tc>
          <w:tcPr>
            <w:tcW w:w="2040" w:type="dxa"/>
          </w:tcPr>
          <w:p w14:paraId="03D56B69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D8641BC" w14:textId="77C10662" w:rsidR="00730CA0" w:rsidRPr="008E67EA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b</w:instrText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730CA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200" w:type="dxa"/>
          </w:tcPr>
          <w:p w14:paraId="129491AE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730CA0" w:rsidRPr="00AB6C19" w14:paraId="7641CCF9" w14:textId="77777777" w:rsidTr="0097207D">
        <w:trPr>
          <w:trHeight w:val="213"/>
        </w:trPr>
        <w:tc>
          <w:tcPr>
            <w:tcW w:w="1788" w:type="dxa"/>
          </w:tcPr>
          <w:p w14:paraId="310019D5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6BEBC409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4ECC8E4C" w14:textId="77777777" w:rsidR="00730CA0" w:rsidRPr="008E67EA" w:rsidRDefault="00101F8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40" w:type="dxa"/>
          </w:tcPr>
          <w:p w14:paraId="187BCB5C" w14:textId="77777777" w:rsidR="00730CA0" w:rsidRPr="00AB6C19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200" w:type="dxa"/>
          </w:tcPr>
          <w:p w14:paraId="6035426A" w14:textId="77777777" w:rsidR="00730CA0" w:rsidRPr="008E67EA" w:rsidRDefault="00730C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138458BC" w14:textId="77777777" w:rsidR="00BA3B1D" w:rsidRPr="00AB6C19" w:rsidRDefault="00BA3B1D" w:rsidP="00F73C8D">
      <w:pPr>
        <w:pStyle w:val="Nagwek3"/>
      </w:pPr>
      <w:bookmarkStart w:id="131" w:name="_Toc181782228"/>
      <w:r w:rsidRPr="00AB6C19">
        <w:t>Reguły</w:t>
      </w:r>
      <w:bookmarkEnd w:id="131"/>
    </w:p>
    <w:p w14:paraId="113F2B4E" w14:textId="5AFDD05E" w:rsidR="00DF013F" w:rsidRPr="00AB6C19" w:rsidRDefault="00DF013F" w:rsidP="0033397D">
      <w:pPr>
        <w:pStyle w:val="Legenda"/>
      </w:pPr>
      <w:bookmarkStart w:id="132" w:name="_Toc18178233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33</w:t>
      </w:r>
      <w:r w:rsidR="00D437FA">
        <w:rPr>
          <w:noProof/>
        </w:rPr>
        <w:fldChar w:fldCharType="end"/>
      </w:r>
      <w:r w:rsidRPr="00AB6C19">
        <w:t>.Reguły obowiązujące dla deklaracji AKC-4B</w:t>
      </w:r>
      <w:bookmarkEnd w:id="132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BA3B1D" w:rsidRPr="00AB6C19" w14:paraId="0C3C0F26" w14:textId="77777777" w:rsidTr="00972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574CF093" w14:textId="77777777" w:rsidR="00BA3B1D" w:rsidRPr="00AB6C19" w:rsidRDefault="00BA3B1D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3DB60DCC" w14:textId="77777777" w:rsidR="00BA3B1D" w:rsidRPr="00AB6C19" w:rsidRDefault="00BA3B1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BA3B1D" w:rsidRPr="00AB6C19" w14:paraId="28C1A17E" w14:textId="77777777" w:rsidTr="0097207D">
        <w:trPr>
          <w:trHeight w:val="213"/>
        </w:trPr>
        <w:tc>
          <w:tcPr>
            <w:tcW w:w="952" w:type="dxa"/>
          </w:tcPr>
          <w:p w14:paraId="771DD594" w14:textId="77777777" w:rsidR="00BA3B1D" w:rsidRPr="008E67EA" w:rsidRDefault="00AB0CA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3" w:name="Rb1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133"/>
          </w:p>
        </w:tc>
        <w:tc>
          <w:tcPr>
            <w:tcW w:w="8102" w:type="dxa"/>
          </w:tcPr>
          <w:p w14:paraId="4E97987C" w14:textId="77777777" w:rsidR="00BA3B1D" w:rsidRPr="008E67EA" w:rsidRDefault="00BA3B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46114D" w:rsidRPr="00AB6C19" w14:paraId="2FF94770" w14:textId="77777777" w:rsidTr="0097207D">
        <w:trPr>
          <w:trHeight w:val="213"/>
        </w:trPr>
        <w:tc>
          <w:tcPr>
            <w:tcW w:w="952" w:type="dxa"/>
          </w:tcPr>
          <w:p w14:paraId="275D2D73" w14:textId="77777777" w:rsidR="0046114D" w:rsidRPr="008E67EA" w:rsidRDefault="00AB0CA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4" w:name="Rb2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134"/>
          </w:p>
        </w:tc>
        <w:tc>
          <w:tcPr>
            <w:tcW w:w="8102" w:type="dxa"/>
          </w:tcPr>
          <w:p w14:paraId="3CA563FA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typu..</w:t>
            </w:r>
          </w:p>
        </w:tc>
      </w:tr>
      <w:tr w:rsidR="00AB0CA2" w:rsidRPr="00AB6C19" w14:paraId="786DB94A" w14:textId="77777777" w:rsidTr="0097207D">
        <w:trPr>
          <w:trHeight w:val="213"/>
        </w:trPr>
        <w:tc>
          <w:tcPr>
            <w:tcW w:w="952" w:type="dxa"/>
          </w:tcPr>
          <w:p w14:paraId="09365075" w14:textId="77777777" w:rsidR="00AB0CA2" w:rsidRPr="008E67EA" w:rsidRDefault="00AB0CA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5" w:name="Rb3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135"/>
          </w:p>
        </w:tc>
        <w:tc>
          <w:tcPr>
            <w:tcW w:w="8102" w:type="dxa"/>
          </w:tcPr>
          <w:p w14:paraId="03B957E6" w14:textId="77777777" w:rsidR="00AB0CA2" w:rsidRPr="008E67EA" w:rsidRDefault="00AB0CA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</w:t>
            </w:r>
            <w:r w:rsidR="001D08A3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ć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AKC-4.</w:t>
            </w:r>
          </w:p>
        </w:tc>
      </w:tr>
      <w:tr w:rsidR="0046114D" w:rsidRPr="00AB6C19" w14:paraId="3AD12E80" w14:textId="77777777" w:rsidTr="0097207D">
        <w:trPr>
          <w:trHeight w:val="213"/>
        </w:trPr>
        <w:tc>
          <w:tcPr>
            <w:tcW w:w="952" w:type="dxa"/>
          </w:tcPr>
          <w:p w14:paraId="246A4891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6" w:name="Rb4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136"/>
          </w:p>
        </w:tc>
        <w:tc>
          <w:tcPr>
            <w:tcW w:w="8102" w:type="dxa"/>
          </w:tcPr>
          <w:p w14:paraId="1C6E9FBF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5AF31749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46114D" w:rsidRPr="00AB6C19" w14:paraId="6D4275D2" w14:textId="77777777" w:rsidTr="0097207D">
        <w:trPr>
          <w:trHeight w:val="213"/>
        </w:trPr>
        <w:tc>
          <w:tcPr>
            <w:tcW w:w="952" w:type="dxa"/>
          </w:tcPr>
          <w:p w14:paraId="05F1BC52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7" w:name="Rb5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137"/>
          </w:p>
        </w:tc>
        <w:tc>
          <w:tcPr>
            <w:tcW w:w="8102" w:type="dxa"/>
          </w:tcPr>
          <w:p w14:paraId="25D244C5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0EA50F23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46114D" w:rsidRPr="00AB6C19" w14:paraId="67180A92" w14:textId="77777777" w:rsidTr="0097207D">
        <w:trPr>
          <w:trHeight w:val="213"/>
        </w:trPr>
        <w:tc>
          <w:tcPr>
            <w:tcW w:w="952" w:type="dxa"/>
          </w:tcPr>
          <w:p w14:paraId="29AEFDC4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8" w:name="Rb7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138"/>
          </w:p>
        </w:tc>
        <w:tc>
          <w:tcPr>
            <w:tcW w:w="8102" w:type="dxa"/>
          </w:tcPr>
          <w:p w14:paraId="394A0113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wypełnione.</w:t>
            </w:r>
          </w:p>
        </w:tc>
      </w:tr>
      <w:tr w:rsidR="0046114D" w:rsidRPr="00AB6C19" w14:paraId="23FA5C52" w14:textId="77777777" w:rsidTr="0097207D">
        <w:trPr>
          <w:trHeight w:val="213"/>
        </w:trPr>
        <w:tc>
          <w:tcPr>
            <w:tcW w:w="952" w:type="dxa"/>
          </w:tcPr>
          <w:p w14:paraId="205A669F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39" w:name="Rb8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139"/>
          </w:p>
        </w:tc>
        <w:tc>
          <w:tcPr>
            <w:tcW w:w="8102" w:type="dxa"/>
          </w:tcPr>
          <w:p w14:paraId="471FA499" w14:textId="77777777" w:rsidR="0046114D" w:rsidRPr="008E67EA" w:rsidRDefault="00975B0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sprawdzenie czy suma kwot z pozycji „Nadwyżka przedpłaty akcyzy” i „Przedpłata akcyzy do zapłaty” deklaracji AKC-PA (B) (za okres) jest równa wprowadzonej w polu wartości.</w:t>
            </w:r>
          </w:p>
        </w:tc>
      </w:tr>
      <w:tr w:rsidR="0046114D" w:rsidRPr="00AB6C19" w14:paraId="33152725" w14:textId="77777777" w:rsidTr="0097207D">
        <w:trPr>
          <w:trHeight w:val="213"/>
        </w:trPr>
        <w:tc>
          <w:tcPr>
            <w:tcW w:w="952" w:type="dxa"/>
          </w:tcPr>
          <w:p w14:paraId="56B48E5A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0" w:name="Rb9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140"/>
          </w:p>
        </w:tc>
        <w:tc>
          <w:tcPr>
            <w:tcW w:w="8102" w:type="dxa"/>
          </w:tcPr>
          <w:p w14:paraId="67C6075B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AB6C19" w14:paraId="166C1C6C" w14:textId="77777777" w:rsidTr="0097207D">
        <w:trPr>
          <w:trHeight w:val="213"/>
        </w:trPr>
        <w:tc>
          <w:tcPr>
            <w:tcW w:w="952" w:type="dxa"/>
          </w:tcPr>
          <w:p w14:paraId="4D8B7E4C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1" w:name="Rb10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141"/>
          </w:p>
        </w:tc>
        <w:tc>
          <w:tcPr>
            <w:tcW w:w="8102" w:type="dxa"/>
          </w:tcPr>
          <w:p w14:paraId="7B790ADD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niewymagalne (puste) w przypadku, gdy nie złożono AKC-PA za ten sam okres rozliczeniowy.</w:t>
            </w:r>
          </w:p>
          <w:p w14:paraId="6DA2B7A5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6114D" w:rsidRPr="00AB6C19" w14:paraId="4D84EC80" w14:textId="77777777" w:rsidTr="0097207D">
        <w:trPr>
          <w:trHeight w:val="213"/>
        </w:trPr>
        <w:tc>
          <w:tcPr>
            <w:tcW w:w="952" w:type="dxa"/>
          </w:tcPr>
          <w:p w14:paraId="4C8B08DE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2" w:name="Rb11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142"/>
          </w:p>
        </w:tc>
        <w:tc>
          <w:tcPr>
            <w:tcW w:w="8102" w:type="dxa"/>
          </w:tcPr>
          <w:p w14:paraId="0CDFF7E1" w14:textId="77777777" w:rsidR="00DC034C" w:rsidRPr="008E67EA" w:rsidRDefault="00DC0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735344E" w14:textId="77777777" w:rsidR="00DC034C" w:rsidRPr="008E67EA" w:rsidRDefault="00DC0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„Ilość wyrobów w hektolitrach”. System wstawia wyliczoną wartość.</w:t>
            </w:r>
          </w:p>
          <w:p w14:paraId="1F244557" w14:textId="77777777" w:rsidR="0046114D" w:rsidRPr="008E67EA" w:rsidRDefault="00DC0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liczba powinna się równać sumie wartości wprowadzonych w polu „Ilość wyrobów w hektolitrach”.</w:t>
            </w:r>
          </w:p>
        </w:tc>
      </w:tr>
      <w:tr w:rsidR="0046114D" w:rsidRPr="00AB6C19" w14:paraId="5060B05A" w14:textId="77777777" w:rsidTr="0097207D">
        <w:trPr>
          <w:trHeight w:val="213"/>
        </w:trPr>
        <w:tc>
          <w:tcPr>
            <w:tcW w:w="952" w:type="dxa"/>
          </w:tcPr>
          <w:p w14:paraId="7F71D8CA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3" w:name="Rb12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R12</w:t>
            </w:r>
            <w:bookmarkEnd w:id="143"/>
          </w:p>
        </w:tc>
        <w:tc>
          <w:tcPr>
            <w:tcW w:w="8102" w:type="dxa"/>
          </w:tcPr>
          <w:p w14:paraId="4D96CBF9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D1BDC69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20E37087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liczba powinna się równać sumie wartości wprowadzonych w polu „Kwota podatku w zł”.</w:t>
            </w:r>
          </w:p>
        </w:tc>
      </w:tr>
      <w:tr w:rsidR="0046114D" w:rsidRPr="00AB6C19" w14:paraId="53A5761A" w14:textId="77777777" w:rsidTr="0097207D">
        <w:trPr>
          <w:trHeight w:val="213"/>
        </w:trPr>
        <w:tc>
          <w:tcPr>
            <w:tcW w:w="952" w:type="dxa"/>
          </w:tcPr>
          <w:p w14:paraId="285A4736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4" w:name="Rb13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144"/>
          </w:p>
        </w:tc>
        <w:tc>
          <w:tcPr>
            <w:tcW w:w="8102" w:type="dxa"/>
          </w:tcPr>
          <w:p w14:paraId="2A6AA647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papierowa dokumentu: System wstawia nazwę pobraną ze słownika w ISZTAR.</w:t>
            </w:r>
          </w:p>
          <w:p w14:paraId="5879CC74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dla wersji elektronicznej: porównanie wprowadzonej nazwy grupy wyrobów z wartością pobraną z systemu ISZTAR na podstawie kodu CN. Gdy niezgodność – Błąd typu 2.</w:t>
            </w:r>
          </w:p>
        </w:tc>
      </w:tr>
      <w:tr w:rsidR="0046114D" w:rsidRPr="00AB6C19" w14:paraId="1ADAFD04" w14:textId="77777777" w:rsidTr="0097207D">
        <w:trPr>
          <w:trHeight w:val="213"/>
        </w:trPr>
        <w:tc>
          <w:tcPr>
            <w:tcW w:w="952" w:type="dxa"/>
          </w:tcPr>
          <w:p w14:paraId="0DB095DF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5" w:name="Rb16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145"/>
          </w:p>
        </w:tc>
        <w:tc>
          <w:tcPr>
            <w:tcW w:w="8102" w:type="dxa"/>
          </w:tcPr>
          <w:p w14:paraId="4A7237FF" w14:textId="77777777" w:rsidR="0046114D" w:rsidRPr="008E67EA" w:rsidRDefault="00CE209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wartość powinna być równa wyliczonej ze wzoru: wartość w polu „Ilość wyrobów w hektolitrach” * wartość w polu „Stawka podatku”. Błąd typu 3</w:t>
            </w:r>
          </w:p>
        </w:tc>
      </w:tr>
      <w:tr w:rsidR="0046114D" w:rsidRPr="00AB6C19" w14:paraId="48699BE1" w14:textId="77777777" w:rsidTr="0097207D">
        <w:trPr>
          <w:trHeight w:val="213"/>
        </w:trPr>
        <w:tc>
          <w:tcPr>
            <w:tcW w:w="952" w:type="dxa"/>
          </w:tcPr>
          <w:p w14:paraId="5E2951F3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6" w:name="Rb17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146"/>
          </w:p>
        </w:tc>
        <w:tc>
          <w:tcPr>
            <w:tcW w:w="8102" w:type="dxa"/>
          </w:tcPr>
          <w:p w14:paraId="7239CCC3" w14:textId="77777777" w:rsidR="00E55132" w:rsidRPr="008E67EA" w:rsidRDefault="00E551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2E714DDA" w14:textId="77777777" w:rsidR="00E55132" w:rsidRPr="008E67EA" w:rsidRDefault="00E551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4BC46528" w14:textId="77777777" w:rsidR="0046114D" w:rsidRPr="008E67EA" w:rsidRDefault="00E5513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2: Czy wprowadzona wartość równa się sumie wartości z pól „Kwota podatku akcyzowego z dnia powst</w:t>
            </w:r>
            <w:r w:rsidR="00CC1B30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ania obowiązku podatkowego” dla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kolejnych dat.</w:t>
            </w:r>
          </w:p>
        </w:tc>
      </w:tr>
      <w:tr w:rsidR="0046114D" w:rsidRPr="00AB6C19" w14:paraId="402E73D8" w14:textId="77777777" w:rsidTr="0097207D">
        <w:trPr>
          <w:trHeight w:val="213"/>
        </w:trPr>
        <w:tc>
          <w:tcPr>
            <w:tcW w:w="952" w:type="dxa"/>
          </w:tcPr>
          <w:p w14:paraId="168DD33E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7" w:name="Rb18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147"/>
          </w:p>
        </w:tc>
        <w:tc>
          <w:tcPr>
            <w:tcW w:w="8102" w:type="dxa"/>
          </w:tcPr>
          <w:p w14:paraId="59EDB675" w14:textId="77777777" w:rsidR="00D75CA9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0F7D848B" w14:textId="77777777" w:rsidR="00D75CA9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D527A66" w14:textId="77777777" w:rsidR="0046114D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46114D" w:rsidRPr="00AB6C19" w14:paraId="0944B052" w14:textId="77777777" w:rsidTr="0097207D">
        <w:trPr>
          <w:trHeight w:val="213"/>
        </w:trPr>
        <w:tc>
          <w:tcPr>
            <w:tcW w:w="952" w:type="dxa"/>
          </w:tcPr>
          <w:p w14:paraId="511F08AC" w14:textId="77777777" w:rsidR="0046114D" w:rsidRPr="008E67EA" w:rsidRDefault="0046114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8" w:name="Rb19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bookmarkEnd w:id="148"/>
          </w:p>
        </w:tc>
        <w:tc>
          <w:tcPr>
            <w:tcW w:w="8102" w:type="dxa"/>
          </w:tcPr>
          <w:p w14:paraId="2E9C9B35" w14:textId="77777777" w:rsidR="00D75CA9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48FB093C" w14:textId="77777777" w:rsidR="00D75CA9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AKC-4/B: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19E197D" w14:textId="77777777" w:rsidR="0046114D" w:rsidRPr="008E67EA" w:rsidRDefault="00D75C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8652A1" w:rsidRPr="00AB6C19" w14:paraId="076BEF47" w14:textId="77777777" w:rsidTr="0097207D">
        <w:trPr>
          <w:trHeight w:val="213"/>
        </w:trPr>
        <w:tc>
          <w:tcPr>
            <w:tcW w:w="952" w:type="dxa"/>
          </w:tcPr>
          <w:p w14:paraId="2B2D0073" w14:textId="77777777" w:rsidR="008652A1" w:rsidRPr="008E67EA" w:rsidRDefault="008652A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49" w:name="Rb20"/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149"/>
          </w:p>
        </w:tc>
        <w:tc>
          <w:tcPr>
            <w:tcW w:w="8102" w:type="dxa"/>
          </w:tcPr>
          <w:p w14:paraId="7876FA44" w14:textId="71E143D2" w:rsidR="008652A1" w:rsidRPr="008E67EA" w:rsidRDefault="008652A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pola („ubytek” lub „</w:t>
            </w:r>
            <w:r w:rsidR="008E67EA"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całkowite</w:t>
            </w: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zniszczenie”)</w:t>
            </w:r>
          </w:p>
        </w:tc>
      </w:tr>
      <w:tr w:rsidR="00124A08" w:rsidRPr="00AB6C19" w14:paraId="30F2DEE6" w14:textId="77777777" w:rsidTr="0097207D">
        <w:trPr>
          <w:trHeight w:val="213"/>
        </w:trPr>
        <w:tc>
          <w:tcPr>
            <w:tcW w:w="952" w:type="dxa"/>
          </w:tcPr>
          <w:p w14:paraId="52C731E9" w14:textId="77777777" w:rsidR="00124A08" w:rsidRPr="008E67EA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R21</w:t>
            </w:r>
          </w:p>
        </w:tc>
        <w:tc>
          <w:tcPr>
            <w:tcW w:w="8102" w:type="dxa"/>
          </w:tcPr>
          <w:p w14:paraId="3ED29D8C" w14:textId="77777777" w:rsidR="00124A08" w:rsidRPr="008E67EA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E67E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5E2563AA" w14:textId="77777777" w:rsidR="0040751F" w:rsidRPr="00AB6C19" w:rsidRDefault="0040751F" w:rsidP="00F73C8D">
      <w:pPr>
        <w:pStyle w:val="Nagwek2"/>
      </w:pPr>
      <w:bookmarkStart w:id="150" w:name="_Toc181782229"/>
      <w:r w:rsidRPr="00AB6C19">
        <w:t>Załącznik AKC-4/C do deklaracji AKC-4</w:t>
      </w:r>
      <w:bookmarkEnd w:id="150"/>
    </w:p>
    <w:p w14:paraId="5B6D6B6A" w14:textId="77777777" w:rsidR="0040751F" w:rsidRPr="00AB6C19" w:rsidRDefault="0040751F" w:rsidP="00F73C8D">
      <w:pPr>
        <w:pStyle w:val="Nagwek3"/>
      </w:pPr>
      <w:bookmarkStart w:id="151" w:name="_Toc181782230"/>
      <w:r w:rsidRPr="00AB6C19">
        <w:t>Komunik</w:t>
      </w:r>
      <w:r w:rsidR="00343B4A" w:rsidRPr="00AB6C19">
        <w:t>a</w:t>
      </w:r>
      <w:r w:rsidRPr="00AB6C19">
        <w:t>t AKC-</w:t>
      </w:r>
      <w:smartTag w:uri="urn:schemas-microsoft-com:office:smarttags" w:element="metricconverter">
        <w:smartTagPr>
          <w:attr w:name="ProductID" w:val="4C"/>
        </w:smartTagPr>
        <w:r w:rsidRPr="00AB6C19">
          <w:t>4C</w:t>
        </w:r>
      </w:smartTag>
      <w:bookmarkEnd w:id="151"/>
    </w:p>
    <w:p w14:paraId="0FBEA89D" w14:textId="77777777" w:rsidR="0040751F" w:rsidRPr="008E67EA" w:rsidRDefault="007A5FF6" w:rsidP="00F73C8D">
      <w:pPr>
        <w:pStyle w:val="Schema-Description"/>
        <w:rPr>
          <w:rFonts w:ascii="Lato" w:hAnsi="Lato"/>
        </w:rPr>
      </w:pPr>
      <w:r w:rsidRPr="008E67EA">
        <w:rPr>
          <w:rFonts w:ascii="Lato" w:hAnsi="Lato"/>
        </w:rPr>
        <w:t>PODATEK AKCYZOWY OD PIWA</w:t>
      </w:r>
    </w:p>
    <w:p w14:paraId="2057401E" w14:textId="77777777" w:rsidR="0040751F" w:rsidRPr="00AB6C19" w:rsidRDefault="0040751F" w:rsidP="00F73C8D">
      <w:pPr>
        <w:pStyle w:val="Nagwek3"/>
      </w:pPr>
      <w:bookmarkStart w:id="152" w:name="_Toc181782231"/>
      <w:r w:rsidRPr="00AB6C19">
        <w:t>Specyfikacja AKC-</w:t>
      </w:r>
      <w:smartTag w:uri="urn:schemas-microsoft-com:office:smarttags" w:element="metricconverter">
        <w:smartTagPr>
          <w:attr w:name="ProductID" w:val="4C"/>
        </w:smartTagPr>
        <w:r w:rsidRPr="00AB6C19">
          <w:t>4C</w:t>
        </w:r>
      </w:smartTag>
      <w:bookmarkEnd w:id="152"/>
    </w:p>
    <w:p w14:paraId="4E437166" w14:textId="78A9AEEE" w:rsidR="00C52A4E" w:rsidRPr="00AB6C19" w:rsidRDefault="00C52A4E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2442F2D1" w14:textId="592BB1B0" w:rsidR="00CF2C08" w:rsidRPr="00AB6C19" w:rsidRDefault="00CF2C08" w:rsidP="0033397D">
      <w:pPr>
        <w:pStyle w:val="Legenda"/>
      </w:pPr>
      <w:bookmarkStart w:id="153" w:name="_Toc18178233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34</w:t>
      </w:r>
      <w:r w:rsidR="00D437FA">
        <w:rPr>
          <w:noProof/>
        </w:rPr>
        <w:fldChar w:fldCharType="end"/>
      </w:r>
      <w:r w:rsidRPr="00AB6C19">
        <w:t>.Dane ogólne w ramach struktury deklaracji AKC-4C</w:t>
      </w:r>
      <w:bookmarkEnd w:id="153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0751F" w:rsidRPr="00AB6C19" w14:paraId="49D9F218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291964D7" w14:textId="77777777" w:rsidR="0040751F" w:rsidRPr="00AB6C19" w:rsidRDefault="0040751F" w:rsidP="00F73C8D">
            <w:r w:rsidRPr="00AB6C19">
              <w:t>Opis</w:t>
            </w:r>
          </w:p>
        </w:tc>
        <w:tc>
          <w:tcPr>
            <w:tcW w:w="6584" w:type="dxa"/>
          </w:tcPr>
          <w:p w14:paraId="4E3E5F46" w14:textId="77777777" w:rsidR="0040751F" w:rsidRPr="00AB6C19" w:rsidRDefault="0040751F" w:rsidP="00F73C8D">
            <w:r w:rsidRPr="00AB6C19">
              <w:t xml:space="preserve">Struktura załącznika do deklaracji AKC-4 </w:t>
            </w:r>
          </w:p>
        </w:tc>
      </w:tr>
      <w:tr w:rsidR="0040751F" w:rsidRPr="00AB6C19" w14:paraId="359F076E" w14:textId="77777777" w:rsidTr="002C691F">
        <w:tc>
          <w:tcPr>
            <w:tcW w:w="2738" w:type="dxa"/>
          </w:tcPr>
          <w:p w14:paraId="4929719D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55F86748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0751F" w:rsidRPr="00AB6C19" w14:paraId="29111A1A" w14:textId="77777777" w:rsidTr="002C691F">
        <w:tc>
          <w:tcPr>
            <w:tcW w:w="2738" w:type="dxa"/>
          </w:tcPr>
          <w:p w14:paraId="30ECCB5F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0742CF23" w14:textId="77777777" w:rsidR="0040751F" w:rsidRPr="00026FAB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40751F" w:rsidRPr="00AB6C19" w14:paraId="13D5DF8D" w14:textId="77777777" w:rsidTr="002C691F">
        <w:tc>
          <w:tcPr>
            <w:tcW w:w="2738" w:type="dxa"/>
          </w:tcPr>
          <w:p w14:paraId="10232D9E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3099B588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0751F" w:rsidRPr="00AB6C19" w14:paraId="532D632C" w14:textId="77777777" w:rsidTr="002C691F">
        <w:tc>
          <w:tcPr>
            <w:tcW w:w="2738" w:type="dxa"/>
          </w:tcPr>
          <w:p w14:paraId="0EEDE018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56BAB137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0751F" w:rsidRPr="00AB6C19" w14:paraId="155B5F3E" w14:textId="77777777" w:rsidTr="002C691F">
        <w:tc>
          <w:tcPr>
            <w:tcW w:w="2738" w:type="dxa"/>
          </w:tcPr>
          <w:p w14:paraId="0F4260CF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0088A62B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0751F" w:rsidRPr="00AB6C19" w14:paraId="5437398A" w14:textId="77777777" w:rsidTr="002C691F">
        <w:tc>
          <w:tcPr>
            <w:tcW w:w="2738" w:type="dxa"/>
          </w:tcPr>
          <w:p w14:paraId="6D619A06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545ECEFA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0751F" w:rsidRPr="00D437FA" w14:paraId="19DEF800" w14:textId="77777777" w:rsidTr="002C691F">
        <w:tc>
          <w:tcPr>
            <w:tcW w:w="2738" w:type="dxa"/>
          </w:tcPr>
          <w:p w14:paraId="65A75279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5F13E903" w14:textId="77777777" w:rsidR="0040751F" w:rsidRPr="003945A0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3945A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http://www.e-clo.pl/ZEFIR2/eZefir2/xsd/v3_0/Types.xsd</w:t>
            </w:r>
          </w:p>
        </w:tc>
      </w:tr>
      <w:tr w:rsidR="0040751F" w:rsidRPr="00AB6C19" w14:paraId="1ED945AD" w14:textId="77777777" w:rsidTr="002C691F">
        <w:tc>
          <w:tcPr>
            <w:tcW w:w="2738" w:type="dxa"/>
          </w:tcPr>
          <w:p w14:paraId="19DCDEA9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4956B7E2" w14:textId="77777777" w:rsidR="0040751F" w:rsidRPr="00026FAB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26FA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akc_4c.xsd</w:t>
            </w:r>
          </w:p>
        </w:tc>
      </w:tr>
    </w:tbl>
    <w:p w14:paraId="74F3123D" w14:textId="04759F59" w:rsidR="00CF2C08" w:rsidRDefault="00CF2C08" w:rsidP="00026FAB">
      <w:pPr>
        <w:pStyle w:val="Nagwek3"/>
      </w:pPr>
      <w:bookmarkStart w:id="154" w:name="_Toc181782232"/>
      <w:r w:rsidRPr="00AB6C19">
        <w:t>Struktura danych deklaracji AKC-4C</w:t>
      </w:r>
      <w:bookmarkEnd w:id="154"/>
    </w:p>
    <w:p w14:paraId="550D5165" w14:textId="08B41264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AKC4CType</w:t>
      </w:r>
    </w:p>
    <w:p w14:paraId="7AF86D80" w14:textId="083EAEF3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278DB13A" w14:textId="5A823A72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01D4BCF0" w14:textId="7DDCAAF9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596105DF" w14:textId="134362CD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7A2B2F2D" w14:textId="0375857F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65BDC928" w14:textId="4793745D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3CDAEE74" w14:textId="1B19A662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35FAB9B3" w14:textId="25D58DA9" w:rsidR="00026FAB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3926D0BB" w14:textId="647BCD45" w:rsidR="00BE3846" w:rsidRPr="007C30F3" w:rsidRDefault="00026FAB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7C7EA94D" w14:textId="77777777" w:rsidR="00BE3846" w:rsidRDefault="00BE3846">
      <w:pPr>
        <w:autoSpaceDE/>
        <w:autoSpaceDN/>
        <w:adjustRightInd/>
        <w:spacing w:before="0" w:after="0" w:line="240" w:lineRule="auto"/>
        <w:rPr>
          <w:rFonts w:eastAsia="Times New Roman" w:cs="Calibri"/>
          <w:lang w:eastAsia="ar-SA"/>
        </w:rPr>
      </w:pPr>
      <w:r>
        <w:br w:type="page"/>
      </w:r>
    </w:p>
    <w:p w14:paraId="50474C6F" w14:textId="36468140" w:rsidR="00CF2C08" w:rsidRPr="00AB6C19" w:rsidRDefault="00CF2C08" w:rsidP="0033397D">
      <w:pPr>
        <w:pStyle w:val="Legenda"/>
      </w:pPr>
      <w:bookmarkStart w:id="155" w:name="_Toc181782332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35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r w:rsidRPr="002F3DF9">
        <w:rPr>
          <w:lang w:val="en-GB"/>
        </w:rPr>
        <w:t>Type</w:t>
      </w:r>
      <w:bookmarkEnd w:id="155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77"/>
        <w:gridCol w:w="3371"/>
        <w:gridCol w:w="840"/>
        <w:gridCol w:w="2040"/>
        <w:gridCol w:w="1200"/>
      </w:tblGrid>
      <w:tr w:rsidR="00813103" w:rsidRPr="00AB6C19" w14:paraId="29C00F30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7" w:type="dxa"/>
          </w:tcPr>
          <w:p w14:paraId="50A9AC5C" w14:textId="77777777" w:rsidR="00813103" w:rsidRPr="00AB6C19" w:rsidRDefault="00813103" w:rsidP="00F73C8D">
            <w:r w:rsidRPr="00AB6C19">
              <w:t xml:space="preserve">Nazwa </w:t>
            </w:r>
          </w:p>
        </w:tc>
        <w:tc>
          <w:tcPr>
            <w:tcW w:w="3371" w:type="dxa"/>
          </w:tcPr>
          <w:p w14:paraId="18462CD3" w14:textId="77777777" w:rsidR="00813103" w:rsidRPr="00AB6C19" w:rsidRDefault="0081310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732679A" w14:textId="77777777" w:rsidR="0081310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3BD6DB0" w14:textId="77777777" w:rsidR="00813103" w:rsidRPr="00AB6C19" w:rsidRDefault="00813103" w:rsidP="00F73C8D">
            <w:r w:rsidRPr="00AB6C19">
              <w:t>Typ</w:t>
            </w:r>
          </w:p>
        </w:tc>
        <w:tc>
          <w:tcPr>
            <w:tcW w:w="1200" w:type="dxa"/>
          </w:tcPr>
          <w:p w14:paraId="5525E49C" w14:textId="77777777" w:rsidR="00813103" w:rsidRPr="00AB6C19" w:rsidRDefault="00813103" w:rsidP="00F73C8D">
            <w:r w:rsidRPr="00AB6C19">
              <w:t>Liczebność</w:t>
            </w:r>
          </w:p>
        </w:tc>
      </w:tr>
      <w:tr w:rsidR="00813103" w:rsidRPr="00AB6C19" w14:paraId="0D28A46F" w14:textId="77777777" w:rsidTr="002C691F">
        <w:trPr>
          <w:trHeight w:val="213"/>
        </w:trPr>
        <w:tc>
          <w:tcPr>
            <w:tcW w:w="1777" w:type="dxa"/>
          </w:tcPr>
          <w:p w14:paraId="48136819" w14:textId="77777777" w:rsidR="00813103" w:rsidRPr="00AB6C19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371" w:type="dxa"/>
          </w:tcPr>
          <w:p w14:paraId="2B8D61BF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840" w:type="dxa"/>
          </w:tcPr>
          <w:p w14:paraId="69EBADFB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117E6EF9" w14:textId="5AAC4242" w:rsidR="00813103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200" w:type="dxa"/>
          </w:tcPr>
          <w:p w14:paraId="3A73F271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6BD5D2A" w14:textId="6DDBD245" w:rsidR="00CF2C08" w:rsidRPr="00AB6C19" w:rsidRDefault="00CF2C08" w:rsidP="0033397D">
      <w:pPr>
        <w:pStyle w:val="Legenda"/>
      </w:pPr>
      <w:bookmarkStart w:id="156" w:name="_Toc18178233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36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proofErr w:type="spellStart"/>
      <w:r w:rsidRPr="00AB6C19">
        <w:t>HeaderType</w:t>
      </w:r>
      <w:bookmarkEnd w:id="156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813103" w:rsidRPr="00AB6C19" w14:paraId="2A4AC990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DC5B8B2" w14:textId="77777777" w:rsidR="00813103" w:rsidRPr="00AB6C19" w:rsidRDefault="0081310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54B7102" w14:textId="77777777" w:rsidR="00813103" w:rsidRPr="00AB6C19" w:rsidRDefault="0081310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A3B4CBE" w14:textId="77777777" w:rsidR="0081310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FFBE7E4" w14:textId="77777777" w:rsidR="00813103" w:rsidRPr="00AB6C19" w:rsidRDefault="00813103" w:rsidP="00F73C8D">
            <w:r w:rsidRPr="00AB6C19">
              <w:t>Typ, reguły</w:t>
            </w:r>
          </w:p>
        </w:tc>
        <w:tc>
          <w:tcPr>
            <w:tcW w:w="1197" w:type="dxa"/>
          </w:tcPr>
          <w:p w14:paraId="5DFC11FC" w14:textId="77777777" w:rsidR="00813103" w:rsidRPr="00AB6C19" w:rsidRDefault="00813103" w:rsidP="00F73C8D">
            <w:r w:rsidRPr="00AB6C19">
              <w:t>Liczebność</w:t>
            </w:r>
          </w:p>
        </w:tc>
      </w:tr>
      <w:tr w:rsidR="00813103" w:rsidRPr="00AB6C19" w14:paraId="3F62641B" w14:textId="77777777" w:rsidTr="002C691F">
        <w:trPr>
          <w:trHeight w:val="213"/>
        </w:trPr>
        <w:tc>
          <w:tcPr>
            <w:tcW w:w="1788" w:type="dxa"/>
          </w:tcPr>
          <w:p w14:paraId="12236B10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73CEFECE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</w:t>
            </w:r>
          </w:p>
        </w:tc>
        <w:tc>
          <w:tcPr>
            <w:tcW w:w="840" w:type="dxa"/>
          </w:tcPr>
          <w:p w14:paraId="6712154D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3BC81D8A" w14:textId="77777777" w:rsidR="00813103" w:rsidRPr="00AB6C19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07220690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13103" w:rsidRPr="00AB6C19" w14:paraId="7F5F1B5D" w14:textId="77777777" w:rsidTr="002C691F">
        <w:trPr>
          <w:trHeight w:val="213"/>
        </w:trPr>
        <w:tc>
          <w:tcPr>
            <w:tcW w:w="1788" w:type="dxa"/>
          </w:tcPr>
          <w:p w14:paraId="3CA73693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75E58C47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024368B2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40" w:type="dxa"/>
          </w:tcPr>
          <w:p w14:paraId="6F143387" w14:textId="77777777" w:rsidR="00813103" w:rsidRPr="00AB6C19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</w:p>
          <w:p w14:paraId="7509AB18" w14:textId="5B8E99CF" w:rsidR="0081310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4B18E7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,R21</w:t>
            </w:r>
          </w:p>
        </w:tc>
        <w:tc>
          <w:tcPr>
            <w:tcW w:w="1197" w:type="dxa"/>
          </w:tcPr>
          <w:p w14:paraId="0EF59B9A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13103" w:rsidRPr="00AB6C19" w14:paraId="090B90C7" w14:textId="77777777" w:rsidTr="002C691F">
        <w:trPr>
          <w:trHeight w:val="213"/>
        </w:trPr>
        <w:tc>
          <w:tcPr>
            <w:tcW w:w="1788" w:type="dxa"/>
          </w:tcPr>
          <w:p w14:paraId="7EA9B65E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4FC63074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013DB92C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40" w:type="dxa"/>
          </w:tcPr>
          <w:p w14:paraId="37F57718" w14:textId="77777777" w:rsidR="00813103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5EE6B0B4" w14:textId="3CB1D2A2" w:rsidR="0081310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4B18E7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315DEA7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F4512D" w:rsidRPr="00AB6C19" w14:paraId="42E1A02D" w14:textId="77777777" w:rsidTr="002C691F">
        <w:trPr>
          <w:trHeight w:val="213"/>
        </w:trPr>
        <w:tc>
          <w:tcPr>
            <w:tcW w:w="1788" w:type="dxa"/>
          </w:tcPr>
          <w:p w14:paraId="1BBDC92F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5ADBCDF7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3D7957EB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40" w:type="dxa"/>
          </w:tcPr>
          <w:p w14:paraId="732EAE61" w14:textId="3F508931" w:rsidR="00F4512D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60E4C189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4512D" w:rsidRPr="00AB6C19" w14:paraId="66136AAD" w14:textId="77777777" w:rsidTr="002C691F">
        <w:trPr>
          <w:trHeight w:val="213"/>
        </w:trPr>
        <w:tc>
          <w:tcPr>
            <w:tcW w:w="1788" w:type="dxa"/>
          </w:tcPr>
          <w:p w14:paraId="64CABE67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50F77060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3F9EEF7D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40" w:type="dxa"/>
          </w:tcPr>
          <w:p w14:paraId="4F56555E" w14:textId="07693994" w:rsidR="00F4512D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3E15D183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F4512D" w:rsidRPr="00AB6C19" w14:paraId="5797F420" w14:textId="77777777" w:rsidTr="002C691F">
        <w:trPr>
          <w:trHeight w:val="213"/>
        </w:trPr>
        <w:tc>
          <w:tcPr>
            <w:tcW w:w="1788" w:type="dxa"/>
          </w:tcPr>
          <w:p w14:paraId="11F051C2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4B7D29F6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1BBF9BD6" w14:textId="77777777" w:rsidR="00F4512D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40" w:type="dxa"/>
          </w:tcPr>
          <w:p w14:paraId="20CA0F93" w14:textId="62BE6FAA" w:rsidR="00F4512D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DailyPaymentInformationType</w:t>
            </w:r>
            <w:proofErr w:type="spellEnd"/>
          </w:p>
          <w:p w14:paraId="02C4420A" w14:textId="7F181917" w:rsidR="004B18E7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4B18E7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4B18E7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E261F9F" w14:textId="77777777" w:rsidR="00F4512D" w:rsidRPr="00D8193E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F4512D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6985BCC4" w14:textId="338AB0AB" w:rsidR="00CF2C08" w:rsidRPr="00AB6C19" w:rsidRDefault="00CF2C08" w:rsidP="0033397D">
      <w:pPr>
        <w:pStyle w:val="Legenda"/>
      </w:pPr>
      <w:bookmarkStart w:id="157" w:name="_Toc18178233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37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proofErr w:type="spellStart"/>
      <w:r w:rsidRPr="002F3DF9">
        <w:rPr>
          <w:lang w:val="en-GB"/>
        </w:rPr>
        <w:t>WarehouseType</w:t>
      </w:r>
      <w:bookmarkEnd w:id="157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813103" w:rsidRPr="00AB6C19" w14:paraId="061F1E4F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417C4AE3" w14:textId="77777777" w:rsidR="00813103" w:rsidRPr="00AB6C19" w:rsidRDefault="00813103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5851C459" w14:textId="77777777" w:rsidR="00813103" w:rsidRPr="00AB6C19" w:rsidRDefault="0081310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53E67B06" w14:textId="77777777" w:rsidR="0081310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4C0A7636" w14:textId="77777777" w:rsidR="00813103" w:rsidRPr="00AB6C19" w:rsidRDefault="00813103" w:rsidP="00F73C8D">
            <w:r w:rsidRPr="00AB6C19">
              <w:t>Typ, reguły</w:t>
            </w:r>
          </w:p>
        </w:tc>
        <w:tc>
          <w:tcPr>
            <w:tcW w:w="1390" w:type="dxa"/>
          </w:tcPr>
          <w:p w14:paraId="4865D813" w14:textId="77777777" w:rsidR="00813103" w:rsidRPr="00AB6C19" w:rsidRDefault="00813103" w:rsidP="00F73C8D">
            <w:r w:rsidRPr="00AB6C19">
              <w:t>Liczebność</w:t>
            </w:r>
          </w:p>
        </w:tc>
      </w:tr>
      <w:tr w:rsidR="00813103" w:rsidRPr="00AB6C19" w14:paraId="20260721" w14:textId="77777777" w:rsidTr="002C691F">
        <w:trPr>
          <w:trHeight w:val="213"/>
        </w:trPr>
        <w:tc>
          <w:tcPr>
            <w:tcW w:w="1770" w:type="dxa"/>
          </w:tcPr>
          <w:p w14:paraId="72DA6229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3EF4B834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4D4B7FBA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646FDE6E" w14:textId="77777777" w:rsidR="00813103" w:rsidRPr="00AB6C19" w:rsidRDefault="002E55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81310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2B51653" w14:textId="1D82C238" w:rsidR="0081310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68264B5C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13103" w:rsidRPr="00AB6C19" w14:paraId="531F9770" w14:textId="77777777" w:rsidTr="002C691F">
        <w:trPr>
          <w:trHeight w:val="213"/>
        </w:trPr>
        <w:tc>
          <w:tcPr>
            <w:tcW w:w="1770" w:type="dxa"/>
          </w:tcPr>
          <w:p w14:paraId="6DEC3662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19EF2CB0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079222C0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0C4BC5D1" w14:textId="77777777" w:rsidR="00813103" w:rsidRPr="00AB6C19" w:rsidRDefault="002E55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81310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51F0A0E4" w14:textId="7F68E7F6" w:rsidR="0081310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17592CFD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13103" w:rsidRPr="00AB6C19" w14:paraId="0E293F1B" w14:textId="77777777" w:rsidTr="002C691F">
        <w:trPr>
          <w:trHeight w:val="213"/>
        </w:trPr>
        <w:tc>
          <w:tcPr>
            <w:tcW w:w="1770" w:type="dxa"/>
          </w:tcPr>
          <w:p w14:paraId="7E017FFF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1A985173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60796D56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2D645DCD" w14:textId="77777777" w:rsidR="00813103" w:rsidRPr="00AB6C19" w:rsidRDefault="002E55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81310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1390" w:type="dxa"/>
          </w:tcPr>
          <w:p w14:paraId="7E6F47FA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13103" w:rsidRPr="00AB6C19" w14:paraId="4B9B6A19" w14:textId="77777777" w:rsidTr="002C691F">
        <w:trPr>
          <w:trHeight w:val="213"/>
        </w:trPr>
        <w:tc>
          <w:tcPr>
            <w:tcW w:w="1770" w:type="dxa"/>
          </w:tcPr>
          <w:p w14:paraId="5F6696E5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7DB7AFD8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0AE1FDD0" w14:textId="77777777" w:rsidR="0081310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1AD2D048" w14:textId="77777777" w:rsidR="00813103" w:rsidRPr="00AB6C19" w:rsidRDefault="002E55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81310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248D2B15" w14:textId="2C51D0FB" w:rsidR="0081310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81310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56BA7EB3" w14:textId="77777777" w:rsidR="00813103" w:rsidRPr="00D8193E" w:rsidRDefault="008131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C2376F" w:rsidRPr="00AB6C19" w14:paraId="302FCDEE" w14:textId="77777777" w:rsidTr="002C691F">
        <w:trPr>
          <w:trHeight w:val="213"/>
        </w:trPr>
        <w:tc>
          <w:tcPr>
            <w:tcW w:w="1770" w:type="dxa"/>
          </w:tcPr>
          <w:p w14:paraId="24422F74" w14:textId="77777777" w:rsidR="00C2376F" w:rsidRPr="00D8193E" w:rsidRDefault="00C237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1A233DF9" w14:textId="77777777" w:rsidR="00C2376F" w:rsidRPr="00D8193E" w:rsidRDefault="00C237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550D4236" w14:textId="77777777" w:rsidR="00C2376F" w:rsidRPr="00D8193E" w:rsidRDefault="00C237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78B1F9C4" w14:textId="77777777" w:rsidR="00C2376F" w:rsidRPr="00D8193E" w:rsidRDefault="00C237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5EC7C079" w14:textId="77777777" w:rsidR="00C2376F" w:rsidRPr="00D8193E" w:rsidRDefault="00C2376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35C484C1" w14:textId="23170D0F" w:rsidR="00CF2C08" w:rsidRPr="00AB6C19" w:rsidRDefault="00CF2C08" w:rsidP="0033397D">
      <w:pPr>
        <w:pStyle w:val="Legenda"/>
      </w:pPr>
      <w:bookmarkStart w:id="158" w:name="_Toc181782335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38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proofErr w:type="spellStart"/>
      <w:r w:rsidRPr="002F3DF9">
        <w:rPr>
          <w:lang w:val="en-GB"/>
        </w:rPr>
        <w:t>ExciseDutyInformationType</w:t>
      </w:r>
      <w:bookmarkEnd w:id="15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AB6C19" w14:paraId="49797256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F674B8A" w14:textId="77777777" w:rsidR="00E955E3" w:rsidRPr="00AB6C19" w:rsidRDefault="00E955E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8C9E038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3ABC48C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FA00089" w14:textId="77777777" w:rsidR="00E955E3" w:rsidRPr="00AB6C19" w:rsidRDefault="00E955E3" w:rsidP="00F73C8D">
            <w:r w:rsidRPr="00AB6C19">
              <w:t>Typ, reguły</w:t>
            </w:r>
          </w:p>
        </w:tc>
        <w:tc>
          <w:tcPr>
            <w:tcW w:w="1197" w:type="dxa"/>
          </w:tcPr>
          <w:p w14:paraId="08413ACD" w14:textId="77777777" w:rsidR="00E955E3" w:rsidRPr="00AB6C19" w:rsidRDefault="00E955E3" w:rsidP="00F73C8D">
            <w:r w:rsidRPr="00AB6C19">
              <w:t>Liczebność</w:t>
            </w:r>
          </w:p>
        </w:tc>
      </w:tr>
      <w:tr w:rsidR="00E955E3" w:rsidRPr="00AB6C19" w14:paraId="1CB46D1D" w14:textId="77777777" w:rsidTr="002C691F">
        <w:trPr>
          <w:trHeight w:val="213"/>
        </w:trPr>
        <w:tc>
          <w:tcPr>
            <w:tcW w:w="1788" w:type="dxa"/>
          </w:tcPr>
          <w:p w14:paraId="532418FE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2ADFBA9E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6406F9EA" w14:textId="77777777" w:rsidR="00E955E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7AAE80E3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13938079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4324A0C4" w14:textId="77777777" w:rsidTr="002C691F">
        <w:trPr>
          <w:trHeight w:val="213"/>
        </w:trPr>
        <w:tc>
          <w:tcPr>
            <w:tcW w:w="1788" w:type="dxa"/>
          </w:tcPr>
          <w:p w14:paraId="50CAAC21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0A3A497B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79219ED7" w14:textId="77777777" w:rsidR="00E955E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19D78FED" w14:textId="3CFCF120" w:rsidR="00E955E3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7DB92746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28F942D1" w14:textId="77777777" w:rsidTr="002C691F">
        <w:trPr>
          <w:trHeight w:val="213"/>
        </w:trPr>
        <w:tc>
          <w:tcPr>
            <w:tcW w:w="1788" w:type="dxa"/>
          </w:tcPr>
          <w:p w14:paraId="6F384E40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61690567" w14:textId="73258918" w:rsidR="00E955E3" w:rsidRPr="00D8193E" w:rsidRDefault="00E955E3" w:rsidP="00D8193E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1501335C" w14:textId="77777777" w:rsidR="00E955E3" w:rsidRPr="00D8193E" w:rsidRDefault="00F4512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6A1C1C52" w14:textId="4E0D1A8E" w:rsidR="00E955E3" w:rsidRPr="00D8193E" w:rsidRDefault="00D819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53777611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765050FE" w14:textId="2B9879BD" w:rsidR="00C644BB" w:rsidRPr="00AB6C19" w:rsidRDefault="00C644BB" w:rsidP="00BE3846">
      <w:pPr>
        <w:pStyle w:val="Legenda"/>
      </w:pPr>
      <w:bookmarkStart w:id="159" w:name="_Toc18178233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39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proofErr w:type="spellStart"/>
      <w:r w:rsidRPr="00D8193E">
        <w:rPr>
          <w:lang w:val="en-GB"/>
        </w:rPr>
        <w:t>CleareanceExciseDutyType</w:t>
      </w:r>
      <w:bookmarkEnd w:id="15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AB6C19" w14:paraId="0ADBD22C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6A7DC01" w14:textId="77777777" w:rsidR="00E955E3" w:rsidRPr="00AB6C19" w:rsidRDefault="00E955E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00AFF7F8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9C8A441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152568A" w14:textId="77777777" w:rsidR="00E955E3" w:rsidRPr="00AB6C19" w:rsidRDefault="00E955E3" w:rsidP="00F73C8D">
            <w:r w:rsidRPr="00AB6C19">
              <w:t>Typ, reguły</w:t>
            </w:r>
          </w:p>
        </w:tc>
        <w:tc>
          <w:tcPr>
            <w:tcW w:w="1197" w:type="dxa"/>
          </w:tcPr>
          <w:p w14:paraId="6ECEB3FD" w14:textId="77777777" w:rsidR="00E955E3" w:rsidRPr="00AB6C19" w:rsidRDefault="00E955E3" w:rsidP="00F73C8D">
            <w:r w:rsidRPr="00AB6C19">
              <w:t>Liczebność</w:t>
            </w:r>
          </w:p>
        </w:tc>
      </w:tr>
      <w:tr w:rsidR="00C24805" w:rsidRPr="00AB6C19" w14:paraId="3234E73A" w14:textId="77777777" w:rsidTr="002C691F">
        <w:trPr>
          <w:trHeight w:val="213"/>
        </w:trPr>
        <w:tc>
          <w:tcPr>
            <w:tcW w:w="1788" w:type="dxa"/>
          </w:tcPr>
          <w:p w14:paraId="2E1A8CC5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4B97308A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(C) złożonej za miesiąc, którego dotyczy rejestrowana deklaracja</w:t>
            </w:r>
          </w:p>
        </w:tc>
        <w:tc>
          <w:tcPr>
            <w:tcW w:w="840" w:type="dxa"/>
          </w:tcPr>
          <w:p w14:paraId="022E0936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3B23FF62" w14:textId="77777777" w:rsidR="00C24805" w:rsidRPr="00AB6C19" w:rsidRDefault="000547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F09373B" w14:textId="700885EB" w:rsidR="00C24805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F98C11A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C24805" w:rsidRPr="00AB6C19" w14:paraId="61906F76" w14:textId="77777777" w:rsidTr="002C691F">
        <w:trPr>
          <w:trHeight w:val="213"/>
        </w:trPr>
        <w:tc>
          <w:tcPr>
            <w:tcW w:w="1788" w:type="dxa"/>
          </w:tcPr>
          <w:p w14:paraId="32975B50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7396CB39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7AFF4EA0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2F785952" w14:textId="77777777" w:rsidR="00C24805" w:rsidRPr="00AB6C19" w:rsidRDefault="000547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370768BF" w14:textId="0DA03F00" w:rsidR="00C24805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24A2594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C24805" w:rsidRPr="00AB6C19" w14:paraId="51AA55DF" w14:textId="77777777" w:rsidTr="002C691F">
        <w:trPr>
          <w:trHeight w:val="213"/>
        </w:trPr>
        <w:tc>
          <w:tcPr>
            <w:tcW w:w="1788" w:type="dxa"/>
          </w:tcPr>
          <w:p w14:paraId="7D10F3C1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0E6436EA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359B75F7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95" w:type="dxa"/>
          </w:tcPr>
          <w:p w14:paraId="28095F19" w14:textId="77777777" w:rsidR="00C24805" w:rsidRPr="00AB6C19" w:rsidRDefault="000547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A91F7CF" w14:textId="57B5B24E" w:rsidR="00C24805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C24805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CDC7CBE" w14:textId="77777777" w:rsidR="00C24805" w:rsidRPr="00D8193E" w:rsidRDefault="00C248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36CA332F" w14:textId="5CE2B5C0" w:rsidR="00C644BB" w:rsidRPr="00AB6C19" w:rsidRDefault="00C644BB" w:rsidP="0033397D">
      <w:pPr>
        <w:pStyle w:val="Legenda"/>
      </w:pPr>
      <w:bookmarkStart w:id="160" w:name="_Toc18178233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40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proofErr w:type="spellStart"/>
      <w:r w:rsidRPr="002F3DF9">
        <w:rPr>
          <w:lang w:val="en-GB"/>
        </w:rPr>
        <w:t>ItemsType</w:t>
      </w:r>
      <w:bookmarkEnd w:id="16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AB6C19" w14:paraId="55D90589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F51B7D8" w14:textId="77777777" w:rsidR="00E955E3" w:rsidRPr="00AB6C19" w:rsidRDefault="00E955E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3D06B6D4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5A0C94B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45719C3" w14:textId="77777777" w:rsidR="00E955E3" w:rsidRPr="00AB6C19" w:rsidRDefault="00E955E3" w:rsidP="00F73C8D">
            <w:r w:rsidRPr="00AB6C19">
              <w:t>Typ, reguły</w:t>
            </w:r>
          </w:p>
        </w:tc>
        <w:tc>
          <w:tcPr>
            <w:tcW w:w="1197" w:type="dxa"/>
          </w:tcPr>
          <w:p w14:paraId="5C842DAC" w14:textId="77777777" w:rsidR="00E955E3" w:rsidRPr="00AB6C19" w:rsidRDefault="00E955E3" w:rsidP="00F73C8D">
            <w:r w:rsidRPr="00AB6C19">
              <w:t>Liczebność</w:t>
            </w:r>
          </w:p>
        </w:tc>
      </w:tr>
      <w:tr w:rsidR="00E955E3" w:rsidRPr="00AB6C19" w14:paraId="215D3DF7" w14:textId="77777777" w:rsidTr="002C691F">
        <w:trPr>
          <w:trHeight w:val="213"/>
        </w:trPr>
        <w:tc>
          <w:tcPr>
            <w:tcW w:w="1788" w:type="dxa"/>
          </w:tcPr>
          <w:p w14:paraId="01B641C0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48050238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hektolitrach</w:t>
            </w:r>
          </w:p>
        </w:tc>
        <w:tc>
          <w:tcPr>
            <w:tcW w:w="840" w:type="dxa"/>
          </w:tcPr>
          <w:p w14:paraId="03330347" w14:textId="77777777" w:rsidR="00E955E3" w:rsidRPr="00D8193E" w:rsidRDefault="00354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255</w:t>
            </w:r>
          </w:p>
        </w:tc>
        <w:tc>
          <w:tcPr>
            <w:tcW w:w="2095" w:type="dxa"/>
          </w:tcPr>
          <w:p w14:paraId="5711789C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44CCCE5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40450F3A" w14:textId="77777777" w:rsidTr="002C691F">
        <w:trPr>
          <w:trHeight w:val="213"/>
        </w:trPr>
        <w:tc>
          <w:tcPr>
            <w:tcW w:w="1788" w:type="dxa"/>
          </w:tcPr>
          <w:p w14:paraId="111EFF3B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6D322D62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3903F639" w14:textId="77777777" w:rsidR="00E955E3" w:rsidRPr="00D8193E" w:rsidRDefault="00354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256</w:t>
            </w:r>
          </w:p>
        </w:tc>
        <w:tc>
          <w:tcPr>
            <w:tcW w:w="2095" w:type="dxa"/>
          </w:tcPr>
          <w:p w14:paraId="6809B8A7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7FDD79A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1F19C129" w14:textId="77777777" w:rsidTr="002C691F">
        <w:trPr>
          <w:trHeight w:val="213"/>
        </w:trPr>
        <w:tc>
          <w:tcPr>
            <w:tcW w:w="1788" w:type="dxa"/>
          </w:tcPr>
          <w:p w14:paraId="34660D92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4A236A49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„Sprzedaż na eksport: Ilość wyrobów w hektolitrach” * wartość w polu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„Sprzedaż na eksport: Stawka podatku</w:t>
            </w:r>
          </w:p>
        </w:tc>
        <w:tc>
          <w:tcPr>
            <w:tcW w:w="840" w:type="dxa"/>
          </w:tcPr>
          <w:p w14:paraId="4BB160F7" w14:textId="77777777" w:rsidR="00E955E3" w:rsidRPr="00D8193E" w:rsidRDefault="00354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257</w:t>
            </w:r>
          </w:p>
        </w:tc>
        <w:tc>
          <w:tcPr>
            <w:tcW w:w="2095" w:type="dxa"/>
          </w:tcPr>
          <w:p w14:paraId="6EE1B387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276FCB"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</w:t>
            </w:r>
            <w:proofErr w:type="spellEnd"/>
          </w:p>
        </w:tc>
        <w:tc>
          <w:tcPr>
            <w:tcW w:w="1197" w:type="dxa"/>
          </w:tcPr>
          <w:p w14:paraId="63B12D0A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6A9F8D55" w14:textId="77777777" w:rsidTr="002C691F">
        <w:trPr>
          <w:trHeight w:val="213"/>
        </w:trPr>
        <w:tc>
          <w:tcPr>
            <w:tcW w:w="1788" w:type="dxa"/>
          </w:tcPr>
          <w:p w14:paraId="3A140448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2CF51573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hektolitrach</w:t>
            </w:r>
          </w:p>
        </w:tc>
        <w:tc>
          <w:tcPr>
            <w:tcW w:w="840" w:type="dxa"/>
          </w:tcPr>
          <w:p w14:paraId="5144A7B4" w14:textId="77777777" w:rsidR="00E955E3" w:rsidRPr="00D8193E" w:rsidRDefault="00354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258</w:t>
            </w:r>
          </w:p>
        </w:tc>
        <w:tc>
          <w:tcPr>
            <w:tcW w:w="2095" w:type="dxa"/>
          </w:tcPr>
          <w:p w14:paraId="51E296CE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F3DF9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CC044AF" w14:textId="16D39B3B" w:rsidR="00E955E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717E455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01E4433A" w14:textId="77777777" w:rsidTr="002C691F">
        <w:trPr>
          <w:trHeight w:val="213"/>
        </w:trPr>
        <w:tc>
          <w:tcPr>
            <w:tcW w:w="1788" w:type="dxa"/>
          </w:tcPr>
          <w:p w14:paraId="05FDEAD9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792728B2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6E5138C3" w14:textId="77777777" w:rsidR="00E955E3" w:rsidRPr="00D8193E" w:rsidRDefault="00354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259</w:t>
            </w:r>
          </w:p>
        </w:tc>
        <w:tc>
          <w:tcPr>
            <w:tcW w:w="2095" w:type="dxa"/>
          </w:tcPr>
          <w:p w14:paraId="3CFB73AC" w14:textId="77777777" w:rsidR="00E955E3" w:rsidRPr="000D4636" w:rsidRDefault="00276F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5915771" w14:textId="0192B0FE" w:rsidR="00E955E3" w:rsidRPr="00D8193E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3D4483F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6E1BA8BB" w14:textId="77777777" w:rsidTr="002C691F">
        <w:trPr>
          <w:trHeight w:val="213"/>
        </w:trPr>
        <w:tc>
          <w:tcPr>
            <w:tcW w:w="1788" w:type="dxa"/>
          </w:tcPr>
          <w:p w14:paraId="2CF3AD3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1B49B43D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75943FAE" w14:textId="77777777" w:rsidR="00E955E3" w:rsidRPr="00D8193E" w:rsidRDefault="00EF5E0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535BE6E7" w14:textId="584B7937" w:rsidR="00E955E3" w:rsidRPr="000D4636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ItemType</w:t>
            </w:r>
          </w:p>
        </w:tc>
        <w:tc>
          <w:tcPr>
            <w:tcW w:w="1197" w:type="dxa"/>
          </w:tcPr>
          <w:p w14:paraId="07B60CF4" w14:textId="77777777" w:rsidR="00E955E3" w:rsidRPr="00D8193E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8193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75BB2D15" w14:textId="50DA8562" w:rsidR="00B24B92" w:rsidRPr="00AB6C19" w:rsidRDefault="00B24B92" w:rsidP="00BE3846">
      <w:pPr>
        <w:pStyle w:val="Legenda"/>
      </w:pPr>
      <w:bookmarkStart w:id="161" w:name="_Toc18178233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41</w:t>
      </w:r>
      <w:r w:rsidR="00D437FA">
        <w:rPr>
          <w:noProof/>
        </w:rPr>
        <w:fldChar w:fldCharType="end"/>
      </w:r>
      <w:r w:rsidRPr="00AB6C19">
        <w:t xml:space="preserve">.Elementy konfiguracji AKC4C </w:t>
      </w:r>
      <w:r w:rsidRPr="002F3DF9">
        <w:rPr>
          <w:lang w:val="en-GB"/>
        </w:rPr>
        <w:t>ItemType</w:t>
      </w:r>
      <w:bookmarkEnd w:id="161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AB6C19" w14:paraId="6F31027D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D954283" w14:textId="77777777" w:rsidR="00E955E3" w:rsidRPr="00AB6C19" w:rsidRDefault="00E955E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225974D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72A1441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457CCB1" w14:textId="77777777" w:rsidR="00E955E3" w:rsidRPr="00AB6C19" w:rsidRDefault="00E955E3" w:rsidP="00F73C8D">
            <w:r w:rsidRPr="00AB6C19">
              <w:t>Typ, reguły</w:t>
            </w:r>
          </w:p>
        </w:tc>
        <w:tc>
          <w:tcPr>
            <w:tcW w:w="1197" w:type="dxa"/>
          </w:tcPr>
          <w:p w14:paraId="27547C4B" w14:textId="77777777" w:rsidR="00E955E3" w:rsidRPr="00AB6C19" w:rsidRDefault="00E955E3" w:rsidP="00F73C8D">
            <w:r w:rsidRPr="00AB6C19">
              <w:t>Liczebność</w:t>
            </w:r>
          </w:p>
        </w:tc>
      </w:tr>
      <w:tr w:rsidR="00E955E3" w:rsidRPr="00AB6C19" w14:paraId="18EDA994" w14:textId="77777777" w:rsidTr="002C691F">
        <w:trPr>
          <w:trHeight w:val="213"/>
        </w:trPr>
        <w:tc>
          <w:tcPr>
            <w:tcW w:w="1788" w:type="dxa"/>
          </w:tcPr>
          <w:p w14:paraId="46396CE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241468C9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3E04B2B3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55484209" w14:textId="77777777" w:rsidR="00E955E3" w:rsidRPr="00AB6C19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501A3846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2BFF5A48" w14:textId="77777777" w:rsidTr="002C691F">
        <w:trPr>
          <w:trHeight w:val="213"/>
        </w:trPr>
        <w:tc>
          <w:tcPr>
            <w:tcW w:w="1788" w:type="dxa"/>
          </w:tcPr>
          <w:p w14:paraId="708F4590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436CAB5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3AF6C09D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274818DC" w14:textId="77777777" w:rsidR="00E955E3" w:rsidRPr="00AB6C19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ZCharacter</w:t>
            </w:r>
            <w:proofErr w:type="spellEnd"/>
          </w:p>
          <w:p w14:paraId="13EE70E3" w14:textId="203261BA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D6D7A73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39980A6D" w14:textId="77777777" w:rsidTr="002C691F">
        <w:trPr>
          <w:trHeight w:val="213"/>
        </w:trPr>
        <w:tc>
          <w:tcPr>
            <w:tcW w:w="1788" w:type="dxa"/>
          </w:tcPr>
          <w:p w14:paraId="7E374116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28C8ED64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F47EDAB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457598E1" w14:textId="77777777" w:rsidR="00E955E3" w:rsidRPr="00AB6C19" w:rsidRDefault="00B7297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ZShortages</w:t>
            </w:r>
            <w:proofErr w:type="spellEnd"/>
          </w:p>
          <w:p w14:paraId="4B76CED2" w14:textId="0EEBB3FC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7E93B63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29448B39" w14:textId="77777777" w:rsidTr="002C691F">
        <w:trPr>
          <w:trHeight w:val="213"/>
        </w:trPr>
        <w:tc>
          <w:tcPr>
            <w:tcW w:w="1788" w:type="dxa"/>
          </w:tcPr>
          <w:p w14:paraId="18D4B9B0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33E4505B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wpisanie ośmiocyfrowego kodu CN  towaru.</w:t>
            </w:r>
          </w:p>
        </w:tc>
        <w:tc>
          <w:tcPr>
            <w:tcW w:w="840" w:type="dxa"/>
          </w:tcPr>
          <w:p w14:paraId="58EB8E78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5FC58282" w14:textId="77777777" w:rsidR="00E955E3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ZCodeCN</w:t>
            </w:r>
            <w:proofErr w:type="spellEnd"/>
          </w:p>
          <w:p w14:paraId="372CAB2A" w14:textId="144BB12B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7AF405A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35C4B461" w14:textId="77777777" w:rsidTr="002C691F">
        <w:trPr>
          <w:trHeight w:val="213"/>
        </w:trPr>
        <w:tc>
          <w:tcPr>
            <w:tcW w:w="1788" w:type="dxa"/>
          </w:tcPr>
          <w:p w14:paraId="459DCAF8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51806DF3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w hektolitrach x stopień Plato (% m/m ekstraktu brzeczki podstawowej) (z dokładnością do dwóch miejsc po przecinku)</w:t>
            </w:r>
          </w:p>
        </w:tc>
        <w:tc>
          <w:tcPr>
            <w:tcW w:w="840" w:type="dxa"/>
          </w:tcPr>
          <w:p w14:paraId="4706E5A8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6EA54AD3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563476F7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955E3" w:rsidRPr="00AB6C19" w14:paraId="7DF3BEA6" w14:textId="77777777" w:rsidTr="002C691F">
        <w:trPr>
          <w:trHeight w:val="213"/>
        </w:trPr>
        <w:tc>
          <w:tcPr>
            <w:tcW w:w="1788" w:type="dxa"/>
          </w:tcPr>
          <w:p w14:paraId="5648AE20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3D4CE701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4A46E1FC" w14:textId="77777777" w:rsidR="00E955E3" w:rsidRPr="000D4636" w:rsidRDefault="00C75B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1C586B79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71FBC27" w14:textId="39666DE8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6781EAA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7E14C5C3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1B3C" w:rsidRPr="00AB6C19" w14:paraId="0336B61F" w14:textId="77777777" w:rsidTr="002C691F">
        <w:trPr>
          <w:trHeight w:val="213"/>
        </w:trPr>
        <w:tc>
          <w:tcPr>
            <w:tcW w:w="1788" w:type="dxa"/>
          </w:tcPr>
          <w:p w14:paraId="0AE5ED67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31D14F14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45D370C1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B9988AF" w14:textId="77777777" w:rsidR="000F1B3C" w:rsidRPr="00AB6C19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2C1D82FC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1B3C" w:rsidRPr="00AB6C19" w14:paraId="5A19C1F3" w14:textId="77777777" w:rsidTr="002C691F">
        <w:trPr>
          <w:trHeight w:val="213"/>
        </w:trPr>
        <w:tc>
          <w:tcPr>
            <w:tcW w:w="1788" w:type="dxa"/>
          </w:tcPr>
          <w:p w14:paraId="64F57C0E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38A51927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„Ilość wyrobów w hektolitrach x stopień Plato” * wartość w polu „Stawka podatku”</w:t>
            </w:r>
          </w:p>
        </w:tc>
        <w:tc>
          <w:tcPr>
            <w:tcW w:w="840" w:type="dxa"/>
          </w:tcPr>
          <w:p w14:paraId="30C2C582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3B1FEBFC" w14:textId="77777777" w:rsidR="000F1B3C" w:rsidRPr="00AB6C19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52AD01A1" w14:textId="112DF076" w:rsidR="000F1B3C" w:rsidRPr="00AB6C19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1B3C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0F1B3C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2246A95" w14:textId="77777777" w:rsidR="000F1B3C" w:rsidRPr="000D4636" w:rsidRDefault="000F1B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3C53A4DC" w14:textId="0CFDE2CA" w:rsidR="00B24B92" w:rsidRPr="00AB6C19" w:rsidRDefault="00BE3846" w:rsidP="00BE3846">
      <w:pPr>
        <w:pStyle w:val="Legenda"/>
      </w:pPr>
      <w:r>
        <w:br w:type="page"/>
      </w:r>
      <w:bookmarkStart w:id="162" w:name="_Toc181782339"/>
      <w:r w:rsidR="00B24B92"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42</w:t>
      </w:r>
      <w:r w:rsidR="00D437FA">
        <w:rPr>
          <w:noProof/>
        </w:rPr>
        <w:fldChar w:fldCharType="end"/>
      </w:r>
      <w:r w:rsidR="00B24B92" w:rsidRPr="00AB6C19">
        <w:t xml:space="preserve">.Elementy konfiguracji AKC4C </w:t>
      </w:r>
      <w:proofErr w:type="spellStart"/>
      <w:r w:rsidR="00B24B92" w:rsidRPr="000D4636">
        <w:rPr>
          <w:lang w:val="en-GB"/>
        </w:rPr>
        <w:t>DailyPaymentInformationType</w:t>
      </w:r>
      <w:bookmarkEnd w:id="16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955E3" w:rsidRPr="00AB6C19" w14:paraId="56C95A70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6E3A8B9" w14:textId="77777777" w:rsidR="00E955E3" w:rsidRPr="00AB6C19" w:rsidRDefault="00E955E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6CCB739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69DBC7B" w14:textId="77777777" w:rsidR="00E955E3" w:rsidRPr="00AB6C19" w:rsidRDefault="00E955E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C548C0F" w14:textId="77777777" w:rsidR="00E955E3" w:rsidRPr="00AB6C19" w:rsidRDefault="00E955E3" w:rsidP="00F73C8D">
            <w:r w:rsidRPr="00AB6C19">
              <w:t>Typ, reguły</w:t>
            </w:r>
          </w:p>
        </w:tc>
        <w:tc>
          <w:tcPr>
            <w:tcW w:w="1197" w:type="dxa"/>
          </w:tcPr>
          <w:p w14:paraId="428DD8F7" w14:textId="77777777" w:rsidR="00E955E3" w:rsidRPr="00AB6C19" w:rsidRDefault="00E955E3" w:rsidP="00F73C8D">
            <w:r w:rsidRPr="00AB6C19">
              <w:t>Liczebność</w:t>
            </w:r>
          </w:p>
        </w:tc>
      </w:tr>
      <w:tr w:rsidR="00E955E3" w:rsidRPr="00AB6C19" w14:paraId="53D72862" w14:textId="77777777" w:rsidTr="002C691F">
        <w:trPr>
          <w:trHeight w:val="213"/>
        </w:trPr>
        <w:tc>
          <w:tcPr>
            <w:tcW w:w="1788" w:type="dxa"/>
          </w:tcPr>
          <w:p w14:paraId="059F6B4F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4FE46966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AKC-4/C.</w:t>
            </w:r>
          </w:p>
        </w:tc>
        <w:tc>
          <w:tcPr>
            <w:tcW w:w="840" w:type="dxa"/>
          </w:tcPr>
          <w:p w14:paraId="08AC54A3" w14:textId="77777777" w:rsidR="00E955E3" w:rsidRPr="000D4636" w:rsidRDefault="007C548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172</w:t>
            </w:r>
          </w:p>
        </w:tc>
        <w:tc>
          <w:tcPr>
            <w:tcW w:w="2095" w:type="dxa"/>
          </w:tcPr>
          <w:p w14:paraId="563797E0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DCA6217" w14:textId="7DE6D28A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4821CD8B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1F9013BD" w14:textId="77777777" w:rsidTr="002C691F">
        <w:trPr>
          <w:trHeight w:val="213"/>
        </w:trPr>
        <w:tc>
          <w:tcPr>
            <w:tcW w:w="1788" w:type="dxa"/>
          </w:tcPr>
          <w:p w14:paraId="00351E1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10D0B7DF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AKC-4/C.</w:t>
            </w:r>
          </w:p>
        </w:tc>
        <w:tc>
          <w:tcPr>
            <w:tcW w:w="840" w:type="dxa"/>
          </w:tcPr>
          <w:p w14:paraId="322A931F" w14:textId="77777777" w:rsidR="00E955E3" w:rsidRPr="000D4636" w:rsidRDefault="007C548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265ADB72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6A15F89" w14:textId="591A11EF" w:rsidR="00E955E3" w:rsidRPr="000D4636" w:rsidRDefault="009456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="0014784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77DACA4E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7ECB8662" w14:textId="77777777" w:rsidTr="002C691F">
        <w:trPr>
          <w:trHeight w:val="213"/>
        </w:trPr>
        <w:tc>
          <w:tcPr>
            <w:tcW w:w="1788" w:type="dxa"/>
          </w:tcPr>
          <w:p w14:paraId="755207CF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67027B58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AKC-4/C.</w:t>
            </w:r>
          </w:p>
        </w:tc>
        <w:tc>
          <w:tcPr>
            <w:tcW w:w="840" w:type="dxa"/>
          </w:tcPr>
          <w:p w14:paraId="6542D594" w14:textId="77777777" w:rsidR="00E955E3" w:rsidRPr="000D4636" w:rsidRDefault="007C548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50087D36" w14:textId="77777777" w:rsidR="00E955E3" w:rsidRPr="00AB6C19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0B8506A" w14:textId="4970D7D6" w:rsidR="00E955E3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c</w:instrText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E955E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69F1DD81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955E3" w:rsidRPr="00AB6C19" w14:paraId="489CC5D6" w14:textId="77777777" w:rsidTr="002C691F">
        <w:trPr>
          <w:trHeight w:val="213"/>
        </w:trPr>
        <w:tc>
          <w:tcPr>
            <w:tcW w:w="1788" w:type="dxa"/>
          </w:tcPr>
          <w:p w14:paraId="60EF6CB7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5C2A7FEC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657A5999" w14:textId="77777777" w:rsidR="00E955E3" w:rsidRPr="000D4636" w:rsidRDefault="0051158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21CC2CC2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30DDD0B7" w14:textId="77777777" w:rsidR="00E955E3" w:rsidRPr="000D4636" w:rsidRDefault="00E955E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5FDE5D4F" w14:textId="77777777" w:rsidR="0040751F" w:rsidRPr="00AB6C19" w:rsidRDefault="0040751F" w:rsidP="00F73C8D">
      <w:pPr>
        <w:pStyle w:val="Nagwek3"/>
      </w:pPr>
      <w:bookmarkStart w:id="163" w:name="_Toc181782233"/>
      <w:r w:rsidRPr="00AB6C19">
        <w:t>Reguły</w:t>
      </w:r>
      <w:bookmarkEnd w:id="163"/>
    </w:p>
    <w:p w14:paraId="1749A7A2" w14:textId="7114F52C" w:rsidR="00B24B92" w:rsidRPr="00AB6C19" w:rsidRDefault="00B24B92" w:rsidP="0033397D">
      <w:pPr>
        <w:pStyle w:val="Legenda"/>
      </w:pPr>
      <w:bookmarkStart w:id="164" w:name="_Toc18178234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43</w:t>
      </w:r>
      <w:r w:rsidR="00D437FA">
        <w:rPr>
          <w:noProof/>
        </w:rPr>
        <w:fldChar w:fldCharType="end"/>
      </w:r>
      <w:r w:rsidRPr="00AB6C19">
        <w:t>.Reguły obowiązujące dla deklaracji AKC-4C</w:t>
      </w:r>
      <w:bookmarkEnd w:id="164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40751F" w:rsidRPr="00AB6C19" w14:paraId="09CD1795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70AE8E97" w14:textId="77777777" w:rsidR="0040751F" w:rsidRPr="00AB6C19" w:rsidRDefault="0040751F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73A13076" w14:textId="77777777" w:rsidR="0040751F" w:rsidRPr="00AB6C19" w:rsidRDefault="0040751F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40751F" w:rsidRPr="00AB6C19" w14:paraId="5FC1FC90" w14:textId="77777777" w:rsidTr="002C691F">
        <w:trPr>
          <w:trHeight w:val="213"/>
        </w:trPr>
        <w:tc>
          <w:tcPr>
            <w:tcW w:w="952" w:type="dxa"/>
          </w:tcPr>
          <w:p w14:paraId="1C0E5439" w14:textId="77777777" w:rsidR="0040751F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65" w:name="Rc1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165"/>
          </w:p>
        </w:tc>
        <w:tc>
          <w:tcPr>
            <w:tcW w:w="8102" w:type="dxa"/>
          </w:tcPr>
          <w:p w14:paraId="6CC1BECF" w14:textId="77777777" w:rsidR="0040751F" w:rsidRPr="000D4636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40751F" w:rsidRPr="00AB6C19" w14:paraId="69054E5A" w14:textId="77777777" w:rsidTr="002C691F">
        <w:trPr>
          <w:trHeight w:val="213"/>
        </w:trPr>
        <w:tc>
          <w:tcPr>
            <w:tcW w:w="952" w:type="dxa"/>
          </w:tcPr>
          <w:p w14:paraId="300319C6" w14:textId="77777777" w:rsidR="0040751F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66" w:name="Rc2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166"/>
          </w:p>
        </w:tc>
        <w:tc>
          <w:tcPr>
            <w:tcW w:w="8102" w:type="dxa"/>
          </w:tcPr>
          <w:p w14:paraId="02008545" w14:textId="77777777" w:rsidR="0040751F" w:rsidRPr="000D4636" w:rsidRDefault="0040751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</w:t>
            </w:r>
            <w:r w:rsidR="006020CE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isanego załącznika danego typu.</w:t>
            </w:r>
          </w:p>
        </w:tc>
      </w:tr>
      <w:tr w:rsidR="005B49C0" w:rsidRPr="00AB6C19" w14:paraId="4958F1ED" w14:textId="77777777" w:rsidTr="002C691F">
        <w:trPr>
          <w:trHeight w:val="213"/>
        </w:trPr>
        <w:tc>
          <w:tcPr>
            <w:tcW w:w="952" w:type="dxa"/>
          </w:tcPr>
          <w:p w14:paraId="0B9BCBEF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67" w:name="Rc3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167"/>
          </w:p>
        </w:tc>
        <w:tc>
          <w:tcPr>
            <w:tcW w:w="8102" w:type="dxa"/>
          </w:tcPr>
          <w:p w14:paraId="72EB5641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5B49C0" w:rsidRPr="00AB6C19" w14:paraId="624DFE90" w14:textId="77777777" w:rsidTr="002C691F">
        <w:trPr>
          <w:trHeight w:val="213"/>
        </w:trPr>
        <w:tc>
          <w:tcPr>
            <w:tcW w:w="952" w:type="dxa"/>
          </w:tcPr>
          <w:p w14:paraId="7445E3BE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68" w:name="Rc4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168"/>
          </w:p>
        </w:tc>
        <w:tc>
          <w:tcPr>
            <w:tcW w:w="8102" w:type="dxa"/>
          </w:tcPr>
          <w:p w14:paraId="383ED74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5DD57DF5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5B49C0" w:rsidRPr="00AB6C19" w14:paraId="4A18304A" w14:textId="77777777" w:rsidTr="002C691F">
        <w:trPr>
          <w:trHeight w:val="213"/>
        </w:trPr>
        <w:tc>
          <w:tcPr>
            <w:tcW w:w="952" w:type="dxa"/>
          </w:tcPr>
          <w:p w14:paraId="652BBCFE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69" w:name="Rc5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169"/>
          </w:p>
        </w:tc>
        <w:tc>
          <w:tcPr>
            <w:tcW w:w="8102" w:type="dxa"/>
          </w:tcPr>
          <w:p w14:paraId="59FE3E94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09B3999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2: Wypełnione może być tylko jedno pole numeru akcyzowego – jeśli wskazany jest obcy skład, to nie własny.</w:t>
            </w:r>
          </w:p>
        </w:tc>
      </w:tr>
      <w:tr w:rsidR="005B49C0" w:rsidRPr="00AB6C19" w14:paraId="774AE247" w14:textId="77777777" w:rsidTr="002C691F">
        <w:trPr>
          <w:trHeight w:val="213"/>
        </w:trPr>
        <w:tc>
          <w:tcPr>
            <w:tcW w:w="952" w:type="dxa"/>
          </w:tcPr>
          <w:p w14:paraId="1D015915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0" w:name="Rc7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170"/>
          </w:p>
        </w:tc>
        <w:tc>
          <w:tcPr>
            <w:tcW w:w="8102" w:type="dxa"/>
          </w:tcPr>
          <w:p w14:paraId="57C33812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wypełnione.</w:t>
            </w:r>
          </w:p>
        </w:tc>
      </w:tr>
      <w:tr w:rsidR="005B49C0" w:rsidRPr="00AB6C19" w14:paraId="18AF7390" w14:textId="77777777" w:rsidTr="002C691F">
        <w:trPr>
          <w:trHeight w:val="213"/>
        </w:trPr>
        <w:tc>
          <w:tcPr>
            <w:tcW w:w="952" w:type="dxa"/>
          </w:tcPr>
          <w:p w14:paraId="0ED7B28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1" w:name="Rc8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171"/>
          </w:p>
        </w:tc>
        <w:tc>
          <w:tcPr>
            <w:tcW w:w="8102" w:type="dxa"/>
          </w:tcPr>
          <w:p w14:paraId="03E8E540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sprawdzenie czy suma kwot z pozycji „Nadwyżka przedpłaty akcyzy” i „Przedpłata akcyzy do zapłaty” deklaracji AKC-PA (C) (za okres) jest równa wprowadzonej w polu wartości.</w:t>
            </w:r>
          </w:p>
        </w:tc>
      </w:tr>
      <w:tr w:rsidR="005B49C0" w:rsidRPr="00AB6C19" w14:paraId="3513D022" w14:textId="77777777" w:rsidTr="002C691F">
        <w:trPr>
          <w:trHeight w:val="213"/>
        </w:trPr>
        <w:tc>
          <w:tcPr>
            <w:tcW w:w="952" w:type="dxa"/>
          </w:tcPr>
          <w:p w14:paraId="1DF10E5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2" w:name="Rc9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172"/>
          </w:p>
        </w:tc>
        <w:tc>
          <w:tcPr>
            <w:tcW w:w="8102" w:type="dxa"/>
          </w:tcPr>
          <w:p w14:paraId="43BFEDD5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AB6C19" w14:paraId="38D7190C" w14:textId="77777777" w:rsidTr="002C691F">
        <w:trPr>
          <w:trHeight w:val="213"/>
        </w:trPr>
        <w:tc>
          <w:tcPr>
            <w:tcW w:w="952" w:type="dxa"/>
          </w:tcPr>
          <w:p w14:paraId="54247454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3" w:name="Rc10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173"/>
          </w:p>
        </w:tc>
        <w:tc>
          <w:tcPr>
            <w:tcW w:w="8102" w:type="dxa"/>
          </w:tcPr>
          <w:p w14:paraId="158F9B6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niewymagalne (puste) w przypadku, gdy nie złożono AKC-PA za ten sam okres rozliczeniowy.</w:t>
            </w:r>
          </w:p>
          <w:p w14:paraId="41496C93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5B49C0" w:rsidRPr="00AB6C19" w14:paraId="3DC0ECA5" w14:textId="77777777" w:rsidTr="002C691F">
        <w:trPr>
          <w:trHeight w:val="213"/>
        </w:trPr>
        <w:tc>
          <w:tcPr>
            <w:tcW w:w="952" w:type="dxa"/>
          </w:tcPr>
          <w:p w14:paraId="2EE8AC70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4" w:name="Rc11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R11</w:t>
            </w:r>
            <w:bookmarkEnd w:id="174"/>
          </w:p>
        </w:tc>
        <w:tc>
          <w:tcPr>
            <w:tcW w:w="8102" w:type="dxa"/>
          </w:tcPr>
          <w:p w14:paraId="2F2C1EAD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AA1B275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„Ilość wyrobów w hektolitrach”. System wstawia wyliczoną wartość.</w:t>
            </w:r>
          </w:p>
          <w:p w14:paraId="384803A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„Ilość wyrobów w hektolitrach x stopień Plato”. </w:t>
            </w:r>
          </w:p>
        </w:tc>
      </w:tr>
      <w:tr w:rsidR="005B49C0" w:rsidRPr="00AB6C19" w14:paraId="7934AAEB" w14:textId="77777777" w:rsidTr="002C691F">
        <w:trPr>
          <w:trHeight w:val="213"/>
        </w:trPr>
        <w:tc>
          <w:tcPr>
            <w:tcW w:w="952" w:type="dxa"/>
          </w:tcPr>
          <w:p w14:paraId="2D433AA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5" w:name="Rc12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175"/>
          </w:p>
        </w:tc>
        <w:tc>
          <w:tcPr>
            <w:tcW w:w="8102" w:type="dxa"/>
          </w:tcPr>
          <w:p w14:paraId="072DE1CD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63C33BE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4E99B153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liczba powinna się równać sumie wartości wprowadzonych w polu „Kwota podatku w zł”. Jeśli nie równa się, to jest Błąd typu 3.</w:t>
            </w:r>
          </w:p>
        </w:tc>
      </w:tr>
      <w:tr w:rsidR="005B49C0" w:rsidRPr="00AB6C19" w14:paraId="4EE66E17" w14:textId="77777777" w:rsidTr="002C691F">
        <w:trPr>
          <w:trHeight w:val="213"/>
        </w:trPr>
        <w:tc>
          <w:tcPr>
            <w:tcW w:w="952" w:type="dxa"/>
          </w:tcPr>
          <w:p w14:paraId="748DFD8B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6" w:name="Rc13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176"/>
          </w:p>
        </w:tc>
        <w:tc>
          <w:tcPr>
            <w:tcW w:w="8102" w:type="dxa"/>
          </w:tcPr>
          <w:p w14:paraId="0644A73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papierowa dokumentu: System wstawia nazwę pobraną ze słownika w ISZTAR.</w:t>
            </w:r>
          </w:p>
          <w:p w14:paraId="12CFF493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5B49C0" w:rsidRPr="00AB6C19" w14:paraId="60BF135E" w14:textId="77777777" w:rsidTr="002C691F">
        <w:trPr>
          <w:trHeight w:val="213"/>
        </w:trPr>
        <w:tc>
          <w:tcPr>
            <w:tcW w:w="952" w:type="dxa"/>
          </w:tcPr>
          <w:p w14:paraId="791A352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7" w:name="Rc14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177"/>
          </w:p>
        </w:tc>
        <w:tc>
          <w:tcPr>
            <w:tcW w:w="8102" w:type="dxa"/>
          </w:tcPr>
          <w:p w14:paraId="7D762056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przekazywana dla wywołania usługi pobrania danych z ISZTAR dla pól „Nazwa grupy wyrobów” i „Stawka podatku”.</w:t>
            </w:r>
          </w:p>
          <w:p w14:paraId="37C37728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czy kod CN jest w zakresie obsługiwanym przez załącznik danego typu. </w:t>
            </w:r>
          </w:p>
        </w:tc>
      </w:tr>
      <w:tr w:rsidR="005B49C0" w:rsidRPr="00AB6C19" w14:paraId="6C57D474" w14:textId="77777777" w:rsidTr="002C691F">
        <w:trPr>
          <w:trHeight w:val="213"/>
        </w:trPr>
        <w:tc>
          <w:tcPr>
            <w:tcW w:w="952" w:type="dxa"/>
          </w:tcPr>
          <w:p w14:paraId="1D56F530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8" w:name="Rc15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178"/>
          </w:p>
        </w:tc>
        <w:tc>
          <w:tcPr>
            <w:tcW w:w="8102" w:type="dxa"/>
          </w:tcPr>
          <w:p w14:paraId="2C08E57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Wybór spośród wartości pobranych z systemu ISZTAR dla numeru CN wprowadzonego w polu „Ośmiocyfrowy kod  CN”</w:t>
            </w:r>
          </w:p>
        </w:tc>
      </w:tr>
      <w:tr w:rsidR="005B49C0" w:rsidRPr="00AB6C19" w14:paraId="2296FC66" w14:textId="77777777" w:rsidTr="002C691F">
        <w:trPr>
          <w:trHeight w:val="213"/>
        </w:trPr>
        <w:tc>
          <w:tcPr>
            <w:tcW w:w="952" w:type="dxa"/>
          </w:tcPr>
          <w:p w14:paraId="007E5843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79" w:name="Rc16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179"/>
          </w:p>
        </w:tc>
        <w:tc>
          <w:tcPr>
            <w:tcW w:w="8102" w:type="dxa"/>
          </w:tcPr>
          <w:p w14:paraId="0A0CA808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wartość powinna być równa wyliczonej ze wzoru: wartość w polu „Ilość wyrobów w hektolitrach x stopień Plato” * wartość w polu „Stawka podatku”. Błąd typu 3</w:t>
            </w:r>
          </w:p>
        </w:tc>
      </w:tr>
      <w:tr w:rsidR="005B49C0" w:rsidRPr="00AB6C19" w14:paraId="7EE8104F" w14:textId="77777777" w:rsidTr="002C691F">
        <w:trPr>
          <w:trHeight w:val="213"/>
        </w:trPr>
        <w:tc>
          <w:tcPr>
            <w:tcW w:w="952" w:type="dxa"/>
          </w:tcPr>
          <w:p w14:paraId="155D8A98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80" w:name="Rc17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180"/>
          </w:p>
        </w:tc>
        <w:tc>
          <w:tcPr>
            <w:tcW w:w="8102" w:type="dxa"/>
          </w:tcPr>
          <w:p w14:paraId="409AA786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081987A7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675C3DE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5B49C0" w:rsidRPr="00AB6C19" w14:paraId="0959963D" w14:textId="77777777" w:rsidTr="002C691F">
        <w:trPr>
          <w:trHeight w:val="213"/>
        </w:trPr>
        <w:tc>
          <w:tcPr>
            <w:tcW w:w="952" w:type="dxa"/>
          </w:tcPr>
          <w:p w14:paraId="27C69FC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81" w:name="Rc18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181"/>
          </w:p>
        </w:tc>
        <w:tc>
          <w:tcPr>
            <w:tcW w:w="8102" w:type="dxa"/>
          </w:tcPr>
          <w:p w14:paraId="09ECA9E1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573DD7A1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A8632D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5B49C0" w:rsidRPr="00AB6C19" w14:paraId="06D31A50" w14:textId="77777777" w:rsidTr="002C691F">
        <w:trPr>
          <w:trHeight w:val="213"/>
        </w:trPr>
        <w:tc>
          <w:tcPr>
            <w:tcW w:w="952" w:type="dxa"/>
          </w:tcPr>
          <w:p w14:paraId="4CE548BF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82" w:name="Rc19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R19</w:t>
            </w:r>
            <w:bookmarkEnd w:id="182"/>
          </w:p>
        </w:tc>
        <w:tc>
          <w:tcPr>
            <w:tcW w:w="8102" w:type="dxa"/>
          </w:tcPr>
          <w:p w14:paraId="1324B622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026BFBAA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3A25CE9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5B49C0" w:rsidRPr="00AB6C19" w14:paraId="1CCD814A" w14:textId="77777777" w:rsidTr="002C691F">
        <w:trPr>
          <w:trHeight w:val="213"/>
        </w:trPr>
        <w:tc>
          <w:tcPr>
            <w:tcW w:w="952" w:type="dxa"/>
          </w:tcPr>
          <w:p w14:paraId="6BA513FE" w14:textId="77777777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83" w:name="Rc20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183"/>
          </w:p>
        </w:tc>
        <w:tc>
          <w:tcPr>
            <w:tcW w:w="8102" w:type="dxa"/>
          </w:tcPr>
          <w:p w14:paraId="36FCD6E9" w14:textId="25B7C8D9" w:rsidR="005B49C0" w:rsidRPr="000D4636" w:rsidRDefault="005B49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pola („ubytek” lub „</w:t>
            </w:r>
            <w:r w:rsidR="008B21D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całkowite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zniszczenie”)</w:t>
            </w:r>
          </w:p>
        </w:tc>
      </w:tr>
      <w:tr w:rsidR="00124A08" w:rsidRPr="00AB6C19" w14:paraId="1B90A4C8" w14:textId="77777777" w:rsidTr="002C691F">
        <w:trPr>
          <w:trHeight w:val="213"/>
        </w:trPr>
        <w:tc>
          <w:tcPr>
            <w:tcW w:w="952" w:type="dxa"/>
          </w:tcPr>
          <w:p w14:paraId="12E5A2CA" w14:textId="77777777" w:rsidR="00124A08" w:rsidRPr="000D4636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</w:p>
        </w:tc>
        <w:tc>
          <w:tcPr>
            <w:tcW w:w="8102" w:type="dxa"/>
          </w:tcPr>
          <w:p w14:paraId="0EA2EDFC" w14:textId="77777777" w:rsidR="00124A08" w:rsidRPr="000D4636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1954A34D" w14:textId="77777777" w:rsidR="00430FCF" w:rsidRPr="00AB6C19" w:rsidRDefault="00430FCF" w:rsidP="00F73C8D">
      <w:pPr>
        <w:pStyle w:val="Nagwek2"/>
      </w:pPr>
      <w:bookmarkStart w:id="184" w:name="_Toc181782234"/>
      <w:r w:rsidRPr="00AB6C19">
        <w:t>Załącznik AKC-4/D do deklaracji AKC-4</w:t>
      </w:r>
      <w:bookmarkEnd w:id="184"/>
    </w:p>
    <w:p w14:paraId="5F0983E2" w14:textId="77777777" w:rsidR="00430FCF" w:rsidRPr="00AB6C19" w:rsidRDefault="00430FCF" w:rsidP="00F73C8D">
      <w:pPr>
        <w:pStyle w:val="Nagwek3"/>
      </w:pPr>
      <w:bookmarkStart w:id="185" w:name="_Toc181782235"/>
      <w:r w:rsidRPr="00AB6C19">
        <w:t>Komunik</w:t>
      </w:r>
      <w:r w:rsidR="00343B4A" w:rsidRPr="00AB6C19">
        <w:t>a</w:t>
      </w:r>
      <w:r w:rsidRPr="00AB6C19">
        <w:t>t AKC-4D</w:t>
      </w:r>
      <w:bookmarkEnd w:id="185"/>
    </w:p>
    <w:p w14:paraId="0B1556D0" w14:textId="77777777" w:rsidR="00430FCF" w:rsidRPr="000D4636" w:rsidRDefault="00430FCF" w:rsidP="00F73C8D">
      <w:pPr>
        <w:pStyle w:val="Schema-Description"/>
        <w:rPr>
          <w:rFonts w:ascii="Lato" w:hAnsi="Lato"/>
        </w:rPr>
      </w:pPr>
      <w:r w:rsidRPr="000D4636">
        <w:rPr>
          <w:rFonts w:ascii="Lato" w:hAnsi="Lato"/>
        </w:rPr>
        <w:t>PODATEK AKCYZOWY OD PALIW SILNIKOWYCH</w:t>
      </w:r>
      <w:r w:rsidR="002047B1" w:rsidRPr="000D4636">
        <w:rPr>
          <w:rFonts w:ascii="Lato" w:hAnsi="Lato"/>
        </w:rPr>
        <w:t xml:space="preserve"> (z wyłączeniem gazu)</w:t>
      </w:r>
    </w:p>
    <w:p w14:paraId="4CB017A5" w14:textId="77777777" w:rsidR="00430FCF" w:rsidRPr="00AB6C19" w:rsidRDefault="00430FCF" w:rsidP="00F73C8D">
      <w:pPr>
        <w:pStyle w:val="Nagwek3"/>
      </w:pPr>
      <w:bookmarkStart w:id="186" w:name="_Toc181782236"/>
      <w:r w:rsidRPr="00AB6C19">
        <w:t>Specyfikacja AKC-4D</w:t>
      </w:r>
      <w:bookmarkEnd w:id="186"/>
    </w:p>
    <w:p w14:paraId="1A87E39E" w14:textId="64CD3291" w:rsidR="00430FCF" w:rsidRPr="00AB6C19" w:rsidRDefault="00430FCF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10A074F6" w14:textId="23228CE6" w:rsidR="00542762" w:rsidRPr="00AB6C19" w:rsidRDefault="00542762" w:rsidP="0033397D">
      <w:pPr>
        <w:pStyle w:val="Legenda"/>
      </w:pPr>
      <w:bookmarkStart w:id="187" w:name="_Toc18178234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44</w:t>
      </w:r>
      <w:r w:rsidR="00D437FA">
        <w:rPr>
          <w:noProof/>
        </w:rPr>
        <w:fldChar w:fldCharType="end"/>
      </w:r>
      <w:r w:rsidRPr="00AB6C19">
        <w:t>.Dane ogólne w ramach struktury deklaracji AKC-4D</w:t>
      </w:r>
      <w:bookmarkEnd w:id="187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30FCF" w:rsidRPr="00AB6C19" w14:paraId="30F9F31A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0CE774B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Opis</w:t>
            </w:r>
          </w:p>
        </w:tc>
        <w:tc>
          <w:tcPr>
            <w:tcW w:w="6584" w:type="dxa"/>
          </w:tcPr>
          <w:p w14:paraId="1BC35E00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Struktura załącznika do deklaracji AKC-4 </w:t>
            </w:r>
          </w:p>
        </w:tc>
      </w:tr>
      <w:tr w:rsidR="00430FCF" w:rsidRPr="00AB6C19" w14:paraId="5C76F067" w14:textId="77777777" w:rsidTr="002C691F">
        <w:tc>
          <w:tcPr>
            <w:tcW w:w="2738" w:type="dxa"/>
          </w:tcPr>
          <w:p w14:paraId="7FF002C2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35A6D645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30FCF" w:rsidRPr="00AB6C19" w14:paraId="1A536A30" w14:textId="77777777" w:rsidTr="002C691F">
        <w:tc>
          <w:tcPr>
            <w:tcW w:w="2738" w:type="dxa"/>
          </w:tcPr>
          <w:p w14:paraId="59F1895E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222FAED8" w14:textId="77777777" w:rsidR="00430FCF" w:rsidRPr="000D4636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430FCF" w:rsidRPr="00AB6C19" w14:paraId="71B3DFFD" w14:textId="77777777" w:rsidTr="002C691F">
        <w:tc>
          <w:tcPr>
            <w:tcW w:w="2738" w:type="dxa"/>
          </w:tcPr>
          <w:p w14:paraId="0D1D857D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4096BBEA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30FCF" w:rsidRPr="00AB6C19" w14:paraId="592EB577" w14:textId="77777777" w:rsidTr="002C691F">
        <w:tc>
          <w:tcPr>
            <w:tcW w:w="2738" w:type="dxa"/>
          </w:tcPr>
          <w:p w14:paraId="1CA4E0E7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7C54B849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30FCF" w:rsidRPr="00AB6C19" w14:paraId="4A52FF09" w14:textId="77777777" w:rsidTr="002C691F">
        <w:tc>
          <w:tcPr>
            <w:tcW w:w="2738" w:type="dxa"/>
          </w:tcPr>
          <w:p w14:paraId="6FF47443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101D2CF9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30FCF" w:rsidRPr="00AB6C19" w14:paraId="202830EA" w14:textId="77777777" w:rsidTr="002C691F">
        <w:tc>
          <w:tcPr>
            <w:tcW w:w="2738" w:type="dxa"/>
          </w:tcPr>
          <w:p w14:paraId="6D0EC70C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6AF6FBD6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30FCF" w:rsidRPr="00D437FA" w14:paraId="75A4EED3" w14:textId="77777777" w:rsidTr="002C691F">
        <w:tc>
          <w:tcPr>
            <w:tcW w:w="2738" w:type="dxa"/>
          </w:tcPr>
          <w:p w14:paraId="40E93156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D169026" w14:textId="77777777" w:rsidR="00430FCF" w:rsidRPr="00980FD5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http://www.e-clo.pl/ZEFIR2/eZefir2/xsd/v3_0/Types.xsd</w:t>
            </w:r>
          </w:p>
        </w:tc>
      </w:tr>
      <w:tr w:rsidR="00430FCF" w:rsidRPr="00AB6C19" w14:paraId="7F536178" w14:textId="77777777" w:rsidTr="002C691F">
        <w:tc>
          <w:tcPr>
            <w:tcW w:w="2738" w:type="dxa"/>
          </w:tcPr>
          <w:p w14:paraId="536AF981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49F2B695" w14:textId="77777777" w:rsidR="00430FCF" w:rsidRPr="000D4636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</w:t>
            </w:r>
            <w:r w:rsidR="003B573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</w:tbl>
    <w:p w14:paraId="61AD128C" w14:textId="2A7C75CD" w:rsidR="00542762" w:rsidRDefault="00542762" w:rsidP="0033397D">
      <w:pPr>
        <w:pStyle w:val="Legenda"/>
      </w:pPr>
      <w:bookmarkStart w:id="188" w:name="_Toc18178234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45</w:t>
      </w:r>
      <w:r w:rsidR="00D437FA">
        <w:rPr>
          <w:noProof/>
        </w:rPr>
        <w:fldChar w:fldCharType="end"/>
      </w:r>
      <w:r w:rsidRPr="00AB6C19">
        <w:t>.Struktura danych deklaracji AKC-4D</w:t>
      </w:r>
      <w:bookmarkEnd w:id="188"/>
    </w:p>
    <w:p w14:paraId="4AAF18F2" w14:textId="10C45B74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AKC4DType</w:t>
      </w:r>
    </w:p>
    <w:p w14:paraId="3A5CC7AB" w14:textId="2F39CA81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1464B71A" w14:textId="55365328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76D11AF6" w14:textId="3869317F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4F044A40" w14:textId="35B83F3C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lastRenderedPageBreak/>
        <w:t>ZCalculOfAmountOfExciseDuty</w:t>
      </w:r>
      <w:proofErr w:type="spellEnd"/>
    </w:p>
    <w:p w14:paraId="72A14EE4" w14:textId="31F29482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315C7245" w14:textId="5D61898C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42989B35" w14:textId="523B4FA7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7387076F" w14:textId="2CBAC754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7E0061CB" w14:textId="24F5758E" w:rsidR="000D4636" w:rsidRPr="007C30F3" w:rsidRDefault="000D4636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5357D3A7" w14:textId="0CD4940E" w:rsidR="00542762" w:rsidRPr="00980FD5" w:rsidRDefault="00542762" w:rsidP="0033397D">
      <w:pPr>
        <w:pStyle w:val="Legenda"/>
      </w:pPr>
      <w:bookmarkStart w:id="189" w:name="_Toc181782343"/>
      <w:r w:rsidRPr="00980FD5">
        <w:t xml:space="preserve">Tabela </w:t>
      </w:r>
      <w:r w:rsidRPr="00AB6C19">
        <w:fldChar w:fldCharType="begin"/>
      </w:r>
      <w:r w:rsidRPr="00980FD5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46</w:t>
      </w:r>
      <w:r w:rsidRPr="00AB6C19">
        <w:fldChar w:fldCharType="end"/>
      </w:r>
      <w:r w:rsidRPr="00980FD5">
        <w:t xml:space="preserve">.Elementy konfiguracji AKC-4D </w:t>
      </w:r>
      <w:proofErr w:type="spellStart"/>
      <w:r w:rsidRPr="00EA1567">
        <w:t>Type</w:t>
      </w:r>
      <w:bookmarkEnd w:id="189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87"/>
        <w:gridCol w:w="3128"/>
        <w:gridCol w:w="821"/>
        <w:gridCol w:w="2028"/>
        <w:gridCol w:w="1390"/>
      </w:tblGrid>
      <w:tr w:rsidR="000F5DAD" w:rsidRPr="00AB6C19" w14:paraId="0B09066A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87" w:type="dxa"/>
          </w:tcPr>
          <w:p w14:paraId="6EC930E3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128" w:type="dxa"/>
          </w:tcPr>
          <w:p w14:paraId="376565FC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1" w:type="dxa"/>
          </w:tcPr>
          <w:p w14:paraId="48063AC1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3208DF85" w14:textId="77777777" w:rsidR="000F5DAD" w:rsidRPr="00AB6C19" w:rsidRDefault="000F5DAD" w:rsidP="00F73C8D">
            <w:r w:rsidRPr="00AB6C19">
              <w:t>Typ</w:t>
            </w:r>
          </w:p>
        </w:tc>
        <w:tc>
          <w:tcPr>
            <w:tcW w:w="1390" w:type="dxa"/>
          </w:tcPr>
          <w:p w14:paraId="1973D041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0694684C" w14:textId="77777777" w:rsidTr="002C691F">
        <w:trPr>
          <w:trHeight w:val="213"/>
        </w:trPr>
        <w:tc>
          <w:tcPr>
            <w:tcW w:w="1687" w:type="dxa"/>
          </w:tcPr>
          <w:p w14:paraId="7447B7D8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8" w:type="dxa"/>
          </w:tcPr>
          <w:p w14:paraId="7E64C12B" w14:textId="77777777" w:rsidR="000F5DAD" w:rsidRPr="00A671B8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1" w:type="dxa"/>
          </w:tcPr>
          <w:p w14:paraId="7A537771" w14:textId="77777777" w:rsidR="000F5DAD" w:rsidRPr="00A671B8" w:rsidRDefault="00BE50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6F1A2EBF" w14:textId="7F04CCB3" w:rsidR="000F5DAD" w:rsidRPr="00A671B8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5A804999" w14:textId="77777777" w:rsidR="000F5DAD" w:rsidRPr="00A671B8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0D39CCC1" w14:textId="0B7BD1B7" w:rsidR="00542762" w:rsidRPr="00AB6C19" w:rsidRDefault="00542762" w:rsidP="0033397D">
      <w:pPr>
        <w:pStyle w:val="Legenda"/>
      </w:pPr>
      <w:bookmarkStart w:id="190" w:name="_Toc18178234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47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EA1567">
        <w:t>HeaderType</w:t>
      </w:r>
      <w:bookmarkEnd w:id="190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0F5DAD" w:rsidRPr="00AB6C19" w14:paraId="213A3007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F5F1C23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EC73E2F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6CA97840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3C770DBC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3E56C116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0821385B" w14:textId="77777777" w:rsidTr="00FA2596">
        <w:trPr>
          <w:trHeight w:val="213"/>
        </w:trPr>
        <w:tc>
          <w:tcPr>
            <w:tcW w:w="1788" w:type="dxa"/>
          </w:tcPr>
          <w:p w14:paraId="5051378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6CB748E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</w:t>
            </w:r>
          </w:p>
        </w:tc>
        <w:tc>
          <w:tcPr>
            <w:tcW w:w="840" w:type="dxa"/>
          </w:tcPr>
          <w:p w14:paraId="56434EDD" w14:textId="77777777" w:rsidR="000F5DAD" w:rsidRPr="000D4636" w:rsidRDefault="00BE50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6F3567F9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6EE2A6AD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5B852622" w14:textId="77777777" w:rsidTr="00FA2596">
        <w:trPr>
          <w:trHeight w:val="213"/>
        </w:trPr>
        <w:tc>
          <w:tcPr>
            <w:tcW w:w="1788" w:type="dxa"/>
          </w:tcPr>
          <w:p w14:paraId="7D7BB81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0E537EE4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3437AD99" w14:textId="77777777" w:rsidR="000F5DAD" w:rsidRPr="000D4636" w:rsidRDefault="00BE50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40" w:type="dxa"/>
          </w:tcPr>
          <w:p w14:paraId="570B85F8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</w:p>
          <w:p w14:paraId="701F6E8E" w14:textId="0C565EC4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C333E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,R21</w:t>
            </w:r>
          </w:p>
        </w:tc>
        <w:tc>
          <w:tcPr>
            <w:tcW w:w="1197" w:type="dxa"/>
          </w:tcPr>
          <w:p w14:paraId="00E13A45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4521BC86" w14:textId="77777777" w:rsidTr="00FA2596">
        <w:trPr>
          <w:trHeight w:val="213"/>
        </w:trPr>
        <w:tc>
          <w:tcPr>
            <w:tcW w:w="1788" w:type="dxa"/>
          </w:tcPr>
          <w:p w14:paraId="1E14C19E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1D54927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5084487B" w14:textId="77777777" w:rsidR="000F5DAD" w:rsidRPr="000D4636" w:rsidRDefault="00BE500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40" w:type="dxa"/>
          </w:tcPr>
          <w:p w14:paraId="7DDD81AE" w14:textId="77777777" w:rsidR="000F5DAD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35C4D8BD" w14:textId="4F9A056E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C333E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BBB8D1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154AF" w:rsidRPr="00AB6C19" w14:paraId="0CFD6BE7" w14:textId="77777777" w:rsidTr="00FA2596">
        <w:trPr>
          <w:trHeight w:val="213"/>
        </w:trPr>
        <w:tc>
          <w:tcPr>
            <w:tcW w:w="1788" w:type="dxa"/>
          </w:tcPr>
          <w:p w14:paraId="3A4A277D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49D9B2D6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3FAEA012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40" w:type="dxa"/>
          </w:tcPr>
          <w:p w14:paraId="293FB4B2" w14:textId="251DCF33" w:rsidR="000154AF" w:rsidRPr="00A671B8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0C03E88F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154AF" w:rsidRPr="00AB6C19" w14:paraId="5C270922" w14:textId="77777777" w:rsidTr="00FA2596">
        <w:trPr>
          <w:trHeight w:val="213"/>
        </w:trPr>
        <w:tc>
          <w:tcPr>
            <w:tcW w:w="1788" w:type="dxa"/>
          </w:tcPr>
          <w:p w14:paraId="71212800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200872DA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7F2AC991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40" w:type="dxa"/>
          </w:tcPr>
          <w:p w14:paraId="2783BE9B" w14:textId="3B88DC19" w:rsidR="000154AF" w:rsidRPr="00A671B8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04340EC3" w14:textId="77777777" w:rsidR="000154AF" w:rsidRPr="00A671B8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671B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154AF" w:rsidRPr="00AB6C19" w14:paraId="34826F05" w14:textId="77777777" w:rsidTr="00FA2596">
        <w:trPr>
          <w:trHeight w:val="213"/>
        </w:trPr>
        <w:tc>
          <w:tcPr>
            <w:tcW w:w="1788" w:type="dxa"/>
          </w:tcPr>
          <w:p w14:paraId="60964354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7FA1CF85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7DA311A1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40" w:type="dxa"/>
          </w:tcPr>
          <w:p w14:paraId="73E8587A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DailyPaymentInformationType</w:t>
            </w:r>
            <w:proofErr w:type="spellEnd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  <w:p w14:paraId="33973E6D" w14:textId="39CE3512" w:rsidR="00C333E8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C333E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C333E8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C42AA0C" w14:textId="77777777" w:rsidR="000154AF" w:rsidRPr="000D4636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13BC96AA" w14:textId="63920C27" w:rsidR="00542762" w:rsidRPr="00AB6C19" w:rsidRDefault="00542762" w:rsidP="0033397D">
      <w:pPr>
        <w:pStyle w:val="Legenda"/>
      </w:pPr>
      <w:bookmarkStart w:id="191" w:name="_Toc18178234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48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EA1567">
        <w:t>WarehouseType</w:t>
      </w:r>
      <w:bookmarkEnd w:id="191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0F5DAD" w:rsidRPr="00AB6C19" w14:paraId="7A3C2CD6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39C473EA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409FA8B5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4817F348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59DCEE97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390" w:type="dxa"/>
          </w:tcPr>
          <w:p w14:paraId="0BBA041B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1990A961" w14:textId="77777777" w:rsidTr="00FA2596">
        <w:trPr>
          <w:trHeight w:val="213"/>
        </w:trPr>
        <w:tc>
          <w:tcPr>
            <w:tcW w:w="1770" w:type="dxa"/>
          </w:tcPr>
          <w:p w14:paraId="71911450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65C5239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56F352A9" w14:textId="77777777" w:rsidR="000F5DAD" w:rsidRPr="000D4636" w:rsidRDefault="00E759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4FB7126F" w14:textId="77777777" w:rsidR="000F5DAD" w:rsidRPr="00AB6C19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0F5DA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D4AFB86" w14:textId="68536227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00A01D4C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6D6D657F" w14:textId="77777777" w:rsidTr="00FA2596">
        <w:trPr>
          <w:trHeight w:val="213"/>
        </w:trPr>
        <w:tc>
          <w:tcPr>
            <w:tcW w:w="1770" w:type="dxa"/>
          </w:tcPr>
          <w:p w14:paraId="5DBEADA1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7717D21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67E3A15B" w14:textId="77777777" w:rsidR="000F5DAD" w:rsidRPr="000D4636" w:rsidRDefault="00E759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22B21A92" w14:textId="77777777" w:rsidR="000F5DAD" w:rsidRPr="000D4636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0F5DA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25B205D8" w14:textId="2CA2F519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3996E8CA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43C100A1" w14:textId="77777777" w:rsidTr="00FA2596">
        <w:trPr>
          <w:trHeight w:val="213"/>
        </w:trPr>
        <w:tc>
          <w:tcPr>
            <w:tcW w:w="1770" w:type="dxa"/>
          </w:tcPr>
          <w:p w14:paraId="18DBAA5B" w14:textId="77777777" w:rsidR="000F5DAD" w:rsidRPr="000D4636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a</w: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ddress</w:t>
            </w:r>
          </w:p>
        </w:tc>
        <w:tc>
          <w:tcPr>
            <w:tcW w:w="3254" w:type="dxa"/>
          </w:tcPr>
          <w:p w14:paraId="3E232A38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661772EB" w14:textId="77777777" w:rsidR="000F5DAD" w:rsidRPr="000D4636" w:rsidRDefault="00E759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2CA093A3" w14:textId="77777777" w:rsidR="000F5DAD" w:rsidRPr="00AB6C19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0F5DA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</w:tc>
        <w:tc>
          <w:tcPr>
            <w:tcW w:w="1390" w:type="dxa"/>
          </w:tcPr>
          <w:p w14:paraId="274CAE21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255AF107" w14:textId="77777777" w:rsidTr="00FA2596">
        <w:trPr>
          <w:trHeight w:val="213"/>
        </w:trPr>
        <w:tc>
          <w:tcPr>
            <w:tcW w:w="1770" w:type="dxa"/>
          </w:tcPr>
          <w:p w14:paraId="5E41F5C1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237DE214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2F56E17F" w14:textId="77777777" w:rsidR="000F5DAD" w:rsidRPr="000D4636" w:rsidRDefault="00E759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3315A2E0" w14:textId="77777777" w:rsidR="000F5DAD" w:rsidRPr="00AB6C19" w:rsidRDefault="000844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0F5DA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601627C4" w14:textId="34EC2731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4D00737A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219BC" w:rsidRPr="00AB6C19" w14:paraId="78F4ED8A" w14:textId="77777777" w:rsidTr="00FA2596">
        <w:trPr>
          <w:trHeight w:val="213"/>
        </w:trPr>
        <w:tc>
          <w:tcPr>
            <w:tcW w:w="1770" w:type="dxa"/>
          </w:tcPr>
          <w:p w14:paraId="2CDD6DFD" w14:textId="77777777" w:rsidR="00D219BC" w:rsidRPr="000D4636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45D15196" w14:textId="77777777" w:rsidR="00D219BC" w:rsidRPr="000D4636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0A33B6B2" w14:textId="77777777" w:rsidR="00D219BC" w:rsidRPr="000D4636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7CF47DE9" w14:textId="77777777" w:rsidR="00D219BC" w:rsidRPr="00AB6C19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4A8F5D23" w14:textId="77777777" w:rsidR="00D219BC" w:rsidRPr="000D4636" w:rsidRDefault="00D219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1A51A260" w14:textId="39F0A582" w:rsidR="00542762" w:rsidRPr="00AB6C19" w:rsidRDefault="00542762" w:rsidP="0033397D">
      <w:pPr>
        <w:pStyle w:val="Legenda"/>
      </w:pPr>
      <w:bookmarkStart w:id="192" w:name="_Toc18178234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49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EA1567">
        <w:t>ExciseDutyInformationType</w:t>
      </w:r>
      <w:bookmarkEnd w:id="19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AB6C19" w14:paraId="1CB5ECED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0D40473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0BB7EE7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4003690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73A1990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6AF38EB0" w14:textId="77777777" w:rsidR="000F5DAD" w:rsidRPr="00AB6C19" w:rsidRDefault="000F5DAD" w:rsidP="00F73C8D">
            <w:r w:rsidRPr="00AB6C19">
              <w:t>Liczebność</w:t>
            </w:r>
          </w:p>
        </w:tc>
      </w:tr>
      <w:tr w:rsidR="000154AF" w:rsidRPr="00AB6C19" w14:paraId="3F50FEC3" w14:textId="77777777" w:rsidTr="00FA2596">
        <w:trPr>
          <w:trHeight w:val="213"/>
        </w:trPr>
        <w:tc>
          <w:tcPr>
            <w:tcW w:w="1788" w:type="dxa"/>
          </w:tcPr>
          <w:p w14:paraId="0A4F04A9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14728297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0808A15E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4E2343B4" w14:textId="77777777" w:rsidR="000154AF" w:rsidRPr="00AB6C19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39E91ED7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154AF" w:rsidRPr="00AB6C19" w14:paraId="0D4A2CF0" w14:textId="77777777" w:rsidTr="00FA2596">
        <w:trPr>
          <w:trHeight w:val="213"/>
        </w:trPr>
        <w:tc>
          <w:tcPr>
            <w:tcW w:w="1788" w:type="dxa"/>
          </w:tcPr>
          <w:p w14:paraId="214A64D2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3E0A87EF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350DA5C8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679DA7D8" w14:textId="6622DD97" w:rsidR="000154AF" w:rsidRPr="000D4636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263D0088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154AF" w:rsidRPr="00AB6C19" w14:paraId="1C5F2500" w14:textId="77777777" w:rsidTr="00FA2596">
        <w:trPr>
          <w:trHeight w:val="213"/>
        </w:trPr>
        <w:tc>
          <w:tcPr>
            <w:tcW w:w="1788" w:type="dxa"/>
          </w:tcPr>
          <w:p w14:paraId="71AAAA42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69E6C540" w14:textId="101C0DE5" w:rsidR="000154AF" w:rsidRPr="000D4636" w:rsidRDefault="000154AF" w:rsidP="000D4636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552A1665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4AA9FAFB" w14:textId="103DDDB8" w:rsidR="000154AF" w:rsidRPr="000D4636" w:rsidRDefault="000D463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760E444D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AB38820" w14:textId="35F738A0" w:rsidR="00542762" w:rsidRPr="00AB6C19" w:rsidRDefault="00542762" w:rsidP="0033397D">
      <w:pPr>
        <w:pStyle w:val="Legenda"/>
      </w:pPr>
      <w:bookmarkStart w:id="193" w:name="_Toc18178234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50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0D4636">
        <w:rPr>
          <w:lang w:val="en-GB"/>
        </w:rPr>
        <w:t>CleareanceExciseDutyType</w:t>
      </w:r>
      <w:bookmarkEnd w:id="19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AB6C19" w14:paraId="20957AE3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06BD0BC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3337757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876238B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73E4FC1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0C868B2A" w14:textId="77777777" w:rsidR="000F5DAD" w:rsidRPr="00AB6C19" w:rsidRDefault="000F5DAD" w:rsidP="00F73C8D">
            <w:r w:rsidRPr="00AB6C19">
              <w:t>Liczebność</w:t>
            </w:r>
          </w:p>
        </w:tc>
      </w:tr>
      <w:tr w:rsidR="000154AF" w:rsidRPr="00AB6C19" w14:paraId="7DACD6BF" w14:textId="77777777" w:rsidTr="00FA2596">
        <w:trPr>
          <w:trHeight w:val="213"/>
        </w:trPr>
        <w:tc>
          <w:tcPr>
            <w:tcW w:w="1788" w:type="dxa"/>
          </w:tcPr>
          <w:p w14:paraId="21982BE3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65D859A3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(D) złożonej za miesiąc, którego dotyczy rejestrowana deklaracja</w:t>
            </w:r>
          </w:p>
        </w:tc>
        <w:tc>
          <w:tcPr>
            <w:tcW w:w="840" w:type="dxa"/>
          </w:tcPr>
          <w:p w14:paraId="37F3A891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1996A12A" w14:textId="77777777" w:rsidR="000154AF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42B17D9B" w14:textId="54EC7643" w:rsidR="000154AF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E2C89BD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154AF" w:rsidRPr="00AB6C19" w14:paraId="63365A01" w14:textId="77777777" w:rsidTr="00FA2596">
        <w:trPr>
          <w:trHeight w:val="213"/>
        </w:trPr>
        <w:tc>
          <w:tcPr>
            <w:tcW w:w="1788" w:type="dxa"/>
          </w:tcPr>
          <w:p w14:paraId="6AB75B57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1737FF7C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5A50FA95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6FAA0B5B" w14:textId="77777777" w:rsidR="000154AF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9828B1B" w14:textId="762AE246" w:rsidR="000154AF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01F7E1F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154AF" w:rsidRPr="00AB6C19" w14:paraId="1E5927DE" w14:textId="77777777" w:rsidTr="00FA2596">
        <w:trPr>
          <w:trHeight w:val="213"/>
        </w:trPr>
        <w:tc>
          <w:tcPr>
            <w:tcW w:w="1788" w:type="dxa"/>
          </w:tcPr>
          <w:p w14:paraId="3727C409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0B9867C9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70D24DAD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95" w:type="dxa"/>
          </w:tcPr>
          <w:p w14:paraId="4EFAE6E0" w14:textId="77777777" w:rsidR="000154AF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A77F120" w14:textId="35E4D7CC" w:rsidR="000154AF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154AF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66A129F" w14:textId="77777777" w:rsidR="000154AF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55E301F6" w14:textId="77777777" w:rsidR="00BE3846" w:rsidRDefault="00BE3846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5C1623D3" w14:textId="389F3168" w:rsidR="00542762" w:rsidRPr="00AB6C19" w:rsidRDefault="00542762" w:rsidP="0033397D">
      <w:pPr>
        <w:pStyle w:val="Legenda"/>
      </w:pPr>
      <w:bookmarkStart w:id="194" w:name="_Toc181782348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51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EA1567">
        <w:t>ItemsType</w:t>
      </w:r>
      <w:bookmarkEnd w:id="19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AB6C19" w14:paraId="76230667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CD8FDF0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B92A44B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3B5D5B8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1D4D314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4CB27AEF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5F6368ED" w14:textId="77777777" w:rsidTr="00FA2596">
        <w:trPr>
          <w:trHeight w:val="213"/>
        </w:trPr>
        <w:tc>
          <w:tcPr>
            <w:tcW w:w="1788" w:type="dxa"/>
          </w:tcPr>
          <w:p w14:paraId="38B9869E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406E362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tysiącach litrów</w:t>
            </w:r>
          </w:p>
        </w:tc>
        <w:tc>
          <w:tcPr>
            <w:tcW w:w="840" w:type="dxa"/>
          </w:tcPr>
          <w:p w14:paraId="5F1FB547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255</w:t>
            </w:r>
          </w:p>
        </w:tc>
        <w:tc>
          <w:tcPr>
            <w:tcW w:w="2095" w:type="dxa"/>
          </w:tcPr>
          <w:p w14:paraId="5E7A5974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24E9E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16C6B03A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74003414" w14:textId="77777777" w:rsidTr="00FA2596">
        <w:trPr>
          <w:trHeight w:val="213"/>
        </w:trPr>
        <w:tc>
          <w:tcPr>
            <w:tcW w:w="1788" w:type="dxa"/>
          </w:tcPr>
          <w:p w14:paraId="03BD2D5C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B81CD0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0DA4797E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256</w:t>
            </w:r>
          </w:p>
        </w:tc>
        <w:tc>
          <w:tcPr>
            <w:tcW w:w="2095" w:type="dxa"/>
          </w:tcPr>
          <w:p w14:paraId="79D57D5C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E37212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2F3D807F" w14:textId="77777777" w:rsidTr="00FA2596">
        <w:trPr>
          <w:trHeight w:val="213"/>
        </w:trPr>
        <w:tc>
          <w:tcPr>
            <w:tcW w:w="1788" w:type="dxa"/>
          </w:tcPr>
          <w:p w14:paraId="46DACBB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52C60D69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wyrobów w tysiącach litrów” * wartość w polu „Sprzedaż na eksport: Stawka podatku”</w:t>
            </w:r>
          </w:p>
        </w:tc>
        <w:tc>
          <w:tcPr>
            <w:tcW w:w="840" w:type="dxa"/>
          </w:tcPr>
          <w:p w14:paraId="12FD5E7F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257</w:t>
            </w:r>
          </w:p>
        </w:tc>
        <w:tc>
          <w:tcPr>
            <w:tcW w:w="2095" w:type="dxa"/>
          </w:tcPr>
          <w:p w14:paraId="1D1EF073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68637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46FB3C1A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54A6DC77" w14:textId="77777777" w:rsidTr="00FA2596">
        <w:trPr>
          <w:trHeight w:val="213"/>
        </w:trPr>
        <w:tc>
          <w:tcPr>
            <w:tcW w:w="1788" w:type="dxa"/>
          </w:tcPr>
          <w:p w14:paraId="657753D0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2DD73DF0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tysiącach litrów</w:t>
            </w:r>
          </w:p>
        </w:tc>
        <w:tc>
          <w:tcPr>
            <w:tcW w:w="840" w:type="dxa"/>
          </w:tcPr>
          <w:p w14:paraId="356FDED4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258</w:t>
            </w:r>
          </w:p>
        </w:tc>
        <w:tc>
          <w:tcPr>
            <w:tcW w:w="2095" w:type="dxa"/>
          </w:tcPr>
          <w:p w14:paraId="1FC43F2A" w14:textId="77777777" w:rsidR="000F5DAD" w:rsidRPr="00AB6C19" w:rsidRDefault="00924E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6B7E10F" w14:textId="67D1927B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741DC2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7D48FD31" w14:textId="77777777" w:rsidTr="00FA2596">
        <w:trPr>
          <w:trHeight w:val="213"/>
        </w:trPr>
        <w:tc>
          <w:tcPr>
            <w:tcW w:w="1788" w:type="dxa"/>
          </w:tcPr>
          <w:p w14:paraId="2064B27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521EAADC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7D8DA5E4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259</w:t>
            </w:r>
          </w:p>
        </w:tc>
        <w:tc>
          <w:tcPr>
            <w:tcW w:w="2095" w:type="dxa"/>
          </w:tcPr>
          <w:p w14:paraId="3E221237" w14:textId="77777777" w:rsidR="000F5DAD" w:rsidRPr="00AB6C19" w:rsidRDefault="0068637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3C21A185" w14:textId="21CCED58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13E477A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2EE2F6AC" w14:textId="77777777" w:rsidTr="00FA2596">
        <w:trPr>
          <w:trHeight w:val="213"/>
        </w:trPr>
        <w:tc>
          <w:tcPr>
            <w:tcW w:w="1788" w:type="dxa"/>
          </w:tcPr>
          <w:p w14:paraId="742633F6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78A46B9C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56C13AA1" w14:textId="77777777" w:rsidR="000F5DAD" w:rsidRPr="000D4636" w:rsidRDefault="000154A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4DF30F2D" w14:textId="0E5EDE56" w:rsidR="000F5DAD" w:rsidRPr="000D4636" w:rsidRDefault="009C4EC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</w:t>
            </w:r>
            <w:proofErr w:type="spellEnd"/>
          </w:p>
        </w:tc>
        <w:tc>
          <w:tcPr>
            <w:tcW w:w="1197" w:type="dxa"/>
          </w:tcPr>
          <w:p w14:paraId="0099FF4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7F8C5C8A" w14:textId="3522EF85" w:rsidR="00542762" w:rsidRPr="00AB6C19" w:rsidRDefault="00542762" w:rsidP="0033397D">
      <w:pPr>
        <w:pStyle w:val="Legenda"/>
      </w:pPr>
      <w:bookmarkStart w:id="195" w:name="_Toc18178234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52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EA1567">
        <w:t>ItemType</w:t>
      </w:r>
      <w:bookmarkEnd w:id="19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AB6C19" w14:paraId="67B04AC8" w14:textId="77777777" w:rsidTr="00FA25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E85F077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3671384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464ACC2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544676B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1C403EA7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183501D0" w14:textId="77777777" w:rsidTr="00FA2596">
        <w:trPr>
          <w:trHeight w:val="213"/>
        </w:trPr>
        <w:tc>
          <w:tcPr>
            <w:tcW w:w="1788" w:type="dxa"/>
          </w:tcPr>
          <w:p w14:paraId="7131CAB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1E3BF76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7D8EE130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6D61E62C" w14:textId="77777777" w:rsidR="000F5DAD" w:rsidRPr="00AB6C19" w:rsidRDefault="00D42C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5FC80A0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7D35C447" w14:textId="77777777" w:rsidTr="00FA2596">
        <w:trPr>
          <w:trHeight w:val="213"/>
        </w:trPr>
        <w:tc>
          <w:tcPr>
            <w:tcW w:w="1788" w:type="dxa"/>
          </w:tcPr>
          <w:p w14:paraId="4493518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62AC1830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F28C958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5AC121FD" w14:textId="77777777" w:rsidR="000F5DAD" w:rsidRPr="00AB6C19" w:rsidRDefault="00D42C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3E41CBD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30E21A3C" w14:textId="77777777" w:rsidTr="00FA2596">
        <w:trPr>
          <w:trHeight w:val="213"/>
        </w:trPr>
        <w:tc>
          <w:tcPr>
            <w:tcW w:w="1788" w:type="dxa"/>
          </w:tcPr>
          <w:p w14:paraId="12B7DB72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326A5D70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358F4DEE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5AD7ECC" w14:textId="77777777" w:rsidR="000F5DAD" w:rsidRPr="00AB6C19" w:rsidRDefault="00B7297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ZShortages</w:t>
            </w:r>
            <w:proofErr w:type="spellEnd"/>
          </w:p>
          <w:p w14:paraId="7BE6420E" w14:textId="2CE6ACA8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B810D25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01273ED6" w14:textId="77777777" w:rsidTr="00FA2596">
        <w:trPr>
          <w:trHeight w:val="213"/>
        </w:trPr>
        <w:tc>
          <w:tcPr>
            <w:tcW w:w="1788" w:type="dxa"/>
          </w:tcPr>
          <w:p w14:paraId="6D1548C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6497254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wpisanie ośmiocyfrowego kodu CN  towaru.</w:t>
            </w:r>
          </w:p>
        </w:tc>
        <w:tc>
          <w:tcPr>
            <w:tcW w:w="840" w:type="dxa"/>
          </w:tcPr>
          <w:p w14:paraId="157F2823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4A33716C" w14:textId="77777777" w:rsidR="000F5DAD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ZCodeCN</w:t>
            </w:r>
            <w:proofErr w:type="spellEnd"/>
          </w:p>
          <w:p w14:paraId="32932A9B" w14:textId="2B9F8BA7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2D6452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5CD09213" w14:textId="77777777" w:rsidTr="00FA2596">
        <w:trPr>
          <w:trHeight w:val="213"/>
        </w:trPr>
        <w:tc>
          <w:tcPr>
            <w:tcW w:w="1788" w:type="dxa"/>
          </w:tcPr>
          <w:p w14:paraId="59A25987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44517C51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w tysiącach litrów (z dokładnością do dwóch miejsc po przecinku)</w:t>
            </w:r>
          </w:p>
        </w:tc>
        <w:tc>
          <w:tcPr>
            <w:tcW w:w="840" w:type="dxa"/>
          </w:tcPr>
          <w:p w14:paraId="051B006D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77EC16A2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8D1293"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</w:t>
            </w:r>
            <w:proofErr w:type="spellEnd"/>
          </w:p>
        </w:tc>
        <w:tc>
          <w:tcPr>
            <w:tcW w:w="1197" w:type="dxa"/>
          </w:tcPr>
          <w:p w14:paraId="372D382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F5DAD" w:rsidRPr="00AB6C19" w14:paraId="2A859ACF" w14:textId="77777777" w:rsidTr="00FA2596">
        <w:trPr>
          <w:trHeight w:val="213"/>
        </w:trPr>
        <w:tc>
          <w:tcPr>
            <w:tcW w:w="1788" w:type="dxa"/>
          </w:tcPr>
          <w:p w14:paraId="4880D58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118D0BE4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6B0DEDDC" w14:textId="77777777" w:rsidR="000F5DAD" w:rsidRPr="000D4636" w:rsidRDefault="00182EC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106B0E6E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76154F06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85D00" w:rsidRPr="00AB6C19" w14:paraId="5ABF6B90" w14:textId="77777777" w:rsidTr="00FA2596">
        <w:trPr>
          <w:trHeight w:val="213"/>
        </w:trPr>
        <w:tc>
          <w:tcPr>
            <w:tcW w:w="1788" w:type="dxa"/>
          </w:tcPr>
          <w:p w14:paraId="6290B3F7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6454F07B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299A9226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29E59220" w14:textId="77777777" w:rsidR="00285D00" w:rsidRPr="00AB6C19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672392B1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85D00" w:rsidRPr="00AB6C19" w14:paraId="48E0E3D8" w14:textId="77777777" w:rsidTr="00FA2596">
        <w:trPr>
          <w:trHeight w:val="213"/>
        </w:trPr>
        <w:tc>
          <w:tcPr>
            <w:tcW w:w="1788" w:type="dxa"/>
          </w:tcPr>
          <w:p w14:paraId="7C8E564A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amountOfTax</w:t>
            </w:r>
            <w:proofErr w:type="spellEnd"/>
          </w:p>
        </w:tc>
        <w:tc>
          <w:tcPr>
            <w:tcW w:w="3360" w:type="dxa"/>
          </w:tcPr>
          <w:p w14:paraId="7B91530F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„Ilość wyrobów w tysiącach litrów” * wartość w polu „Stawka podatku”</w:t>
            </w:r>
          </w:p>
        </w:tc>
        <w:tc>
          <w:tcPr>
            <w:tcW w:w="840" w:type="dxa"/>
          </w:tcPr>
          <w:p w14:paraId="112C6229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6EBE6E2C" w14:textId="77777777" w:rsidR="00285D00" w:rsidRPr="00AB6C19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A957F6E" w14:textId="3F6AD0D3" w:rsidR="00285D00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85D00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285D00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85D00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744652BC" w14:textId="77777777" w:rsidR="00285D00" w:rsidRPr="000D4636" w:rsidRDefault="00285D0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19BE986E" w14:textId="31724F2B" w:rsidR="00E02F42" w:rsidRPr="00AB6C19" w:rsidRDefault="00E02F42" w:rsidP="0033397D">
      <w:pPr>
        <w:pStyle w:val="Legenda"/>
      </w:pPr>
      <w:bookmarkStart w:id="196" w:name="_Toc18178235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53</w:t>
      </w:r>
      <w:r w:rsidR="00D437FA">
        <w:rPr>
          <w:noProof/>
        </w:rPr>
        <w:fldChar w:fldCharType="end"/>
      </w:r>
      <w:r w:rsidRPr="00AB6C19">
        <w:t xml:space="preserve">.Elementy konfiguracji AKC-4D </w:t>
      </w:r>
      <w:proofErr w:type="spellStart"/>
      <w:r w:rsidRPr="000D4636">
        <w:rPr>
          <w:lang w:val="en-GB"/>
        </w:rPr>
        <w:t>DailyPaymentInformationType</w:t>
      </w:r>
      <w:bookmarkEnd w:id="19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F5DAD" w:rsidRPr="00AB6C19" w14:paraId="13EC31B4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757F277" w14:textId="77777777" w:rsidR="000F5DAD" w:rsidRPr="00AB6C19" w:rsidRDefault="000F5DAD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3FD9853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02C95A82" w14:textId="77777777" w:rsidR="000F5DAD" w:rsidRPr="00AB6C19" w:rsidRDefault="000F5DA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1A1E31B" w14:textId="77777777" w:rsidR="000F5DAD" w:rsidRPr="00AB6C19" w:rsidRDefault="000F5DAD" w:rsidP="00F73C8D">
            <w:r w:rsidRPr="00AB6C19">
              <w:t>Typ, reguły</w:t>
            </w:r>
          </w:p>
        </w:tc>
        <w:tc>
          <w:tcPr>
            <w:tcW w:w="1197" w:type="dxa"/>
          </w:tcPr>
          <w:p w14:paraId="3A9226ED" w14:textId="77777777" w:rsidR="000F5DAD" w:rsidRPr="00AB6C19" w:rsidRDefault="000F5DAD" w:rsidP="00F73C8D">
            <w:r w:rsidRPr="00AB6C19">
              <w:t>Liczebność</w:t>
            </w:r>
          </w:p>
        </w:tc>
      </w:tr>
      <w:tr w:rsidR="000F5DAD" w:rsidRPr="00AB6C19" w14:paraId="1D0884EE" w14:textId="77777777" w:rsidTr="001B0457">
        <w:trPr>
          <w:trHeight w:val="213"/>
        </w:trPr>
        <w:tc>
          <w:tcPr>
            <w:tcW w:w="1788" w:type="dxa"/>
          </w:tcPr>
          <w:p w14:paraId="673B846E" w14:textId="77777777" w:rsidR="000F5DAD" w:rsidRPr="0024368B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71545915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AKC-4/C.</w:t>
            </w:r>
          </w:p>
        </w:tc>
        <w:tc>
          <w:tcPr>
            <w:tcW w:w="840" w:type="dxa"/>
          </w:tcPr>
          <w:p w14:paraId="4BEA74C3" w14:textId="77777777" w:rsidR="000F5DAD" w:rsidRPr="000D4636" w:rsidRDefault="00AD7B1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172</w:t>
            </w:r>
          </w:p>
        </w:tc>
        <w:tc>
          <w:tcPr>
            <w:tcW w:w="2095" w:type="dxa"/>
          </w:tcPr>
          <w:p w14:paraId="7C8E39AC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77477DB5" w14:textId="64334BAF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0CAE7D45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6CA1FA35" w14:textId="77777777" w:rsidTr="001B0457">
        <w:trPr>
          <w:trHeight w:val="213"/>
        </w:trPr>
        <w:tc>
          <w:tcPr>
            <w:tcW w:w="1788" w:type="dxa"/>
          </w:tcPr>
          <w:p w14:paraId="6AE04F29" w14:textId="77777777" w:rsidR="000F5DAD" w:rsidRPr="0024368B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3A49DAA5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AKC-4/C.</w:t>
            </w:r>
          </w:p>
        </w:tc>
        <w:tc>
          <w:tcPr>
            <w:tcW w:w="840" w:type="dxa"/>
          </w:tcPr>
          <w:p w14:paraId="3E55C46F" w14:textId="77777777" w:rsidR="000F5DAD" w:rsidRPr="000D4636" w:rsidRDefault="00AD7B1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7B5D9DA7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51760CDF" w14:textId="554EF988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38D8B4EF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117671FF" w14:textId="77777777" w:rsidTr="001B0457">
        <w:trPr>
          <w:trHeight w:val="213"/>
        </w:trPr>
        <w:tc>
          <w:tcPr>
            <w:tcW w:w="1788" w:type="dxa"/>
          </w:tcPr>
          <w:p w14:paraId="1D08A4BD" w14:textId="77777777" w:rsidR="000F5DAD" w:rsidRPr="0024368B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6FA4A646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AKC-4/C.</w:t>
            </w:r>
          </w:p>
        </w:tc>
        <w:tc>
          <w:tcPr>
            <w:tcW w:w="840" w:type="dxa"/>
          </w:tcPr>
          <w:p w14:paraId="1A8BAD70" w14:textId="77777777" w:rsidR="000F5DAD" w:rsidRPr="000D4636" w:rsidRDefault="00AD7B1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7B896BA3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61F35721" w14:textId="27E67443" w:rsidR="000F5DAD" w:rsidRPr="000D4636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d</w:instrText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F5DAD"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4F628433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F5DAD" w:rsidRPr="00AB6C19" w14:paraId="0A769EDF" w14:textId="77777777" w:rsidTr="001B0457">
        <w:trPr>
          <w:trHeight w:val="213"/>
        </w:trPr>
        <w:tc>
          <w:tcPr>
            <w:tcW w:w="1788" w:type="dxa"/>
          </w:tcPr>
          <w:p w14:paraId="07FFF278" w14:textId="77777777" w:rsidR="000F5DAD" w:rsidRPr="0024368B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0105AD3B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51D3566C" w14:textId="77777777" w:rsidR="000F5DAD" w:rsidRPr="000D4636" w:rsidRDefault="00AD7B1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33A74A99" w14:textId="77777777" w:rsidR="000F5DAD" w:rsidRPr="00AB6C19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C4EC0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33E59AF6" w14:textId="77777777" w:rsidR="000F5DAD" w:rsidRPr="000D4636" w:rsidRDefault="000F5DA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D463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0..999</w:t>
            </w:r>
          </w:p>
        </w:tc>
      </w:tr>
    </w:tbl>
    <w:p w14:paraId="7D817392" w14:textId="77777777" w:rsidR="00430FCF" w:rsidRPr="00AB6C19" w:rsidRDefault="00430FCF" w:rsidP="00F73C8D">
      <w:pPr>
        <w:pStyle w:val="Nagwek3"/>
      </w:pPr>
      <w:bookmarkStart w:id="197" w:name="_Toc181782237"/>
      <w:r w:rsidRPr="00AB6C19">
        <w:t>Reguły</w:t>
      </w:r>
      <w:bookmarkEnd w:id="197"/>
    </w:p>
    <w:p w14:paraId="54142A03" w14:textId="5AFF16DB" w:rsidR="00E02F42" w:rsidRPr="00AB6C19" w:rsidRDefault="00E02F42" w:rsidP="0033397D">
      <w:pPr>
        <w:pStyle w:val="Legenda"/>
      </w:pPr>
      <w:bookmarkStart w:id="198" w:name="_Toc18178235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54</w:t>
      </w:r>
      <w:r w:rsidR="00D437FA">
        <w:rPr>
          <w:noProof/>
        </w:rPr>
        <w:fldChar w:fldCharType="end"/>
      </w:r>
      <w:r w:rsidRPr="00AB6C19">
        <w:t>.Reguły obowiązujące dla deklaracji AKC-4D</w:t>
      </w:r>
      <w:bookmarkEnd w:id="198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430FCF" w:rsidRPr="00AB6C19" w14:paraId="216535BA" w14:textId="77777777" w:rsidTr="002C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6A3BB5A7" w14:textId="77777777" w:rsidR="00430FCF" w:rsidRPr="00AB6C19" w:rsidRDefault="00430FCF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0FB4AD33" w14:textId="77777777" w:rsidR="00430FCF" w:rsidRPr="00AB6C19" w:rsidRDefault="00430FCF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430FCF" w:rsidRPr="00AB6C19" w14:paraId="4B0AB565" w14:textId="77777777" w:rsidTr="002C691F">
        <w:trPr>
          <w:trHeight w:val="213"/>
        </w:trPr>
        <w:tc>
          <w:tcPr>
            <w:tcW w:w="952" w:type="dxa"/>
          </w:tcPr>
          <w:p w14:paraId="42CADCE3" w14:textId="77777777" w:rsidR="00430F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199" w:name="Rd1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199"/>
          </w:p>
        </w:tc>
        <w:tc>
          <w:tcPr>
            <w:tcW w:w="8102" w:type="dxa"/>
          </w:tcPr>
          <w:p w14:paraId="7B88D2C4" w14:textId="77777777" w:rsidR="00430FCF" w:rsidRPr="0024368B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430FCF" w:rsidRPr="00AB6C19" w14:paraId="206C551E" w14:textId="77777777" w:rsidTr="002C691F">
        <w:trPr>
          <w:trHeight w:val="213"/>
        </w:trPr>
        <w:tc>
          <w:tcPr>
            <w:tcW w:w="952" w:type="dxa"/>
          </w:tcPr>
          <w:p w14:paraId="74DDB7D5" w14:textId="77777777" w:rsidR="00430F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0" w:name="Rd2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200"/>
          </w:p>
        </w:tc>
        <w:tc>
          <w:tcPr>
            <w:tcW w:w="8102" w:type="dxa"/>
          </w:tcPr>
          <w:p w14:paraId="78E265E7" w14:textId="77777777" w:rsidR="00430FCF" w:rsidRPr="0024368B" w:rsidRDefault="00430F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typu..</w:t>
            </w:r>
          </w:p>
        </w:tc>
      </w:tr>
      <w:tr w:rsidR="00981ECF" w:rsidRPr="00AB6C19" w14:paraId="36C77978" w14:textId="77777777" w:rsidTr="002C691F">
        <w:trPr>
          <w:trHeight w:val="213"/>
        </w:trPr>
        <w:tc>
          <w:tcPr>
            <w:tcW w:w="952" w:type="dxa"/>
          </w:tcPr>
          <w:p w14:paraId="770A1FA9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1" w:name="Rd3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201"/>
          </w:p>
        </w:tc>
        <w:tc>
          <w:tcPr>
            <w:tcW w:w="8102" w:type="dxa"/>
          </w:tcPr>
          <w:p w14:paraId="5A6D8656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981ECF" w:rsidRPr="00AB6C19" w14:paraId="72F9B4B0" w14:textId="77777777" w:rsidTr="002C691F">
        <w:trPr>
          <w:trHeight w:val="213"/>
        </w:trPr>
        <w:tc>
          <w:tcPr>
            <w:tcW w:w="952" w:type="dxa"/>
          </w:tcPr>
          <w:p w14:paraId="1D8BBD79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2" w:name="Rd4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202"/>
          </w:p>
        </w:tc>
        <w:tc>
          <w:tcPr>
            <w:tcW w:w="8102" w:type="dxa"/>
          </w:tcPr>
          <w:p w14:paraId="14F08C5F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6B45E1F0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981ECF" w:rsidRPr="00AB6C19" w14:paraId="205DC7C8" w14:textId="77777777" w:rsidTr="002C691F">
        <w:trPr>
          <w:trHeight w:val="213"/>
        </w:trPr>
        <w:tc>
          <w:tcPr>
            <w:tcW w:w="952" w:type="dxa"/>
          </w:tcPr>
          <w:p w14:paraId="7095B18E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3" w:name="Rd5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203"/>
          </w:p>
        </w:tc>
        <w:tc>
          <w:tcPr>
            <w:tcW w:w="8102" w:type="dxa"/>
          </w:tcPr>
          <w:p w14:paraId="39C98AE6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03E26C34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981ECF" w:rsidRPr="00AB6C19" w14:paraId="037163BC" w14:textId="77777777" w:rsidTr="002C691F">
        <w:trPr>
          <w:trHeight w:val="213"/>
        </w:trPr>
        <w:tc>
          <w:tcPr>
            <w:tcW w:w="952" w:type="dxa"/>
          </w:tcPr>
          <w:p w14:paraId="48C602AC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4" w:name="Rd7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204"/>
          </w:p>
        </w:tc>
        <w:tc>
          <w:tcPr>
            <w:tcW w:w="8102" w:type="dxa"/>
          </w:tcPr>
          <w:p w14:paraId="6F61511B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wypełnione.</w:t>
            </w:r>
          </w:p>
        </w:tc>
      </w:tr>
      <w:tr w:rsidR="00981ECF" w:rsidRPr="00AB6C19" w14:paraId="350560F7" w14:textId="77777777" w:rsidTr="002C691F">
        <w:trPr>
          <w:trHeight w:val="213"/>
        </w:trPr>
        <w:tc>
          <w:tcPr>
            <w:tcW w:w="952" w:type="dxa"/>
          </w:tcPr>
          <w:p w14:paraId="300BDE91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5" w:name="Rd8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205"/>
          </w:p>
        </w:tc>
        <w:tc>
          <w:tcPr>
            <w:tcW w:w="8102" w:type="dxa"/>
          </w:tcPr>
          <w:p w14:paraId="52662E27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sprawdzenie czy suma kwot z pozycji „Nadwyżka przedpłaty akcyzy” i „Przedpłata akcyzy do zapłaty” deklaracji AKC-PA (D) (za okres) jest równa wprowadzonej w polu wartości.</w:t>
            </w:r>
          </w:p>
        </w:tc>
      </w:tr>
      <w:tr w:rsidR="00981ECF" w:rsidRPr="00AB6C19" w14:paraId="342A6095" w14:textId="77777777" w:rsidTr="002C691F">
        <w:trPr>
          <w:trHeight w:val="213"/>
        </w:trPr>
        <w:tc>
          <w:tcPr>
            <w:tcW w:w="952" w:type="dxa"/>
          </w:tcPr>
          <w:p w14:paraId="2A65B28F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6" w:name="Rd9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R9</w:t>
            </w:r>
            <w:bookmarkEnd w:id="206"/>
          </w:p>
        </w:tc>
        <w:tc>
          <w:tcPr>
            <w:tcW w:w="8102" w:type="dxa"/>
          </w:tcPr>
          <w:p w14:paraId="1A7FCEB9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AB6C19" w14:paraId="21B8D4CD" w14:textId="77777777" w:rsidTr="002C691F">
        <w:trPr>
          <w:trHeight w:val="213"/>
        </w:trPr>
        <w:tc>
          <w:tcPr>
            <w:tcW w:w="952" w:type="dxa"/>
          </w:tcPr>
          <w:p w14:paraId="58C7F1A5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7" w:name="Rd10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207"/>
          </w:p>
        </w:tc>
        <w:tc>
          <w:tcPr>
            <w:tcW w:w="8102" w:type="dxa"/>
          </w:tcPr>
          <w:p w14:paraId="098E25A8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niewymagalne (puste) w przypadku, gdy nie złożono AKC-PA za ten sam okres rozliczeniowy.</w:t>
            </w:r>
          </w:p>
          <w:p w14:paraId="2D4741EC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981ECF" w:rsidRPr="00AB6C19" w14:paraId="79B17DD0" w14:textId="77777777" w:rsidTr="002C691F">
        <w:trPr>
          <w:trHeight w:val="213"/>
        </w:trPr>
        <w:tc>
          <w:tcPr>
            <w:tcW w:w="952" w:type="dxa"/>
          </w:tcPr>
          <w:p w14:paraId="4AC87CB0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8" w:name="Rd11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208"/>
          </w:p>
        </w:tc>
        <w:tc>
          <w:tcPr>
            <w:tcW w:w="8102" w:type="dxa"/>
          </w:tcPr>
          <w:p w14:paraId="086438F8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7EA2B15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„Ilość wyrobów w tysiącach litrów”. System wstawia wyliczoną wartość.</w:t>
            </w:r>
          </w:p>
          <w:p w14:paraId="3D8385D1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981ECF" w:rsidRPr="00AB6C19" w14:paraId="651C0F25" w14:textId="77777777" w:rsidTr="002C691F">
        <w:trPr>
          <w:trHeight w:val="213"/>
        </w:trPr>
        <w:tc>
          <w:tcPr>
            <w:tcW w:w="952" w:type="dxa"/>
          </w:tcPr>
          <w:p w14:paraId="29347B11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09" w:name="Rd12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209"/>
          </w:p>
        </w:tc>
        <w:tc>
          <w:tcPr>
            <w:tcW w:w="8102" w:type="dxa"/>
          </w:tcPr>
          <w:p w14:paraId="5D62013B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13D62E45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1AB9CDE2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„Kwota podatku w zł”. </w:t>
            </w:r>
          </w:p>
        </w:tc>
      </w:tr>
      <w:tr w:rsidR="00981ECF" w:rsidRPr="00AB6C19" w14:paraId="054DDAA7" w14:textId="77777777" w:rsidTr="002C691F">
        <w:trPr>
          <w:trHeight w:val="213"/>
        </w:trPr>
        <w:tc>
          <w:tcPr>
            <w:tcW w:w="952" w:type="dxa"/>
          </w:tcPr>
          <w:p w14:paraId="007DF98E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0" w:name="Rd14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210"/>
          </w:p>
        </w:tc>
        <w:tc>
          <w:tcPr>
            <w:tcW w:w="8102" w:type="dxa"/>
          </w:tcPr>
          <w:p w14:paraId="7BDB5A67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przekazywana dla wywołania usługi pobrania danych z ISZTAR dla pól „Nazwa grupy wyrobów” i „Stawka podatku”.</w:t>
            </w:r>
          </w:p>
          <w:p w14:paraId="29282CDD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czy kod CN jest w zakresie obsługiwanym przez załącznik danego typu. </w:t>
            </w:r>
          </w:p>
        </w:tc>
      </w:tr>
      <w:tr w:rsidR="00981ECF" w:rsidRPr="00AB6C19" w14:paraId="2C717B49" w14:textId="77777777" w:rsidTr="002C691F">
        <w:trPr>
          <w:trHeight w:val="213"/>
        </w:trPr>
        <w:tc>
          <w:tcPr>
            <w:tcW w:w="952" w:type="dxa"/>
          </w:tcPr>
          <w:p w14:paraId="16C9ED45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1" w:name="Rd16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211"/>
          </w:p>
        </w:tc>
        <w:tc>
          <w:tcPr>
            <w:tcW w:w="8102" w:type="dxa"/>
          </w:tcPr>
          <w:p w14:paraId="5BA0372C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wartość powinna być równa wyliczonej ze wzoru: wartość w polu „Ilość wyrobów w tysiącach litrów” * wartość w polu „Stawka podatku”. </w:t>
            </w:r>
          </w:p>
        </w:tc>
      </w:tr>
      <w:tr w:rsidR="00981ECF" w:rsidRPr="00AB6C19" w14:paraId="6DCDF928" w14:textId="77777777" w:rsidTr="002C691F">
        <w:trPr>
          <w:trHeight w:val="213"/>
        </w:trPr>
        <w:tc>
          <w:tcPr>
            <w:tcW w:w="952" w:type="dxa"/>
          </w:tcPr>
          <w:p w14:paraId="1893735E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2" w:name="Rd17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212"/>
          </w:p>
        </w:tc>
        <w:tc>
          <w:tcPr>
            <w:tcW w:w="8102" w:type="dxa"/>
          </w:tcPr>
          <w:p w14:paraId="6BBD9A70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63DAAADA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56D96A40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podatku akcyzowego z dnia powstania obowiązku podatkowego” dla  kolejnych dat. </w:t>
            </w:r>
          </w:p>
        </w:tc>
      </w:tr>
      <w:tr w:rsidR="00981ECF" w:rsidRPr="00AB6C19" w14:paraId="3FD460EC" w14:textId="77777777" w:rsidTr="002C691F">
        <w:trPr>
          <w:trHeight w:val="213"/>
        </w:trPr>
        <w:tc>
          <w:tcPr>
            <w:tcW w:w="952" w:type="dxa"/>
          </w:tcPr>
          <w:p w14:paraId="11DC608E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3" w:name="Rd18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213"/>
          </w:p>
        </w:tc>
        <w:tc>
          <w:tcPr>
            <w:tcW w:w="8102" w:type="dxa"/>
          </w:tcPr>
          <w:p w14:paraId="4E70E627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5C3A3358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FD09441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nadwyżki wpłat z poprzedniej deklaracji zaliczona na poczet wpłat dziennych” dla  kolejnych dat. </w:t>
            </w:r>
          </w:p>
        </w:tc>
      </w:tr>
      <w:tr w:rsidR="00981ECF" w:rsidRPr="00AB6C19" w14:paraId="2A1EE391" w14:textId="77777777" w:rsidTr="002C691F">
        <w:trPr>
          <w:trHeight w:val="213"/>
        </w:trPr>
        <w:tc>
          <w:tcPr>
            <w:tcW w:w="952" w:type="dxa"/>
          </w:tcPr>
          <w:p w14:paraId="5197195F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4" w:name="Rd19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R19</w:t>
            </w:r>
            <w:bookmarkEnd w:id="214"/>
          </w:p>
        </w:tc>
        <w:tc>
          <w:tcPr>
            <w:tcW w:w="8102" w:type="dxa"/>
          </w:tcPr>
          <w:p w14:paraId="2CB530F9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„Informacja o kwotach wpłat dziennych” deklaracji.</w:t>
            </w:r>
          </w:p>
          <w:p w14:paraId="3E2483AB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Część „Informacja o kwotach wpłat dziennych” powinna mieć co najmniej jedną pozycję jeżeli jest wypełnione przynajmniej jedno z 3-ch pól załącznika AKC-4/C: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19DC0E57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Czy wprowadzona wartość równa się sumie wartości z pól „Kwota dokonanej wpłaty dziennej” dla  kolejnych dat. </w:t>
            </w:r>
          </w:p>
        </w:tc>
      </w:tr>
      <w:tr w:rsidR="00981ECF" w:rsidRPr="00AB6C19" w14:paraId="0993AFB3" w14:textId="77777777" w:rsidTr="002C691F">
        <w:trPr>
          <w:trHeight w:val="213"/>
        </w:trPr>
        <w:tc>
          <w:tcPr>
            <w:tcW w:w="952" w:type="dxa"/>
          </w:tcPr>
          <w:p w14:paraId="7E0D01D8" w14:textId="77777777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15" w:name="Rd20"/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215"/>
          </w:p>
        </w:tc>
        <w:tc>
          <w:tcPr>
            <w:tcW w:w="8102" w:type="dxa"/>
          </w:tcPr>
          <w:p w14:paraId="540CC94F" w14:textId="2AC70F20" w:rsidR="00981ECF" w:rsidRPr="0024368B" w:rsidRDefault="00981E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pola („ubytek” lub „</w:t>
            </w:r>
            <w:r w:rsidR="0024368B"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całkowite</w:t>
            </w: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zniszczenie”)</w:t>
            </w:r>
          </w:p>
        </w:tc>
      </w:tr>
      <w:tr w:rsidR="00124A08" w:rsidRPr="00AB6C19" w14:paraId="0361277C" w14:textId="77777777" w:rsidTr="002C691F">
        <w:trPr>
          <w:trHeight w:val="213"/>
        </w:trPr>
        <w:tc>
          <w:tcPr>
            <w:tcW w:w="952" w:type="dxa"/>
          </w:tcPr>
          <w:p w14:paraId="01C80AE5" w14:textId="77777777" w:rsidR="00124A08" w:rsidRPr="0024368B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</w:p>
        </w:tc>
        <w:tc>
          <w:tcPr>
            <w:tcW w:w="8102" w:type="dxa"/>
          </w:tcPr>
          <w:p w14:paraId="7256B4C0" w14:textId="77777777" w:rsidR="00124A08" w:rsidRPr="0024368B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4368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1685533B" w14:textId="77777777" w:rsidR="0035383A" w:rsidRPr="00AB6C19" w:rsidRDefault="0035383A" w:rsidP="00F73C8D">
      <w:pPr>
        <w:pStyle w:val="Nagwek2"/>
      </w:pPr>
      <w:bookmarkStart w:id="216" w:name="_Toc181782238"/>
      <w:r w:rsidRPr="00AB6C19">
        <w:t>Załącznik AKC-4/E do deklaracji AKC-4</w:t>
      </w:r>
      <w:bookmarkEnd w:id="216"/>
    </w:p>
    <w:p w14:paraId="13D6BD00" w14:textId="77777777" w:rsidR="0035383A" w:rsidRPr="00AB6C19" w:rsidRDefault="0035383A" w:rsidP="00F73C8D">
      <w:pPr>
        <w:pStyle w:val="Nagwek3"/>
      </w:pPr>
      <w:bookmarkStart w:id="217" w:name="_Toc181782239"/>
      <w:r w:rsidRPr="00AB6C19">
        <w:t>Komunik</w:t>
      </w:r>
      <w:r w:rsidR="00343B4A" w:rsidRPr="00AB6C19">
        <w:t>a</w:t>
      </w:r>
      <w:r w:rsidRPr="00AB6C19">
        <w:t>t AKC-4E</w:t>
      </w:r>
      <w:bookmarkEnd w:id="217"/>
    </w:p>
    <w:p w14:paraId="301D762D" w14:textId="77777777" w:rsidR="0035383A" w:rsidRPr="0024368B" w:rsidRDefault="0035383A" w:rsidP="00F73C8D">
      <w:pPr>
        <w:pStyle w:val="Schema-Description"/>
        <w:rPr>
          <w:rFonts w:ascii="Lato" w:hAnsi="Lato"/>
        </w:rPr>
      </w:pPr>
      <w:r w:rsidRPr="0024368B">
        <w:rPr>
          <w:rFonts w:ascii="Lato" w:hAnsi="Lato"/>
        </w:rPr>
        <w:t>PODATEK AKCYZOWY OD SAMOCHODÓW OSOBOWYCH</w:t>
      </w:r>
    </w:p>
    <w:p w14:paraId="754B79A1" w14:textId="77777777" w:rsidR="0035383A" w:rsidRPr="00AB6C19" w:rsidRDefault="0035383A" w:rsidP="00F73C8D">
      <w:pPr>
        <w:pStyle w:val="Nagwek3"/>
      </w:pPr>
      <w:bookmarkStart w:id="218" w:name="_Toc181782240"/>
      <w:r w:rsidRPr="00AB6C19">
        <w:t>Specyfikacja AKC-4E</w:t>
      </w:r>
      <w:bookmarkEnd w:id="218"/>
    </w:p>
    <w:p w14:paraId="057D8836" w14:textId="536CB2A1" w:rsidR="007B0831" w:rsidRPr="00AB6C19" w:rsidRDefault="007B0831" w:rsidP="0033397D">
      <w:pPr>
        <w:pStyle w:val="Legenda"/>
      </w:pPr>
      <w:bookmarkStart w:id="219" w:name="_Toc18178235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55</w:t>
      </w:r>
      <w:r w:rsidR="00D437FA">
        <w:rPr>
          <w:noProof/>
        </w:rPr>
        <w:fldChar w:fldCharType="end"/>
      </w:r>
      <w:r w:rsidRPr="00AB6C19">
        <w:t>.Dane ogólne w ramach struktury deklaracji AKC-4E</w:t>
      </w:r>
      <w:bookmarkEnd w:id="219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5383A" w:rsidRPr="00AB6C19" w14:paraId="544A0F07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564273F0" w14:textId="77777777" w:rsidR="0035383A" w:rsidRPr="00AB6C19" w:rsidRDefault="0035383A" w:rsidP="00F73C8D">
            <w:r w:rsidRPr="00AB6C19">
              <w:t>Opis</w:t>
            </w:r>
          </w:p>
        </w:tc>
        <w:tc>
          <w:tcPr>
            <w:tcW w:w="6584" w:type="dxa"/>
          </w:tcPr>
          <w:p w14:paraId="4E66AEBB" w14:textId="77777777" w:rsidR="0035383A" w:rsidRPr="00AB6C19" w:rsidRDefault="0035383A" w:rsidP="00F73C8D">
            <w:r w:rsidRPr="00AB6C19">
              <w:t xml:space="preserve">Struktura załącznika do deklaracji AKC-4 </w:t>
            </w:r>
          </w:p>
        </w:tc>
      </w:tr>
      <w:tr w:rsidR="0035383A" w:rsidRPr="00AB6C19" w14:paraId="6E002637" w14:textId="77777777" w:rsidTr="001B0457">
        <w:tc>
          <w:tcPr>
            <w:tcW w:w="2738" w:type="dxa"/>
          </w:tcPr>
          <w:p w14:paraId="382F6A3E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0E0B992E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5383A" w:rsidRPr="00AB6C19" w14:paraId="6B555A8C" w14:textId="77777777" w:rsidTr="001B0457">
        <w:tc>
          <w:tcPr>
            <w:tcW w:w="2738" w:type="dxa"/>
          </w:tcPr>
          <w:p w14:paraId="16C70824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6C8FFFCD" w14:textId="77777777" w:rsidR="0035383A" w:rsidRPr="00980FD5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35383A" w:rsidRPr="00AB6C19" w14:paraId="18985AD0" w14:textId="77777777" w:rsidTr="001B0457">
        <w:tc>
          <w:tcPr>
            <w:tcW w:w="2738" w:type="dxa"/>
          </w:tcPr>
          <w:p w14:paraId="447FAF76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717B0C6B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5383A" w:rsidRPr="00AB6C19" w14:paraId="2B7CF4FA" w14:textId="77777777" w:rsidTr="001B0457">
        <w:tc>
          <w:tcPr>
            <w:tcW w:w="2738" w:type="dxa"/>
          </w:tcPr>
          <w:p w14:paraId="27E08D72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6C9F0483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35383A" w:rsidRPr="00AB6C19" w14:paraId="2CAB71A5" w14:textId="77777777" w:rsidTr="001B0457">
        <w:tc>
          <w:tcPr>
            <w:tcW w:w="2738" w:type="dxa"/>
          </w:tcPr>
          <w:p w14:paraId="73CED722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61203C05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5383A" w:rsidRPr="00AB6C19" w14:paraId="561B9853" w14:textId="77777777" w:rsidTr="001B0457">
        <w:tc>
          <w:tcPr>
            <w:tcW w:w="2738" w:type="dxa"/>
          </w:tcPr>
          <w:p w14:paraId="48339B03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7ECE9448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35383A" w:rsidRPr="00D437FA" w14:paraId="68688E83" w14:textId="77777777" w:rsidTr="001B0457">
        <w:tc>
          <w:tcPr>
            <w:tcW w:w="2738" w:type="dxa"/>
          </w:tcPr>
          <w:p w14:paraId="7BAF7FE4" w14:textId="77777777" w:rsidR="0035383A" w:rsidRPr="00A846CF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6CA4292" w14:textId="77777777" w:rsidR="0035383A" w:rsidRPr="00EA1567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http://www.e-clo.pl/ZEFIR2/eZefir2/xsd/v3_0/</w:t>
            </w: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Types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.xsd</w:t>
            </w:r>
          </w:p>
        </w:tc>
      </w:tr>
      <w:tr w:rsidR="0035383A" w:rsidRPr="00AB6C19" w14:paraId="365B242E" w14:textId="77777777" w:rsidTr="001B0457">
        <w:tc>
          <w:tcPr>
            <w:tcW w:w="2738" w:type="dxa"/>
          </w:tcPr>
          <w:p w14:paraId="0E302FA1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699FE683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</w:t>
            </w:r>
            <w:r w:rsidR="00E362D7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</w:tbl>
    <w:p w14:paraId="489B2EED" w14:textId="2EF2441B" w:rsidR="007B0831" w:rsidRDefault="007B0831" w:rsidP="00980FD5">
      <w:pPr>
        <w:pStyle w:val="Nagwek3"/>
      </w:pPr>
      <w:bookmarkStart w:id="220" w:name="_Toc181782241"/>
      <w:r w:rsidRPr="00AB6C19">
        <w:t>Struktura danych deklaracji AKC-4E</w:t>
      </w:r>
      <w:bookmarkEnd w:id="220"/>
    </w:p>
    <w:p w14:paraId="4892C19E" w14:textId="75CA1C79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AKC4EType</w:t>
      </w:r>
    </w:p>
    <w:p w14:paraId="411A976D" w14:textId="18C4E343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342FFFF3" w14:textId="7381515A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307ACE77" w14:textId="0517B7DD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3AF4D81A" w14:textId="0481ABDF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37BF351C" w14:textId="4417D2EB" w:rsidR="007B0831" w:rsidRPr="00980FD5" w:rsidRDefault="007B0831" w:rsidP="0033397D">
      <w:pPr>
        <w:pStyle w:val="Legenda"/>
      </w:pPr>
      <w:bookmarkStart w:id="221" w:name="_Toc181782353"/>
      <w:r w:rsidRPr="00980FD5">
        <w:lastRenderedPageBreak/>
        <w:t xml:space="preserve">Tabela </w:t>
      </w:r>
      <w:r w:rsidRPr="00AB6C19">
        <w:fldChar w:fldCharType="begin"/>
      </w:r>
      <w:r w:rsidRPr="00980FD5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56</w:t>
      </w:r>
      <w:r w:rsidRPr="00AB6C19">
        <w:fldChar w:fldCharType="end"/>
      </w:r>
      <w:r w:rsidRPr="00980FD5">
        <w:t xml:space="preserve">.Elementy konfiguracji AKC-4E </w:t>
      </w:r>
      <w:proofErr w:type="spellStart"/>
      <w:r w:rsidRPr="00EA1567">
        <w:t>Type</w:t>
      </w:r>
      <w:bookmarkEnd w:id="221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8"/>
        <w:gridCol w:w="3156"/>
        <w:gridCol w:w="823"/>
        <w:gridCol w:w="1987"/>
        <w:gridCol w:w="1390"/>
      </w:tblGrid>
      <w:tr w:rsidR="00D04811" w:rsidRPr="00AB6C19" w14:paraId="7A819E30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8" w:type="dxa"/>
          </w:tcPr>
          <w:p w14:paraId="66283663" w14:textId="77777777" w:rsidR="00D04811" w:rsidRPr="00AB6C19" w:rsidRDefault="00D04811" w:rsidP="00F73C8D">
            <w:r w:rsidRPr="00AB6C19">
              <w:t xml:space="preserve">Nazwa </w:t>
            </w:r>
          </w:p>
        </w:tc>
        <w:tc>
          <w:tcPr>
            <w:tcW w:w="3156" w:type="dxa"/>
          </w:tcPr>
          <w:p w14:paraId="2FBB5B11" w14:textId="77777777" w:rsidR="00D04811" w:rsidRPr="00AB6C19" w:rsidRDefault="00D0481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3" w:type="dxa"/>
          </w:tcPr>
          <w:p w14:paraId="41A1729E" w14:textId="77777777" w:rsidR="00D04811" w:rsidRPr="00AB6C19" w:rsidRDefault="00432AA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7" w:type="dxa"/>
          </w:tcPr>
          <w:p w14:paraId="69B6F043" w14:textId="77777777" w:rsidR="00D04811" w:rsidRPr="00AB6C19" w:rsidRDefault="00D04811" w:rsidP="00F73C8D">
            <w:r w:rsidRPr="00AB6C19">
              <w:t>Typ</w:t>
            </w:r>
          </w:p>
        </w:tc>
        <w:tc>
          <w:tcPr>
            <w:tcW w:w="1390" w:type="dxa"/>
          </w:tcPr>
          <w:p w14:paraId="2A2C2484" w14:textId="77777777" w:rsidR="00D04811" w:rsidRPr="00AB6C19" w:rsidRDefault="00D04811" w:rsidP="00F73C8D">
            <w:r w:rsidRPr="00AB6C19">
              <w:t>Liczebność</w:t>
            </w:r>
          </w:p>
        </w:tc>
      </w:tr>
      <w:tr w:rsidR="00D04811" w:rsidRPr="00AB6C19" w14:paraId="50C21FC9" w14:textId="77777777" w:rsidTr="001B0457">
        <w:trPr>
          <w:trHeight w:val="213"/>
        </w:trPr>
        <w:tc>
          <w:tcPr>
            <w:tcW w:w="1698" w:type="dxa"/>
          </w:tcPr>
          <w:p w14:paraId="599E8728" w14:textId="77777777" w:rsidR="00D04811" w:rsidRPr="00AB6C19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56" w:type="dxa"/>
          </w:tcPr>
          <w:p w14:paraId="31B3DCC7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3" w:type="dxa"/>
          </w:tcPr>
          <w:p w14:paraId="5C299090" w14:textId="77777777" w:rsidR="00D04811" w:rsidRPr="00980FD5" w:rsidRDefault="00B76F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7" w:type="dxa"/>
          </w:tcPr>
          <w:p w14:paraId="419BCF16" w14:textId="3ABD393B" w:rsidR="00D04811" w:rsidRPr="00A846CF" w:rsidRDefault="00980FD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1164529E" w14:textId="77777777" w:rsidR="00D04811" w:rsidRPr="00980FD5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232AA92" w14:textId="00C51276" w:rsidR="007B0831" w:rsidRPr="00AB6C19" w:rsidRDefault="007B0831" w:rsidP="0033397D">
      <w:pPr>
        <w:pStyle w:val="Legenda"/>
      </w:pPr>
      <w:bookmarkStart w:id="222" w:name="_Toc18178235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57</w:t>
      </w:r>
      <w:r w:rsidR="00D437FA">
        <w:rPr>
          <w:noProof/>
        </w:rPr>
        <w:fldChar w:fldCharType="end"/>
      </w:r>
      <w:r w:rsidRPr="00AB6C19">
        <w:t xml:space="preserve">.Elementy konfiguracji AKC-4E </w:t>
      </w:r>
      <w:proofErr w:type="spellStart"/>
      <w:r w:rsidRPr="00EA1567">
        <w:t>HeaderType</w:t>
      </w:r>
      <w:bookmarkEnd w:id="222"/>
      <w:proofErr w:type="spellEnd"/>
    </w:p>
    <w:tbl>
      <w:tblPr>
        <w:tblStyle w:val="tabela"/>
        <w:tblW w:w="922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197"/>
      </w:tblGrid>
      <w:tr w:rsidR="00D04811" w:rsidRPr="00AB6C19" w14:paraId="0AF00DB2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51CECF7" w14:textId="77777777" w:rsidR="00D04811" w:rsidRPr="00AB6C19" w:rsidRDefault="00D0481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1BB783A" w14:textId="77777777" w:rsidR="00D04811" w:rsidRPr="00AB6C19" w:rsidRDefault="00D0481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0002142" w14:textId="77777777" w:rsidR="00D04811" w:rsidRPr="00AB6C19" w:rsidRDefault="00432AA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008D929" w14:textId="77777777" w:rsidR="00D04811" w:rsidRPr="00AB6C19" w:rsidRDefault="00D04811" w:rsidP="00F73C8D">
            <w:r w:rsidRPr="00AB6C19">
              <w:t>Typ, reguły</w:t>
            </w:r>
          </w:p>
        </w:tc>
        <w:tc>
          <w:tcPr>
            <w:tcW w:w="1197" w:type="dxa"/>
          </w:tcPr>
          <w:p w14:paraId="7E7FE138" w14:textId="77777777" w:rsidR="00D04811" w:rsidRPr="00AB6C19" w:rsidRDefault="00D04811" w:rsidP="00F73C8D">
            <w:r w:rsidRPr="00AB6C19">
              <w:t>Liczebność</w:t>
            </w:r>
          </w:p>
        </w:tc>
      </w:tr>
      <w:tr w:rsidR="00D04811" w:rsidRPr="00AB6C19" w14:paraId="7E95ABDF" w14:textId="77777777" w:rsidTr="001B0457">
        <w:trPr>
          <w:trHeight w:val="213"/>
        </w:trPr>
        <w:tc>
          <w:tcPr>
            <w:tcW w:w="1788" w:type="dxa"/>
          </w:tcPr>
          <w:p w14:paraId="364A0BF4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1B96283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</w:t>
            </w:r>
            <w:r w:rsidR="00594612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 na wprowadzenie NIP lub PESEL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Podatnika</w:t>
            </w:r>
          </w:p>
        </w:tc>
        <w:tc>
          <w:tcPr>
            <w:tcW w:w="840" w:type="dxa"/>
          </w:tcPr>
          <w:p w14:paraId="50051162" w14:textId="77777777" w:rsidR="00D04811" w:rsidRPr="00980FD5" w:rsidRDefault="00B76F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6D78B59D" w14:textId="77777777" w:rsidR="00D04811" w:rsidRPr="00AB6C19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4ADC4025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04811" w:rsidRPr="00AB6C19" w14:paraId="62AE553F" w14:textId="77777777" w:rsidTr="001B0457">
        <w:trPr>
          <w:trHeight w:val="213"/>
        </w:trPr>
        <w:tc>
          <w:tcPr>
            <w:tcW w:w="1788" w:type="dxa"/>
          </w:tcPr>
          <w:p w14:paraId="4EEF8172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5545E0E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74D30797" w14:textId="77777777" w:rsidR="00D04811" w:rsidRPr="00980FD5" w:rsidRDefault="00B76F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40" w:type="dxa"/>
          </w:tcPr>
          <w:p w14:paraId="5ED712BB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</w:p>
          <w:p w14:paraId="7BF678E8" w14:textId="028DDE69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,R11</w:t>
            </w:r>
          </w:p>
        </w:tc>
        <w:tc>
          <w:tcPr>
            <w:tcW w:w="1197" w:type="dxa"/>
          </w:tcPr>
          <w:p w14:paraId="3989487A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04811" w:rsidRPr="00AB6C19" w14:paraId="45AEE263" w14:textId="77777777" w:rsidTr="001B0457">
        <w:trPr>
          <w:trHeight w:val="213"/>
        </w:trPr>
        <w:tc>
          <w:tcPr>
            <w:tcW w:w="1788" w:type="dxa"/>
          </w:tcPr>
          <w:p w14:paraId="5509456D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5FB943E2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616E1469" w14:textId="77777777" w:rsidR="00D04811" w:rsidRPr="00980FD5" w:rsidRDefault="00B76F8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40" w:type="dxa"/>
          </w:tcPr>
          <w:p w14:paraId="5711DBC8" w14:textId="77777777" w:rsidR="00D04811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6329671D" w14:textId="69D7166F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665AD1C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04811" w:rsidRPr="00AB6C19" w14:paraId="1EB29023" w14:textId="77777777" w:rsidTr="001B0457">
        <w:trPr>
          <w:trHeight w:val="213"/>
        </w:trPr>
        <w:tc>
          <w:tcPr>
            <w:tcW w:w="1788" w:type="dxa"/>
          </w:tcPr>
          <w:p w14:paraId="612FDA49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03D6190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478C1590" w14:textId="77777777" w:rsidR="00D04811" w:rsidRPr="00980FD5" w:rsidRDefault="00262F8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  <w:r w:rsidR="00726189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 C</w:t>
            </w:r>
          </w:p>
        </w:tc>
        <w:tc>
          <w:tcPr>
            <w:tcW w:w="2040" w:type="dxa"/>
          </w:tcPr>
          <w:p w14:paraId="6424093B" w14:textId="282D37BF" w:rsidR="00D04811" w:rsidRPr="00980FD5" w:rsidRDefault="00980FD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5583070E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70E9E868" w14:textId="7C801941" w:rsidR="007B0831" w:rsidRPr="00AB6C19" w:rsidRDefault="007B0831" w:rsidP="0033397D">
      <w:pPr>
        <w:pStyle w:val="Legenda"/>
      </w:pPr>
      <w:bookmarkStart w:id="223" w:name="_Toc18178235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58</w:t>
      </w:r>
      <w:r w:rsidR="00D437FA">
        <w:rPr>
          <w:noProof/>
        </w:rPr>
        <w:fldChar w:fldCharType="end"/>
      </w:r>
      <w:r w:rsidRPr="00AB6C19">
        <w:t xml:space="preserve">.Elementy konfiguracji AKC-4E </w:t>
      </w:r>
      <w:proofErr w:type="spellStart"/>
      <w:r w:rsidRPr="00980FD5">
        <w:rPr>
          <w:lang w:val="en-GB"/>
        </w:rPr>
        <w:t>ExciseDutyInformationType</w:t>
      </w:r>
      <w:bookmarkEnd w:id="223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AB6C19" w14:paraId="1802E3D5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783E6EE" w14:textId="77777777" w:rsidR="00D04811" w:rsidRPr="00AB6C19" w:rsidRDefault="00D0481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A3EF78D" w14:textId="77777777" w:rsidR="00D04811" w:rsidRPr="00AB6C19" w:rsidRDefault="00D0481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3CABB3D0" w14:textId="77777777" w:rsidR="00D04811" w:rsidRPr="00AB6C19" w:rsidRDefault="00432AA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221E195E" w14:textId="77777777" w:rsidR="00D04811" w:rsidRPr="00AB6C19" w:rsidRDefault="00D04811" w:rsidP="00F73C8D">
            <w:r w:rsidRPr="00AB6C19">
              <w:t>Typ, reguły</w:t>
            </w:r>
          </w:p>
        </w:tc>
        <w:tc>
          <w:tcPr>
            <w:tcW w:w="1200" w:type="dxa"/>
          </w:tcPr>
          <w:p w14:paraId="77BFE6B7" w14:textId="77777777" w:rsidR="00D04811" w:rsidRPr="00AB6C19" w:rsidRDefault="00D04811" w:rsidP="00F73C8D">
            <w:r w:rsidRPr="00AB6C19">
              <w:t>Liczebność</w:t>
            </w:r>
          </w:p>
        </w:tc>
      </w:tr>
      <w:tr w:rsidR="00D04811" w:rsidRPr="00AB6C19" w14:paraId="27D389BA" w14:textId="77777777" w:rsidTr="001B0457">
        <w:trPr>
          <w:trHeight w:val="213"/>
        </w:trPr>
        <w:tc>
          <w:tcPr>
            <w:tcW w:w="1788" w:type="dxa"/>
          </w:tcPr>
          <w:p w14:paraId="41EB24D7" w14:textId="77777777" w:rsidR="00D04811" w:rsidRPr="00A846CF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totalAmountOfCalcTax</w:t>
            </w:r>
            <w:proofErr w:type="spellEnd"/>
          </w:p>
        </w:tc>
        <w:tc>
          <w:tcPr>
            <w:tcW w:w="3360" w:type="dxa"/>
          </w:tcPr>
          <w:p w14:paraId="74F12A5D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Obliczony podatek na podstawie zawartości pola „Razem: Kwota podatku w zł”. Wprowadzany ręcznie z deklaracji papierowej.</w:t>
            </w:r>
          </w:p>
        </w:tc>
        <w:tc>
          <w:tcPr>
            <w:tcW w:w="840" w:type="dxa"/>
          </w:tcPr>
          <w:p w14:paraId="62F31EF4" w14:textId="77777777" w:rsidR="00D04811" w:rsidRPr="00980FD5" w:rsidRDefault="00262F8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2040" w:type="dxa"/>
          </w:tcPr>
          <w:p w14:paraId="23F76982" w14:textId="77777777" w:rsidR="00D04811" w:rsidRPr="00AB6C19" w:rsidRDefault="007173F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65976529" w14:textId="726B885D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7C10B3ED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3CE95D62" w14:textId="77777777" w:rsidTr="001B0457">
        <w:trPr>
          <w:trHeight w:val="213"/>
        </w:trPr>
        <w:tc>
          <w:tcPr>
            <w:tcW w:w="1788" w:type="dxa"/>
          </w:tcPr>
          <w:p w14:paraId="79577D82" w14:textId="77777777" w:rsidR="00D04811" w:rsidRPr="00A846CF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2C76D55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</w:p>
          <w:p w14:paraId="65E45BC6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04A1B8F7" w14:textId="77777777" w:rsidR="00D04811" w:rsidRPr="00980FD5" w:rsidRDefault="00262F8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40" w:type="dxa"/>
          </w:tcPr>
          <w:p w14:paraId="4B417CC6" w14:textId="1C723E3F" w:rsidR="00D04811" w:rsidRPr="00980FD5" w:rsidRDefault="00980FD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ItemsType</w:t>
            </w:r>
            <w:proofErr w:type="spellEnd"/>
          </w:p>
        </w:tc>
        <w:tc>
          <w:tcPr>
            <w:tcW w:w="1200" w:type="dxa"/>
          </w:tcPr>
          <w:p w14:paraId="2A5C95BE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EEA799C" w14:textId="05DC7692" w:rsidR="007B0831" w:rsidRPr="00AB6C19" w:rsidRDefault="007B0831" w:rsidP="0033397D">
      <w:pPr>
        <w:pStyle w:val="Legenda"/>
      </w:pPr>
      <w:bookmarkStart w:id="224" w:name="_Toc18178235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59</w:t>
      </w:r>
      <w:r w:rsidR="00D437FA">
        <w:rPr>
          <w:noProof/>
        </w:rPr>
        <w:fldChar w:fldCharType="end"/>
      </w:r>
      <w:r w:rsidRPr="00AB6C19">
        <w:t xml:space="preserve">.Elementy konfiguracji AKC-4E </w:t>
      </w:r>
      <w:proofErr w:type="spellStart"/>
      <w:r w:rsidRPr="00A846CF">
        <w:t>ItemsType</w:t>
      </w:r>
      <w:bookmarkEnd w:id="224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AB6C19" w14:paraId="189280F7" w14:textId="77777777" w:rsidTr="001B0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62D6E6D" w14:textId="77777777" w:rsidR="00D04811" w:rsidRPr="00AB6C19" w:rsidRDefault="00D0481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37F21CAC" w14:textId="77777777" w:rsidR="00D04811" w:rsidRPr="00AB6C19" w:rsidRDefault="00D0481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E42BA7D" w14:textId="77777777" w:rsidR="00D04811" w:rsidRPr="00AB6C19" w:rsidRDefault="00432AA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40F93C9B" w14:textId="77777777" w:rsidR="00D04811" w:rsidRPr="00AB6C19" w:rsidRDefault="00D04811" w:rsidP="00F73C8D">
            <w:r w:rsidRPr="00AB6C19">
              <w:t>Typ, reguły</w:t>
            </w:r>
          </w:p>
        </w:tc>
        <w:tc>
          <w:tcPr>
            <w:tcW w:w="1200" w:type="dxa"/>
          </w:tcPr>
          <w:p w14:paraId="3496CF11" w14:textId="77777777" w:rsidR="00D04811" w:rsidRPr="00AB6C19" w:rsidRDefault="00D04811" w:rsidP="00F73C8D">
            <w:r w:rsidRPr="00AB6C19">
              <w:t>Liczebność</w:t>
            </w:r>
          </w:p>
        </w:tc>
      </w:tr>
      <w:tr w:rsidR="00D04811" w:rsidRPr="00AB6C19" w14:paraId="0886480F" w14:textId="77777777" w:rsidTr="001B0457">
        <w:trPr>
          <w:trHeight w:val="213"/>
        </w:trPr>
        <w:tc>
          <w:tcPr>
            <w:tcW w:w="1788" w:type="dxa"/>
          </w:tcPr>
          <w:p w14:paraId="476A49A3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5397DE1C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wyrażona liczbą samochodów objętych podatkiem akcyzowym</w:t>
            </w:r>
            <w:r w:rsidR="00A338F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0430C798" w14:textId="77777777" w:rsidR="00D04811" w:rsidRPr="00980FD5" w:rsidRDefault="003234F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88</w:t>
            </w:r>
          </w:p>
        </w:tc>
        <w:tc>
          <w:tcPr>
            <w:tcW w:w="2040" w:type="dxa"/>
          </w:tcPr>
          <w:p w14:paraId="5E65C984" w14:textId="77777777" w:rsidR="00D04811" w:rsidRPr="00AB6C19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3C2C17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</w:t>
            </w:r>
            <w:proofErr w:type="spellEnd"/>
          </w:p>
        </w:tc>
        <w:tc>
          <w:tcPr>
            <w:tcW w:w="1200" w:type="dxa"/>
          </w:tcPr>
          <w:p w14:paraId="01F0A8B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C07343" w:rsidRPr="00AB6C19" w14:paraId="30B73662" w14:textId="77777777" w:rsidTr="001B0457">
        <w:trPr>
          <w:trHeight w:val="213"/>
        </w:trPr>
        <w:tc>
          <w:tcPr>
            <w:tcW w:w="1788" w:type="dxa"/>
          </w:tcPr>
          <w:p w14:paraId="2287226C" w14:textId="77777777" w:rsidR="00C07343" w:rsidRPr="00980FD5" w:rsidRDefault="00C073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exportValueOfGoods</w:t>
            </w:r>
            <w:proofErr w:type="spellEnd"/>
          </w:p>
        </w:tc>
        <w:tc>
          <w:tcPr>
            <w:tcW w:w="3360" w:type="dxa"/>
          </w:tcPr>
          <w:p w14:paraId="354051D5" w14:textId="77777777" w:rsidR="00C07343" w:rsidRPr="00980FD5" w:rsidRDefault="00C073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Podstawa opodatkowania dla sprzedaży na eksport.</w:t>
            </w:r>
          </w:p>
        </w:tc>
        <w:tc>
          <w:tcPr>
            <w:tcW w:w="840" w:type="dxa"/>
          </w:tcPr>
          <w:p w14:paraId="7F902357" w14:textId="77777777" w:rsidR="00C07343" w:rsidRPr="00980FD5" w:rsidRDefault="00C073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57A8C9B0" w14:textId="77777777" w:rsidR="00C07343" w:rsidRPr="00AB6C19" w:rsidRDefault="00C073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ED5FF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</w:t>
            </w:r>
            <w:proofErr w:type="spellEnd"/>
          </w:p>
        </w:tc>
        <w:tc>
          <w:tcPr>
            <w:tcW w:w="1200" w:type="dxa"/>
          </w:tcPr>
          <w:p w14:paraId="014E3796" w14:textId="77777777" w:rsidR="00C07343" w:rsidRPr="00980FD5" w:rsidRDefault="00C073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7EDF" w:rsidRPr="00AB6C19" w14:paraId="72712F5A" w14:textId="77777777" w:rsidTr="001B0457">
        <w:trPr>
          <w:trHeight w:val="213"/>
        </w:trPr>
        <w:tc>
          <w:tcPr>
            <w:tcW w:w="1788" w:type="dxa"/>
          </w:tcPr>
          <w:p w14:paraId="7FAE0C9D" w14:textId="77777777" w:rsidR="000E7EDF" w:rsidRPr="00980FD5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exportTaxRatePercentage</w:t>
            </w:r>
            <w:proofErr w:type="spellEnd"/>
          </w:p>
        </w:tc>
        <w:tc>
          <w:tcPr>
            <w:tcW w:w="3360" w:type="dxa"/>
          </w:tcPr>
          <w:p w14:paraId="5326E586" w14:textId="77777777" w:rsidR="000E7EDF" w:rsidRPr="00980FD5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eksport, wyrażona ułamkiem dziesiętnym z dokładnością do 4 miejsc po przecinku.</w:t>
            </w:r>
          </w:p>
        </w:tc>
        <w:tc>
          <w:tcPr>
            <w:tcW w:w="840" w:type="dxa"/>
          </w:tcPr>
          <w:p w14:paraId="164018EE" w14:textId="77777777" w:rsidR="000E7EDF" w:rsidRPr="00980FD5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89</w:t>
            </w:r>
          </w:p>
        </w:tc>
        <w:tc>
          <w:tcPr>
            <w:tcW w:w="2040" w:type="dxa"/>
          </w:tcPr>
          <w:p w14:paraId="34090E5F" w14:textId="77777777" w:rsidR="000E7EDF" w:rsidRPr="00AB6C19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ZPercentage</w:t>
            </w:r>
            <w:proofErr w:type="spellEnd"/>
          </w:p>
        </w:tc>
        <w:tc>
          <w:tcPr>
            <w:tcW w:w="1200" w:type="dxa"/>
          </w:tcPr>
          <w:p w14:paraId="5A7916EC" w14:textId="77777777" w:rsidR="000E7EDF" w:rsidRPr="00980FD5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70004E17" w14:textId="77777777" w:rsidTr="001B0457">
        <w:trPr>
          <w:trHeight w:val="213"/>
        </w:trPr>
        <w:tc>
          <w:tcPr>
            <w:tcW w:w="1788" w:type="dxa"/>
          </w:tcPr>
          <w:p w14:paraId="7B3284CE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exportAmountOfTax</w:t>
            </w:r>
            <w:proofErr w:type="spellEnd"/>
          </w:p>
        </w:tc>
        <w:tc>
          <w:tcPr>
            <w:tcW w:w="3360" w:type="dxa"/>
          </w:tcPr>
          <w:p w14:paraId="5C1DCF71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</w:t>
            </w:r>
            <w:proofErr w:type="spellStart"/>
            <w:r w:rsidR="00290B4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exportValueOfGoods</w:t>
            </w:r>
            <w:proofErr w:type="spellEnd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* wartość w polu </w:t>
            </w:r>
            <w:proofErr w:type="spellStart"/>
            <w:r w:rsidR="00290B4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exportTaxRate</w:t>
            </w:r>
            <w:proofErr w:type="spellEnd"/>
            <w:r w:rsidR="00290B4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7EABFE95" w14:textId="77777777" w:rsidR="00D04811" w:rsidRPr="00980FD5" w:rsidRDefault="003234F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  <w:r w:rsidR="00707FAA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</w:p>
        </w:tc>
        <w:tc>
          <w:tcPr>
            <w:tcW w:w="2040" w:type="dxa"/>
          </w:tcPr>
          <w:p w14:paraId="2752A6D9" w14:textId="77777777" w:rsidR="00D04811" w:rsidRPr="00AB6C19" w:rsidRDefault="005F6F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</w:tc>
        <w:tc>
          <w:tcPr>
            <w:tcW w:w="1200" w:type="dxa"/>
          </w:tcPr>
          <w:p w14:paraId="28D78B1B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18FF9A14" w14:textId="77777777" w:rsidTr="001B0457">
        <w:trPr>
          <w:trHeight w:val="213"/>
        </w:trPr>
        <w:tc>
          <w:tcPr>
            <w:tcW w:w="1788" w:type="dxa"/>
          </w:tcPr>
          <w:p w14:paraId="56C0CCE7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3D81A032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wszystkich  zgłoszonych samochodów</w:t>
            </w:r>
            <w:r w:rsidR="00A338F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30EB75AE" w14:textId="77777777" w:rsidR="00D04811" w:rsidRPr="00980FD5" w:rsidRDefault="003234F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  <w:r w:rsidR="00707FAA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40" w:type="dxa"/>
          </w:tcPr>
          <w:p w14:paraId="540E740B" w14:textId="77777777" w:rsidR="00D04811" w:rsidRPr="00AB6C19" w:rsidRDefault="002E13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4986B00C" w14:textId="65F312CB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4F1CA555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04811" w:rsidRPr="00AB6C19" w14:paraId="0B0283D1" w14:textId="77777777" w:rsidTr="001B0457">
        <w:trPr>
          <w:trHeight w:val="213"/>
        </w:trPr>
        <w:tc>
          <w:tcPr>
            <w:tcW w:w="1788" w:type="dxa"/>
          </w:tcPr>
          <w:p w14:paraId="20C6AFD5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01544B8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  <w:r w:rsidR="00A338F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19E363E0" w14:textId="77777777" w:rsidR="00D04811" w:rsidRPr="00980FD5" w:rsidRDefault="00707F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92</w:t>
            </w:r>
          </w:p>
        </w:tc>
        <w:tc>
          <w:tcPr>
            <w:tcW w:w="2040" w:type="dxa"/>
          </w:tcPr>
          <w:p w14:paraId="437B4152" w14:textId="77777777" w:rsidR="00D04811" w:rsidRPr="00AB6C19" w:rsidRDefault="005F6F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6A85CDED" w14:textId="2D5E9D4B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2A39EB3E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04811" w:rsidRPr="00AB6C19" w14:paraId="0AE73D76" w14:textId="77777777" w:rsidTr="001B0457">
        <w:trPr>
          <w:trHeight w:val="213"/>
        </w:trPr>
        <w:tc>
          <w:tcPr>
            <w:tcW w:w="1788" w:type="dxa"/>
          </w:tcPr>
          <w:p w14:paraId="7A8797AE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3ED2D53D" w14:textId="77777777" w:rsidR="00D04811" w:rsidRPr="005017C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017C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  <w:r w:rsidR="00A338F3" w:rsidRPr="005017C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394B55B5" w14:textId="77777777" w:rsidR="00D04811" w:rsidRPr="005017C5" w:rsidRDefault="00707FA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017C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40" w:type="dxa"/>
          </w:tcPr>
          <w:p w14:paraId="1A23E4B6" w14:textId="35F9C59B" w:rsidR="00D04811" w:rsidRPr="005017C5" w:rsidRDefault="00980FD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200" w:type="dxa"/>
          </w:tcPr>
          <w:p w14:paraId="6E09D96E" w14:textId="77777777" w:rsidR="00D04811" w:rsidRPr="005017C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017C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</w:t>
            </w:r>
            <w:r w:rsidR="00C8579E" w:rsidRPr="005017C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*</w:t>
            </w:r>
          </w:p>
        </w:tc>
      </w:tr>
    </w:tbl>
    <w:p w14:paraId="2CFCD003" w14:textId="7924D4E0" w:rsidR="00F3416E" w:rsidRPr="00AB6C19" w:rsidRDefault="00F3416E" w:rsidP="0033397D">
      <w:pPr>
        <w:pStyle w:val="Legenda"/>
      </w:pPr>
      <w:bookmarkStart w:id="225" w:name="_Toc18178235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60</w:t>
      </w:r>
      <w:r w:rsidR="00D437FA">
        <w:rPr>
          <w:noProof/>
        </w:rPr>
        <w:fldChar w:fldCharType="end"/>
      </w:r>
      <w:r w:rsidRPr="00AB6C19">
        <w:t xml:space="preserve">.Elementy konfiguracji AKC-4E </w:t>
      </w:r>
      <w:proofErr w:type="spellStart"/>
      <w:r w:rsidRPr="00EA1567">
        <w:t>ItemType</w:t>
      </w:r>
      <w:bookmarkEnd w:id="225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D04811" w:rsidRPr="00AB6C19" w14:paraId="3C0D255B" w14:textId="77777777" w:rsidTr="001E2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3D835F0" w14:textId="77777777" w:rsidR="00D04811" w:rsidRPr="00AB6C19" w:rsidRDefault="00D0481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89A347E" w14:textId="77777777" w:rsidR="00D04811" w:rsidRPr="00AB6C19" w:rsidRDefault="00D0481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EDCACCC" w14:textId="77777777" w:rsidR="00D04811" w:rsidRPr="00AB6C19" w:rsidRDefault="00432AA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52DE04F2" w14:textId="77777777" w:rsidR="00D04811" w:rsidRPr="00AB6C19" w:rsidRDefault="00D04811" w:rsidP="00F73C8D">
            <w:r w:rsidRPr="00AB6C19">
              <w:t>Typ, reguły</w:t>
            </w:r>
          </w:p>
        </w:tc>
        <w:tc>
          <w:tcPr>
            <w:tcW w:w="1200" w:type="dxa"/>
          </w:tcPr>
          <w:p w14:paraId="2A7094E7" w14:textId="77777777" w:rsidR="00D04811" w:rsidRPr="00AB6C19" w:rsidRDefault="00D04811" w:rsidP="00F73C8D">
            <w:r w:rsidRPr="00AB6C19">
              <w:t>Liczebność</w:t>
            </w:r>
          </w:p>
        </w:tc>
      </w:tr>
      <w:tr w:rsidR="00D04811" w:rsidRPr="00AB6C19" w14:paraId="2C391002" w14:textId="77777777" w:rsidTr="001E2DCC">
        <w:trPr>
          <w:trHeight w:val="213"/>
        </w:trPr>
        <w:tc>
          <w:tcPr>
            <w:tcW w:w="1788" w:type="dxa"/>
          </w:tcPr>
          <w:p w14:paraId="5F5ED9D1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54D704E3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57E349C3" w14:textId="77777777" w:rsidR="00D04811" w:rsidRPr="00980FD5" w:rsidRDefault="005174C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C.a</w:t>
            </w:r>
            <w:proofErr w:type="spellEnd"/>
          </w:p>
        </w:tc>
        <w:tc>
          <w:tcPr>
            <w:tcW w:w="2040" w:type="dxa"/>
          </w:tcPr>
          <w:p w14:paraId="45919AC0" w14:textId="77777777" w:rsidR="00D04811" w:rsidRPr="00AB6C19" w:rsidRDefault="004344D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200" w:type="dxa"/>
          </w:tcPr>
          <w:p w14:paraId="7DEA9A94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4BC14C74" w14:textId="77777777" w:rsidTr="001E2DCC">
        <w:trPr>
          <w:trHeight w:val="213"/>
        </w:trPr>
        <w:tc>
          <w:tcPr>
            <w:tcW w:w="1788" w:type="dxa"/>
          </w:tcPr>
          <w:p w14:paraId="2427FA77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2CC063A0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  <w:r w:rsidR="00D74482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6BBAB409" w14:textId="77777777" w:rsidR="00D04811" w:rsidRPr="00980FD5" w:rsidRDefault="005174C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C.b</w:t>
            </w:r>
            <w:proofErr w:type="spellEnd"/>
          </w:p>
        </w:tc>
        <w:tc>
          <w:tcPr>
            <w:tcW w:w="2040" w:type="dxa"/>
          </w:tcPr>
          <w:p w14:paraId="74999EF9" w14:textId="77777777" w:rsidR="00D04811" w:rsidRPr="00AB6C19" w:rsidRDefault="004344D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</w:tc>
        <w:tc>
          <w:tcPr>
            <w:tcW w:w="1200" w:type="dxa"/>
          </w:tcPr>
          <w:p w14:paraId="4474B144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5E404843" w14:textId="77777777" w:rsidTr="001E2DCC">
        <w:trPr>
          <w:trHeight w:val="213"/>
        </w:trPr>
        <w:tc>
          <w:tcPr>
            <w:tcW w:w="1788" w:type="dxa"/>
          </w:tcPr>
          <w:p w14:paraId="519ED44F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5543B031" w14:textId="77777777" w:rsidR="00D04811" w:rsidRPr="00980FD5" w:rsidRDefault="000A04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Ośmiocyfrowy kod CN towaru.</w:t>
            </w:r>
          </w:p>
        </w:tc>
        <w:tc>
          <w:tcPr>
            <w:tcW w:w="840" w:type="dxa"/>
          </w:tcPr>
          <w:p w14:paraId="20CB2B4F" w14:textId="77777777" w:rsidR="00D04811" w:rsidRPr="00980FD5" w:rsidRDefault="005174C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C.c</w:t>
            </w:r>
            <w:proofErr w:type="spellEnd"/>
          </w:p>
        </w:tc>
        <w:tc>
          <w:tcPr>
            <w:tcW w:w="2040" w:type="dxa"/>
          </w:tcPr>
          <w:p w14:paraId="2D493192" w14:textId="77777777" w:rsidR="00D04811" w:rsidRPr="00AB6C19" w:rsidRDefault="004D64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  <w:p w14:paraId="6BFF6688" w14:textId="32A14805" w:rsidR="00D0481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D04811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400D6DF6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12375D0D" w14:textId="77777777" w:rsidTr="001E2DCC">
        <w:trPr>
          <w:trHeight w:val="213"/>
        </w:trPr>
        <w:tc>
          <w:tcPr>
            <w:tcW w:w="1788" w:type="dxa"/>
          </w:tcPr>
          <w:p w14:paraId="632120A2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08EDCF15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samochodów objętych daną stawką podatkową</w:t>
            </w:r>
            <w:r w:rsidR="00C86904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262DFF25" w14:textId="77777777" w:rsidR="00D04811" w:rsidRPr="00980FD5" w:rsidRDefault="005174C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C.d</w:t>
            </w:r>
            <w:proofErr w:type="spellEnd"/>
          </w:p>
        </w:tc>
        <w:tc>
          <w:tcPr>
            <w:tcW w:w="2040" w:type="dxa"/>
          </w:tcPr>
          <w:p w14:paraId="4DA1EFDA" w14:textId="77777777" w:rsidR="00D04811" w:rsidRPr="00AB6C19" w:rsidRDefault="004344D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6F250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</w:t>
            </w:r>
            <w:proofErr w:type="spellEnd"/>
          </w:p>
        </w:tc>
        <w:tc>
          <w:tcPr>
            <w:tcW w:w="1200" w:type="dxa"/>
          </w:tcPr>
          <w:p w14:paraId="587B6DFD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C1340" w:rsidRPr="00AB6C19" w14:paraId="0DF667D2" w14:textId="77777777" w:rsidTr="001E2DCC">
        <w:trPr>
          <w:trHeight w:val="213"/>
        </w:trPr>
        <w:tc>
          <w:tcPr>
            <w:tcW w:w="1788" w:type="dxa"/>
          </w:tcPr>
          <w:p w14:paraId="70F982E7" w14:textId="77777777" w:rsidR="007C1340" w:rsidRPr="00980FD5" w:rsidRDefault="007C13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2F1FC730" w14:textId="77777777" w:rsidR="007C1340" w:rsidRPr="00980FD5" w:rsidRDefault="007C13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Podstawa opodatkowania</w:t>
            </w:r>
            <w:r w:rsidR="00C86904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71294C3C" w14:textId="77777777" w:rsidR="007C1340" w:rsidRPr="00980FD5" w:rsidRDefault="007C13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585E84CB" w14:textId="77777777" w:rsidR="007C1340" w:rsidRPr="00AB6C19" w:rsidRDefault="008716E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</w:tc>
        <w:tc>
          <w:tcPr>
            <w:tcW w:w="1200" w:type="dxa"/>
          </w:tcPr>
          <w:p w14:paraId="3D194846" w14:textId="77777777" w:rsidR="007C1340" w:rsidRPr="00980FD5" w:rsidRDefault="007C13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D04811" w:rsidRPr="00AB6C19" w14:paraId="6EC795A3" w14:textId="77777777" w:rsidTr="001E2DCC">
        <w:trPr>
          <w:trHeight w:val="213"/>
        </w:trPr>
        <w:tc>
          <w:tcPr>
            <w:tcW w:w="1788" w:type="dxa"/>
          </w:tcPr>
          <w:p w14:paraId="40F99438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r w:rsidR="00DC5B60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Percentage</w:t>
            </w:r>
            <w:proofErr w:type="spellEnd"/>
          </w:p>
        </w:tc>
        <w:tc>
          <w:tcPr>
            <w:tcW w:w="3360" w:type="dxa"/>
          </w:tcPr>
          <w:p w14:paraId="41B7F346" w14:textId="77777777" w:rsidR="00D04811" w:rsidRPr="00980FD5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48FC907B" w14:textId="77777777" w:rsidR="00D04811" w:rsidRPr="00980FD5" w:rsidRDefault="005174C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C.e</w:t>
            </w:r>
            <w:proofErr w:type="spellEnd"/>
          </w:p>
        </w:tc>
        <w:tc>
          <w:tcPr>
            <w:tcW w:w="2040" w:type="dxa"/>
          </w:tcPr>
          <w:p w14:paraId="1C3FA689" w14:textId="77777777" w:rsidR="00D04811" w:rsidRPr="00AB6C19" w:rsidRDefault="00C173E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ZPercentage</w:t>
            </w:r>
            <w:proofErr w:type="spellEnd"/>
          </w:p>
        </w:tc>
        <w:tc>
          <w:tcPr>
            <w:tcW w:w="1200" w:type="dxa"/>
          </w:tcPr>
          <w:p w14:paraId="50E4A62B" w14:textId="77777777" w:rsidR="00D04811" w:rsidRPr="00980FD5" w:rsidRDefault="00D0481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14BCB" w:rsidRPr="00AB6C19" w14:paraId="748C3CC2" w14:textId="77777777" w:rsidTr="001E2DCC">
        <w:trPr>
          <w:trHeight w:val="213"/>
        </w:trPr>
        <w:tc>
          <w:tcPr>
            <w:tcW w:w="1788" w:type="dxa"/>
          </w:tcPr>
          <w:p w14:paraId="79C47C22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01DB102D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4C085082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40" w:type="dxa"/>
          </w:tcPr>
          <w:p w14:paraId="760573FA" w14:textId="77777777" w:rsidR="00914BCB" w:rsidRPr="00AB6C19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200" w:type="dxa"/>
          </w:tcPr>
          <w:p w14:paraId="4A3F2C1D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14BCB" w:rsidRPr="00AB6C19" w14:paraId="184DD268" w14:textId="77777777" w:rsidTr="001E2DCC">
        <w:trPr>
          <w:trHeight w:val="213"/>
        </w:trPr>
        <w:tc>
          <w:tcPr>
            <w:tcW w:w="1788" w:type="dxa"/>
          </w:tcPr>
          <w:p w14:paraId="4303D1B7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04914169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</w:t>
            </w:r>
            <w:proofErr w:type="spellStart"/>
            <w:r w:rsidRPr="00EC625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valueOfGoods</w:t>
            </w:r>
            <w:proofErr w:type="spellEnd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* wartość w polu </w:t>
            </w:r>
            <w:proofErr w:type="spellStart"/>
            <w:r w:rsidRPr="00EC625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taxRatePercentage</w:t>
            </w:r>
            <w:proofErr w:type="spellEnd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40" w:type="dxa"/>
          </w:tcPr>
          <w:p w14:paraId="53870A26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C.f</w:t>
            </w:r>
            <w:proofErr w:type="spellEnd"/>
          </w:p>
        </w:tc>
        <w:tc>
          <w:tcPr>
            <w:tcW w:w="2040" w:type="dxa"/>
          </w:tcPr>
          <w:p w14:paraId="7E9D25B3" w14:textId="77777777" w:rsidR="00914BCB" w:rsidRPr="00AB6C19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6DBC3252" w14:textId="1351F256" w:rsidR="00914BCB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914BCB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e</w:instrText>
            </w:r>
            <w:r w:rsidR="00914BCB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914BCB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200" w:type="dxa"/>
          </w:tcPr>
          <w:p w14:paraId="67E35C03" w14:textId="77777777" w:rsidR="00914BCB" w:rsidRPr="00980FD5" w:rsidRDefault="00914BC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552FFEDA" w14:textId="77777777" w:rsidR="00BE3846" w:rsidRDefault="00BE3846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193B37DA" w14:textId="77777777" w:rsidR="00BE3846" w:rsidRPr="00AB6C19" w:rsidRDefault="00BE3846" w:rsidP="00BE3846">
      <w:pPr>
        <w:pStyle w:val="Nagwek3"/>
        <w:numPr>
          <w:ilvl w:val="2"/>
          <w:numId w:val="26"/>
        </w:numPr>
      </w:pPr>
      <w:bookmarkStart w:id="226" w:name="_Toc181782242"/>
      <w:r w:rsidRPr="00AB6C19">
        <w:lastRenderedPageBreak/>
        <w:t>Reguły</w:t>
      </w:r>
      <w:bookmarkEnd w:id="226"/>
    </w:p>
    <w:p w14:paraId="21595478" w14:textId="0EE6D44E" w:rsidR="00F3416E" w:rsidRPr="00AB6C19" w:rsidRDefault="00BE3846" w:rsidP="00BE3846">
      <w:pPr>
        <w:pStyle w:val="Legenda"/>
      </w:pPr>
      <w:bookmarkStart w:id="227" w:name="_Toc18178235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61</w:t>
      </w:r>
      <w:r w:rsidR="00D437FA">
        <w:rPr>
          <w:noProof/>
        </w:rPr>
        <w:fldChar w:fldCharType="end"/>
      </w:r>
      <w:r w:rsidRPr="00AB6C19">
        <w:t>.Reguły obowiązujące dla deklaracji AKC-4E</w:t>
      </w:r>
      <w:bookmarkEnd w:id="227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35383A" w:rsidRPr="00AB6C19" w14:paraId="26FA376C" w14:textId="77777777" w:rsidTr="001E2D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7DB04D43" w14:textId="77777777" w:rsidR="0035383A" w:rsidRPr="00AB6C19" w:rsidRDefault="0035383A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6F90F454" w14:textId="77777777" w:rsidR="0035383A" w:rsidRPr="00AB6C19" w:rsidRDefault="0035383A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35383A" w:rsidRPr="00AB6C19" w14:paraId="79C0C229" w14:textId="77777777" w:rsidTr="001E2DCC">
        <w:trPr>
          <w:trHeight w:val="213"/>
        </w:trPr>
        <w:tc>
          <w:tcPr>
            <w:tcW w:w="952" w:type="dxa"/>
          </w:tcPr>
          <w:p w14:paraId="682CFC47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28" w:name="Re2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228"/>
          </w:p>
        </w:tc>
        <w:tc>
          <w:tcPr>
            <w:tcW w:w="8102" w:type="dxa"/>
          </w:tcPr>
          <w:p w14:paraId="20D72C07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35383A" w:rsidRPr="00AB6C19" w14:paraId="0C658067" w14:textId="77777777" w:rsidTr="001E2DCC">
        <w:trPr>
          <w:trHeight w:val="213"/>
        </w:trPr>
        <w:tc>
          <w:tcPr>
            <w:tcW w:w="952" w:type="dxa"/>
          </w:tcPr>
          <w:p w14:paraId="72E592E1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29" w:name="Re3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229"/>
          </w:p>
        </w:tc>
        <w:tc>
          <w:tcPr>
            <w:tcW w:w="8102" w:type="dxa"/>
          </w:tcPr>
          <w:p w14:paraId="6C40C8D5" w14:textId="77777777" w:rsidR="0035383A" w:rsidRPr="00980FD5" w:rsidRDefault="003538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typu..</w:t>
            </w:r>
          </w:p>
        </w:tc>
      </w:tr>
      <w:tr w:rsidR="00456826" w:rsidRPr="00AB6C19" w14:paraId="313ABB7E" w14:textId="77777777" w:rsidTr="001E2DCC">
        <w:trPr>
          <w:trHeight w:val="213"/>
        </w:trPr>
        <w:tc>
          <w:tcPr>
            <w:tcW w:w="952" w:type="dxa"/>
          </w:tcPr>
          <w:p w14:paraId="2CFBADFC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30" w:name="Re4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230"/>
          </w:p>
        </w:tc>
        <w:tc>
          <w:tcPr>
            <w:tcW w:w="8102" w:type="dxa"/>
          </w:tcPr>
          <w:p w14:paraId="4E4E69B9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Wartość wstawiana automatycznie przez System. Wymagalna jeżeli w deklaracji jest przynajmniej jedna pozycja w części „C” załącznika AKC-4/E. Walidacja: Porównanie z wartością w polu „Razem: Kwota podatku w zł” czy nie jest różna. </w:t>
            </w:r>
          </w:p>
        </w:tc>
      </w:tr>
      <w:tr w:rsidR="00456826" w:rsidRPr="00AB6C19" w14:paraId="36692DD0" w14:textId="77777777" w:rsidTr="001E2DCC">
        <w:trPr>
          <w:trHeight w:val="213"/>
        </w:trPr>
        <w:tc>
          <w:tcPr>
            <w:tcW w:w="952" w:type="dxa"/>
          </w:tcPr>
          <w:p w14:paraId="3537B015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31" w:name="Re5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231"/>
          </w:p>
        </w:tc>
        <w:tc>
          <w:tcPr>
            <w:tcW w:w="8102" w:type="dxa"/>
          </w:tcPr>
          <w:p w14:paraId="346AF144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5B69D2A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na podstawie sumy wartości wprowadzonych w polu „Ilość samochodów objętych podatkiem akcyzowym”.</w:t>
            </w:r>
          </w:p>
          <w:p w14:paraId="49B81778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wyliczonej sumie. Jeśli nie równa się, to jest </w:t>
            </w:r>
          </w:p>
        </w:tc>
      </w:tr>
      <w:tr w:rsidR="00456826" w:rsidRPr="00AB6C19" w14:paraId="0D55DDB2" w14:textId="77777777" w:rsidTr="001E2DCC">
        <w:trPr>
          <w:trHeight w:val="213"/>
        </w:trPr>
        <w:tc>
          <w:tcPr>
            <w:tcW w:w="952" w:type="dxa"/>
          </w:tcPr>
          <w:p w14:paraId="7C0F4885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32" w:name="Re6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232"/>
          </w:p>
        </w:tc>
        <w:tc>
          <w:tcPr>
            <w:tcW w:w="8102" w:type="dxa"/>
          </w:tcPr>
          <w:p w14:paraId="715E0CDA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01FEED2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2419D039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56826" w:rsidRPr="00AB6C19" w14:paraId="2AC4B174" w14:textId="77777777" w:rsidTr="001E2DCC">
        <w:trPr>
          <w:trHeight w:val="213"/>
        </w:trPr>
        <w:tc>
          <w:tcPr>
            <w:tcW w:w="952" w:type="dxa"/>
          </w:tcPr>
          <w:p w14:paraId="3226B7FA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33" w:name="Re8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233"/>
          </w:p>
        </w:tc>
        <w:tc>
          <w:tcPr>
            <w:tcW w:w="8102" w:type="dxa"/>
          </w:tcPr>
          <w:p w14:paraId="126CC226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przekazywana dla wywołania usługi pobrania danych z ISZTAR dla pól „Nazwa grupy wyrobów” i „Stawka podatku”.</w:t>
            </w:r>
          </w:p>
          <w:p w14:paraId="7160D47D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czy kod CN jest w zakresie obsługiwanym przez załącznik danego typu. Jeśli nie błąd typu 2.</w:t>
            </w:r>
          </w:p>
        </w:tc>
      </w:tr>
      <w:tr w:rsidR="00456826" w:rsidRPr="00AB6C19" w14:paraId="5006888A" w14:textId="77777777" w:rsidTr="001E2DCC">
        <w:trPr>
          <w:trHeight w:val="213"/>
        </w:trPr>
        <w:tc>
          <w:tcPr>
            <w:tcW w:w="952" w:type="dxa"/>
          </w:tcPr>
          <w:p w14:paraId="56D8744C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34" w:name="Re10"/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234"/>
          </w:p>
        </w:tc>
        <w:tc>
          <w:tcPr>
            <w:tcW w:w="8102" w:type="dxa"/>
          </w:tcPr>
          <w:p w14:paraId="48F27A8D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wartością wyliczoną ze wzoru: wartość w polu „Podstawa opodatkowania” * wartość w polu „Stawka podatku”.</w:t>
            </w:r>
          </w:p>
          <w:p w14:paraId="19543F21" w14:textId="77777777" w:rsidR="00456826" w:rsidRPr="00980FD5" w:rsidRDefault="0045682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wartość powinna być równa wyliczonej ze wzoru. </w:t>
            </w:r>
          </w:p>
        </w:tc>
      </w:tr>
      <w:tr w:rsidR="00124A08" w:rsidRPr="00AB6C19" w14:paraId="124C2E21" w14:textId="77777777" w:rsidTr="001E2DCC">
        <w:trPr>
          <w:trHeight w:val="213"/>
        </w:trPr>
        <w:tc>
          <w:tcPr>
            <w:tcW w:w="952" w:type="dxa"/>
          </w:tcPr>
          <w:p w14:paraId="25B0EEC6" w14:textId="77777777" w:rsidR="00124A08" w:rsidRPr="00980FD5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</w:p>
        </w:tc>
        <w:tc>
          <w:tcPr>
            <w:tcW w:w="8102" w:type="dxa"/>
          </w:tcPr>
          <w:p w14:paraId="0FC4F734" w14:textId="77777777" w:rsidR="00124A08" w:rsidRPr="00980FD5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7FE7F213" w14:textId="77777777" w:rsidR="00AD20CD" w:rsidRPr="00AB6C19" w:rsidRDefault="00AD20CD" w:rsidP="00F73C8D">
      <w:pPr>
        <w:pStyle w:val="Nagwek2"/>
      </w:pPr>
      <w:bookmarkStart w:id="235" w:name="_Toc181782243"/>
      <w:r w:rsidRPr="00AB6C19">
        <w:t>Załączniki AKC-4/F do deklaracji AKC4</w:t>
      </w:r>
      <w:bookmarkEnd w:id="235"/>
    </w:p>
    <w:p w14:paraId="003ECC06" w14:textId="77777777" w:rsidR="00AD20CD" w:rsidRPr="00AB6C19" w:rsidRDefault="00AD20CD" w:rsidP="00F73C8D">
      <w:pPr>
        <w:pStyle w:val="Nagwek3"/>
      </w:pPr>
      <w:bookmarkStart w:id="236" w:name="_Toc181782244"/>
      <w:r w:rsidRPr="00AB6C19">
        <w:t>Komunikat AKC4F</w:t>
      </w:r>
      <w:bookmarkEnd w:id="236"/>
    </w:p>
    <w:p w14:paraId="0425C53F" w14:textId="77777777" w:rsidR="00AD20CD" w:rsidRPr="00980FD5" w:rsidRDefault="00AD20CD" w:rsidP="00F73C8D">
      <w:pPr>
        <w:pStyle w:val="Schema-Description"/>
        <w:rPr>
          <w:rFonts w:ascii="Lato" w:hAnsi="Lato" w:cs="Arial"/>
        </w:rPr>
      </w:pPr>
      <w:r w:rsidRPr="00980FD5">
        <w:rPr>
          <w:rFonts w:ascii="Lato" w:hAnsi="Lato"/>
        </w:rPr>
        <w:t>PODATEK AKCYZOWY OD WYROBÓW TYTONIOWYCH</w:t>
      </w:r>
    </w:p>
    <w:p w14:paraId="380CA4CE" w14:textId="77777777" w:rsidR="00AD20CD" w:rsidRPr="00AB6C19" w:rsidRDefault="00AD20CD" w:rsidP="00F73C8D">
      <w:pPr>
        <w:pStyle w:val="Nagwek3"/>
      </w:pPr>
      <w:bookmarkStart w:id="237" w:name="_Toc181782245"/>
      <w:r w:rsidRPr="00AB6C19">
        <w:t>Specyfikacja AKC4F</w:t>
      </w:r>
      <w:bookmarkEnd w:id="237"/>
    </w:p>
    <w:p w14:paraId="581B4D69" w14:textId="5A86133A" w:rsidR="00AD20CD" w:rsidRPr="00AB6C19" w:rsidRDefault="00AD20CD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3E1E3EC8" w14:textId="77777777" w:rsidR="00BE3846" w:rsidRDefault="00BE3846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0D22DA25" w14:textId="1E739986" w:rsidR="00F3416E" w:rsidRPr="00AB6C19" w:rsidRDefault="00F3416E" w:rsidP="0033397D">
      <w:pPr>
        <w:pStyle w:val="Legenda"/>
      </w:pPr>
      <w:bookmarkStart w:id="238" w:name="_Toc181782359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62</w:t>
      </w:r>
      <w:r w:rsidR="00D437FA">
        <w:rPr>
          <w:noProof/>
        </w:rPr>
        <w:fldChar w:fldCharType="end"/>
      </w:r>
      <w:r w:rsidRPr="00AB6C19">
        <w:t>.Dane ogólne w ramach struktury deklaracji AKC-4F</w:t>
      </w:r>
      <w:bookmarkEnd w:id="238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D20CD" w:rsidRPr="00AB6C19" w14:paraId="3C59D9D2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39132769" w14:textId="77777777" w:rsidR="00AD20CD" w:rsidRPr="00AB6C19" w:rsidRDefault="00AD20CD" w:rsidP="00F73C8D">
            <w:r w:rsidRPr="00AB6C19">
              <w:t>Opis</w:t>
            </w:r>
          </w:p>
        </w:tc>
        <w:tc>
          <w:tcPr>
            <w:tcW w:w="6584" w:type="dxa"/>
          </w:tcPr>
          <w:p w14:paraId="2EDBABC8" w14:textId="77777777" w:rsidR="00AD20CD" w:rsidRPr="00AB6C19" w:rsidRDefault="00AD20CD" w:rsidP="00F73C8D">
            <w:r w:rsidRPr="00AB6C19">
              <w:t xml:space="preserve">Struktura załącznika do deklaracji AKC4 </w:t>
            </w:r>
          </w:p>
        </w:tc>
      </w:tr>
      <w:tr w:rsidR="00AD20CD" w:rsidRPr="00AB6C19" w14:paraId="36142B02" w14:textId="77777777" w:rsidTr="00E966D8">
        <w:tc>
          <w:tcPr>
            <w:tcW w:w="2738" w:type="dxa"/>
          </w:tcPr>
          <w:p w14:paraId="5E060FAD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29943724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AD20CD" w:rsidRPr="00AB6C19" w14:paraId="62309CD6" w14:textId="77777777" w:rsidTr="00E966D8">
        <w:tc>
          <w:tcPr>
            <w:tcW w:w="2738" w:type="dxa"/>
          </w:tcPr>
          <w:p w14:paraId="3EC2B7C7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4F113525" w14:textId="77777777" w:rsidR="00AD20CD" w:rsidRPr="00980FD5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AD20CD" w:rsidRPr="00AB6C19" w14:paraId="10D14189" w14:textId="77777777" w:rsidTr="00E966D8">
        <w:tc>
          <w:tcPr>
            <w:tcW w:w="2738" w:type="dxa"/>
          </w:tcPr>
          <w:p w14:paraId="7DFDBA1F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09DA252F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AD20CD" w:rsidRPr="00AB6C19" w14:paraId="7C2B8204" w14:textId="77777777" w:rsidTr="00E966D8">
        <w:tc>
          <w:tcPr>
            <w:tcW w:w="2738" w:type="dxa"/>
          </w:tcPr>
          <w:p w14:paraId="46CBE6DB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17644158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AD20CD" w:rsidRPr="00AB6C19" w14:paraId="3A9B41F5" w14:textId="77777777" w:rsidTr="00E966D8">
        <w:tc>
          <w:tcPr>
            <w:tcW w:w="2738" w:type="dxa"/>
          </w:tcPr>
          <w:p w14:paraId="2C27C45F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0CA5402A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AD20CD" w:rsidRPr="00AB6C19" w14:paraId="56FDCDFD" w14:textId="77777777" w:rsidTr="00E966D8">
        <w:tc>
          <w:tcPr>
            <w:tcW w:w="2738" w:type="dxa"/>
          </w:tcPr>
          <w:p w14:paraId="713E1E68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772163C7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AD20CD" w:rsidRPr="00AB6C19" w14:paraId="0A639924" w14:textId="77777777" w:rsidTr="00E966D8">
        <w:tc>
          <w:tcPr>
            <w:tcW w:w="2738" w:type="dxa"/>
          </w:tcPr>
          <w:p w14:paraId="61D4571F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2A1F35E7" w14:textId="77777777" w:rsidR="00AD20CD" w:rsidRPr="00980FD5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http://www.e-clo.pl/ZEFIR2/eZefir2/xsd/v3_0/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Types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  <w:tr w:rsidR="00AD20CD" w:rsidRPr="00AB6C19" w14:paraId="629131D2" w14:textId="77777777" w:rsidTr="00E966D8">
        <w:tc>
          <w:tcPr>
            <w:tcW w:w="2738" w:type="dxa"/>
          </w:tcPr>
          <w:p w14:paraId="29F6B2BA" w14:textId="77777777" w:rsidR="00AD20CD" w:rsidRPr="00980FD5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78334955" w14:textId="77777777" w:rsidR="00AD20CD" w:rsidRPr="00980FD5" w:rsidRDefault="003D30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</w:t>
            </w:r>
            <w:r w:rsidR="00053840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  <w:r w:rsidR="00AD20CD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</w:tbl>
    <w:p w14:paraId="690DCDEB" w14:textId="29082C84" w:rsidR="00F3416E" w:rsidRDefault="00F3416E" w:rsidP="00BE3846">
      <w:pPr>
        <w:pStyle w:val="Nagwek3"/>
      </w:pPr>
      <w:bookmarkStart w:id="239" w:name="_Toc181782246"/>
      <w:r w:rsidRPr="00AB6C19">
        <w:t>Struktura danych deklaracji AKC-4F</w:t>
      </w:r>
      <w:bookmarkEnd w:id="239"/>
    </w:p>
    <w:p w14:paraId="214B8364" w14:textId="057CE50E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AKC4FType</w:t>
      </w:r>
    </w:p>
    <w:p w14:paraId="68FC67FF" w14:textId="6BCBCC9C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362E8538" w14:textId="1CFE0260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31B9782E" w14:textId="74FA4451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33445773" w14:textId="5BECE575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5FDBAF57" w14:textId="39FE5CDD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09E29146" w14:textId="1BB52EFA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53EBD6C9" w14:textId="1D47BE1C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199BCB3E" w14:textId="4F949AB0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71CF98A6" w14:textId="0D59AF96" w:rsidR="00980FD5" w:rsidRPr="007C30F3" w:rsidRDefault="00980FD5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788D80CC" w14:textId="0A28A0D5" w:rsidR="00F3416E" w:rsidRPr="00EC625A" w:rsidRDefault="00F3416E" w:rsidP="0033397D">
      <w:pPr>
        <w:pStyle w:val="Legenda"/>
      </w:pPr>
      <w:bookmarkStart w:id="240" w:name="_Toc181782360"/>
      <w:r w:rsidRPr="00EC625A">
        <w:t xml:space="preserve">Tabela </w:t>
      </w:r>
      <w:r w:rsidRPr="00AB6C19">
        <w:fldChar w:fldCharType="begin"/>
      </w:r>
      <w:r w:rsidRPr="00EC625A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63</w:t>
      </w:r>
      <w:r w:rsidRPr="00AB6C19">
        <w:fldChar w:fldCharType="end"/>
      </w:r>
      <w:r w:rsidRPr="00EC625A">
        <w:t xml:space="preserve">.Elementy konfiguracji AKC-4F </w:t>
      </w:r>
      <w:proofErr w:type="spellStart"/>
      <w:r w:rsidRPr="00EA1567">
        <w:t>Type</w:t>
      </w:r>
      <w:bookmarkEnd w:id="240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7"/>
        <w:gridCol w:w="3118"/>
        <w:gridCol w:w="821"/>
        <w:gridCol w:w="2028"/>
        <w:gridCol w:w="1390"/>
      </w:tblGrid>
      <w:tr w:rsidR="005D16B1" w:rsidRPr="00AB6C19" w14:paraId="4513057A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7" w:type="dxa"/>
          </w:tcPr>
          <w:p w14:paraId="40DE8FC2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118" w:type="dxa"/>
          </w:tcPr>
          <w:p w14:paraId="353DD414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1" w:type="dxa"/>
          </w:tcPr>
          <w:p w14:paraId="1FFDCB80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6674A4DF" w14:textId="77777777" w:rsidR="005D16B1" w:rsidRPr="00AB6C19" w:rsidRDefault="005D16B1" w:rsidP="00F73C8D">
            <w:r w:rsidRPr="00AB6C19">
              <w:t>Typ</w:t>
            </w:r>
          </w:p>
        </w:tc>
        <w:tc>
          <w:tcPr>
            <w:tcW w:w="1390" w:type="dxa"/>
          </w:tcPr>
          <w:p w14:paraId="23E5E1C5" w14:textId="77777777" w:rsidR="005D16B1" w:rsidRPr="00AB6C19" w:rsidRDefault="005D16B1" w:rsidP="00F73C8D">
            <w:r w:rsidRPr="00AB6C19">
              <w:t>Liczebność</w:t>
            </w:r>
          </w:p>
        </w:tc>
      </w:tr>
      <w:tr w:rsidR="005D16B1" w:rsidRPr="00AB6C19" w14:paraId="75027F01" w14:textId="77777777" w:rsidTr="00E966D8">
        <w:trPr>
          <w:trHeight w:val="213"/>
        </w:trPr>
        <w:tc>
          <w:tcPr>
            <w:tcW w:w="1697" w:type="dxa"/>
          </w:tcPr>
          <w:p w14:paraId="05C5FB08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18" w:type="dxa"/>
          </w:tcPr>
          <w:p w14:paraId="173C0FFD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1" w:type="dxa"/>
          </w:tcPr>
          <w:p w14:paraId="763E2B95" w14:textId="77777777" w:rsidR="005D16B1" w:rsidRPr="00980FD5" w:rsidRDefault="007261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4A1AE8B1" w14:textId="3B7D60DA" w:rsidR="005D16B1" w:rsidRPr="00980FD5" w:rsidRDefault="00980FD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055DA7FE" w14:textId="77777777" w:rsidR="005D16B1" w:rsidRPr="00980FD5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8DA4192" w14:textId="0A3AA589" w:rsidR="00F3416E" w:rsidRPr="00AB6C19" w:rsidRDefault="00F3416E" w:rsidP="0033397D">
      <w:pPr>
        <w:pStyle w:val="Legenda"/>
      </w:pPr>
      <w:bookmarkStart w:id="241" w:name="_Toc18178236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64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AB6C19">
        <w:t>Head</w:t>
      </w:r>
      <w:r w:rsidRPr="00EA1567">
        <w:t>erTy</w:t>
      </w:r>
      <w:r w:rsidRPr="00AB6C19">
        <w:t>pe</w:t>
      </w:r>
      <w:bookmarkEnd w:id="24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B6C19" w14:paraId="7FC80889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67FD247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0B2ED8C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B4FE215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2A131BF" w14:textId="77777777" w:rsidR="005D16B1" w:rsidRPr="00AB6C19" w:rsidRDefault="005D16B1" w:rsidP="00F73C8D">
            <w:r w:rsidRPr="00AB6C19">
              <w:t>Typ</w:t>
            </w:r>
          </w:p>
        </w:tc>
        <w:tc>
          <w:tcPr>
            <w:tcW w:w="1197" w:type="dxa"/>
          </w:tcPr>
          <w:p w14:paraId="3CFE3870" w14:textId="77777777" w:rsidR="005D16B1" w:rsidRPr="00AB6C19" w:rsidRDefault="005D16B1" w:rsidP="00F73C8D">
            <w:r w:rsidRPr="00AB6C19">
              <w:t>Liczebność</w:t>
            </w:r>
          </w:p>
        </w:tc>
      </w:tr>
      <w:tr w:rsidR="005D16B1" w:rsidRPr="00AB6C19" w14:paraId="0B00F716" w14:textId="77777777" w:rsidTr="00E966D8">
        <w:trPr>
          <w:trHeight w:val="213"/>
        </w:trPr>
        <w:tc>
          <w:tcPr>
            <w:tcW w:w="1788" w:type="dxa"/>
          </w:tcPr>
          <w:p w14:paraId="37FC6688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68F6457F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40" w:type="dxa"/>
          </w:tcPr>
          <w:p w14:paraId="4AD50E06" w14:textId="77777777" w:rsidR="005D16B1" w:rsidRPr="00980FD5" w:rsidRDefault="007261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6A87E3CE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  <w:p w14:paraId="7A3B37B0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4CD463AE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5D16B1" w:rsidRPr="00AB6C19" w14:paraId="23091859" w14:textId="77777777" w:rsidTr="00E966D8">
        <w:trPr>
          <w:trHeight w:val="213"/>
        </w:trPr>
        <w:tc>
          <w:tcPr>
            <w:tcW w:w="1788" w:type="dxa"/>
          </w:tcPr>
          <w:p w14:paraId="3F13B78C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7275444E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17CA6B5C" w14:textId="77777777" w:rsidR="005D16B1" w:rsidRPr="00980FD5" w:rsidRDefault="007261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4B85682F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57FAC304" w14:textId="0B311744" w:rsidR="005D16B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,R19</w:t>
            </w:r>
          </w:p>
        </w:tc>
        <w:tc>
          <w:tcPr>
            <w:tcW w:w="1197" w:type="dxa"/>
          </w:tcPr>
          <w:p w14:paraId="4A185887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5D16B1" w:rsidRPr="00AB6C19" w14:paraId="0752A363" w14:textId="77777777" w:rsidTr="00E966D8">
        <w:trPr>
          <w:trHeight w:val="213"/>
        </w:trPr>
        <w:tc>
          <w:tcPr>
            <w:tcW w:w="1788" w:type="dxa"/>
          </w:tcPr>
          <w:p w14:paraId="2EF7D7FD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7525CD96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Numer formularza załącznika. Podatnik może załączyć wiele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formularzy załącznika tego samego typu.</w:t>
            </w:r>
          </w:p>
        </w:tc>
        <w:tc>
          <w:tcPr>
            <w:tcW w:w="840" w:type="dxa"/>
          </w:tcPr>
          <w:p w14:paraId="464CFB0A" w14:textId="77777777" w:rsidR="005D16B1" w:rsidRPr="00980FD5" w:rsidRDefault="007261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2095" w:type="dxa"/>
          </w:tcPr>
          <w:p w14:paraId="124778BD" w14:textId="77777777" w:rsidR="005D16B1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5AEFB6C9" w14:textId="3701A636" w:rsidR="005D16B1" w:rsidRPr="00980FD5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9442BD7" w14:textId="77777777" w:rsidR="005D16B1" w:rsidRPr="00980FD5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1732C9" w:rsidRPr="00AB6C19" w14:paraId="52BED3BD" w14:textId="77777777" w:rsidTr="00E966D8">
        <w:trPr>
          <w:trHeight w:val="213"/>
        </w:trPr>
        <w:tc>
          <w:tcPr>
            <w:tcW w:w="1788" w:type="dxa"/>
          </w:tcPr>
          <w:p w14:paraId="0852BCFF" w14:textId="77777777" w:rsidR="001732C9" w:rsidRPr="00E4560E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692946AB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6F890BA0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778FDC7A" w14:textId="4BD60E7C" w:rsidR="001732C9" w:rsidRPr="00980FD5" w:rsidRDefault="008824A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WarehouseType_f \h  \* MERGEFORMAT </w:instrTex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A846CF">
              <w:t xml:space="preserve"> </w:t>
            </w:r>
            <w:r w:rsidR="00A846CF"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  <w:r w:rsidR="00C54585">
              <w:rPr>
                <w:rStyle w:val="pole"/>
                <w:rFonts w:ascii="Lato" w:hAnsi="Lato"/>
                <w:b/>
                <w:bCs/>
                <w:noProof w:val="0"/>
                <w:sz w:val="20"/>
                <w:szCs w:val="20"/>
                <w:lang w:val="pl-PL"/>
              </w:rPr>
              <w:t>.</w:t>
            </w: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50A2F20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1732C9" w:rsidRPr="00AB6C19" w14:paraId="09ECBFB3" w14:textId="77777777" w:rsidTr="00E966D8">
        <w:trPr>
          <w:trHeight w:val="213"/>
        </w:trPr>
        <w:tc>
          <w:tcPr>
            <w:tcW w:w="1788" w:type="dxa"/>
          </w:tcPr>
          <w:p w14:paraId="7DCDCFD3" w14:textId="77777777" w:rsidR="001732C9" w:rsidRPr="00E4560E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5BAACD82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429AD7CE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95" w:type="dxa"/>
          </w:tcPr>
          <w:p w14:paraId="7EF3AB01" w14:textId="297B2B82" w:rsidR="00320753" w:rsidRPr="00980FD5" w:rsidRDefault="00E456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32075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="00147848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4F4444A" w14:textId="77777777" w:rsidR="001732C9" w:rsidRPr="00980FD5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1732C9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1732C9" w:rsidRPr="00AB6C19" w14:paraId="7F1385C9" w14:textId="77777777" w:rsidTr="00E966D8">
        <w:trPr>
          <w:trHeight w:val="213"/>
        </w:trPr>
        <w:tc>
          <w:tcPr>
            <w:tcW w:w="1788" w:type="dxa"/>
          </w:tcPr>
          <w:p w14:paraId="5A82F052" w14:textId="77777777" w:rsidR="001732C9" w:rsidRPr="00E4560E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6C4A5FC4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7C48C435" w14:textId="77777777" w:rsidR="001732C9" w:rsidRPr="00980FD5" w:rsidRDefault="001732C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0E9C1593" w14:textId="11EE40A0" w:rsidR="001732C9" w:rsidRPr="00980FD5" w:rsidRDefault="00E456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DailyPaymentInformationType</w:t>
            </w:r>
            <w:proofErr w:type="spellEnd"/>
          </w:p>
        </w:tc>
        <w:tc>
          <w:tcPr>
            <w:tcW w:w="1197" w:type="dxa"/>
          </w:tcPr>
          <w:p w14:paraId="14F466AC" w14:textId="77777777" w:rsidR="001732C9" w:rsidRPr="00980FD5" w:rsidRDefault="004101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1732C9" w:rsidRPr="00980FD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7807B935" w14:textId="5C1159AA" w:rsidR="00F3416E" w:rsidRPr="00AB6C19" w:rsidRDefault="00F3416E" w:rsidP="00BE3846">
      <w:pPr>
        <w:pStyle w:val="Legenda"/>
      </w:pPr>
      <w:bookmarkStart w:id="242" w:name="_Toc18178236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65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EA1567">
        <w:t>WarehouseType</w:t>
      </w:r>
      <w:bookmarkEnd w:id="242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5D16B1" w:rsidRPr="00AB6C19" w14:paraId="2B35EB69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72C84CB9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093437AB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3348424F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7624AA76" w14:textId="77777777" w:rsidR="005D16B1" w:rsidRPr="00AB6C19" w:rsidRDefault="005D16B1" w:rsidP="00F73C8D">
            <w:r w:rsidRPr="00AB6C19">
              <w:t>Typ, reguły</w:t>
            </w:r>
          </w:p>
        </w:tc>
        <w:tc>
          <w:tcPr>
            <w:tcW w:w="1390" w:type="dxa"/>
          </w:tcPr>
          <w:p w14:paraId="77AC61EE" w14:textId="77777777" w:rsidR="005D16B1" w:rsidRPr="00AB6C19" w:rsidRDefault="005D16B1" w:rsidP="00F73C8D">
            <w:r w:rsidRPr="00AB6C19">
              <w:t>Liczebność</w:t>
            </w:r>
          </w:p>
        </w:tc>
      </w:tr>
      <w:tr w:rsidR="005D16B1" w:rsidRPr="00AB6C19" w14:paraId="3AFE2AA9" w14:textId="77777777" w:rsidTr="00E966D8">
        <w:trPr>
          <w:trHeight w:val="213"/>
        </w:trPr>
        <w:tc>
          <w:tcPr>
            <w:tcW w:w="1770" w:type="dxa"/>
          </w:tcPr>
          <w:p w14:paraId="4E94F00A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42C981C1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4783A5F3" w14:textId="77777777" w:rsidR="005D16B1" w:rsidRPr="00E4560E" w:rsidRDefault="00483D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20823724" w14:textId="77777777" w:rsidR="005D16B1" w:rsidRPr="00AB6C19" w:rsidRDefault="00C93C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5D16B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E8A2E14" w14:textId="7F87FEC0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5616927A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68B6B10C" w14:textId="77777777" w:rsidTr="00E966D8">
        <w:trPr>
          <w:trHeight w:val="213"/>
        </w:trPr>
        <w:tc>
          <w:tcPr>
            <w:tcW w:w="1770" w:type="dxa"/>
          </w:tcPr>
          <w:p w14:paraId="43B77527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70163840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1F78DC59" w14:textId="77777777" w:rsidR="005D16B1" w:rsidRPr="00E4560E" w:rsidRDefault="00483D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7AAA07CA" w14:textId="77777777" w:rsidR="005D16B1" w:rsidRPr="00AB6C19" w:rsidRDefault="00C93C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5D16B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67F9B8D5" w14:textId="146ADBC2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7234A54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539B571E" w14:textId="77777777" w:rsidTr="00E966D8">
        <w:trPr>
          <w:trHeight w:val="213"/>
        </w:trPr>
        <w:tc>
          <w:tcPr>
            <w:tcW w:w="1770" w:type="dxa"/>
          </w:tcPr>
          <w:p w14:paraId="43B3022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4567A356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33F1E10D" w14:textId="77777777" w:rsidR="005D16B1" w:rsidRPr="00E4560E" w:rsidRDefault="00483D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61537C26" w14:textId="77777777" w:rsidR="005D16B1" w:rsidRPr="00AB6C19" w:rsidRDefault="00C93C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5D16B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  <w:p w14:paraId="5ACEA222" w14:textId="1EA2FBA7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442ED482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48132ACD" w14:textId="77777777" w:rsidTr="00E966D8">
        <w:trPr>
          <w:trHeight w:val="213"/>
        </w:trPr>
        <w:tc>
          <w:tcPr>
            <w:tcW w:w="1770" w:type="dxa"/>
          </w:tcPr>
          <w:p w14:paraId="0969F637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41174711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350E1BA9" w14:textId="77777777" w:rsidR="005D16B1" w:rsidRPr="00E4560E" w:rsidRDefault="00483DA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7947FCFB" w14:textId="77777777" w:rsidR="005D16B1" w:rsidRPr="00AB6C19" w:rsidRDefault="00C93C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string</w:t>
            </w:r>
            <w:r w:rsidR="005D16B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59C11A2D" w14:textId="50D48E43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601606E3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8345B" w:rsidRPr="00AB6C19" w14:paraId="6DA49305" w14:textId="77777777" w:rsidTr="00E966D8">
        <w:trPr>
          <w:trHeight w:val="213"/>
        </w:trPr>
        <w:tc>
          <w:tcPr>
            <w:tcW w:w="1770" w:type="dxa"/>
          </w:tcPr>
          <w:p w14:paraId="225DC960" w14:textId="77777777" w:rsidR="0038345B" w:rsidRPr="00E4560E" w:rsidRDefault="0038345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0303259F" w14:textId="77777777" w:rsidR="0038345B" w:rsidRPr="00E4560E" w:rsidRDefault="0038345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2AC6EBA7" w14:textId="77777777" w:rsidR="0038345B" w:rsidRPr="00E4560E" w:rsidRDefault="0038345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2C4B2390" w14:textId="77777777" w:rsidR="0038345B" w:rsidRPr="00AB6C19" w:rsidRDefault="0038345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59A01724" w14:textId="77777777" w:rsidR="0038345B" w:rsidRPr="00E4560E" w:rsidRDefault="0038345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060D49C6" w14:textId="13782397" w:rsidR="00A13CDA" w:rsidRPr="00AB6C19" w:rsidRDefault="00A13CDA" w:rsidP="0033397D">
      <w:pPr>
        <w:pStyle w:val="Legenda"/>
      </w:pPr>
      <w:bookmarkStart w:id="243" w:name="_Toc18178236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66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EB3A7A">
        <w:rPr>
          <w:lang w:val="en-GB"/>
        </w:rPr>
        <w:t>ExciseDutyInformationType</w:t>
      </w:r>
      <w:bookmarkEnd w:id="243"/>
      <w:proofErr w:type="spellEnd"/>
    </w:p>
    <w:tbl>
      <w:tblPr>
        <w:tblStyle w:val="tabela"/>
        <w:tblW w:w="93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195"/>
        <w:gridCol w:w="1197"/>
      </w:tblGrid>
      <w:tr w:rsidR="005D16B1" w:rsidRPr="00AB6C19" w14:paraId="065BE289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342F264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0A599C94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AD8A0B9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195" w:type="dxa"/>
          </w:tcPr>
          <w:p w14:paraId="539AB392" w14:textId="77777777" w:rsidR="005D16B1" w:rsidRPr="00AB6C19" w:rsidRDefault="005D16B1" w:rsidP="00F73C8D">
            <w:r w:rsidRPr="00AB6C19">
              <w:t>Typ, reguły</w:t>
            </w:r>
          </w:p>
        </w:tc>
        <w:tc>
          <w:tcPr>
            <w:tcW w:w="1197" w:type="dxa"/>
          </w:tcPr>
          <w:p w14:paraId="70E7C420" w14:textId="77777777" w:rsidR="005D16B1" w:rsidRPr="00AB6C19" w:rsidRDefault="005D16B1" w:rsidP="00F73C8D">
            <w:r w:rsidRPr="00AB6C19">
              <w:t>Liczebność</w:t>
            </w:r>
          </w:p>
        </w:tc>
      </w:tr>
      <w:tr w:rsidR="00FE6259" w:rsidRPr="00AB6C19" w14:paraId="671DC7A1" w14:textId="77777777" w:rsidTr="00E966D8">
        <w:trPr>
          <w:trHeight w:val="213"/>
        </w:trPr>
        <w:tc>
          <w:tcPr>
            <w:tcW w:w="1788" w:type="dxa"/>
          </w:tcPr>
          <w:p w14:paraId="0E0E4C42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55903314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18045B76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195" w:type="dxa"/>
          </w:tcPr>
          <w:p w14:paraId="7A35857F" w14:textId="77777777" w:rsidR="00FE6259" w:rsidRPr="00AB6C19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724F4BD9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FE6259" w:rsidRPr="00AB6C19" w14:paraId="549267D9" w14:textId="77777777" w:rsidTr="00E966D8">
        <w:trPr>
          <w:trHeight w:val="213"/>
        </w:trPr>
        <w:tc>
          <w:tcPr>
            <w:tcW w:w="1788" w:type="dxa"/>
          </w:tcPr>
          <w:p w14:paraId="7C8058CE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62DBD790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26E98B8D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195" w:type="dxa"/>
          </w:tcPr>
          <w:p w14:paraId="689B6AB3" w14:textId="75635899" w:rsidR="00FE6259" w:rsidRPr="00EB3A7A" w:rsidRDefault="00E456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2D5943FF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FE6259" w:rsidRPr="00AB6C19" w14:paraId="362FB108" w14:textId="77777777" w:rsidTr="00E966D8">
        <w:trPr>
          <w:trHeight w:val="213"/>
        </w:trPr>
        <w:tc>
          <w:tcPr>
            <w:tcW w:w="1788" w:type="dxa"/>
          </w:tcPr>
          <w:p w14:paraId="0FA6E459" w14:textId="77777777" w:rsidR="00FE6259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1092EF1F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</w:p>
          <w:p w14:paraId="6FEC21FF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50E11425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195" w:type="dxa"/>
          </w:tcPr>
          <w:p w14:paraId="65CEA77B" w14:textId="118AE71B" w:rsidR="00FE6259" w:rsidRPr="00EB3A7A" w:rsidRDefault="00E4560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43FC03EF" w14:textId="77777777" w:rsidR="00FE6259" w:rsidRPr="00EB3A7A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3A7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54C0CD82" w14:textId="77777777" w:rsidR="00A846CF" w:rsidRDefault="00A846CF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bookmarkStart w:id="244" w:name="_Toc181782364"/>
      <w:r>
        <w:br w:type="page"/>
      </w:r>
    </w:p>
    <w:p w14:paraId="362686E7" w14:textId="2B541BF2" w:rsidR="00A13CDA" w:rsidRPr="00AB6C19" w:rsidRDefault="00A13CDA" w:rsidP="0033397D">
      <w:pPr>
        <w:pStyle w:val="Legenda"/>
      </w:pPr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67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A846CF">
        <w:rPr>
          <w:lang w:val="en-GB"/>
        </w:rPr>
        <w:t>CleareanceExciseDutyType</w:t>
      </w:r>
      <w:bookmarkEnd w:id="24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265EB" w:rsidRPr="00AB6C19" w14:paraId="58405AA9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F020C92" w14:textId="77777777" w:rsidR="000265EB" w:rsidRPr="00AB6C19" w:rsidRDefault="000265EB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CA9123C" w14:textId="77777777" w:rsidR="000265EB" w:rsidRPr="00AB6C19" w:rsidRDefault="000265EB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D2D4F6E" w14:textId="77777777" w:rsidR="000265EB" w:rsidRPr="00AB6C19" w:rsidRDefault="000265EB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E4CFB4F" w14:textId="77777777" w:rsidR="000265EB" w:rsidRPr="00AB6C19" w:rsidRDefault="000265EB" w:rsidP="00F73C8D">
            <w:r w:rsidRPr="00AB6C19">
              <w:t>Typ, reguły</w:t>
            </w:r>
          </w:p>
        </w:tc>
        <w:tc>
          <w:tcPr>
            <w:tcW w:w="1197" w:type="dxa"/>
          </w:tcPr>
          <w:p w14:paraId="1A52096D" w14:textId="77777777" w:rsidR="000265EB" w:rsidRPr="00AB6C19" w:rsidRDefault="000265EB" w:rsidP="00F73C8D">
            <w:r w:rsidRPr="00AB6C19">
              <w:t>Liczebność</w:t>
            </w:r>
          </w:p>
        </w:tc>
      </w:tr>
      <w:tr w:rsidR="000265EB" w:rsidRPr="00AB6C19" w14:paraId="03073234" w14:textId="77777777" w:rsidTr="00E966D8">
        <w:trPr>
          <w:trHeight w:val="213"/>
        </w:trPr>
        <w:tc>
          <w:tcPr>
            <w:tcW w:w="1788" w:type="dxa"/>
          </w:tcPr>
          <w:p w14:paraId="37E2EAD9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17585E6D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342B3C09" w14:textId="77777777" w:rsidR="000265EB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79AB0733" w14:textId="77777777" w:rsidR="000265EB" w:rsidRPr="00AB6C19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</w:t>
            </w:r>
            <w:r w:rsidR="005E4292"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</w:t>
            </w:r>
            <w:proofErr w:type="spellEnd"/>
          </w:p>
        </w:tc>
        <w:tc>
          <w:tcPr>
            <w:tcW w:w="1197" w:type="dxa"/>
          </w:tcPr>
          <w:p w14:paraId="314018E1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265EB" w:rsidRPr="00AB6C19" w14:paraId="5251B906" w14:textId="77777777" w:rsidTr="00E966D8">
        <w:trPr>
          <w:trHeight w:val="213"/>
        </w:trPr>
        <w:tc>
          <w:tcPr>
            <w:tcW w:w="1788" w:type="dxa"/>
          </w:tcPr>
          <w:p w14:paraId="461DACC9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7B7A8830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(F) złożonej za miesiąc, którego dotyczy rejestrowana deklaracja</w:t>
            </w:r>
          </w:p>
        </w:tc>
        <w:tc>
          <w:tcPr>
            <w:tcW w:w="840" w:type="dxa"/>
          </w:tcPr>
          <w:p w14:paraId="26C7A33C" w14:textId="77777777" w:rsidR="000265EB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53CDE9C5" w14:textId="77777777" w:rsidR="000265EB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1D8E1484" w14:textId="63065546" w:rsidR="000265EB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EB5DFA5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265EB" w:rsidRPr="00AB6C19" w14:paraId="367145E0" w14:textId="77777777" w:rsidTr="00E966D8">
        <w:trPr>
          <w:trHeight w:val="213"/>
        </w:trPr>
        <w:tc>
          <w:tcPr>
            <w:tcW w:w="1788" w:type="dxa"/>
          </w:tcPr>
          <w:p w14:paraId="2433ED3A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77209FEF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39A49A2C" w14:textId="77777777" w:rsidR="000265EB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95" w:type="dxa"/>
          </w:tcPr>
          <w:p w14:paraId="7ABB57AF" w14:textId="77777777" w:rsidR="000265EB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01FBC47" w14:textId="48570387" w:rsidR="000265EB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C86B241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265EB" w:rsidRPr="00AB6C19" w14:paraId="2E9D2FEA" w14:textId="77777777" w:rsidTr="00E966D8">
        <w:trPr>
          <w:trHeight w:val="213"/>
        </w:trPr>
        <w:tc>
          <w:tcPr>
            <w:tcW w:w="1788" w:type="dxa"/>
          </w:tcPr>
          <w:p w14:paraId="32927792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3801E3AC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3B8809D6" w14:textId="77777777" w:rsidR="000265EB" w:rsidRPr="00E4560E" w:rsidRDefault="00FE62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</w:t>
            </w:r>
          </w:p>
        </w:tc>
        <w:tc>
          <w:tcPr>
            <w:tcW w:w="2095" w:type="dxa"/>
          </w:tcPr>
          <w:p w14:paraId="6CEE341A" w14:textId="77777777" w:rsidR="000265EB" w:rsidRPr="00AB6C19" w:rsidRDefault="005E429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951AFBA" w14:textId="5521843B" w:rsidR="000265EB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265EB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DCF23CD" w14:textId="77777777" w:rsidR="000265EB" w:rsidRPr="00E4560E" w:rsidRDefault="000265E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042A6BD3" w14:textId="464D8E01" w:rsidR="00A13CDA" w:rsidRPr="00AB6C19" w:rsidRDefault="00A13CDA" w:rsidP="0033397D">
      <w:pPr>
        <w:pStyle w:val="Legenda"/>
      </w:pPr>
      <w:bookmarkStart w:id="245" w:name="_Toc18178236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68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EA1567">
        <w:t>ItemsType</w:t>
      </w:r>
      <w:bookmarkEnd w:id="24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B6C19" w14:paraId="0943D803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23F26ED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BC4FAC9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ED5BCB3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8B4FB0A" w14:textId="77777777" w:rsidR="005D16B1" w:rsidRPr="00AB6C19" w:rsidRDefault="005D16B1" w:rsidP="00F73C8D">
            <w:r w:rsidRPr="00AB6C19">
              <w:t>Typ, reguły</w:t>
            </w:r>
          </w:p>
        </w:tc>
        <w:tc>
          <w:tcPr>
            <w:tcW w:w="1197" w:type="dxa"/>
          </w:tcPr>
          <w:p w14:paraId="620F8A91" w14:textId="77777777" w:rsidR="005D16B1" w:rsidRPr="00AB6C19" w:rsidRDefault="005D16B1" w:rsidP="00F73C8D">
            <w:r w:rsidRPr="00AB6C19">
              <w:t>Liczebność</w:t>
            </w:r>
          </w:p>
        </w:tc>
      </w:tr>
      <w:tr w:rsidR="005D16B1" w:rsidRPr="00AB6C19" w14:paraId="038AA042" w14:textId="77777777" w:rsidTr="00E966D8">
        <w:trPr>
          <w:trHeight w:val="213"/>
        </w:trPr>
        <w:tc>
          <w:tcPr>
            <w:tcW w:w="1788" w:type="dxa"/>
          </w:tcPr>
          <w:p w14:paraId="0AC29DD2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exportValueOfGoods</w:t>
            </w:r>
            <w:proofErr w:type="spellEnd"/>
          </w:p>
        </w:tc>
        <w:tc>
          <w:tcPr>
            <w:tcW w:w="3360" w:type="dxa"/>
          </w:tcPr>
          <w:p w14:paraId="672D33A4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wyrobów na eksport wg maksymalnej ceny detalicznej</w:t>
            </w:r>
          </w:p>
        </w:tc>
        <w:tc>
          <w:tcPr>
            <w:tcW w:w="840" w:type="dxa"/>
          </w:tcPr>
          <w:p w14:paraId="4C22F6D0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248</w:t>
            </w:r>
          </w:p>
        </w:tc>
        <w:tc>
          <w:tcPr>
            <w:tcW w:w="2095" w:type="dxa"/>
          </w:tcPr>
          <w:p w14:paraId="74637A67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275BB063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3A02D47E" w14:textId="77777777" w:rsidTr="00E966D8">
        <w:trPr>
          <w:trHeight w:val="213"/>
        </w:trPr>
        <w:tc>
          <w:tcPr>
            <w:tcW w:w="1788" w:type="dxa"/>
          </w:tcPr>
          <w:p w14:paraId="7832B2BB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4BFF96F6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sprzedanych na eksport wyrobów w</w:t>
            </w:r>
            <w:r w:rsidR="00403C2C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tysiącach sztuk lub w kg</w:t>
            </w:r>
          </w:p>
        </w:tc>
        <w:tc>
          <w:tcPr>
            <w:tcW w:w="840" w:type="dxa"/>
          </w:tcPr>
          <w:p w14:paraId="274F2BEB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249</w:t>
            </w:r>
          </w:p>
        </w:tc>
        <w:tc>
          <w:tcPr>
            <w:tcW w:w="2095" w:type="dxa"/>
          </w:tcPr>
          <w:p w14:paraId="235493F7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18594C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7EBD2A0B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7EDF" w:rsidRPr="00AB6C19" w14:paraId="7539267E" w14:textId="77777777" w:rsidTr="00E966D8">
        <w:trPr>
          <w:trHeight w:val="213"/>
        </w:trPr>
        <w:tc>
          <w:tcPr>
            <w:tcW w:w="1788" w:type="dxa"/>
          </w:tcPr>
          <w:p w14:paraId="199EC037" w14:textId="77777777" w:rsidR="000E7EDF" w:rsidRPr="00E4560E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exportTaxRatePercentage</w:t>
            </w:r>
            <w:proofErr w:type="spellEnd"/>
          </w:p>
        </w:tc>
        <w:tc>
          <w:tcPr>
            <w:tcW w:w="3360" w:type="dxa"/>
          </w:tcPr>
          <w:p w14:paraId="7A40BAAB" w14:textId="77777777" w:rsidR="000E7EDF" w:rsidRPr="00E4560E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eksport, wyrażona ułamkiem dziesiętnym z dokładnością do 4 miejsc po przecinku.</w:t>
            </w:r>
          </w:p>
        </w:tc>
        <w:tc>
          <w:tcPr>
            <w:tcW w:w="840" w:type="dxa"/>
          </w:tcPr>
          <w:p w14:paraId="20463745" w14:textId="77777777" w:rsidR="000E7EDF" w:rsidRPr="00E4560E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250a</w:t>
            </w:r>
          </w:p>
        </w:tc>
        <w:tc>
          <w:tcPr>
            <w:tcW w:w="2095" w:type="dxa"/>
          </w:tcPr>
          <w:p w14:paraId="40C3235D" w14:textId="77777777" w:rsidR="000E7EDF" w:rsidRPr="00AB6C19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193083B3" w14:textId="77777777" w:rsidR="000E7EDF" w:rsidRPr="00E4560E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65607B1D" w14:textId="77777777" w:rsidTr="00E966D8">
        <w:trPr>
          <w:trHeight w:val="213"/>
        </w:trPr>
        <w:tc>
          <w:tcPr>
            <w:tcW w:w="1788" w:type="dxa"/>
          </w:tcPr>
          <w:p w14:paraId="2C86A004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43B59730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 wyrażona kwotowo.</w:t>
            </w:r>
          </w:p>
        </w:tc>
        <w:tc>
          <w:tcPr>
            <w:tcW w:w="840" w:type="dxa"/>
          </w:tcPr>
          <w:p w14:paraId="2875EF32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250b</w:t>
            </w:r>
          </w:p>
        </w:tc>
        <w:tc>
          <w:tcPr>
            <w:tcW w:w="2095" w:type="dxa"/>
          </w:tcPr>
          <w:p w14:paraId="4F661413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1A1CFE9D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04E2FA12" w14:textId="77777777" w:rsidTr="00E966D8">
        <w:trPr>
          <w:trHeight w:val="213"/>
        </w:trPr>
        <w:tc>
          <w:tcPr>
            <w:tcW w:w="1788" w:type="dxa"/>
          </w:tcPr>
          <w:p w14:paraId="415FFC93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exportTotalAmountOfTax</w:t>
            </w:r>
            <w:proofErr w:type="spellEnd"/>
          </w:p>
        </w:tc>
        <w:tc>
          <w:tcPr>
            <w:tcW w:w="3360" w:type="dxa"/>
          </w:tcPr>
          <w:p w14:paraId="1A69629B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Sprzedaż na eksport: Łączna kwota podatku w zł</w:t>
            </w:r>
          </w:p>
        </w:tc>
        <w:tc>
          <w:tcPr>
            <w:tcW w:w="840" w:type="dxa"/>
          </w:tcPr>
          <w:p w14:paraId="57F8878F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251</w:t>
            </w:r>
          </w:p>
        </w:tc>
        <w:tc>
          <w:tcPr>
            <w:tcW w:w="2095" w:type="dxa"/>
          </w:tcPr>
          <w:p w14:paraId="74755C14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432C9D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555A5104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379A7FFF" w14:textId="77777777" w:rsidTr="00E966D8">
        <w:trPr>
          <w:trHeight w:val="213"/>
        </w:trPr>
        <w:tc>
          <w:tcPr>
            <w:tcW w:w="1788" w:type="dxa"/>
          </w:tcPr>
          <w:p w14:paraId="12A0426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totalValueofGoods</w:t>
            </w:r>
            <w:proofErr w:type="spellEnd"/>
          </w:p>
        </w:tc>
        <w:tc>
          <w:tcPr>
            <w:tcW w:w="3360" w:type="dxa"/>
          </w:tcPr>
          <w:p w14:paraId="29215126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ze wszystkich pozycji wprowadzonych w polu „Wartość wg maksymalnej ceny detalicznej</w:t>
            </w:r>
          </w:p>
        </w:tc>
        <w:tc>
          <w:tcPr>
            <w:tcW w:w="840" w:type="dxa"/>
          </w:tcPr>
          <w:p w14:paraId="7E32FAD0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252</w:t>
            </w:r>
          </w:p>
        </w:tc>
        <w:tc>
          <w:tcPr>
            <w:tcW w:w="2095" w:type="dxa"/>
          </w:tcPr>
          <w:p w14:paraId="04CCFFDE" w14:textId="77777777" w:rsidR="005D16B1" w:rsidRPr="00AB6C19" w:rsidRDefault="00B229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47809654" w14:textId="66E759F8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B13F493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5D16B1" w:rsidRPr="00AB6C19" w14:paraId="635EC4A9" w14:textId="77777777" w:rsidTr="00E966D8">
        <w:trPr>
          <w:trHeight w:val="213"/>
        </w:trPr>
        <w:tc>
          <w:tcPr>
            <w:tcW w:w="1788" w:type="dxa"/>
          </w:tcPr>
          <w:p w14:paraId="3D2D3640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totalAmountOfTax</w:t>
            </w:r>
            <w:proofErr w:type="spellEnd"/>
          </w:p>
        </w:tc>
        <w:tc>
          <w:tcPr>
            <w:tcW w:w="3360" w:type="dxa"/>
          </w:tcPr>
          <w:p w14:paraId="0A86FC36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wprowadzonych w polu „Łączna kwota podatku w zł”</w:t>
            </w:r>
          </w:p>
        </w:tc>
        <w:tc>
          <w:tcPr>
            <w:tcW w:w="840" w:type="dxa"/>
          </w:tcPr>
          <w:p w14:paraId="7786579D" w14:textId="77777777" w:rsidR="005D16B1" w:rsidRPr="00E4560E" w:rsidRDefault="0031549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253</w:t>
            </w:r>
          </w:p>
        </w:tc>
        <w:tc>
          <w:tcPr>
            <w:tcW w:w="2095" w:type="dxa"/>
          </w:tcPr>
          <w:p w14:paraId="77DC247B" w14:textId="77777777" w:rsidR="005D16B1" w:rsidRPr="00AB6C19" w:rsidRDefault="00B229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53708C07" w14:textId="56181B41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1FB8C070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0DBB3EA4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5D16B1" w:rsidRPr="00AB6C19" w14:paraId="3DE25D77" w14:textId="77777777" w:rsidTr="00E966D8">
        <w:trPr>
          <w:trHeight w:val="213"/>
        </w:trPr>
        <w:tc>
          <w:tcPr>
            <w:tcW w:w="1788" w:type="dxa"/>
          </w:tcPr>
          <w:p w14:paraId="45AB723E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5D4A8F1C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1061162B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779C1FCC" w14:textId="7FDCAC61" w:rsidR="005D16B1" w:rsidRPr="00E4560E" w:rsidRDefault="00A846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1197" w:type="dxa"/>
          </w:tcPr>
          <w:p w14:paraId="3B7CCD72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35BE3535" w14:textId="16A857F8" w:rsidR="00A13CDA" w:rsidRPr="00AB6C19" w:rsidRDefault="00A13CDA" w:rsidP="0033397D">
      <w:pPr>
        <w:pStyle w:val="Legenda"/>
      </w:pPr>
      <w:bookmarkStart w:id="246" w:name="_Toc18178236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69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EA1567">
        <w:t>ItemType</w:t>
      </w:r>
      <w:bookmarkEnd w:id="24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5D16B1" w:rsidRPr="00AB6C19" w14:paraId="4C79CFF4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4446DA1" w14:textId="77777777" w:rsidR="005D16B1" w:rsidRPr="00AB6C19" w:rsidRDefault="005D16B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02E92A8" w14:textId="77777777" w:rsidR="005D16B1" w:rsidRPr="00AB6C19" w:rsidRDefault="005D16B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65BCF059" w14:textId="77777777" w:rsidR="005D16B1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C5D84D0" w14:textId="77777777" w:rsidR="005D16B1" w:rsidRPr="00AB6C19" w:rsidRDefault="005D16B1" w:rsidP="00F73C8D">
            <w:r w:rsidRPr="00AB6C19">
              <w:t>Typ, reguły</w:t>
            </w:r>
          </w:p>
        </w:tc>
        <w:tc>
          <w:tcPr>
            <w:tcW w:w="1197" w:type="dxa"/>
          </w:tcPr>
          <w:p w14:paraId="4ABCEA6A" w14:textId="77777777" w:rsidR="005D16B1" w:rsidRPr="00AB6C19" w:rsidRDefault="005D16B1" w:rsidP="00F73C8D">
            <w:r w:rsidRPr="00AB6C19">
              <w:t>Liczebność</w:t>
            </w:r>
          </w:p>
        </w:tc>
      </w:tr>
      <w:tr w:rsidR="005D16B1" w:rsidRPr="00AB6C19" w14:paraId="5AA8534F" w14:textId="77777777" w:rsidTr="00E966D8">
        <w:trPr>
          <w:trHeight w:val="213"/>
        </w:trPr>
        <w:tc>
          <w:tcPr>
            <w:tcW w:w="1788" w:type="dxa"/>
          </w:tcPr>
          <w:p w14:paraId="782BAF9C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3EFCEA0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07AC1AFE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70943812" w14:textId="77777777" w:rsidR="005D16B1" w:rsidRPr="00AB6C19" w:rsidRDefault="00C615B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0137F46B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5F04B9DD" w14:textId="77777777" w:rsidTr="00E966D8">
        <w:trPr>
          <w:trHeight w:val="213"/>
        </w:trPr>
        <w:tc>
          <w:tcPr>
            <w:tcW w:w="1788" w:type="dxa"/>
          </w:tcPr>
          <w:p w14:paraId="0690DE83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7EB4FA3D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7FF0EE44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58F1AD7F" w14:textId="77777777" w:rsidR="005D16B1" w:rsidRPr="00AB6C19" w:rsidRDefault="00C615B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ZCharacter</w:t>
            </w:r>
            <w:proofErr w:type="spellEnd"/>
          </w:p>
          <w:p w14:paraId="4A99D8A6" w14:textId="3FC88AFD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B192748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4F09FD6A" w14:textId="77777777" w:rsidTr="00E966D8">
        <w:trPr>
          <w:trHeight w:val="213"/>
        </w:trPr>
        <w:tc>
          <w:tcPr>
            <w:tcW w:w="1788" w:type="dxa"/>
          </w:tcPr>
          <w:p w14:paraId="535B42C7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6F1DB0EB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61192566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1CBCA7FA" w14:textId="77777777" w:rsidR="005D16B1" w:rsidRPr="00AB6C19" w:rsidRDefault="001E739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ZShortages</w:t>
            </w:r>
            <w:proofErr w:type="spellEnd"/>
          </w:p>
          <w:p w14:paraId="0C84E735" w14:textId="4CF90FCC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1A6975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33178069" w14:textId="77777777" w:rsidTr="00E966D8">
        <w:trPr>
          <w:trHeight w:val="213"/>
        </w:trPr>
        <w:tc>
          <w:tcPr>
            <w:tcW w:w="1788" w:type="dxa"/>
          </w:tcPr>
          <w:p w14:paraId="4D4BA68C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6A4116E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</w:t>
            </w:r>
            <w:r w:rsidR="009D0B99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pisanie ośmiocyfrowego kodu CN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towaru.</w:t>
            </w:r>
          </w:p>
        </w:tc>
        <w:tc>
          <w:tcPr>
            <w:tcW w:w="840" w:type="dxa"/>
          </w:tcPr>
          <w:p w14:paraId="5E19B300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1AF50196" w14:textId="77777777" w:rsidR="005D16B1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ZCodeCN</w:t>
            </w:r>
            <w:proofErr w:type="spellEnd"/>
          </w:p>
          <w:p w14:paraId="444A9143" w14:textId="06D22D9D" w:rsidR="005D16B1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BB392E6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654CD40E" w14:textId="77777777" w:rsidTr="00E966D8">
        <w:trPr>
          <w:trHeight w:val="213"/>
        </w:trPr>
        <w:tc>
          <w:tcPr>
            <w:tcW w:w="1788" w:type="dxa"/>
          </w:tcPr>
          <w:p w14:paraId="27A6038E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26E31609" w14:textId="77777777" w:rsidR="005D16B1" w:rsidRPr="00E4560E" w:rsidRDefault="005D16B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E4560E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Liczba wyrobów w tysiącach sztuk (z dokładnością do trzech miejsc po przecinku) lub w kg (z dokładnością do dwóch miejsc po przecinku)</w:t>
            </w:r>
          </w:p>
        </w:tc>
        <w:tc>
          <w:tcPr>
            <w:tcW w:w="840" w:type="dxa"/>
          </w:tcPr>
          <w:p w14:paraId="70D11AA1" w14:textId="77777777" w:rsidR="005D16B1" w:rsidRPr="00E4560E" w:rsidRDefault="0064514A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proofErr w:type="spellStart"/>
            <w:r w:rsidRPr="00E4560E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F.e</w:t>
            </w:r>
            <w:proofErr w:type="spellEnd"/>
          </w:p>
        </w:tc>
        <w:tc>
          <w:tcPr>
            <w:tcW w:w="2095" w:type="dxa"/>
          </w:tcPr>
          <w:p w14:paraId="20F777A5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50B5B0CF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372BAA92" w14:textId="77777777" w:rsidTr="00E966D8">
        <w:trPr>
          <w:trHeight w:val="213"/>
        </w:trPr>
        <w:tc>
          <w:tcPr>
            <w:tcW w:w="1788" w:type="dxa"/>
          </w:tcPr>
          <w:p w14:paraId="4F701BA4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1AE13467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wyrobów w ramach jednej grupy towarowej wg maksymalnej ceny detalicznej</w:t>
            </w:r>
          </w:p>
        </w:tc>
        <w:tc>
          <w:tcPr>
            <w:tcW w:w="840" w:type="dxa"/>
          </w:tcPr>
          <w:p w14:paraId="4CA41461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4DAEB996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3127BFE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D16B1" w:rsidRPr="00AB6C19" w14:paraId="2CE28C64" w14:textId="77777777" w:rsidTr="00E966D8">
        <w:trPr>
          <w:trHeight w:val="213"/>
        </w:trPr>
        <w:tc>
          <w:tcPr>
            <w:tcW w:w="1788" w:type="dxa"/>
          </w:tcPr>
          <w:p w14:paraId="213B8114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taxMin</w:t>
            </w:r>
            <w:proofErr w:type="spellEnd"/>
          </w:p>
        </w:tc>
        <w:tc>
          <w:tcPr>
            <w:tcW w:w="3360" w:type="dxa"/>
          </w:tcPr>
          <w:p w14:paraId="02D38E2C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podatkowa minimalna dla wyrobów tytoniowych, pobrana z ISZTAR 4</w:t>
            </w:r>
          </w:p>
        </w:tc>
        <w:tc>
          <w:tcPr>
            <w:tcW w:w="840" w:type="dxa"/>
          </w:tcPr>
          <w:p w14:paraId="0901E06A" w14:textId="77777777" w:rsidR="005D16B1" w:rsidRPr="00E4560E" w:rsidRDefault="0064514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280AFF5B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decimal</w:t>
            </w: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(4, 2)</w:t>
            </w:r>
          </w:p>
        </w:tc>
        <w:tc>
          <w:tcPr>
            <w:tcW w:w="1197" w:type="dxa"/>
          </w:tcPr>
          <w:p w14:paraId="48F2FD0C" w14:textId="77777777" w:rsidR="005D16B1" w:rsidRPr="00E4560E" w:rsidRDefault="00BD225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5D16B1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5D16B1" w:rsidRPr="00AB6C19" w14:paraId="000E2D22" w14:textId="77777777" w:rsidTr="00E966D8">
        <w:trPr>
          <w:trHeight w:val="213"/>
        </w:trPr>
        <w:tc>
          <w:tcPr>
            <w:tcW w:w="1788" w:type="dxa"/>
          </w:tcPr>
          <w:p w14:paraId="0A309E04" w14:textId="77777777" w:rsidR="005D16B1" w:rsidRPr="00A846CF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taxRatePercentage</w:t>
            </w:r>
            <w:proofErr w:type="spellEnd"/>
          </w:p>
        </w:tc>
        <w:tc>
          <w:tcPr>
            <w:tcW w:w="3360" w:type="dxa"/>
          </w:tcPr>
          <w:p w14:paraId="062AB016" w14:textId="77777777" w:rsidR="005D16B1" w:rsidRPr="00E4560E" w:rsidRDefault="000E7ED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wyrażona ułamkiem dziesiętnym z dokładnością do 4 miejsc po przecinku</w:t>
            </w:r>
          </w:p>
        </w:tc>
        <w:tc>
          <w:tcPr>
            <w:tcW w:w="840" w:type="dxa"/>
          </w:tcPr>
          <w:p w14:paraId="2EB1EB0C" w14:textId="77777777" w:rsidR="005D16B1" w:rsidRPr="00E4560E" w:rsidRDefault="009977D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F.f.a</w:t>
            </w:r>
            <w:proofErr w:type="spellEnd"/>
          </w:p>
        </w:tc>
        <w:tc>
          <w:tcPr>
            <w:tcW w:w="2095" w:type="dxa"/>
          </w:tcPr>
          <w:p w14:paraId="7A9307E4" w14:textId="77777777" w:rsidR="005D16B1" w:rsidRPr="00AB6C19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</w:t>
            </w:r>
            <w:r w:rsidR="008E6853"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Percentage</w:t>
            </w:r>
            <w:proofErr w:type="spellEnd"/>
          </w:p>
        </w:tc>
        <w:tc>
          <w:tcPr>
            <w:tcW w:w="1197" w:type="dxa"/>
          </w:tcPr>
          <w:p w14:paraId="75A2C28A" w14:textId="77777777" w:rsidR="005D16B1" w:rsidRPr="00E4560E" w:rsidRDefault="005D16B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15424C" w:rsidRPr="00AB6C19" w14:paraId="1085EA15" w14:textId="77777777" w:rsidTr="00E966D8">
        <w:trPr>
          <w:trHeight w:val="213"/>
        </w:trPr>
        <w:tc>
          <w:tcPr>
            <w:tcW w:w="1788" w:type="dxa"/>
          </w:tcPr>
          <w:p w14:paraId="3AE634B6" w14:textId="77777777" w:rsidR="0015424C" w:rsidRPr="00A846CF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taxRatePercentageFromIsztar</w:t>
            </w:r>
            <w:proofErr w:type="spellEnd"/>
          </w:p>
        </w:tc>
        <w:tc>
          <w:tcPr>
            <w:tcW w:w="3360" w:type="dxa"/>
          </w:tcPr>
          <w:p w14:paraId="2C810F46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Czy stawka podatku akcyzowego w polu </w:t>
            </w: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taxRatePercentage</w:t>
            </w:r>
            <w:proofErr w:type="spellEnd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6E33B9C8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16B2730" w14:textId="77777777" w:rsidR="0015424C" w:rsidRPr="00AB6C19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16CB4E42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15424C" w:rsidRPr="00AB6C19" w14:paraId="25720E62" w14:textId="77777777" w:rsidTr="00E966D8">
        <w:trPr>
          <w:trHeight w:val="213"/>
        </w:trPr>
        <w:tc>
          <w:tcPr>
            <w:tcW w:w="1788" w:type="dxa"/>
          </w:tcPr>
          <w:p w14:paraId="7C71F2A1" w14:textId="77777777" w:rsidR="0015424C" w:rsidRPr="00A846CF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3A7603DF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5C7F65BD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F.f.b</w:t>
            </w:r>
            <w:proofErr w:type="spellEnd"/>
          </w:p>
        </w:tc>
        <w:tc>
          <w:tcPr>
            <w:tcW w:w="2095" w:type="dxa"/>
          </w:tcPr>
          <w:p w14:paraId="1E6EFACC" w14:textId="77777777" w:rsidR="0015424C" w:rsidRPr="00AB6C19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2298369C" w14:textId="77777777" w:rsidR="0015424C" w:rsidRPr="00AB6C19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4473B1A0" w14:textId="77777777" w:rsidR="0015424C" w:rsidRPr="00E4560E" w:rsidRDefault="001542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4390D" w:rsidRPr="00AB6C19" w14:paraId="46F9CA36" w14:textId="77777777" w:rsidTr="00E966D8">
        <w:trPr>
          <w:trHeight w:val="213"/>
        </w:trPr>
        <w:tc>
          <w:tcPr>
            <w:tcW w:w="1788" w:type="dxa"/>
          </w:tcPr>
          <w:p w14:paraId="239E957A" w14:textId="77777777" w:rsidR="00A4390D" w:rsidRPr="00A846CF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taxRateFromIsztar</w:t>
            </w:r>
            <w:proofErr w:type="spellEnd"/>
          </w:p>
        </w:tc>
        <w:tc>
          <w:tcPr>
            <w:tcW w:w="3360" w:type="dxa"/>
          </w:tcPr>
          <w:p w14:paraId="15D934ED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Czy stawka podatku akcyzowego w polu </w:t>
            </w: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taxRate</w:t>
            </w:r>
            <w:proofErr w:type="spellEnd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jest pobrana z Systemu ISZTAR.</w:t>
            </w:r>
          </w:p>
        </w:tc>
        <w:tc>
          <w:tcPr>
            <w:tcW w:w="840" w:type="dxa"/>
          </w:tcPr>
          <w:p w14:paraId="48D02623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7453F5D6" w14:textId="77777777" w:rsidR="00A4390D" w:rsidRPr="00AB6C19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540B0CE0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4390D" w:rsidRPr="00AB6C19" w14:paraId="6C7B5A35" w14:textId="77777777" w:rsidTr="00E966D8">
        <w:trPr>
          <w:trHeight w:val="213"/>
        </w:trPr>
        <w:tc>
          <w:tcPr>
            <w:tcW w:w="1788" w:type="dxa"/>
          </w:tcPr>
          <w:p w14:paraId="77CF557A" w14:textId="77777777" w:rsidR="00A4390D" w:rsidRPr="00A846CF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680F1DAF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</w:tcPr>
          <w:p w14:paraId="26F29FDD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F.g</w:t>
            </w:r>
            <w:proofErr w:type="spellEnd"/>
          </w:p>
        </w:tc>
        <w:tc>
          <w:tcPr>
            <w:tcW w:w="2095" w:type="dxa"/>
          </w:tcPr>
          <w:p w14:paraId="44EB9A3B" w14:textId="77777777" w:rsidR="00A4390D" w:rsidRPr="00AB6C19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D88A513" w14:textId="7DFC982A" w:rsidR="00A4390D" w:rsidRPr="00E4560E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4390D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A4390D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A4390D"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E318300" w14:textId="77777777" w:rsidR="00A4390D" w:rsidRPr="00E4560E" w:rsidRDefault="00A4390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4560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5CF07E33" w14:textId="721E0884" w:rsidR="00A13CDA" w:rsidRPr="00AB6C19" w:rsidRDefault="00A13CDA" w:rsidP="00BE3846">
      <w:pPr>
        <w:pStyle w:val="Legenda"/>
      </w:pPr>
      <w:bookmarkStart w:id="247" w:name="_Toc18178236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70</w:t>
      </w:r>
      <w:r w:rsidR="00D437FA">
        <w:rPr>
          <w:noProof/>
        </w:rPr>
        <w:fldChar w:fldCharType="end"/>
      </w:r>
      <w:r w:rsidRPr="00AB6C19">
        <w:t xml:space="preserve">.Elementy konfiguracji AKC-4F </w:t>
      </w:r>
      <w:proofErr w:type="spellStart"/>
      <w:r w:rsidRPr="00A846CF">
        <w:rPr>
          <w:lang w:val="en-GB"/>
        </w:rPr>
        <w:t>DailyPaymentInformationType</w:t>
      </w:r>
      <w:bookmarkEnd w:id="247"/>
      <w:proofErr w:type="spellEnd"/>
    </w:p>
    <w:tbl>
      <w:tblPr>
        <w:tblStyle w:val="tabela"/>
        <w:tblW w:w="9265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80"/>
        <w:gridCol w:w="1197"/>
      </w:tblGrid>
      <w:tr w:rsidR="00085870" w:rsidRPr="00AB6C19" w14:paraId="0E6263E6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823DDF0" w14:textId="77777777" w:rsidR="00085870" w:rsidRPr="00AB6C19" w:rsidRDefault="00085870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306220B" w14:textId="77777777" w:rsidR="00085870" w:rsidRPr="00AB6C19" w:rsidRDefault="0008587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D54E261" w14:textId="77777777" w:rsidR="00085870" w:rsidRPr="00AB6C19" w:rsidRDefault="00085870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80" w:type="dxa"/>
          </w:tcPr>
          <w:p w14:paraId="2C7D69AC" w14:textId="77777777" w:rsidR="00085870" w:rsidRPr="00AB6C19" w:rsidRDefault="00085870" w:rsidP="00F73C8D">
            <w:r w:rsidRPr="00AB6C19">
              <w:t>Typ, reguły</w:t>
            </w:r>
          </w:p>
        </w:tc>
        <w:tc>
          <w:tcPr>
            <w:tcW w:w="1197" w:type="dxa"/>
          </w:tcPr>
          <w:p w14:paraId="624BBB6E" w14:textId="77777777" w:rsidR="00085870" w:rsidRPr="00AB6C19" w:rsidRDefault="00085870" w:rsidP="00F73C8D">
            <w:r w:rsidRPr="00AB6C19">
              <w:t>Liczebność</w:t>
            </w:r>
          </w:p>
        </w:tc>
      </w:tr>
      <w:tr w:rsidR="00085870" w:rsidRPr="00AB6C19" w14:paraId="4524684F" w14:textId="77777777" w:rsidTr="00E966D8">
        <w:trPr>
          <w:trHeight w:val="213"/>
        </w:trPr>
        <w:tc>
          <w:tcPr>
            <w:tcW w:w="1788" w:type="dxa"/>
          </w:tcPr>
          <w:p w14:paraId="6F9F2879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47E09375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AKC-4/F .</w:t>
            </w:r>
          </w:p>
        </w:tc>
        <w:tc>
          <w:tcPr>
            <w:tcW w:w="840" w:type="dxa"/>
          </w:tcPr>
          <w:p w14:paraId="0D85BFC1" w14:textId="77777777" w:rsidR="00085870" w:rsidRPr="0016166D" w:rsidRDefault="00A60A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80" w:type="dxa"/>
          </w:tcPr>
          <w:p w14:paraId="5F1A1731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6F8A8F7" w14:textId="1A1DC4B3" w:rsidR="00085870" w:rsidRPr="0016166D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0C76D05E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85870" w:rsidRPr="00AB6C19" w14:paraId="13DAB65A" w14:textId="77777777" w:rsidTr="00E966D8">
        <w:trPr>
          <w:trHeight w:val="213"/>
        </w:trPr>
        <w:tc>
          <w:tcPr>
            <w:tcW w:w="1788" w:type="dxa"/>
          </w:tcPr>
          <w:p w14:paraId="20C28774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61D31E11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AKC-4/F .</w:t>
            </w:r>
          </w:p>
        </w:tc>
        <w:tc>
          <w:tcPr>
            <w:tcW w:w="840" w:type="dxa"/>
          </w:tcPr>
          <w:p w14:paraId="7B356377" w14:textId="77777777" w:rsidR="00085870" w:rsidRPr="0016166D" w:rsidRDefault="00A60A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80" w:type="dxa"/>
          </w:tcPr>
          <w:p w14:paraId="4A35BEA5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ADFA7DF" w14:textId="168AC188" w:rsidR="00085870" w:rsidRPr="0016166D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4137C704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85870" w:rsidRPr="00AB6C19" w14:paraId="0F9D54B6" w14:textId="77777777" w:rsidTr="00E966D8">
        <w:trPr>
          <w:trHeight w:val="213"/>
        </w:trPr>
        <w:tc>
          <w:tcPr>
            <w:tcW w:w="1788" w:type="dxa"/>
          </w:tcPr>
          <w:p w14:paraId="489262A0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32DE7C5A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AKC-4/F .</w:t>
            </w:r>
          </w:p>
        </w:tc>
        <w:tc>
          <w:tcPr>
            <w:tcW w:w="840" w:type="dxa"/>
          </w:tcPr>
          <w:p w14:paraId="1C555593" w14:textId="77777777" w:rsidR="00085870" w:rsidRPr="0016166D" w:rsidRDefault="00A60A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175</w:t>
            </w:r>
          </w:p>
        </w:tc>
        <w:tc>
          <w:tcPr>
            <w:tcW w:w="2080" w:type="dxa"/>
          </w:tcPr>
          <w:p w14:paraId="10C0A9D1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846CF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4A3F805B" w14:textId="1BA72C77" w:rsidR="00085870" w:rsidRPr="0016166D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f</w:instrText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85870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012BFD34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85870" w:rsidRPr="00AB6C19" w14:paraId="766E1A4B" w14:textId="77777777" w:rsidTr="00E966D8">
        <w:trPr>
          <w:trHeight w:val="213"/>
        </w:trPr>
        <w:tc>
          <w:tcPr>
            <w:tcW w:w="1788" w:type="dxa"/>
          </w:tcPr>
          <w:p w14:paraId="21C79307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00602869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03FAEA1A" w14:textId="77777777" w:rsidR="00085870" w:rsidRPr="0016166D" w:rsidRDefault="00A60A2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80" w:type="dxa"/>
          </w:tcPr>
          <w:p w14:paraId="4BF387C7" w14:textId="77777777" w:rsidR="00085870" w:rsidRPr="00AB6C19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58ACC0D2" w14:textId="77777777" w:rsidR="00085870" w:rsidRPr="0016166D" w:rsidRDefault="000858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353D3BF1" w14:textId="77777777" w:rsidR="00AD20CD" w:rsidRPr="00AB6C19" w:rsidRDefault="00AD20CD" w:rsidP="00F73C8D">
      <w:pPr>
        <w:pStyle w:val="Nagwek3"/>
      </w:pPr>
      <w:bookmarkStart w:id="248" w:name="_Toc181782247"/>
      <w:r w:rsidRPr="00AB6C19">
        <w:t>Reguły AKC4F</w:t>
      </w:r>
      <w:bookmarkEnd w:id="248"/>
    </w:p>
    <w:p w14:paraId="58FAE98D" w14:textId="0C203F16" w:rsidR="00A13CDA" w:rsidRPr="00AB6C19" w:rsidRDefault="00A13CDA" w:rsidP="0033397D">
      <w:pPr>
        <w:pStyle w:val="Legenda"/>
      </w:pPr>
      <w:bookmarkStart w:id="249" w:name="_Toc18178236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71</w:t>
      </w:r>
      <w:r w:rsidR="00D437FA">
        <w:rPr>
          <w:noProof/>
        </w:rPr>
        <w:fldChar w:fldCharType="end"/>
      </w:r>
      <w:r w:rsidRPr="00AB6C19">
        <w:t>.Reguły obowiązujące dla deklaracji AKC-4F</w:t>
      </w:r>
      <w:bookmarkEnd w:id="249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AD20CD" w:rsidRPr="00AB6C19" w14:paraId="4F1E3073" w14:textId="77777777" w:rsidTr="00E96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0931644C" w14:textId="77777777" w:rsidR="00AD20CD" w:rsidRPr="00AB6C19" w:rsidRDefault="00AD20CD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46E15F9F" w14:textId="77777777" w:rsidR="00AD20CD" w:rsidRPr="00AB6C19" w:rsidRDefault="00AD20C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AD20CD" w:rsidRPr="00AB6C19" w14:paraId="3811DE34" w14:textId="77777777" w:rsidTr="00E966D8">
        <w:trPr>
          <w:trHeight w:val="213"/>
        </w:trPr>
        <w:tc>
          <w:tcPr>
            <w:tcW w:w="952" w:type="dxa"/>
          </w:tcPr>
          <w:p w14:paraId="543595E0" w14:textId="77777777" w:rsidR="00AD20CD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0" w:name="Rf1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250"/>
          </w:p>
        </w:tc>
        <w:tc>
          <w:tcPr>
            <w:tcW w:w="8102" w:type="dxa"/>
          </w:tcPr>
          <w:p w14:paraId="26C39402" w14:textId="77777777" w:rsidR="00AD20CD" w:rsidRPr="0016166D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AD20CD" w:rsidRPr="00AB6C19" w14:paraId="6F1B66F9" w14:textId="77777777" w:rsidTr="00E966D8">
        <w:trPr>
          <w:trHeight w:val="213"/>
        </w:trPr>
        <w:tc>
          <w:tcPr>
            <w:tcW w:w="952" w:type="dxa"/>
          </w:tcPr>
          <w:p w14:paraId="208643B0" w14:textId="77777777" w:rsidR="00AD20CD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1" w:name="Rf2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251"/>
          </w:p>
        </w:tc>
        <w:tc>
          <w:tcPr>
            <w:tcW w:w="8102" w:type="dxa"/>
          </w:tcPr>
          <w:p w14:paraId="59DF85C3" w14:textId="77777777" w:rsidR="00AD20CD" w:rsidRPr="0016166D" w:rsidRDefault="00AD20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</w:t>
            </w:r>
          </w:p>
        </w:tc>
      </w:tr>
      <w:tr w:rsidR="00CD6FB8" w:rsidRPr="00AB6C19" w14:paraId="4923A6A9" w14:textId="77777777" w:rsidTr="00E966D8">
        <w:trPr>
          <w:trHeight w:val="213"/>
        </w:trPr>
        <w:tc>
          <w:tcPr>
            <w:tcW w:w="952" w:type="dxa"/>
          </w:tcPr>
          <w:p w14:paraId="094A5632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2" w:name="Rf3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252"/>
          </w:p>
        </w:tc>
        <w:tc>
          <w:tcPr>
            <w:tcW w:w="8102" w:type="dxa"/>
          </w:tcPr>
          <w:p w14:paraId="03D979D6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CD6FB8" w:rsidRPr="00AB6C19" w14:paraId="17704B1D" w14:textId="77777777" w:rsidTr="00E966D8">
        <w:trPr>
          <w:trHeight w:val="213"/>
        </w:trPr>
        <w:tc>
          <w:tcPr>
            <w:tcW w:w="952" w:type="dxa"/>
          </w:tcPr>
          <w:p w14:paraId="77BD89C4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3" w:name="Rf4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253"/>
          </w:p>
        </w:tc>
        <w:tc>
          <w:tcPr>
            <w:tcW w:w="8102" w:type="dxa"/>
          </w:tcPr>
          <w:p w14:paraId="3D5B2561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6CB5D9C5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CD6FB8" w:rsidRPr="00AB6C19" w14:paraId="47FC78D1" w14:textId="77777777" w:rsidTr="00E966D8">
        <w:trPr>
          <w:trHeight w:val="213"/>
        </w:trPr>
        <w:tc>
          <w:tcPr>
            <w:tcW w:w="952" w:type="dxa"/>
          </w:tcPr>
          <w:p w14:paraId="49FE446B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4" w:name="Rf5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254"/>
          </w:p>
        </w:tc>
        <w:tc>
          <w:tcPr>
            <w:tcW w:w="8102" w:type="dxa"/>
          </w:tcPr>
          <w:p w14:paraId="3A938F25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49E742DA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 xml:space="preserve">Walidacja 2: Wypełnione może być tylko jedno pole numeru akcyzowego – jeśli wskazany jest obcy skład to nie własny. </w:t>
            </w:r>
          </w:p>
        </w:tc>
      </w:tr>
      <w:tr w:rsidR="00CD6FB8" w:rsidRPr="00AB6C19" w14:paraId="1007BDF3" w14:textId="77777777" w:rsidTr="00E966D8">
        <w:trPr>
          <w:trHeight w:val="213"/>
        </w:trPr>
        <w:tc>
          <w:tcPr>
            <w:tcW w:w="952" w:type="dxa"/>
          </w:tcPr>
          <w:p w14:paraId="3BB3B8AD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5" w:name="Rf6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R6</w:t>
            </w:r>
            <w:bookmarkEnd w:id="255"/>
          </w:p>
        </w:tc>
        <w:tc>
          <w:tcPr>
            <w:tcW w:w="8102" w:type="dxa"/>
          </w:tcPr>
          <w:p w14:paraId="78C09B03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D6FB8" w:rsidRPr="00AB6C19" w14:paraId="0CEBDD33" w14:textId="77777777" w:rsidTr="00E966D8">
        <w:trPr>
          <w:trHeight w:val="213"/>
        </w:trPr>
        <w:tc>
          <w:tcPr>
            <w:tcW w:w="952" w:type="dxa"/>
          </w:tcPr>
          <w:p w14:paraId="140ED07F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6" w:name="Rf7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256"/>
          </w:p>
        </w:tc>
        <w:tc>
          <w:tcPr>
            <w:tcW w:w="8102" w:type="dxa"/>
          </w:tcPr>
          <w:p w14:paraId="17615AFA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wybrano deklarację AKC-4zo, to pole musi być wypełnione.</w:t>
            </w:r>
          </w:p>
        </w:tc>
      </w:tr>
      <w:tr w:rsidR="00CD6FB8" w:rsidRPr="00AB6C19" w14:paraId="75F1DA3D" w14:textId="77777777" w:rsidTr="00E966D8">
        <w:trPr>
          <w:trHeight w:val="213"/>
        </w:trPr>
        <w:tc>
          <w:tcPr>
            <w:tcW w:w="952" w:type="dxa"/>
          </w:tcPr>
          <w:p w14:paraId="4F919FBB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7" w:name="Rf8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257"/>
          </w:p>
        </w:tc>
        <w:tc>
          <w:tcPr>
            <w:tcW w:w="8102" w:type="dxa"/>
          </w:tcPr>
          <w:p w14:paraId="20A9973C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251BAB85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318FD52D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D6FB8" w:rsidRPr="00AB6C19" w14:paraId="0651465D" w14:textId="77777777" w:rsidTr="00E966D8">
        <w:trPr>
          <w:trHeight w:val="213"/>
        </w:trPr>
        <w:tc>
          <w:tcPr>
            <w:tcW w:w="952" w:type="dxa"/>
          </w:tcPr>
          <w:p w14:paraId="5A4E4D85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8" w:name="Rf9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258"/>
          </w:p>
        </w:tc>
        <w:tc>
          <w:tcPr>
            <w:tcW w:w="8102" w:type="dxa"/>
          </w:tcPr>
          <w:p w14:paraId="0900CECC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7F0A15AA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40EE0562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D6FB8" w:rsidRPr="00AB6C19" w14:paraId="421E0A95" w14:textId="77777777" w:rsidTr="00E966D8">
        <w:trPr>
          <w:trHeight w:val="213"/>
        </w:trPr>
        <w:tc>
          <w:tcPr>
            <w:tcW w:w="952" w:type="dxa"/>
          </w:tcPr>
          <w:p w14:paraId="77051561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59" w:name="Rf10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259"/>
          </w:p>
        </w:tc>
        <w:tc>
          <w:tcPr>
            <w:tcW w:w="8102" w:type="dxa"/>
          </w:tcPr>
          <w:p w14:paraId="191221E7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67AB518A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AKC-4/F: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wyrobów.</w:t>
            </w:r>
          </w:p>
          <w:p w14:paraId="326404EF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D6FB8" w:rsidRPr="00AB6C19" w14:paraId="63204698" w14:textId="77777777" w:rsidTr="00E966D8">
        <w:trPr>
          <w:trHeight w:val="213"/>
        </w:trPr>
        <w:tc>
          <w:tcPr>
            <w:tcW w:w="952" w:type="dxa"/>
          </w:tcPr>
          <w:p w14:paraId="1588D418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0" w:name="Rf11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260"/>
          </w:p>
        </w:tc>
        <w:tc>
          <w:tcPr>
            <w:tcW w:w="8102" w:type="dxa"/>
          </w:tcPr>
          <w:p w14:paraId="3D3D47A7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72F2AE94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D6FB8" w:rsidRPr="00AB6C19" w14:paraId="2E013BB9" w14:textId="77777777" w:rsidTr="00E966D8">
        <w:trPr>
          <w:trHeight w:val="213"/>
        </w:trPr>
        <w:tc>
          <w:tcPr>
            <w:tcW w:w="952" w:type="dxa"/>
          </w:tcPr>
          <w:p w14:paraId="68412589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1" w:name="Rf12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261"/>
          </w:p>
        </w:tc>
        <w:tc>
          <w:tcPr>
            <w:tcW w:w="8102" w:type="dxa"/>
          </w:tcPr>
          <w:p w14:paraId="2649DD53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7ABC89D9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CD6FB8" w:rsidRPr="00AB6C19" w14:paraId="2B51BF72" w14:textId="77777777" w:rsidTr="00E966D8">
        <w:trPr>
          <w:trHeight w:val="213"/>
        </w:trPr>
        <w:tc>
          <w:tcPr>
            <w:tcW w:w="952" w:type="dxa"/>
          </w:tcPr>
          <w:p w14:paraId="005D05A6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2" w:name="Rf13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262"/>
          </w:p>
        </w:tc>
        <w:tc>
          <w:tcPr>
            <w:tcW w:w="8102" w:type="dxa"/>
          </w:tcPr>
          <w:p w14:paraId="0BAE51D4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wprowadzona wartość powinna być równa:</w:t>
            </w:r>
          </w:p>
          <w:p w14:paraId="3985DF0D" w14:textId="77777777" w:rsidR="00CD6FB8" w:rsidRPr="0016166D" w:rsidRDefault="00CD6FB8" w:rsidP="005B4EE1">
            <w:pPr>
              <w:pStyle w:val="Z2tabelatekst"/>
              <w:numPr>
                <w:ilvl w:val="0"/>
                <w:numId w:val="10"/>
              </w:numPr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lastRenderedPageBreak/>
              <w:t>wyliczonej ze wzoru: wartość w polu „Wartość wg maksymalnej ceny detalicznej” * wartość w polu „Stawka podatku procentowa” + wartość w polu „Ilość wyrobów w tysiącach sztuk lub w kg” * wartość w polu „Stawka podatku kwotowa”.</w:t>
            </w:r>
          </w:p>
          <w:p w14:paraId="5FCABDF1" w14:textId="77777777" w:rsidR="00CD6FB8" w:rsidRPr="0016166D" w:rsidRDefault="00CD6FB8" w:rsidP="005B4EE1">
            <w:pPr>
              <w:pStyle w:val="Z2tabelatekst"/>
              <w:numPr>
                <w:ilvl w:val="0"/>
                <w:numId w:val="10"/>
              </w:numPr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wyliczonej ze wzoru wartość w polu „Stawka MIN” * wartość w polu „Ilość wyrobów w tysiącach sztuk lub w kg”.</w:t>
            </w:r>
          </w:p>
          <w:p w14:paraId="7FE5BB5C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gdzie przyjmowana jest wyższa wartość a) lub b). </w:t>
            </w:r>
          </w:p>
        </w:tc>
      </w:tr>
      <w:tr w:rsidR="00CD6FB8" w:rsidRPr="00AB6C19" w14:paraId="3E81AC23" w14:textId="77777777" w:rsidTr="00E966D8">
        <w:trPr>
          <w:trHeight w:val="213"/>
        </w:trPr>
        <w:tc>
          <w:tcPr>
            <w:tcW w:w="952" w:type="dxa"/>
          </w:tcPr>
          <w:p w14:paraId="7A2A382D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3" w:name="Rf14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R14</w:t>
            </w:r>
            <w:bookmarkEnd w:id="263"/>
          </w:p>
        </w:tc>
        <w:tc>
          <w:tcPr>
            <w:tcW w:w="8102" w:type="dxa"/>
          </w:tcPr>
          <w:p w14:paraId="40BA064A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B902D1C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„Wartość wg maksymalnej ceny detalicznej”. System wstawia wyliczoną wartość.</w:t>
            </w:r>
          </w:p>
          <w:p w14:paraId="251F580D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wprowadzona liczba powinna się równać sumie wartości wprowadzonych w polu „Wartość wg maksymalnej ceny detalicznej”. </w:t>
            </w:r>
          </w:p>
        </w:tc>
      </w:tr>
      <w:tr w:rsidR="00CD6FB8" w:rsidRPr="00AB6C19" w14:paraId="7FC8704F" w14:textId="77777777" w:rsidTr="00E966D8">
        <w:trPr>
          <w:trHeight w:val="213"/>
        </w:trPr>
        <w:tc>
          <w:tcPr>
            <w:tcW w:w="952" w:type="dxa"/>
          </w:tcPr>
          <w:p w14:paraId="0FB58426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4" w:name="Rf15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264"/>
          </w:p>
        </w:tc>
        <w:tc>
          <w:tcPr>
            <w:tcW w:w="8102" w:type="dxa"/>
          </w:tcPr>
          <w:p w14:paraId="419B5995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(F) (za okres) jest równa wprowadzonej w polu wartości.</w:t>
            </w:r>
          </w:p>
        </w:tc>
      </w:tr>
      <w:tr w:rsidR="00CD6FB8" w:rsidRPr="00AB6C19" w14:paraId="589A67D3" w14:textId="77777777" w:rsidTr="00E966D8">
        <w:trPr>
          <w:trHeight w:val="213"/>
        </w:trPr>
        <w:tc>
          <w:tcPr>
            <w:tcW w:w="952" w:type="dxa"/>
          </w:tcPr>
          <w:p w14:paraId="478975F8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5" w:name="Rf16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265"/>
          </w:p>
        </w:tc>
        <w:tc>
          <w:tcPr>
            <w:tcW w:w="8102" w:type="dxa"/>
          </w:tcPr>
          <w:p w14:paraId="7F7F7AE4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</w:t>
            </w:r>
          </w:p>
        </w:tc>
      </w:tr>
      <w:tr w:rsidR="00CD6FB8" w:rsidRPr="00AB6C19" w14:paraId="2FF484E1" w14:textId="77777777" w:rsidTr="00E966D8">
        <w:trPr>
          <w:trHeight w:val="213"/>
        </w:trPr>
        <w:tc>
          <w:tcPr>
            <w:tcW w:w="952" w:type="dxa"/>
          </w:tcPr>
          <w:p w14:paraId="368DF22E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6" w:name="Rf17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266"/>
          </w:p>
        </w:tc>
        <w:tc>
          <w:tcPr>
            <w:tcW w:w="8102" w:type="dxa"/>
          </w:tcPr>
          <w:p w14:paraId="7E909118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0B1B4361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D6FB8" w:rsidRPr="00AB6C19" w14:paraId="202A0E07" w14:textId="77777777" w:rsidTr="00E966D8">
        <w:trPr>
          <w:trHeight w:val="213"/>
        </w:trPr>
        <w:tc>
          <w:tcPr>
            <w:tcW w:w="952" w:type="dxa"/>
          </w:tcPr>
          <w:p w14:paraId="529A7EC2" w14:textId="77777777" w:rsidR="00CD6FB8" w:rsidRPr="0016166D" w:rsidRDefault="00CD6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67" w:name="Rf18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267"/>
          </w:p>
        </w:tc>
        <w:tc>
          <w:tcPr>
            <w:tcW w:w="8102" w:type="dxa"/>
          </w:tcPr>
          <w:p w14:paraId="0BFDBC36" w14:textId="77777777" w:rsidR="00CD6FB8" w:rsidRPr="0016166D" w:rsidRDefault="00CD6F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pola („ubytek” lub „</w:t>
            </w:r>
            <w:proofErr w:type="spellStart"/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calkowite</w:t>
            </w:r>
            <w:proofErr w:type="spellEnd"/>
            <w:r w:rsidRPr="0016166D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:rsidRPr="00AB6C19" w14:paraId="72C08688" w14:textId="77777777" w:rsidTr="00E966D8">
        <w:trPr>
          <w:trHeight w:val="213"/>
        </w:trPr>
        <w:tc>
          <w:tcPr>
            <w:tcW w:w="952" w:type="dxa"/>
          </w:tcPr>
          <w:p w14:paraId="0868F50B" w14:textId="77777777" w:rsidR="00124A08" w:rsidRPr="0016166D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</w:p>
        </w:tc>
        <w:tc>
          <w:tcPr>
            <w:tcW w:w="8102" w:type="dxa"/>
          </w:tcPr>
          <w:p w14:paraId="3D8D59F3" w14:textId="77777777" w:rsidR="00124A08" w:rsidRPr="0016166D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1F4356B2" w14:textId="77777777" w:rsidR="004A0FB2" w:rsidRPr="00AB6C19" w:rsidRDefault="004A0FB2" w:rsidP="00F73C8D">
      <w:pPr>
        <w:pStyle w:val="Nagwek2"/>
      </w:pPr>
      <w:bookmarkStart w:id="268" w:name="_Toc181782248"/>
      <w:r w:rsidRPr="00AB6C19">
        <w:t>Załącznik AKC-4/H do deklaracji AKC4</w:t>
      </w:r>
      <w:bookmarkEnd w:id="268"/>
    </w:p>
    <w:p w14:paraId="7561B6A3" w14:textId="77777777" w:rsidR="004A0FB2" w:rsidRPr="00AB6C19" w:rsidRDefault="004A0FB2" w:rsidP="00F73C8D">
      <w:pPr>
        <w:pStyle w:val="Nagwek3"/>
      </w:pPr>
      <w:bookmarkStart w:id="269" w:name="_Toc181782249"/>
      <w:r w:rsidRPr="00AB6C19">
        <w:t>Komunikat AKC4H</w:t>
      </w:r>
      <w:bookmarkEnd w:id="269"/>
    </w:p>
    <w:p w14:paraId="40A89276" w14:textId="77777777" w:rsidR="004A0FB2" w:rsidRPr="0016166D" w:rsidRDefault="004A0FB2" w:rsidP="00F73C8D">
      <w:pPr>
        <w:pStyle w:val="Schema-Description"/>
        <w:rPr>
          <w:rFonts w:ascii="Lato" w:hAnsi="Lato" w:cs="Arial"/>
        </w:rPr>
      </w:pPr>
      <w:r w:rsidRPr="0016166D">
        <w:rPr>
          <w:rFonts w:ascii="Lato" w:hAnsi="Lato"/>
        </w:rPr>
        <w:t>PODATEK AKCYZOWY OD ENERGII ELEKTRYCZNEJ</w:t>
      </w:r>
    </w:p>
    <w:p w14:paraId="1E078D77" w14:textId="77777777" w:rsidR="004A0FB2" w:rsidRPr="00AB6C19" w:rsidRDefault="004A0FB2" w:rsidP="00F73C8D">
      <w:pPr>
        <w:pStyle w:val="Nagwek3"/>
      </w:pPr>
      <w:bookmarkStart w:id="270" w:name="_Toc181782250"/>
      <w:r w:rsidRPr="00AB6C19">
        <w:t>Specyfikacja AKC4H</w:t>
      </w:r>
      <w:bookmarkEnd w:id="270"/>
    </w:p>
    <w:p w14:paraId="22CAC47B" w14:textId="2335976F" w:rsidR="004A0FB2" w:rsidRPr="00AB6C19" w:rsidRDefault="000F2F6A" w:rsidP="00F73C8D">
      <w:r w:rsidRPr="00AB6C19">
        <w:t>Struktura</w:t>
      </w:r>
      <w:r w:rsidR="004A0FB2" w:rsidRPr="00AB6C19">
        <w:t xml:space="preserve"> typu </w:t>
      </w:r>
      <w:proofErr w:type="spellStart"/>
      <w:r w:rsidR="004A0FB2" w:rsidRPr="00EA1567">
        <w:rPr>
          <w:rFonts w:eastAsia="Times New Roman"/>
        </w:rPr>
        <w:t>ZDailyAmount</w:t>
      </w:r>
      <w:proofErr w:type="spellEnd"/>
      <w:r w:rsidRPr="00AB6C19">
        <w:t xml:space="preserve"> została zdefiniowana</w:t>
      </w:r>
      <w:r w:rsidR="004A0FB2" w:rsidRPr="00AB6C19">
        <w:t xml:space="preserve"> w dokumencie </w:t>
      </w:r>
      <w:r w:rsidR="004A0FB2" w:rsidRPr="00AB6C19">
        <w:fldChar w:fldCharType="begin"/>
      </w:r>
      <w:r w:rsidR="004A0FB2" w:rsidRPr="00AB6C19">
        <w:instrText xml:space="preserve"> REF _Ref361653747 \r \h  \* MERGEFORMAT </w:instrText>
      </w:r>
      <w:r w:rsidR="004A0FB2" w:rsidRPr="00AB6C19">
        <w:fldChar w:fldCharType="separate"/>
      </w:r>
      <w:r w:rsidR="00C54585">
        <w:t>A1</w:t>
      </w:r>
      <w:r w:rsidR="004A0FB2" w:rsidRPr="00AB6C19">
        <w:fldChar w:fldCharType="end"/>
      </w:r>
      <w:r w:rsidRPr="00AB6C19">
        <w:t xml:space="preserve"> i nie będzie tutaj szczegółowo omawiana</w:t>
      </w:r>
      <w:r w:rsidR="004A0FB2" w:rsidRPr="00AB6C19">
        <w:t>.</w:t>
      </w:r>
    </w:p>
    <w:p w14:paraId="4A683B04" w14:textId="09BF12CC" w:rsidR="00A13CDA" w:rsidRPr="00AB6C19" w:rsidRDefault="00A13CDA" w:rsidP="0033397D">
      <w:pPr>
        <w:pStyle w:val="Legenda"/>
      </w:pPr>
      <w:bookmarkStart w:id="271" w:name="_Toc18178236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72</w:t>
      </w:r>
      <w:r w:rsidR="00D437FA">
        <w:rPr>
          <w:noProof/>
        </w:rPr>
        <w:fldChar w:fldCharType="end"/>
      </w:r>
      <w:r w:rsidRPr="00AB6C19">
        <w:t>.Dane ogólne w ramach struktury deklaracji AKC-4H</w:t>
      </w:r>
      <w:bookmarkEnd w:id="271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4A0FB2" w:rsidRPr="00AB6C19" w14:paraId="780BC8A2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A2B671F" w14:textId="77777777" w:rsidR="004A0FB2" w:rsidRPr="00AB6C19" w:rsidRDefault="004A0FB2" w:rsidP="00F73C8D">
            <w:r w:rsidRPr="00AB6C19">
              <w:t>Opis</w:t>
            </w:r>
          </w:p>
        </w:tc>
        <w:tc>
          <w:tcPr>
            <w:tcW w:w="6584" w:type="dxa"/>
          </w:tcPr>
          <w:p w14:paraId="0E1FE11D" w14:textId="77777777" w:rsidR="004A0FB2" w:rsidRPr="00AB6C19" w:rsidRDefault="004A0FB2" w:rsidP="00F73C8D">
            <w:r w:rsidRPr="00AB6C19">
              <w:t xml:space="preserve">Struktura załącznika do deklaracji AKC4 </w:t>
            </w:r>
          </w:p>
        </w:tc>
      </w:tr>
      <w:tr w:rsidR="004A0FB2" w:rsidRPr="00AB6C19" w14:paraId="2470CF98" w14:textId="77777777" w:rsidTr="0033397D">
        <w:tc>
          <w:tcPr>
            <w:tcW w:w="2738" w:type="dxa"/>
          </w:tcPr>
          <w:p w14:paraId="771CEA68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2B5985DA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A0FB2" w:rsidRPr="00AB6C19" w14:paraId="6D608056" w14:textId="77777777" w:rsidTr="0033397D">
        <w:tc>
          <w:tcPr>
            <w:tcW w:w="2738" w:type="dxa"/>
          </w:tcPr>
          <w:p w14:paraId="16D8B411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1280AC59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0.1</w:t>
            </w:r>
          </w:p>
        </w:tc>
      </w:tr>
      <w:tr w:rsidR="004A0FB2" w:rsidRPr="00AB6C19" w14:paraId="6E7691B6" w14:textId="77777777" w:rsidTr="0033397D">
        <w:tc>
          <w:tcPr>
            <w:tcW w:w="2738" w:type="dxa"/>
          </w:tcPr>
          <w:p w14:paraId="2A285150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67C43D75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A0FB2" w:rsidRPr="00AB6C19" w14:paraId="2D3C356D" w14:textId="77777777" w:rsidTr="0033397D">
        <w:tc>
          <w:tcPr>
            <w:tcW w:w="2738" w:type="dxa"/>
          </w:tcPr>
          <w:p w14:paraId="55C0D5A6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 xml:space="preserve">Technologia </w:t>
            </w:r>
          </w:p>
        </w:tc>
        <w:tc>
          <w:tcPr>
            <w:tcW w:w="6584" w:type="dxa"/>
          </w:tcPr>
          <w:p w14:paraId="61D115BF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A0FB2" w:rsidRPr="00AB6C19" w14:paraId="2FDAC857" w14:textId="77777777" w:rsidTr="0033397D">
        <w:tc>
          <w:tcPr>
            <w:tcW w:w="2738" w:type="dxa"/>
          </w:tcPr>
          <w:p w14:paraId="79DA65CB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4A801CB9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4A0FB2" w:rsidRPr="00AB6C19" w14:paraId="4A8F300D" w14:textId="77777777" w:rsidTr="0033397D">
        <w:tc>
          <w:tcPr>
            <w:tcW w:w="2738" w:type="dxa"/>
          </w:tcPr>
          <w:p w14:paraId="774470FE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17AFB3BE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4A0FB2" w:rsidRPr="00AB6C19" w14:paraId="05FED3DA" w14:textId="77777777" w:rsidTr="0033397D">
        <w:tc>
          <w:tcPr>
            <w:tcW w:w="2738" w:type="dxa"/>
          </w:tcPr>
          <w:p w14:paraId="72334D1E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35227568" w14:textId="7C7D2369" w:rsidR="004A0FB2" w:rsidRPr="0016166D" w:rsidRDefault="001616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http://www.e-clo.pl/ZEFIR2/eZefir2/xsd/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Types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  <w:r w:rsidR="004D44AB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</w:p>
        </w:tc>
      </w:tr>
      <w:tr w:rsidR="004A0FB2" w:rsidRPr="00AB6C19" w14:paraId="74B8D8D7" w14:textId="77777777" w:rsidTr="0033397D">
        <w:tc>
          <w:tcPr>
            <w:tcW w:w="2738" w:type="dxa"/>
          </w:tcPr>
          <w:p w14:paraId="1C120719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7AA706B2" w14:textId="77777777" w:rsidR="004A0FB2" w:rsidRPr="0016166D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akc_4h.xsd</w:t>
            </w:r>
          </w:p>
        </w:tc>
      </w:tr>
    </w:tbl>
    <w:p w14:paraId="37C7E395" w14:textId="5E918F3F" w:rsidR="00A13CDA" w:rsidRDefault="00A13CDA" w:rsidP="00BE3846">
      <w:pPr>
        <w:pStyle w:val="Nagwek3"/>
      </w:pPr>
      <w:bookmarkStart w:id="272" w:name="_Toc181782251"/>
      <w:r w:rsidRPr="00AB6C19">
        <w:t>Struktura danych deklaracji AKC-4H</w:t>
      </w:r>
      <w:bookmarkEnd w:id="272"/>
    </w:p>
    <w:p w14:paraId="4B90BBAA" w14:textId="2365CD73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AKC4HType</w:t>
      </w:r>
    </w:p>
    <w:p w14:paraId="0A7C3CE8" w14:textId="66B7BA53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5B394315" w14:textId="43A8F205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3ECF5C50" w14:textId="56AFB4A7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3415412E" w14:textId="6AF4D133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53CBBEAE" w14:textId="2C3BD821" w:rsidR="0016166D" w:rsidRPr="007C30F3" w:rsidRDefault="0016166D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CalculOfAmountOfExciseDutyType</w:t>
      </w:r>
      <w:proofErr w:type="spellEnd"/>
    </w:p>
    <w:p w14:paraId="0570EFE1" w14:textId="2B7968D7" w:rsidR="00A13CDA" w:rsidRPr="00EC625A" w:rsidRDefault="00A13CDA" w:rsidP="0033397D">
      <w:pPr>
        <w:pStyle w:val="Legenda"/>
      </w:pPr>
      <w:bookmarkStart w:id="273" w:name="_Toc181782370"/>
      <w:r w:rsidRPr="00EC625A">
        <w:t xml:space="preserve">Tabela </w:t>
      </w:r>
      <w:r w:rsidRPr="00AB6C19">
        <w:fldChar w:fldCharType="begin"/>
      </w:r>
      <w:r w:rsidRPr="00EC625A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73</w:t>
      </w:r>
      <w:r w:rsidRPr="00AB6C19">
        <w:fldChar w:fldCharType="end"/>
      </w:r>
      <w:r w:rsidRPr="00EC625A">
        <w:t xml:space="preserve">.Elementy konfiguracji AKC-4H </w:t>
      </w:r>
      <w:proofErr w:type="spellStart"/>
      <w:r w:rsidRPr="00EA1567">
        <w:t>Type</w:t>
      </w:r>
      <w:bookmarkEnd w:id="273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7"/>
        <w:gridCol w:w="3118"/>
        <w:gridCol w:w="821"/>
        <w:gridCol w:w="2028"/>
        <w:gridCol w:w="1390"/>
      </w:tblGrid>
      <w:tr w:rsidR="000E5D43" w:rsidRPr="00AB6C19" w14:paraId="7A5EEFEE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7" w:type="dxa"/>
          </w:tcPr>
          <w:p w14:paraId="2846A55C" w14:textId="77777777" w:rsidR="000E5D43" w:rsidRPr="00AB6C19" w:rsidRDefault="000E5D43" w:rsidP="00F73C8D">
            <w:r w:rsidRPr="00AB6C19">
              <w:t xml:space="preserve">Nazwa </w:t>
            </w:r>
          </w:p>
        </w:tc>
        <w:tc>
          <w:tcPr>
            <w:tcW w:w="3118" w:type="dxa"/>
          </w:tcPr>
          <w:p w14:paraId="39428114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1" w:type="dxa"/>
          </w:tcPr>
          <w:p w14:paraId="475EC11E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19238879" w14:textId="77777777" w:rsidR="000E5D43" w:rsidRPr="00AB6C19" w:rsidRDefault="000E5D43" w:rsidP="00F73C8D">
            <w:r w:rsidRPr="00AB6C19">
              <w:t>Typ</w:t>
            </w:r>
          </w:p>
        </w:tc>
        <w:tc>
          <w:tcPr>
            <w:tcW w:w="1390" w:type="dxa"/>
          </w:tcPr>
          <w:p w14:paraId="03374501" w14:textId="77777777" w:rsidR="000E5D43" w:rsidRPr="00AB6C19" w:rsidRDefault="000E5D43" w:rsidP="00F73C8D">
            <w:r w:rsidRPr="00AB6C19">
              <w:t>Liczebność</w:t>
            </w:r>
          </w:p>
        </w:tc>
      </w:tr>
      <w:tr w:rsidR="000E5D43" w:rsidRPr="00AB6C19" w14:paraId="3E9FCF65" w14:textId="77777777" w:rsidTr="0033397D">
        <w:trPr>
          <w:trHeight w:val="213"/>
        </w:trPr>
        <w:tc>
          <w:tcPr>
            <w:tcW w:w="1697" w:type="dxa"/>
          </w:tcPr>
          <w:p w14:paraId="272782FD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18" w:type="dxa"/>
          </w:tcPr>
          <w:p w14:paraId="31D8E254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1" w:type="dxa"/>
          </w:tcPr>
          <w:p w14:paraId="686F6FC1" w14:textId="77777777" w:rsidR="000E5D43" w:rsidRPr="00EA1F8A" w:rsidRDefault="000246D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161F24A5" w14:textId="7DCDDA3B" w:rsidR="000E5D43" w:rsidRPr="00EA1F8A" w:rsidRDefault="001616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Hea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derTyp</w:t>
            </w:r>
            <w:proofErr w:type="spellEnd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1390" w:type="dxa"/>
          </w:tcPr>
          <w:p w14:paraId="43CD8623" w14:textId="77777777" w:rsidR="000E5D43" w:rsidRPr="00EA1F8A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7780416" w14:textId="073D5E41" w:rsidR="00A13CDA" w:rsidRPr="00AB6C19" w:rsidRDefault="00A13CDA" w:rsidP="0033397D">
      <w:pPr>
        <w:pStyle w:val="Legenda"/>
      </w:pPr>
      <w:bookmarkStart w:id="274" w:name="_Toc18178237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74</w:t>
      </w:r>
      <w:r w:rsidR="00D437FA">
        <w:rPr>
          <w:noProof/>
        </w:rPr>
        <w:fldChar w:fldCharType="end"/>
      </w:r>
      <w:r w:rsidRPr="00AB6C19">
        <w:t xml:space="preserve">.Elementy konfiguracji AKC-4H </w:t>
      </w:r>
      <w:proofErr w:type="spellStart"/>
      <w:r w:rsidRPr="00AB6C19">
        <w:t>HeaderType</w:t>
      </w:r>
      <w:bookmarkEnd w:id="27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AB6C19" w14:paraId="5729565D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08BD02C" w14:textId="77777777" w:rsidR="000E5D43" w:rsidRPr="00AB6C19" w:rsidRDefault="000E5D4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0EBDE56E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6175E57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98B097B" w14:textId="77777777" w:rsidR="000E5D43" w:rsidRPr="00AB6C19" w:rsidRDefault="000E5D43" w:rsidP="00F73C8D">
            <w:r w:rsidRPr="00AB6C19">
              <w:t>Typ</w:t>
            </w:r>
          </w:p>
        </w:tc>
        <w:tc>
          <w:tcPr>
            <w:tcW w:w="1197" w:type="dxa"/>
          </w:tcPr>
          <w:p w14:paraId="15F79C06" w14:textId="77777777" w:rsidR="000E5D43" w:rsidRPr="00AB6C19" w:rsidRDefault="000E5D43" w:rsidP="00F73C8D">
            <w:r w:rsidRPr="00AB6C19">
              <w:t>Liczebność</w:t>
            </w:r>
          </w:p>
        </w:tc>
      </w:tr>
      <w:tr w:rsidR="000E5D43" w:rsidRPr="00AB6C19" w14:paraId="7ED477E9" w14:textId="77777777" w:rsidTr="0033397D">
        <w:trPr>
          <w:trHeight w:val="213"/>
        </w:trPr>
        <w:tc>
          <w:tcPr>
            <w:tcW w:w="1788" w:type="dxa"/>
          </w:tcPr>
          <w:p w14:paraId="67E312DC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0D578367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40" w:type="dxa"/>
          </w:tcPr>
          <w:p w14:paraId="7158B518" w14:textId="77777777" w:rsidR="000E5D43" w:rsidRPr="0016166D" w:rsidRDefault="00EB00B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73286023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6EFD19D2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E5D43" w:rsidRPr="00AB6C19" w14:paraId="17E223F4" w14:textId="77777777" w:rsidTr="0033397D">
        <w:trPr>
          <w:trHeight w:val="213"/>
        </w:trPr>
        <w:tc>
          <w:tcPr>
            <w:tcW w:w="1788" w:type="dxa"/>
          </w:tcPr>
          <w:p w14:paraId="380911C4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4EFB6A3D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1E277E6E" w14:textId="77777777" w:rsidR="000E5D43" w:rsidRPr="0016166D" w:rsidRDefault="00EB00B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6C29F463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20915D2C" w14:textId="4535CAB3" w:rsidR="000E5D43" w:rsidRPr="0016166D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3B02759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4304B" w:rsidRPr="00AB6C19" w14:paraId="338367B0" w14:textId="77777777" w:rsidTr="0033397D">
        <w:trPr>
          <w:trHeight w:val="213"/>
        </w:trPr>
        <w:tc>
          <w:tcPr>
            <w:tcW w:w="1788" w:type="dxa"/>
          </w:tcPr>
          <w:p w14:paraId="5989F7F8" w14:textId="77777777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1CFAC501" w14:textId="77777777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5B647E05" w14:textId="77777777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95" w:type="dxa"/>
          </w:tcPr>
          <w:p w14:paraId="39436AAC" w14:textId="77777777" w:rsidR="00A4304B" w:rsidRPr="00AB6C19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ZFormNo</w:t>
            </w:r>
            <w:proofErr w:type="spellEnd"/>
          </w:p>
          <w:p w14:paraId="6A600EB1" w14:textId="042FD3EA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Rh11 \h </w:instrText>
            </w:r>
            <w:r w:rsidR="00E25BA3"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2207DB6" w14:textId="77777777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4304B" w:rsidRPr="00AB6C19" w14:paraId="712079F2" w14:textId="77777777" w:rsidTr="0033397D">
        <w:trPr>
          <w:trHeight w:val="213"/>
        </w:trPr>
        <w:tc>
          <w:tcPr>
            <w:tcW w:w="1788" w:type="dxa"/>
          </w:tcPr>
          <w:p w14:paraId="532DAA19" w14:textId="77777777" w:rsidR="00A4304B" w:rsidRPr="0016166D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19E365CA" w14:textId="77777777" w:rsidR="00A4304B" w:rsidRPr="00EA1F8A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43C4AEA7" w14:textId="77777777" w:rsidR="00A4304B" w:rsidRPr="00EA1F8A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B, C</w:t>
            </w:r>
          </w:p>
        </w:tc>
        <w:tc>
          <w:tcPr>
            <w:tcW w:w="2095" w:type="dxa"/>
          </w:tcPr>
          <w:p w14:paraId="6B6D2651" w14:textId="62E1ED31" w:rsidR="00A4304B" w:rsidRPr="0016166D" w:rsidRDefault="001616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5563CF9C" w14:textId="77777777" w:rsidR="00A4304B" w:rsidRPr="00EA1F8A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0154531" w14:textId="04312664" w:rsidR="00717D08" w:rsidRPr="00AB6C19" w:rsidRDefault="00717D08" w:rsidP="0033397D">
      <w:pPr>
        <w:pStyle w:val="Legenda"/>
      </w:pPr>
      <w:bookmarkStart w:id="275" w:name="_Toc18178237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75</w:t>
      </w:r>
      <w:r w:rsidR="00D437FA">
        <w:rPr>
          <w:noProof/>
        </w:rPr>
        <w:fldChar w:fldCharType="end"/>
      </w:r>
      <w:r w:rsidRPr="00AB6C19">
        <w:t xml:space="preserve">.Elementy konfiguracji AKC-4H </w:t>
      </w:r>
      <w:proofErr w:type="spellStart"/>
      <w:r w:rsidRPr="00EA1567">
        <w:t>ExciseDutyInformationType</w:t>
      </w:r>
      <w:bookmarkEnd w:id="27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AB6C19" w14:paraId="75020413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E0912E7" w14:textId="77777777" w:rsidR="000E5D43" w:rsidRPr="00AB6C19" w:rsidRDefault="000E5D4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0D26EDD4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97EA38D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A552146" w14:textId="77777777" w:rsidR="000E5D43" w:rsidRPr="00AB6C19" w:rsidRDefault="000E5D43" w:rsidP="00F73C8D">
            <w:r w:rsidRPr="00AB6C19">
              <w:t>Typ, reguły</w:t>
            </w:r>
          </w:p>
        </w:tc>
        <w:tc>
          <w:tcPr>
            <w:tcW w:w="1197" w:type="dxa"/>
          </w:tcPr>
          <w:p w14:paraId="2EEA7E74" w14:textId="77777777" w:rsidR="000E5D43" w:rsidRPr="00AB6C19" w:rsidRDefault="000E5D43" w:rsidP="00F73C8D">
            <w:r w:rsidRPr="00AB6C19">
              <w:t>Liczebność</w:t>
            </w:r>
          </w:p>
        </w:tc>
      </w:tr>
      <w:tr w:rsidR="000E5D43" w:rsidRPr="00AB6C19" w14:paraId="4991BCB1" w14:textId="77777777" w:rsidTr="0033397D">
        <w:trPr>
          <w:trHeight w:val="213"/>
        </w:trPr>
        <w:tc>
          <w:tcPr>
            <w:tcW w:w="1788" w:type="dxa"/>
          </w:tcPr>
          <w:p w14:paraId="6963483B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20D6FF0A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7302E2EB" w14:textId="77777777" w:rsidR="000E5D43" w:rsidRPr="00EA1F8A" w:rsidRDefault="0001789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50C84BBA" w14:textId="1C36ACAF" w:rsidR="000E5D43" w:rsidRPr="00EA1F8A" w:rsidRDefault="001616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CalculOfAmountOfExciseDutyType</w:t>
            </w:r>
            <w:proofErr w:type="spellEnd"/>
          </w:p>
        </w:tc>
        <w:tc>
          <w:tcPr>
            <w:tcW w:w="1197" w:type="dxa"/>
          </w:tcPr>
          <w:p w14:paraId="2F0E103D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E5D43" w:rsidRPr="00AB6C19" w14:paraId="25277301" w14:textId="77777777" w:rsidTr="0033397D">
        <w:trPr>
          <w:trHeight w:val="213"/>
        </w:trPr>
        <w:tc>
          <w:tcPr>
            <w:tcW w:w="1788" w:type="dxa"/>
          </w:tcPr>
          <w:p w14:paraId="7700A58B" w14:textId="77777777" w:rsidR="000E5D43" w:rsidRPr="0016166D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Items</w:t>
            </w:r>
          </w:p>
        </w:tc>
        <w:tc>
          <w:tcPr>
            <w:tcW w:w="3360" w:type="dxa"/>
          </w:tcPr>
          <w:p w14:paraId="6EDBBE21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</w:p>
          <w:p w14:paraId="7F19E2E8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1F22E647" w14:textId="77777777" w:rsidR="000E5D43" w:rsidRPr="00EA1F8A" w:rsidRDefault="0001789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18E8FF59" w14:textId="714CD65E" w:rsidR="000E5D43" w:rsidRPr="00EA1F8A" w:rsidRDefault="001616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16166D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3D98ACBC" w14:textId="77777777" w:rsidR="000E5D43" w:rsidRPr="00EA1F8A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F8A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5A019588" w14:textId="5383E657" w:rsidR="00717D08" w:rsidRPr="00AB6C19" w:rsidRDefault="00717D08" w:rsidP="00BE3846">
      <w:pPr>
        <w:pStyle w:val="Legenda"/>
      </w:pPr>
      <w:bookmarkStart w:id="276" w:name="_Toc18178237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76</w:t>
      </w:r>
      <w:r w:rsidR="00D437FA">
        <w:rPr>
          <w:noProof/>
        </w:rPr>
        <w:fldChar w:fldCharType="end"/>
      </w:r>
      <w:r w:rsidRPr="00AB6C19">
        <w:t xml:space="preserve">.Elementy konfiguracji AKC-4H </w:t>
      </w:r>
      <w:proofErr w:type="spellStart"/>
      <w:r w:rsidRPr="00EA1567">
        <w:t>CalculOfAmountOfExciseDutyType</w:t>
      </w:r>
      <w:bookmarkEnd w:id="27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81AB8" w:rsidRPr="00AB6C19" w14:paraId="2AC0BCB0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DEA91AE" w14:textId="77777777" w:rsidR="00081AB8" w:rsidRPr="00AB6C19" w:rsidRDefault="00081AB8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AE3A211" w14:textId="77777777" w:rsidR="00081AB8" w:rsidRPr="00AB6C19" w:rsidRDefault="00081AB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39CD488F" w14:textId="77777777" w:rsidR="00081AB8" w:rsidRPr="00AB6C19" w:rsidRDefault="00081AB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3655C76" w14:textId="77777777" w:rsidR="00081AB8" w:rsidRPr="00AB6C19" w:rsidRDefault="00081AB8" w:rsidP="00F73C8D">
            <w:r w:rsidRPr="00AB6C19">
              <w:t>Typ, reguły</w:t>
            </w:r>
          </w:p>
        </w:tc>
        <w:tc>
          <w:tcPr>
            <w:tcW w:w="1197" w:type="dxa"/>
          </w:tcPr>
          <w:p w14:paraId="3298CB6C" w14:textId="77777777" w:rsidR="00081AB8" w:rsidRPr="00AB6C19" w:rsidRDefault="00081AB8" w:rsidP="00F73C8D">
            <w:r w:rsidRPr="00AB6C19">
              <w:t>Liczebność</w:t>
            </w:r>
          </w:p>
        </w:tc>
      </w:tr>
      <w:tr w:rsidR="00081AB8" w:rsidRPr="00AB6C19" w14:paraId="5CB58765" w14:textId="77777777" w:rsidTr="0033397D">
        <w:trPr>
          <w:trHeight w:val="213"/>
        </w:trPr>
        <w:tc>
          <w:tcPr>
            <w:tcW w:w="1788" w:type="dxa"/>
          </w:tcPr>
          <w:p w14:paraId="3F13663B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6645CB69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przeniesiona z pola „Razem: Kwota podatku w zł”. Wprowadzany ręcznie z deklaracji papierowej.</w:t>
            </w:r>
          </w:p>
        </w:tc>
        <w:tc>
          <w:tcPr>
            <w:tcW w:w="840" w:type="dxa"/>
          </w:tcPr>
          <w:p w14:paraId="1E995D27" w14:textId="77777777" w:rsidR="00081AB8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</w:t>
            </w:r>
          </w:p>
        </w:tc>
        <w:tc>
          <w:tcPr>
            <w:tcW w:w="2095" w:type="dxa"/>
          </w:tcPr>
          <w:p w14:paraId="7C976B1E" w14:textId="77777777" w:rsidR="00081AB8" w:rsidRPr="00AB6C19" w:rsidRDefault="009925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57F568D0" w14:textId="3D1A18AC" w:rsidR="00081AB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81AB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81AB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CC2EAC5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81AB8" w:rsidRPr="00AB6C19" w14:paraId="68153B68" w14:textId="77777777" w:rsidTr="0033397D">
        <w:trPr>
          <w:trHeight w:val="213"/>
        </w:trPr>
        <w:tc>
          <w:tcPr>
            <w:tcW w:w="1788" w:type="dxa"/>
          </w:tcPr>
          <w:p w14:paraId="3B180309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reductions</w:t>
            </w:r>
          </w:p>
        </w:tc>
        <w:tc>
          <w:tcPr>
            <w:tcW w:w="3360" w:type="dxa"/>
          </w:tcPr>
          <w:p w14:paraId="233945D7" w14:textId="77777777" w:rsidR="00081AB8" w:rsidRPr="008A1707" w:rsidRDefault="00081AB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Zwolnienia i obniżenia</w:t>
            </w:r>
          </w:p>
        </w:tc>
        <w:tc>
          <w:tcPr>
            <w:tcW w:w="840" w:type="dxa"/>
          </w:tcPr>
          <w:p w14:paraId="67390D37" w14:textId="77777777" w:rsidR="00081AB8" w:rsidRPr="008A1707" w:rsidRDefault="00166E27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7</w:t>
            </w:r>
          </w:p>
        </w:tc>
        <w:tc>
          <w:tcPr>
            <w:tcW w:w="2095" w:type="dxa"/>
          </w:tcPr>
          <w:p w14:paraId="12BCD518" w14:textId="77777777" w:rsidR="00081AB8" w:rsidRPr="00AB6C19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9254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  <w:p w14:paraId="7147B296" w14:textId="7E5D86AC" w:rsidR="00081AB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81AB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81AB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69B1F86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81AB8" w:rsidRPr="00AB6C19" w14:paraId="3AED02C6" w14:textId="77777777" w:rsidTr="0033397D">
        <w:trPr>
          <w:trHeight w:val="213"/>
        </w:trPr>
        <w:tc>
          <w:tcPr>
            <w:tcW w:w="1788" w:type="dxa"/>
          </w:tcPr>
          <w:p w14:paraId="1194FBEC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exemptionFromExciseDutyEnergyA</w:t>
            </w:r>
            <w:proofErr w:type="spellEnd"/>
          </w:p>
        </w:tc>
        <w:tc>
          <w:tcPr>
            <w:tcW w:w="3360" w:type="dxa"/>
          </w:tcPr>
          <w:p w14:paraId="1B9138DF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(art. 30 ust. 1 ustawy)</w:t>
            </w:r>
          </w:p>
        </w:tc>
        <w:tc>
          <w:tcPr>
            <w:tcW w:w="840" w:type="dxa"/>
          </w:tcPr>
          <w:p w14:paraId="2D3F75F7" w14:textId="77777777" w:rsidR="00081AB8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7a</w:t>
            </w:r>
          </w:p>
        </w:tc>
        <w:tc>
          <w:tcPr>
            <w:tcW w:w="2095" w:type="dxa"/>
          </w:tcPr>
          <w:p w14:paraId="769D4BFC" w14:textId="77777777" w:rsidR="00081AB8" w:rsidRPr="00AB6C19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9254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0B78F8CA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81AB8" w:rsidRPr="00AB6C19" w14:paraId="39BE3090" w14:textId="77777777" w:rsidTr="0033397D">
        <w:trPr>
          <w:trHeight w:val="213"/>
        </w:trPr>
        <w:tc>
          <w:tcPr>
            <w:tcW w:w="1788" w:type="dxa"/>
          </w:tcPr>
          <w:p w14:paraId="319031E8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exemptionFromExciseDutyEnergyB</w:t>
            </w:r>
            <w:proofErr w:type="spellEnd"/>
          </w:p>
        </w:tc>
        <w:tc>
          <w:tcPr>
            <w:tcW w:w="3360" w:type="dxa"/>
          </w:tcPr>
          <w:p w14:paraId="03D7722B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(art. 30 ust. 6 ustawy)</w:t>
            </w:r>
          </w:p>
        </w:tc>
        <w:tc>
          <w:tcPr>
            <w:tcW w:w="840" w:type="dxa"/>
          </w:tcPr>
          <w:p w14:paraId="7B4389C6" w14:textId="77777777" w:rsidR="00081AB8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7b</w:t>
            </w:r>
          </w:p>
        </w:tc>
        <w:tc>
          <w:tcPr>
            <w:tcW w:w="2095" w:type="dxa"/>
          </w:tcPr>
          <w:p w14:paraId="69096CEF" w14:textId="77777777" w:rsidR="00081AB8" w:rsidRPr="00AB6C19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9254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29A4FE58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81AB8" w:rsidRPr="00AB6C19" w14:paraId="5DFF030D" w14:textId="77777777" w:rsidTr="0033397D">
        <w:trPr>
          <w:trHeight w:val="213"/>
        </w:trPr>
        <w:tc>
          <w:tcPr>
            <w:tcW w:w="1788" w:type="dxa"/>
          </w:tcPr>
          <w:p w14:paraId="5059DFCD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exemptionFromExciseDutyEnergyC</w:t>
            </w:r>
            <w:proofErr w:type="spellEnd"/>
          </w:p>
        </w:tc>
        <w:tc>
          <w:tcPr>
            <w:tcW w:w="3360" w:type="dxa"/>
          </w:tcPr>
          <w:p w14:paraId="22EB8CFF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(art. 30 ust. 7 ustawy)</w:t>
            </w:r>
          </w:p>
        </w:tc>
        <w:tc>
          <w:tcPr>
            <w:tcW w:w="840" w:type="dxa"/>
          </w:tcPr>
          <w:p w14:paraId="418CDE17" w14:textId="77777777" w:rsidR="00081AB8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7c</w:t>
            </w:r>
          </w:p>
        </w:tc>
        <w:tc>
          <w:tcPr>
            <w:tcW w:w="2095" w:type="dxa"/>
          </w:tcPr>
          <w:p w14:paraId="5430EED2" w14:textId="77777777" w:rsidR="00081AB8" w:rsidRPr="00AB6C19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99254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7446DFA7" w14:textId="77777777" w:rsidR="00081AB8" w:rsidRPr="008A1707" w:rsidRDefault="00081A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A677A" w:rsidRPr="00AB6C19" w14:paraId="14814ADC" w14:textId="77777777" w:rsidTr="0033397D">
        <w:trPr>
          <w:trHeight w:val="213"/>
        </w:trPr>
        <w:tc>
          <w:tcPr>
            <w:tcW w:w="1788" w:type="dxa"/>
          </w:tcPr>
          <w:p w14:paraId="1B24ED74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exemptionFromExciseDutyEnergyD</w:t>
            </w:r>
            <w:proofErr w:type="spellEnd"/>
          </w:p>
        </w:tc>
        <w:tc>
          <w:tcPr>
            <w:tcW w:w="3360" w:type="dxa"/>
          </w:tcPr>
          <w:p w14:paraId="72B64BE9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(art. 30 ust. 7a ustawy)</w:t>
            </w:r>
          </w:p>
        </w:tc>
        <w:tc>
          <w:tcPr>
            <w:tcW w:w="840" w:type="dxa"/>
          </w:tcPr>
          <w:p w14:paraId="568B2281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7d</w:t>
            </w:r>
          </w:p>
        </w:tc>
        <w:tc>
          <w:tcPr>
            <w:tcW w:w="2095" w:type="dxa"/>
          </w:tcPr>
          <w:p w14:paraId="32B78841" w14:textId="77777777" w:rsidR="00EA677A" w:rsidRPr="00AB6C19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45F2F3D7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A677A" w:rsidRPr="00AB6C19" w14:paraId="6F363AD6" w14:textId="77777777" w:rsidTr="0033397D">
        <w:trPr>
          <w:trHeight w:val="213"/>
        </w:trPr>
        <w:tc>
          <w:tcPr>
            <w:tcW w:w="1788" w:type="dxa"/>
          </w:tcPr>
          <w:p w14:paraId="3F21A5E6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totalOfTax</w:t>
            </w:r>
            <w:proofErr w:type="spellEnd"/>
          </w:p>
        </w:tc>
        <w:tc>
          <w:tcPr>
            <w:tcW w:w="3360" w:type="dxa"/>
          </w:tcPr>
          <w:p w14:paraId="08E64971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Ogółem podatek</w:t>
            </w:r>
          </w:p>
        </w:tc>
        <w:tc>
          <w:tcPr>
            <w:tcW w:w="840" w:type="dxa"/>
          </w:tcPr>
          <w:p w14:paraId="059C2236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2095" w:type="dxa"/>
          </w:tcPr>
          <w:p w14:paraId="51D920E5" w14:textId="77777777" w:rsidR="00EA677A" w:rsidRPr="00AB6C19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11CFE2A3" w14:textId="77777777" w:rsidR="00EA677A" w:rsidRPr="008A1707" w:rsidRDefault="00EA677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54E5C11C" w14:textId="3AD228D5" w:rsidR="00717D08" w:rsidRPr="00AB6C19" w:rsidRDefault="00717D08" w:rsidP="0033397D">
      <w:pPr>
        <w:pStyle w:val="Legenda"/>
      </w:pPr>
      <w:bookmarkStart w:id="277" w:name="_Toc18178237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77</w:t>
      </w:r>
      <w:r w:rsidR="00D437FA">
        <w:rPr>
          <w:noProof/>
        </w:rPr>
        <w:fldChar w:fldCharType="end"/>
      </w:r>
      <w:r w:rsidRPr="00AB6C19">
        <w:t xml:space="preserve">.Elementy konfiguracji AKC-4H </w:t>
      </w:r>
      <w:proofErr w:type="spellStart"/>
      <w:r w:rsidRPr="00AB6C19">
        <w:t>Item</w:t>
      </w:r>
      <w:r w:rsidRPr="00EA1567">
        <w:t>sT</w:t>
      </w:r>
      <w:r w:rsidRPr="00AB6C19">
        <w:t>ype</w:t>
      </w:r>
      <w:bookmarkEnd w:id="27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AB6C19" w14:paraId="6984AE20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1191EF1" w14:textId="77777777" w:rsidR="000E5D43" w:rsidRPr="00AB6C19" w:rsidRDefault="000E5D4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0BC4CCAF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17ED13D8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D1EF6C5" w14:textId="77777777" w:rsidR="000E5D43" w:rsidRPr="00AB6C19" w:rsidRDefault="000E5D43" w:rsidP="00F73C8D">
            <w:r w:rsidRPr="00AB6C19">
              <w:t>Typ, reguły</w:t>
            </w:r>
          </w:p>
        </w:tc>
        <w:tc>
          <w:tcPr>
            <w:tcW w:w="1197" w:type="dxa"/>
          </w:tcPr>
          <w:p w14:paraId="27EDD157" w14:textId="77777777" w:rsidR="000E5D43" w:rsidRPr="00AB6C19" w:rsidRDefault="000E5D43" w:rsidP="00F73C8D">
            <w:r w:rsidRPr="00AB6C19">
              <w:t>Liczebność</w:t>
            </w:r>
          </w:p>
        </w:tc>
      </w:tr>
      <w:tr w:rsidR="000E5D43" w:rsidRPr="00AB6C19" w14:paraId="53423CA3" w14:textId="77777777" w:rsidTr="0033397D">
        <w:trPr>
          <w:trHeight w:val="213"/>
        </w:trPr>
        <w:tc>
          <w:tcPr>
            <w:tcW w:w="1788" w:type="dxa"/>
          </w:tcPr>
          <w:p w14:paraId="2218F252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3214EE76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energii elektrycznej w MWh na eksport</w:t>
            </w:r>
          </w:p>
        </w:tc>
        <w:tc>
          <w:tcPr>
            <w:tcW w:w="840" w:type="dxa"/>
          </w:tcPr>
          <w:p w14:paraId="680CE0F5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59</w:t>
            </w:r>
          </w:p>
        </w:tc>
        <w:tc>
          <w:tcPr>
            <w:tcW w:w="2095" w:type="dxa"/>
          </w:tcPr>
          <w:p w14:paraId="511F0AC4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A72614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2EECF365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5E5D1251" w14:textId="77777777" w:rsidTr="0033397D">
        <w:trPr>
          <w:trHeight w:val="213"/>
        </w:trPr>
        <w:tc>
          <w:tcPr>
            <w:tcW w:w="1788" w:type="dxa"/>
          </w:tcPr>
          <w:p w14:paraId="2F1D15FA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9E0ECB8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14E5FA9B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60</w:t>
            </w:r>
          </w:p>
        </w:tc>
        <w:tc>
          <w:tcPr>
            <w:tcW w:w="2095" w:type="dxa"/>
          </w:tcPr>
          <w:p w14:paraId="55CBC2C8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04FC4E86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1F64E1C0" w14:textId="77777777" w:rsidTr="0033397D">
        <w:trPr>
          <w:trHeight w:val="213"/>
        </w:trPr>
        <w:tc>
          <w:tcPr>
            <w:tcW w:w="1788" w:type="dxa"/>
          </w:tcPr>
          <w:p w14:paraId="33948AA3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6497678E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energii elektrycznej w MWh” * wartość w polu „Sprzedaż na eksport: Stawka podatku”</w:t>
            </w:r>
          </w:p>
        </w:tc>
        <w:tc>
          <w:tcPr>
            <w:tcW w:w="840" w:type="dxa"/>
          </w:tcPr>
          <w:p w14:paraId="1F6C9259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61</w:t>
            </w:r>
          </w:p>
        </w:tc>
        <w:tc>
          <w:tcPr>
            <w:tcW w:w="2095" w:type="dxa"/>
          </w:tcPr>
          <w:p w14:paraId="2337190E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0484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13C8F4D2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34A5A966" w14:textId="77777777" w:rsidTr="0033397D">
        <w:trPr>
          <w:trHeight w:val="213"/>
        </w:trPr>
        <w:tc>
          <w:tcPr>
            <w:tcW w:w="1788" w:type="dxa"/>
          </w:tcPr>
          <w:p w14:paraId="7C3544D5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totalNumberOfGoods</w:t>
            </w:r>
            <w:proofErr w:type="spellEnd"/>
          </w:p>
        </w:tc>
        <w:tc>
          <w:tcPr>
            <w:tcW w:w="3360" w:type="dxa"/>
          </w:tcPr>
          <w:p w14:paraId="229EA787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ze wszystkich pozycji wprowadzonych w polu „Ilość energii elektrycznej w MWh”</w:t>
            </w:r>
          </w:p>
        </w:tc>
        <w:tc>
          <w:tcPr>
            <w:tcW w:w="840" w:type="dxa"/>
          </w:tcPr>
          <w:p w14:paraId="3B8D9B2B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62</w:t>
            </w:r>
          </w:p>
        </w:tc>
        <w:tc>
          <w:tcPr>
            <w:tcW w:w="2095" w:type="dxa"/>
          </w:tcPr>
          <w:p w14:paraId="42869225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04841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  <w:p w14:paraId="3FA160E5" w14:textId="05F50D0D" w:rsidR="000E5D43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D0F07A9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E5D43" w:rsidRPr="00AB6C19" w14:paraId="698C5950" w14:textId="77777777" w:rsidTr="0033397D">
        <w:trPr>
          <w:trHeight w:val="213"/>
        </w:trPr>
        <w:tc>
          <w:tcPr>
            <w:tcW w:w="1788" w:type="dxa"/>
          </w:tcPr>
          <w:p w14:paraId="52608113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5B4499A1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71C6AC9F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63</w:t>
            </w:r>
          </w:p>
        </w:tc>
        <w:tc>
          <w:tcPr>
            <w:tcW w:w="2095" w:type="dxa"/>
          </w:tcPr>
          <w:p w14:paraId="6DD9489E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A025C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  <w:p w14:paraId="43C3D527" w14:textId="7C880A60" w:rsidR="000E5D43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AD50778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E5D43" w:rsidRPr="00AB6C19" w14:paraId="69DA547C" w14:textId="77777777" w:rsidTr="0033397D">
        <w:trPr>
          <w:trHeight w:val="213"/>
        </w:trPr>
        <w:tc>
          <w:tcPr>
            <w:tcW w:w="1788" w:type="dxa"/>
          </w:tcPr>
          <w:p w14:paraId="484B4048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09EDEB6B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076D1282" w14:textId="77777777" w:rsidR="000E5D43" w:rsidRPr="008A1707" w:rsidRDefault="00166E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7E6BC643" w14:textId="3ED847DF" w:rsidR="000E5D43" w:rsidRPr="008A1707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07A1EBA9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7A9A7C2E" w14:textId="1D7B1426" w:rsidR="00717D08" w:rsidRPr="00AB6C19" w:rsidRDefault="00717D08" w:rsidP="00BE3846">
      <w:pPr>
        <w:pStyle w:val="Legenda"/>
      </w:pPr>
      <w:bookmarkStart w:id="278" w:name="_Toc18178237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78</w:t>
      </w:r>
      <w:r w:rsidR="00D437FA">
        <w:rPr>
          <w:noProof/>
        </w:rPr>
        <w:fldChar w:fldCharType="end"/>
      </w:r>
      <w:r w:rsidRPr="00AB6C19">
        <w:t xml:space="preserve">.Elementy konfiguracji AKC-4H </w:t>
      </w:r>
      <w:proofErr w:type="spellStart"/>
      <w:r w:rsidRPr="00AB6C19">
        <w:t>ItemType</w:t>
      </w:r>
      <w:bookmarkEnd w:id="27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E5D43" w:rsidRPr="00AB6C19" w14:paraId="6689A683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C3DE504" w14:textId="77777777" w:rsidR="000E5D43" w:rsidRPr="00AB6C19" w:rsidRDefault="000E5D43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D87D00C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0E455778" w14:textId="77777777" w:rsidR="000E5D43" w:rsidRPr="00AB6C19" w:rsidRDefault="000E5D4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5395ADB" w14:textId="77777777" w:rsidR="000E5D43" w:rsidRPr="00AB6C19" w:rsidRDefault="000E5D43" w:rsidP="00F73C8D">
            <w:r w:rsidRPr="00AB6C19">
              <w:t>Typ, reguły</w:t>
            </w:r>
          </w:p>
        </w:tc>
        <w:tc>
          <w:tcPr>
            <w:tcW w:w="1197" w:type="dxa"/>
          </w:tcPr>
          <w:p w14:paraId="545F493E" w14:textId="77777777" w:rsidR="000E5D43" w:rsidRPr="00AB6C19" w:rsidRDefault="000E5D43" w:rsidP="00F73C8D">
            <w:r w:rsidRPr="00AB6C19">
              <w:t>Liczebność</w:t>
            </w:r>
          </w:p>
        </w:tc>
      </w:tr>
      <w:tr w:rsidR="000E5D43" w:rsidRPr="00AB6C19" w14:paraId="5D1C9C75" w14:textId="77777777" w:rsidTr="0033397D">
        <w:trPr>
          <w:trHeight w:val="213"/>
        </w:trPr>
        <w:tc>
          <w:tcPr>
            <w:tcW w:w="1788" w:type="dxa"/>
          </w:tcPr>
          <w:p w14:paraId="49C5EB5F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48E3780C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59814AB6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C.a</w:t>
            </w:r>
            <w:proofErr w:type="spellEnd"/>
          </w:p>
        </w:tc>
        <w:tc>
          <w:tcPr>
            <w:tcW w:w="2095" w:type="dxa"/>
          </w:tcPr>
          <w:p w14:paraId="501C069A" w14:textId="77777777" w:rsidR="000E5D43" w:rsidRPr="00AB6C19" w:rsidRDefault="000633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5E361DA8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367746DB" w14:textId="77777777" w:rsidTr="0033397D">
        <w:trPr>
          <w:trHeight w:val="213"/>
        </w:trPr>
        <w:tc>
          <w:tcPr>
            <w:tcW w:w="1788" w:type="dxa"/>
          </w:tcPr>
          <w:p w14:paraId="2DAB19F5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180FA399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2B03E506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C.b</w:t>
            </w:r>
            <w:proofErr w:type="spellEnd"/>
          </w:p>
        </w:tc>
        <w:tc>
          <w:tcPr>
            <w:tcW w:w="2095" w:type="dxa"/>
          </w:tcPr>
          <w:p w14:paraId="4F75D2BF" w14:textId="77777777" w:rsidR="000E5D43" w:rsidRPr="00AB6C19" w:rsidRDefault="0006331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  <w:p w14:paraId="7622D2BC" w14:textId="642E74F9" w:rsidR="000E5D43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0FB5EF9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03CA1B55" w14:textId="77777777" w:rsidTr="0033397D">
        <w:trPr>
          <w:trHeight w:val="213"/>
        </w:trPr>
        <w:tc>
          <w:tcPr>
            <w:tcW w:w="1788" w:type="dxa"/>
          </w:tcPr>
          <w:p w14:paraId="18E61594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4DD69652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</w:t>
            </w:r>
            <w:r w:rsidR="009D0B99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pisanie ośmiocyfrowego kodu CN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towaru.</w:t>
            </w:r>
          </w:p>
        </w:tc>
        <w:tc>
          <w:tcPr>
            <w:tcW w:w="840" w:type="dxa"/>
          </w:tcPr>
          <w:p w14:paraId="3C51B389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C.c</w:t>
            </w:r>
            <w:proofErr w:type="spellEnd"/>
          </w:p>
        </w:tc>
        <w:tc>
          <w:tcPr>
            <w:tcW w:w="2095" w:type="dxa"/>
          </w:tcPr>
          <w:p w14:paraId="25617041" w14:textId="77777777" w:rsidR="000E5D43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  <w:p w14:paraId="261C2D28" w14:textId="42201F3C" w:rsidR="000E5D43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1FD0C35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66F8BD72" w14:textId="77777777" w:rsidTr="0033397D">
        <w:trPr>
          <w:trHeight w:val="213"/>
        </w:trPr>
        <w:tc>
          <w:tcPr>
            <w:tcW w:w="1788" w:type="dxa"/>
          </w:tcPr>
          <w:p w14:paraId="7B8749B1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102305E3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2AA58F3C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C.d</w:t>
            </w:r>
            <w:proofErr w:type="spellEnd"/>
          </w:p>
        </w:tc>
        <w:tc>
          <w:tcPr>
            <w:tcW w:w="2095" w:type="dxa"/>
          </w:tcPr>
          <w:p w14:paraId="2C74CC5C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17D0BDEA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3E128157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56E8F734" w14:textId="77777777" w:rsidTr="0033397D">
        <w:trPr>
          <w:trHeight w:val="213"/>
        </w:trPr>
        <w:tc>
          <w:tcPr>
            <w:tcW w:w="1788" w:type="dxa"/>
          </w:tcPr>
          <w:p w14:paraId="6F88AC42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694544C1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216B85CB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C.e</w:t>
            </w:r>
            <w:proofErr w:type="spellEnd"/>
          </w:p>
        </w:tc>
        <w:tc>
          <w:tcPr>
            <w:tcW w:w="2095" w:type="dxa"/>
          </w:tcPr>
          <w:p w14:paraId="34F882E1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  <w:p w14:paraId="3CC1CC2D" w14:textId="77777777" w:rsidR="000E5D43" w:rsidRPr="00AB6C19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71C2BD66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E7207" w:rsidRPr="00AB6C19" w14:paraId="65721DCA" w14:textId="77777777" w:rsidTr="0033397D">
        <w:trPr>
          <w:trHeight w:val="213"/>
        </w:trPr>
        <w:tc>
          <w:tcPr>
            <w:tcW w:w="1788" w:type="dxa"/>
          </w:tcPr>
          <w:p w14:paraId="42605730" w14:textId="77777777" w:rsidR="005E7207" w:rsidRPr="008A1707" w:rsidRDefault="005E72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04FDA95A" w14:textId="77777777" w:rsidR="005E7207" w:rsidRPr="008A1707" w:rsidRDefault="005E72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12569E2A" w14:textId="77777777" w:rsidR="005E7207" w:rsidRPr="008A1707" w:rsidRDefault="005E72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1FFE7B24" w14:textId="77777777" w:rsidR="005E7207" w:rsidRPr="00AB6C19" w:rsidRDefault="005E72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0C6CB4E" w14:textId="77777777" w:rsidR="005E7207" w:rsidRPr="008A1707" w:rsidRDefault="005E72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E5D43" w:rsidRPr="00AB6C19" w14:paraId="43A793B6" w14:textId="77777777" w:rsidTr="0033397D">
        <w:trPr>
          <w:trHeight w:val="213"/>
        </w:trPr>
        <w:tc>
          <w:tcPr>
            <w:tcW w:w="1788" w:type="dxa"/>
          </w:tcPr>
          <w:p w14:paraId="65EDBFE6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6CE7C6F9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„Ilość energii elektrycznej w MWh”*wartość w polu „Stawka podatku”</w:t>
            </w:r>
          </w:p>
        </w:tc>
        <w:tc>
          <w:tcPr>
            <w:tcW w:w="840" w:type="dxa"/>
          </w:tcPr>
          <w:p w14:paraId="12C9384B" w14:textId="77777777" w:rsidR="000E5D43" w:rsidRPr="008A1707" w:rsidRDefault="00236EB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C.f</w:t>
            </w:r>
            <w:proofErr w:type="spellEnd"/>
          </w:p>
        </w:tc>
        <w:tc>
          <w:tcPr>
            <w:tcW w:w="2095" w:type="dxa"/>
          </w:tcPr>
          <w:p w14:paraId="4C815635" w14:textId="77777777" w:rsidR="000E5D43" w:rsidRPr="00AB6C19" w:rsidRDefault="00B766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18D51B9A" w14:textId="16BD50B2" w:rsidR="000E5D43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h</w:instrText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0E5D4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4290AF73" w14:textId="77777777" w:rsidR="000E5D43" w:rsidRPr="008A1707" w:rsidRDefault="000E5D4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71192F6E" w14:textId="77777777" w:rsidR="004A0FB2" w:rsidRPr="00AB6C19" w:rsidRDefault="004A0FB2" w:rsidP="00F73C8D">
      <w:pPr>
        <w:pStyle w:val="Nagwek3"/>
      </w:pPr>
      <w:bookmarkStart w:id="279" w:name="_Toc181782252"/>
      <w:r w:rsidRPr="00AB6C19">
        <w:t>Reguły AKC4H</w:t>
      </w:r>
      <w:bookmarkEnd w:id="279"/>
    </w:p>
    <w:p w14:paraId="1E90CE35" w14:textId="2387E1A7" w:rsidR="00717D08" w:rsidRPr="00AB6C19" w:rsidRDefault="00717D08" w:rsidP="0033397D">
      <w:pPr>
        <w:pStyle w:val="Legenda"/>
      </w:pPr>
      <w:bookmarkStart w:id="280" w:name="_Toc18178237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79</w:t>
      </w:r>
      <w:r w:rsidR="00D437FA">
        <w:rPr>
          <w:noProof/>
        </w:rPr>
        <w:fldChar w:fldCharType="end"/>
      </w:r>
      <w:r w:rsidRPr="00AB6C19">
        <w:t>.Reguły obowiązujące dla deklaracji AKC-4H</w:t>
      </w:r>
      <w:bookmarkEnd w:id="280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4A0FB2" w:rsidRPr="00AB6C19" w14:paraId="4CF4BE58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4A81D1D1" w14:textId="77777777" w:rsidR="004A0FB2" w:rsidRPr="00AB6C19" w:rsidRDefault="004A0FB2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715B0C53" w14:textId="77777777" w:rsidR="004A0FB2" w:rsidRPr="00AB6C19" w:rsidRDefault="004A0FB2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4A0FB2" w:rsidRPr="00AB6C19" w14:paraId="60DEBB75" w14:textId="77777777" w:rsidTr="0033397D">
        <w:trPr>
          <w:trHeight w:val="213"/>
        </w:trPr>
        <w:tc>
          <w:tcPr>
            <w:tcW w:w="952" w:type="dxa"/>
          </w:tcPr>
          <w:p w14:paraId="643708EA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1" w:name="Rh2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281"/>
          </w:p>
        </w:tc>
        <w:tc>
          <w:tcPr>
            <w:tcW w:w="8102" w:type="dxa"/>
          </w:tcPr>
          <w:p w14:paraId="2E5DD5C5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4A0FB2" w:rsidRPr="00AB6C19" w14:paraId="2121B541" w14:textId="77777777" w:rsidTr="0033397D">
        <w:trPr>
          <w:trHeight w:val="213"/>
        </w:trPr>
        <w:tc>
          <w:tcPr>
            <w:tcW w:w="952" w:type="dxa"/>
          </w:tcPr>
          <w:p w14:paraId="5BCA6FFD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2" w:name="Rh3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282"/>
          </w:p>
        </w:tc>
        <w:tc>
          <w:tcPr>
            <w:tcW w:w="8102" w:type="dxa"/>
          </w:tcPr>
          <w:p w14:paraId="003719C0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5CE3903F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dla wersji elektronicznej: porównanie wprowadzonej nazwy grupy wyrobów z wartością pobraną z systemu ISZTAR na podstawie kodu CN.</w:t>
            </w:r>
          </w:p>
        </w:tc>
      </w:tr>
      <w:tr w:rsidR="004A0FB2" w:rsidRPr="00AB6C19" w14:paraId="79EA6E1A" w14:textId="77777777" w:rsidTr="0033397D">
        <w:trPr>
          <w:trHeight w:val="213"/>
        </w:trPr>
        <w:tc>
          <w:tcPr>
            <w:tcW w:w="952" w:type="dxa"/>
          </w:tcPr>
          <w:p w14:paraId="253343D9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3" w:name="Rh4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283"/>
          </w:p>
        </w:tc>
        <w:tc>
          <w:tcPr>
            <w:tcW w:w="8102" w:type="dxa"/>
          </w:tcPr>
          <w:p w14:paraId="3ABEAF61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405AE405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lastRenderedPageBreak/>
              <w:t xml:space="preserve">Walidacja czy kod CN jest w zakresie obsługiwanym przez załącznik danego typu. </w:t>
            </w:r>
          </w:p>
        </w:tc>
      </w:tr>
      <w:tr w:rsidR="004A0FB2" w:rsidRPr="00AB6C19" w14:paraId="32AE8119" w14:textId="77777777" w:rsidTr="0033397D">
        <w:trPr>
          <w:trHeight w:val="213"/>
        </w:trPr>
        <w:tc>
          <w:tcPr>
            <w:tcW w:w="952" w:type="dxa"/>
          </w:tcPr>
          <w:p w14:paraId="318ED6EE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4" w:name="Rh5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R5</w:t>
            </w:r>
            <w:bookmarkEnd w:id="284"/>
          </w:p>
        </w:tc>
        <w:tc>
          <w:tcPr>
            <w:tcW w:w="8102" w:type="dxa"/>
          </w:tcPr>
          <w:p w14:paraId="4FD82920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wprowadzona wartość powinna być równa wyliczonej ze wzoru podanego opisie pola. </w:t>
            </w:r>
          </w:p>
        </w:tc>
      </w:tr>
      <w:tr w:rsidR="004A0FB2" w:rsidRPr="00AB6C19" w14:paraId="7094DDDD" w14:textId="77777777" w:rsidTr="0033397D">
        <w:trPr>
          <w:trHeight w:val="213"/>
        </w:trPr>
        <w:tc>
          <w:tcPr>
            <w:tcW w:w="952" w:type="dxa"/>
          </w:tcPr>
          <w:p w14:paraId="6B9B7911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5" w:name="Rh6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285"/>
          </w:p>
        </w:tc>
        <w:tc>
          <w:tcPr>
            <w:tcW w:w="8102" w:type="dxa"/>
          </w:tcPr>
          <w:p w14:paraId="46806AF9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4794BE94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Pole wypełniane na podstawie sumy wartości wprowadzonych w polu „Ilość energii elektrycznej w MWh”. </w:t>
            </w:r>
          </w:p>
          <w:p w14:paraId="306011BA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wprowadzona liczba powinna się równać wyliczonej sumie Jeśli nie równa się, to jest Błąd.</w:t>
            </w:r>
          </w:p>
        </w:tc>
      </w:tr>
      <w:tr w:rsidR="004A0FB2" w:rsidRPr="00AB6C19" w14:paraId="773EABE1" w14:textId="77777777" w:rsidTr="0033397D">
        <w:trPr>
          <w:trHeight w:val="213"/>
        </w:trPr>
        <w:tc>
          <w:tcPr>
            <w:tcW w:w="952" w:type="dxa"/>
          </w:tcPr>
          <w:p w14:paraId="1A106A90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6" w:name="Rh7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286"/>
          </w:p>
        </w:tc>
        <w:tc>
          <w:tcPr>
            <w:tcW w:w="8102" w:type="dxa"/>
          </w:tcPr>
          <w:p w14:paraId="02D4D2C9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9A70C89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5898C15B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wprowadzona liczba powinna się równać sumie wartości wprowadzonych w polu „Kwota podatku w zł”. Jeśli nie równa się, to jest Błąd.</w:t>
            </w:r>
          </w:p>
        </w:tc>
      </w:tr>
      <w:tr w:rsidR="004A0FB2" w:rsidRPr="00AB6C19" w14:paraId="4AC4DD7F" w14:textId="77777777" w:rsidTr="0033397D">
        <w:trPr>
          <w:trHeight w:val="213"/>
        </w:trPr>
        <w:tc>
          <w:tcPr>
            <w:tcW w:w="952" w:type="dxa"/>
          </w:tcPr>
          <w:p w14:paraId="3A54BF30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7" w:name="Rh8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287"/>
          </w:p>
        </w:tc>
        <w:tc>
          <w:tcPr>
            <w:tcW w:w="8102" w:type="dxa"/>
          </w:tcPr>
          <w:p w14:paraId="6037765E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wstawiana automatycznie przez System. Wymagalna jeżeli w deklaracji jest przynajmniej jedna pozycja w części „C” załącznika AKC-4/H. Walidacja: Porównanie z wartością w polu „Razem: Kwota podatku w zł” czy nie jest różna. Błąd.</w:t>
            </w:r>
          </w:p>
        </w:tc>
      </w:tr>
      <w:tr w:rsidR="004A0FB2" w:rsidRPr="00AB6C19" w14:paraId="2C0F6AA2" w14:textId="77777777" w:rsidTr="0033397D">
        <w:trPr>
          <w:trHeight w:val="213"/>
        </w:trPr>
        <w:tc>
          <w:tcPr>
            <w:tcW w:w="952" w:type="dxa"/>
          </w:tcPr>
          <w:p w14:paraId="7D7239CF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8" w:name="Rh9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288"/>
          </w:p>
        </w:tc>
        <w:tc>
          <w:tcPr>
            <w:tcW w:w="8102" w:type="dxa"/>
          </w:tcPr>
          <w:p w14:paraId="2220B0E3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wynik porównania z wartością w polu „Razem obliczony podatek” wskaże, że jest większa, to Błąd typu 3.</w:t>
            </w:r>
          </w:p>
          <w:p w14:paraId="5B2EC383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2: Kwota wprowadzona musi być równa sumie kwot w polach: „Kwota zwolnienia (art. 30 ust. 1 ustawy)”, „Kwota zwolnienia (art. 30 ust. 6 ustawy)” i „Kwota zwolnienia (art. 30 ust. 7 ustawy)”. Błąd typu 3</w:t>
            </w:r>
          </w:p>
        </w:tc>
      </w:tr>
      <w:tr w:rsidR="004A0FB2" w:rsidRPr="00AB6C19" w14:paraId="35DE77C6" w14:textId="77777777" w:rsidTr="0033397D">
        <w:trPr>
          <w:trHeight w:val="213"/>
        </w:trPr>
        <w:tc>
          <w:tcPr>
            <w:tcW w:w="952" w:type="dxa"/>
          </w:tcPr>
          <w:p w14:paraId="667A8DDC" w14:textId="77777777" w:rsidR="004A0FB2" w:rsidRPr="008A1707" w:rsidRDefault="004A0FB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89" w:name="Rh10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289"/>
          </w:p>
        </w:tc>
        <w:tc>
          <w:tcPr>
            <w:tcW w:w="8102" w:type="dxa"/>
          </w:tcPr>
          <w:p w14:paraId="06A115EE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System wypełnia pole wg wzoru: wartość z pola „Razem obliczony podatek” minus „Zwolnienia i obniżenia”.</w:t>
            </w:r>
          </w:p>
          <w:p w14:paraId="6CD2F93D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Wartość wyliczona musi być równa wartości wprowadzonej. Błąd typu 3.</w:t>
            </w:r>
          </w:p>
          <w:p w14:paraId="74B098AF" w14:textId="77777777" w:rsidR="004A0FB2" w:rsidRPr="008A1707" w:rsidRDefault="004A0FB2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Termin płatności: 25 dzień miesiąca następnego po okresie deklaracji.</w:t>
            </w:r>
          </w:p>
        </w:tc>
      </w:tr>
      <w:tr w:rsidR="00A4304B" w:rsidRPr="00AB6C19" w14:paraId="3D8D6699" w14:textId="77777777" w:rsidTr="0033397D">
        <w:trPr>
          <w:trHeight w:val="213"/>
        </w:trPr>
        <w:tc>
          <w:tcPr>
            <w:tcW w:w="952" w:type="dxa"/>
          </w:tcPr>
          <w:p w14:paraId="32A5A6B2" w14:textId="77777777" w:rsidR="00A4304B" w:rsidRPr="008A1707" w:rsidRDefault="00A430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290" w:name="Rh11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290"/>
          </w:p>
        </w:tc>
        <w:tc>
          <w:tcPr>
            <w:tcW w:w="8102" w:type="dxa"/>
          </w:tcPr>
          <w:p w14:paraId="17F8C43F" w14:textId="77777777" w:rsidR="00A4304B" w:rsidRPr="008A1707" w:rsidRDefault="00A4304B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8A1707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Wypełniane automatycznie na podstawie licznika kolejnego zapisanego załącznika danego typu.</w:t>
            </w:r>
          </w:p>
        </w:tc>
      </w:tr>
    </w:tbl>
    <w:p w14:paraId="1AB12E1F" w14:textId="77777777" w:rsidR="0013767E" w:rsidRPr="00AB6C19" w:rsidRDefault="004A0FB2" w:rsidP="00F73C8D">
      <w:pPr>
        <w:pStyle w:val="Nagwek2"/>
      </w:pPr>
      <w:r w:rsidRPr="00AB6C19">
        <w:t xml:space="preserve"> </w:t>
      </w:r>
      <w:bookmarkStart w:id="291" w:name="_Toc181782253"/>
      <w:r w:rsidR="0013767E" w:rsidRPr="00AB6C19">
        <w:t>Załącznik AKC-4/I do deklaracji AKC4</w:t>
      </w:r>
      <w:bookmarkEnd w:id="291"/>
    </w:p>
    <w:p w14:paraId="1A432405" w14:textId="77777777" w:rsidR="0013767E" w:rsidRPr="00AB6C19" w:rsidRDefault="0013767E" w:rsidP="00F73C8D">
      <w:pPr>
        <w:pStyle w:val="Nagwek3"/>
      </w:pPr>
      <w:bookmarkStart w:id="292" w:name="_Toc181782254"/>
      <w:r w:rsidRPr="00AB6C19">
        <w:t>Komunikat AKC4I</w:t>
      </w:r>
      <w:bookmarkEnd w:id="292"/>
    </w:p>
    <w:p w14:paraId="1CC9959B" w14:textId="77777777" w:rsidR="0013767E" w:rsidRPr="008A1707" w:rsidRDefault="0013767E" w:rsidP="00F73C8D">
      <w:pPr>
        <w:pStyle w:val="Schema-Description"/>
        <w:rPr>
          <w:rFonts w:ascii="Lato" w:hAnsi="Lato"/>
        </w:rPr>
      </w:pPr>
      <w:r w:rsidRPr="008A1707">
        <w:rPr>
          <w:rFonts w:ascii="Lato" w:hAnsi="Lato"/>
        </w:rPr>
        <w:t>PODATEK AKCYZOWY OD PALIW OPAŁOWYCH</w:t>
      </w:r>
      <w:r w:rsidR="004F5306" w:rsidRPr="008A1707">
        <w:rPr>
          <w:rFonts w:ascii="Lato" w:hAnsi="Lato"/>
        </w:rPr>
        <w:t xml:space="preserve"> (z wyłączeniem wyrobów węglowych i wyrobów gazowych)</w:t>
      </w:r>
    </w:p>
    <w:p w14:paraId="7C7D2137" w14:textId="77777777" w:rsidR="0013767E" w:rsidRPr="00AB6C19" w:rsidRDefault="0013767E" w:rsidP="00F73C8D">
      <w:pPr>
        <w:pStyle w:val="Nagwek3"/>
      </w:pPr>
      <w:bookmarkStart w:id="293" w:name="_Toc181782255"/>
      <w:r w:rsidRPr="00AB6C19">
        <w:t>Specyfikacja AKC4I</w:t>
      </w:r>
      <w:bookmarkEnd w:id="293"/>
    </w:p>
    <w:p w14:paraId="677026E0" w14:textId="27749503" w:rsidR="0013767E" w:rsidRPr="00AB6C19" w:rsidRDefault="0013767E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130C2AC1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05C6EECC" w14:textId="2BCDB404" w:rsidR="00717D08" w:rsidRPr="00AB6C19" w:rsidRDefault="00717D08" w:rsidP="0033397D">
      <w:pPr>
        <w:pStyle w:val="Legenda"/>
      </w:pPr>
      <w:bookmarkStart w:id="294" w:name="_Toc181782377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80</w:t>
      </w:r>
      <w:r w:rsidR="00D437FA">
        <w:rPr>
          <w:noProof/>
        </w:rPr>
        <w:fldChar w:fldCharType="end"/>
      </w:r>
      <w:r w:rsidRPr="00AB6C19">
        <w:t>.Dane ogólne w ramach struktury deklaracji AKC-4I</w:t>
      </w:r>
      <w:bookmarkEnd w:id="294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:rsidRPr="00AB6C19" w14:paraId="5E5295FA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BE08C13" w14:textId="77777777" w:rsidR="0013767E" w:rsidRPr="00AB6C19" w:rsidRDefault="0013767E" w:rsidP="00F73C8D">
            <w:r w:rsidRPr="00AB6C19">
              <w:t>Opis</w:t>
            </w:r>
          </w:p>
        </w:tc>
        <w:tc>
          <w:tcPr>
            <w:tcW w:w="6584" w:type="dxa"/>
          </w:tcPr>
          <w:p w14:paraId="106A6FE0" w14:textId="77777777" w:rsidR="0013767E" w:rsidRPr="00AB6C19" w:rsidRDefault="0013767E" w:rsidP="00F73C8D">
            <w:r w:rsidRPr="00AB6C19">
              <w:t xml:space="preserve">Struktura załącznika do deklaracji AKC4 </w:t>
            </w:r>
          </w:p>
        </w:tc>
      </w:tr>
      <w:tr w:rsidR="0013767E" w:rsidRPr="00AB6C19" w14:paraId="42A6ADCA" w14:textId="77777777" w:rsidTr="0033397D">
        <w:tc>
          <w:tcPr>
            <w:tcW w:w="2738" w:type="dxa"/>
          </w:tcPr>
          <w:p w14:paraId="21507B1A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278F61C6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148038AD" w14:textId="77777777" w:rsidTr="0033397D">
        <w:tc>
          <w:tcPr>
            <w:tcW w:w="2738" w:type="dxa"/>
          </w:tcPr>
          <w:p w14:paraId="0F65F574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5586192A" w14:textId="77777777" w:rsidR="0013767E" w:rsidRPr="008A1707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13767E" w:rsidRPr="00AB6C19" w14:paraId="3A02F23D" w14:textId="77777777" w:rsidTr="0033397D">
        <w:tc>
          <w:tcPr>
            <w:tcW w:w="2738" w:type="dxa"/>
          </w:tcPr>
          <w:p w14:paraId="160B0537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3FD3C395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53FFC1C0" w14:textId="77777777" w:rsidTr="0033397D">
        <w:tc>
          <w:tcPr>
            <w:tcW w:w="2738" w:type="dxa"/>
          </w:tcPr>
          <w:p w14:paraId="1E13D019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792322EC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294931A2" w14:textId="77777777" w:rsidTr="0033397D">
        <w:tc>
          <w:tcPr>
            <w:tcW w:w="2738" w:type="dxa"/>
          </w:tcPr>
          <w:p w14:paraId="15B8D312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6E8617BA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6FA0429E" w14:textId="77777777" w:rsidTr="0033397D">
        <w:tc>
          <w:tcPr>
            <w:tcW w:w="2738" w:type="dxa"/>
          </w:tcPr>
          <w:p w14:paraId="7801DF73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7AE6498B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13649F7C" w14:textId="77777777" w:rsidTr="0033397D">
        <w:tc>
          <w:tcPr>
            <w:tcW w:w="2738" w:type="dxa"/>
          </w:tcPr>
          <w:p w14:paraId="7228A19B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1BCC9B0A" w14:textId="77777777" w:rsidR="0013767E" w:rsidRPr="008A1707" w:rsidRDefault="00752F0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http://www.e-clo.pl/ZEFIR2/eZefir2/xsd/v3_0/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Types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  <w:tr w:rsidR="0013767E" w:rsidRPr="00AB6C19" w14:paraId="56B875A1" w14:textId="77777777" w:rsidTr="0033397D">
        <w:tc>
          <w:tcPr>
            <w:tcW w:w="2738" w:type="dxa"/>
          </w:tcPr>
          <w:p w14:paraId="16470B27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3E838600" w14:textId="77777777" w:rsidR="0013767E" w:rsidRPr="008A1707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akc_4i.xsd</w:t>
            </w:r>
          </w:p>
        </w:tc>
      </w:tr>
    </w:tbl>
    <w:p w14:paraId="01ABB3DD" w14:textId="7F5014D5" w:rsidR="00717D08" w:rsidRDefault="00717D08" w:rsidP="008A1707">
      <w:pPr>
        <w:pStyle w:val="Nagwek3"/>
      </w:pPr>
      <w:bookmarkStart w:id="295" w:name="_Toc181782256"/>
      <w:r w:rsidRPr="00AB6C19">
        <w:t>Struktura danych deklaracji AKC-4I</w:t>
      </w:r>
      <w:bookmarkEnd w:id="295"/>
    </w:p>
    <w:p w14:paraId="2E750AD3" w14:textId="72A94DAD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AKC4IType</w:t>
      </w:r>
    </w:p>
    <w:p w14:paraId="5B2CFAB9" w14:textId="0EC25EF3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HeaderType</w:t>
      </w:r>
      <w:proofErr w:type="spellEnd"/>
    </w:p>
    <w:p w14:paraId="679B7348" w14:textId="4CA7A4B6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51A27675" w14:textId="260D2621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60A75685" w14:textId="490489D5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0EAF1B5D" w14:textId="46607DAF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6EB9799A" w14:textId="02179651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5C7AF956" w14:textId="783B8870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74BC43C3" w14:textId="609E111F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0045062D" w14:textId="34CADD72" w:rsidR="008A1707" w:rsidRPr="007C30F3" w:rsidRDefault="008A1707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34194513" w14:textId="6EC1A1BC" w:rsidR="00717D08" w:rsidRPr="00EC625A" w:rsidRDefault="00717D08" w:rsidP="0033397D">
      <w:pPr>
        <w:pStyle w:val="Legenda"/>
      </w:pPr>
      <w:bookmarkStart w:id="296" w:name="_Toc181782378"/>
      <w:r w:rsidRPr="00EC625A">
        <w:t xml:space="preserve">Tabela </w:t>
      </w:r>
      <w:r w:rsidRPr="00AB6C19">
        <w:fldChar w:fldCharType="begin"/>
      </w:r>
      <w:r w:rsidRPr="00EC625A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81</w:t>
      </w:r>
      <w:r w:rsidRPr="00AB6C19">
        <w:fldChar w:fldCharType="end"/>
      </w:r>
      <w:r w:rsidRPr="00EC625A">
        <w:t xml:space="preserve">.Elementy konfiguracji AKC-4I </w:t>
      </w:r>
      <w:proofErr w:type="spellStart"/>
      <w:r w:rsidRPr="00EA1567">
        <w:t>Type</w:t>
      </w:r>
      <w:bookmarkEnd w:id="296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701"/>
        <w:gridCol w:w="3130"/>
        <w:gridCol w:w="822"/>
        <w:gridCol w:w="2011"/>
        <w:gridCol w:w="1390"/>
      </w:tblGrid>
      <w:tr w:rsidR="0083753E" w:rsidRPr="00AB6C19" w14:paraId="43E4435D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01" w:type="dxa"/>
          </w:tcPr>
          <w:p w14:paraId="6F9AAB18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130" w:type="dxa"/>
          </w:tcPr>
          <w:p w14:paraId="1BA2B227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2" w:type="dxa"/>
          </w:tcPr>
          <w:p w14:paraId="4B995484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11" w:type="dxa"/>
          </w:tcPr>
          <w:p w14:paraId="544C1754" w14:textId="77777777" w:rsidR="0083753E" w:rsidRPr="00AB6C19" w:rsidRDefault="0083753E" w:rsidP="00F73C8D">
            <w:r w:rsidRPr="00AB6C19">
              <w:t>Typ</w:t>
            </w:r>
          </w:p>
        </w:tc>
        <w:tc>
          <w:tcPr>
            <w:tcW w:w="1390" w:type="dxa"/>
          </w:tcPr>
          <w:p w14:paraId="0627E762" w14:textId="77777777" w:rsidR="0083753E" w:rsidRPr="00AB6C19" w:rsidRDefault="0083753E" w:rsidP="00F73C8D">
            <w:r w:rsidRPr="00AB6C19">
              <w:t>Liczebność</w:t>
            </w:r>
          </w:p>
        </w:tc>
      </w:tr>
      <w:tr w:rsidR="0083753E" w:rsidRPr="00AB6C19" w14:paraId="0C5B921D" w14:textId="77777777" w:rsidTr="0033397D">
        <w:trPr>
          <w:trHeight w:val="213"/>
        </w:trPr>
        <w:tc>
          <w:tcPr>
            <w:tcW w:w="1701" w:type="dxa"/>
          </w:tcPr>
          <w:p w14:paraId="26F9196F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30" w:type="dxa"/>
          </w:tcPr>
          <w:p w14:paraId="3D517836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2" w:type="dxa"/>
          </w:tcPr>
          <w:p w14:paraId="797D94FE" w14:textId="77777777" w:rsidR="0083753E" w:rsidRPr="008A1707" w:rsidRDefault="00FA78C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11" w:type="dxa"/>
          </w:tcPr>
          <w:p w14:paraId="61C9CB42" w14:textId="08CDB281" w:rsidR="0083753E" w:rsidRPr="008A1707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15878DE7" w14:textId="77777777" w:rsidR="0083753E" w:rsidRPr="008A1707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167589E8" w14:textId="52D904DF" w:rsidR="00717D08" w:rsidRPr="00AB6C19" w:rsidRDefault="00717D08" w:rsidP="0033397D">
      <w:pPr>
        <w:pStyle w:val="Legenda"/>
      </w:pPr>
      <w:bookmarkStart w:id="297" w:name="_Toc18178237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82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HeaderType</w:t>
      </w:r>
      <w:bookmarkEnd w:id="29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AB6C19" w14:paraId="398324F6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D95952A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E882BDF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907EC05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FF645C6" w14:textId="77777777" w:rsidR="0083753E" w:rsidRPr="00AB6C19" w:rsidRDefault="0083753E" w:rsidP="00F73C8D">
            <w:r w:rsidRPr="00AB6C19">
              <w:t>Typ</w:t>
            </w:r>
          </w:p>
        </w:tc>
        <w:tc>
          <w:tcPr>
            <w:tcW w:w="1197" w:type="dxa"/>
          </w:tcPr>
          <w:p w14:paraId="15DF7B20" w14:textId="77777777" w:rsidR="0083753E" w:rsidRPr="00AB6C19" w:rsidRDefault="0083753E" w:rsidP="00F73C8D">
            <w:r w:rsidRPr="00AB6C19">
              <w:t>Liczebność</w:t>
            </w:r>
          </w:p>
        </w:tc>
      </w:tr>
      <w:tr w:rsidR="0083753E" w:rsidRPr="00AB6C19" w14:paraId="66026637" w14:textId="77777777" w:rsidTr="0033397D">
        <w:trPr>
          <w:trHeight w:val="213"/>
        </w:trPr>
        <w:tc>
          <w:tcPr>
            <w:tcW w:w="1788" w:type="dxa"/>
          </w:tcPr>
          <w:p w14:paraId="772DBCE4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30B47AA1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40" w:type="dxa"/>
          </w:tcPr>
          <w:p w14:paraId="16D13973" w14:textId="77777777" w:rsidR="0083753E" w:rsidRPr="008A1707" w:rsidRDefault="00A17AE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7395A4C6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4EDF4261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3753E" w:rsidRPr="00AB6C19" w14:paraId="765364A9" w14:textId="77777777" w:rsidTr="0033397D">
        <w:trPr>
          <w:trHeight w:val="213"/>
        </w:trPr>
        <w:tc>
          <w:tcPr>
            <w:tcW w:w="1788" w:type="dxa"/>
          </w:tcPr>
          <w:p w14:paraId="05184A2A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0FE1DC3E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66CAE5BA" w14:textId="77777777" w:rsidR="0083753E" w:rsidRPr="008A1707" w:rsidRDefault="00A17AE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10DBFB0C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623AB31B" w14:textId="7A7A8847" w:rsidR="0083753E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,R21</w:t>
            </w:r>
          </w:p>
        </w:tc>
        <w:tc>
          <w:tcPr>
            <w:tcW w:w="1197" w:type="dxa"/>
          </w:tcPr>
          <w:p w14:paraId="00F5F20C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3753E" w:rsidRPr="00AB6C19" w14:paraId="1EC58402" w14:textId="77777777" w:rsidTr="0033397D">
        <w:trPr>
          <w:trHeight w:val="213"/>
        </w:trPr>
        <w:tc>
          <w:tcPr>
            <w:tcW w:w="1788" w:type="dxa"/>
          </w:tcPr>
          <w:p w14:paraId="7849B156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3E25250E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Numer formularza załącznika. Podatnik może załączyć wiele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formularzy załącznika tego samego typu.</w:t>
            </w:r>
          </w:p>
        </w:tc>
        <w:tc>
          <w:tcPr>
            <w:tcW w:w="840" w:type="dxa"/>
          </w:tcPr>
          <w:p w14:paraId="320B6AD2" w14:textId="77777777" w:rsidR="0083753E" w:rsidRPr="008A1707" w:rsidRDefault="00A17AE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4</w:t>
            </w:r>
          </w:p>
        </w:tc>
        <w:tc>
          <w:tcPr>
            <w:tcW w:w="2095" w:type="dxa"/>
          </w:tcPr>
          <w:p w14:paraId="7B0DC0DE" w14:textId="77777777" w:rsidR="0083753E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ZFormNo</w:t>
            </w:r>
            <w:proofErr w:type="spellEnd"/>
          </w:p>
          <w:p w14:paraId="59AD08E5" w14:textId="0CCC5410" w:rsidR="0083753E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E3B29F5" w14:textId="77777777" w:rsidR="0083753E" w:rsidRPr="008A1707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55AC5" w:rsidRPr="00AB6C19" w14:paraId="5464E79B" w14:textId="77777777" w:rsidTr="0033397D">
        <w:trPr>
          <w:trHeight w:val="213"/>
        </w:trPr>
        <w:tc>
          <w:tcPr>
            <w:tcW w:w="1788" w:type="dxa"/>
          </w:tcPr>
          <w:p w14:paraId="1A65F8B3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5502B8CD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64787F24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7DB26CC7" w14:textId="4CF98455" w:rsidR="00055AC5" w:rsidRPr="008A1707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4104134A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55AC5" w:rsidRPr="00AB6C19" w14:paraId="454169ED" w14:textId="77777777" w:rsidTr="0033397D">
        <w:trPr>
          <w:trHeight w:val="213"/>
        </w:trPr>
        <w:tc>
          <w:tcPr>
            <w:tcW w:w="1788" w:type="dxa"/>
          </w:tcPr>
          <w:p w14:paraId="3E160A76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6E9C32F2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795B6532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95" w:type="dxa"/>
          </w:tcPr>
          <w:p w14:paraId="424635F6" w14:textId="553AC2FF" w:rsidR="00055AC5" w:rsidRPr="008A1707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1A90EF84" w14:textId="77777777" w:rsidR="00055AC5" w:rsidRPr="008A1707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055AC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055AC5" w:rsidRPr="00AB6C19" w14:paraId="1FF87536" w14:textId="77777777" w:rsidTr="0033397D">
        <w:trPr>
          <w:trHeight w:val="213"/>
        </w:trPr>
        <w:tc>
          <w:tcPr>
            <w:tcW w:w="1788" w:type="dxa"/>
          </w:tcPr>
          <w:p w14:paraId="7989942B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2E06251E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3CCAAE2A" w14:textId="77777777" w:rsidR="00055AC5" w:rsidRPr="008A1707" w:rsidRDefault="00055AC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77C84380" w14:textId="03FB1390" w:rsidR="00ED7042" w:rsidRPr="008A1707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DailyPaymentInformationType</w:t>
            </w:r>
            <w:proofErr w:type="spellEnd"/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ED7042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="0014784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8D289AC" w14:textId="77777777" w:rsidR="00055AC5" w:rsidRPr="008A1707" w:rsidRDefault="004101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055AC5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2E80DEFD" w14:textId="1FAFE141" w:rsidR="00717D08" w:rsidRPr="00AB6C19" w:rsidRDefault="00717D08" w:rsidP="00C54585">
      <w:pPr>
        <w:pStyle w:val="Legenda"/>
      </w:pPr>
      <w:bookmarkStart w:id="298" w:name="_Toc18178238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83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WarehouseType</w:t>
      </w:r>
      <w:bookmarkEnd w:id="298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83753E" w:rsidRPr="00AB6C19" w14:paraId="4C676AFD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43F5C6B0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46D41F03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52B67E18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3E104DEA" w14:textId="77777777" w:rsidR="0083753E" w:rsidRPr="00AB6C19" w:rsidRDefault="0083753E" w:rsidP="00F73C8D">
            <w:r w:rsidRPr="00AB6C19">
              <w:t>Typ, reguły</w:t>
            </w:r>
          </w:p>
        </w:tc>
        <w:tc>
          <w:tcPr>
            <w:tcW w:w="1390" w:type="dxa"/>
          </w:tcPr>
          <w:p w14:paraId="1289D2C4" w14:textId="77777777" w:rsidR="0083753E" w:rsidRPr="00AB6C19" w:rsidRDefault="0083753E" w:rsidP="00F73C8D">
            <w:r w:rsidRPr="00AB6C19">
              <w:t>Liczebność</w:t>
            </w:r>
          </w:p>
        </w:tc>
      </w:tr>
      <w:tr w:rsidR="00532558" w:rsidRPr="00AB6C19" w14:paraId="3D02CE32" w14:textId="77777777" w:rsidTr="0033397D">
        <w:trPr>
          <w:trHeight w:val="213"/>
        </w:trPr>
        <w:tc>
          <w:tcPr>
            <w:tcW w:w="1770" w:type="dxa"/>
          </w:tcPr>
          <w:p w14:paraId="3680582F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74C3C89B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15F3D1BB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45C1AA4E" w14:textId="77777777" w:rsidR="00532558" w:rsidRPr="008A1707" w:rsidRDefault="00E713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1AF5518" w14:textId="5EE070BD" w:rsidR="0053255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2E603CA2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32558" w:rsidRPr="00AB6C19" w14:paraId="1DCC4B3A" w14:textId="77777777" w:rsidTr="0033397D">
        <w:trPr>
          <w:trHeight w:val="213"/>
        </w:trPr>
        <w:tc>
          <w:tcPr>
            <w:tcW w:w="1770" w:type="dxa"/>
          </w:tcPr>
          <w:p w14:paraId="2FAD289C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54" w:type="dxa"/>
          </w:tcPr>
          <w:p w14:paraId="20FBB759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73B5A087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19DC5B06" w14:textId="77777777" w:rsidR="00532558" w:rsidRPr="008A1707" w:rsidRDefault="00E713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59CB1F3" w14:textId="73A758C1" w:rsidR="0053255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576376AA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32558" w:rsidRPr="00AB6C19" w14:paraId="636F79A8" w14:textId="77777777" w:rsidTr="0033397D">
        <w:trPr>
          <w:trHeight w:val="213"/>
        </w:trPr>
        <w:tc>
          <w:tcPr>
            <w:tcW w:w="1770" w:type="dxa"/>
          </w:tcPr>
          <w:p w14:paraId="416EA006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4BFDE99C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66F7E0EF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4E7D13CE" w14:textId="77777777" w:rsidR="00532558" w:rsidRPr="008A1707" w:rsidRDefault="00E713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94290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  <w:p w14:paraId="2F6D9DA7" w14:textId="1CA15D05" w:rsidR="0053255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1B45E504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532558" w:rsidRPr="00AB6C19" w14:paraId="48747350" w14:textId="77777777" w:rsidTr="0033397D">
        <w:trPr>
          <w:trHeight w:val="213"/>
        </w:trPr>
        <w:tc>
          <w:tcPr>
            <w:tcW w:w="1770" w:type="dxa"/>
          </w:tcPr>
          <w:p w14:paraId="469B0C81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453B8EF9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18E8C5B2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34F4EBF9" w14:textId="77777777" w:rsidR="00532558" w:rsidRPr="008A1707" w:rsidRDefault="00E713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30D6CAD" w14:textId="1FF5CA06" w:rsidR="00532558" w:rsidRPr="008A1707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532558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250EEBB0" w14:textId="77777777" w:rsidR="00532558" w:rsidRPr="008A1707" w:rsidRDefault="005325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C4777B" w:rsidRPr="00AB6C19" w14:paraId="0A335674" w14:textId="77777777" w:rsidTr="0033397D">
        <w:trPr>
          <w:trHeight w:val="213"/>
        </w:trPr>
        <w:tc>
          <w:tcPr>
            <w:tcW w:w="1770" w:type="dxa"/>
          </w:tcPr>
          <w:p w14:paraId="36789CA1" w14:textId="77777777" w:rsidR="00C4777B" w:rsidRPr="008A1707" w:rsidRDefault="00C4777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4C1D9ACA" w14:textId="77777777" w:rsidR="00C4777B" w:rsidRPr="008A1707" w:rsidRDefault="00C4777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26C80A1B" w14:textId="77777777" w:rsidR="00C4777B" w:rsidRPr="008A1707" w:rsidRDefault="00C4777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633875AA" w14:textId="77777777" w:rsidR="00C4777B" w:rsidRPr="008A1707" w:rsidRDefault="00C4777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0806DC05" w14:textId="77777777" w:rsidR="00C4777B" w:rsidRPr="008A1707" w:rsidRDefault="00C4777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3F24C235" w14:textId="363FE517" w:rsidR="00717D08" w:rsidRPr="00AB6C19" w:rsidRDefault="00717D08" w:rsidP="0033397D">
      <w:pPr>
        <w:pStyle w:val="Legenda"/>
      </w:pPr>
      <w:bookmarkStart w:id="299" w:name="_Toc18178238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84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ExciseDutyInformationType</w:t>
      </w:r>
      <w:bookmarkEnd w:id="29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AB6C19" w14:paraId="61C12DD5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803DFDE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7B040B1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3FAEC42E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EA8F88C" w14:textId="77777777" w:rsidR="0083753E" w:rsidRPr="00AB6C19" w:rsidRDefault="0083753E" w:rsidP="00F73C8D">
            <w:r w:rsidRPr="00AB6C19">
              <w:t>Typ, reguły</w:t>
            </w:r>
          </w:p>
        </w:tc>
        <w:tc>
          <w:tcPr>
            <w:tcW w:w="1197" w:type="dxa"/>
          </w:tcPr>
          <w:p w14:paraId="2353D28D" w14:textId="77777777" w:rsidR="0083753E" w:rsidRPr="00AB6C19" w:rsidRDefault="0083753E" w:rsidP="00F73C8D">
            <w:r w:rsidRPr="00AB6C19">
              <w:t>Liczebność</w:t>
            </w:r>
          </w:p>
        </w:tc>
      </w:tr>
      <w:tr w:rsidR="00AA27D3" w:rsidRPr="00AB6C19" w14:paraId="55FF16ED" w14:textId="77777777" w:rsidTr="0033397D">
        <w:trPr>
          <w:trHeight w:val="213"/>
        </w:trPr>
        <w:tc>
          <w:tcPr>
            <w:tcW w:w="1788" w:type="dxa"/>
          </w:tcPr>
          <w:p w14:paraId="4B083093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143C5C55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6AAEF60E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5522545F" w14:textId="77777777" w:rsidR="00AA27D3" w:rsidRPr="00AB6C19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210B9FD3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A27D3" w:rsidRPr="00AB6C19" w14:paraId="22FDEC2D" w14:textId="77777777" w:rsidTr="0033397D">
        <w:trPr>
          <w:trHeight w:val="213"/>
        </w:trPr>
        <w:tc>
          <w:tcPr>
            <w:tcW w:w="1788" w:type="dxa"/>
          </w:tcPr>
          <w:p w14:paraId="361F618F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6CEE6E28" w14:textId="77777777" w:rsidR="00AA27D3" w:rsidRPr="008A0B86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1204F21D" w14:textId="77777777" w:rsidR="00AA27D3" w:rsidRPr="008A0B86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62C9067E" w14:textId="6B9FBD34" w:rsidR="00AA27D3" w:rsidRPr="008A0B86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550B064F" w14:textId="77777777" w:rsidR="00AA27D3" w:rsidRPr="008A0B86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A27D3" w:rsidRPr="00AB6C19" w14:paraId="41192321" w14:textId="77777777" w:rsidTr="0033397D">
        <w:trPr>
          <w:trHeight w:val="213"/>
        </w:trPr>
        <w:tc>
          <w:tcPr>
            <w:tcW w:w="1788" w:type="dxa"/>
          </w:tcPr>
          <w:p w14:paraId="025A4E45" w14:textId="77777777" w:rsidR="00AA27D3" w:rsidRPr="008A1707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16FD6934" w14:textId="5FD5974D" w:rsidR="00AA27D3" w:rsidRPr="008A0B86" w:rsidRDefault="00AA27D3" w:rsidP="008A1707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12B9B786" w14:textId="77777777" w:rsidR="00AA27D3" w:rsidRPr="008A0B86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79C25C07" w14:textId="33010186" w:rsidR="00AA27D3" w:rsidRPr="008A0B86" w:rsidRDefault="008A170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8A170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30517C45" w14:textId="77777777" w:rsidR="00AA27D3" w:rsidRPr="008A0B86" w:rsidRDefault="00AA27D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8A0B86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66179EF9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0CA1B229" w14:textId="3760A3B3" w:rsidR="00717D08" w:rsidRPr="00AB6C19" w:rsidRDefault="00717D08" w:rsidP="0033397D">
      <w:pPr>
        <w:pStyle w:val="Legenda"/>
      </w:pPr>
      <w:bookmarkStart w:id="300" w:name="_Toc181782382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85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CleareanceExciseDutyType</w:t>
      </w:r>
      <w:bookmarkEnd w:id="300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AB5E39" w:rsidRPr="00AB6C19" w14:paraId="334CCE92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651D90A" w14:textId="77777777" w:rsidR="00AB5E39" w:rsidRPr="00AB6C19" w:rsidRDefault="00AB5E39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D0039DD" w14:textId="77777777" w:rsidR="00AB5E39" w:rsidRPr="00AB6C19" w:rsidRDefault="00AB5E3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2CB895F9" w14:textId="77777777" w:rsidR="00AB5E39" w:rsidRPr="00AB6C19" w:rsidRDefault="00AB5E3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05E3E42" w14:textId="77777777" w:rsidR="00AB5E39" w:rsidRPr="00AB6C19" w:rsidRDefault="00AB5E39" w:rsidP="00F73C8D">
            <w:r w:rsidRPr="00AB6C19">
              <w:t>Typ, reguły</w:t>
            </w:r>
          </w:p>
        </w:tc>
        <w:tc>
          <w:tcPr>
            <w:tcW w:w="1197" w:type="dxa"/>
          </w:tcPr>
          <w:p w14:paraId="7A874AC8" w14:textId="77777777" w:rsidR="00AB5E39" w:rsidRPr="00AB6C19" w:rsidRDefault="00AB5E39" w:rsidP="00F73C8D">
            <w:r w:rsidRPr="00AB6C19">
              <w:t>Liczebność</w:t>
            </w:r>
          </w:p>
        </w:tc>
      </w:tr>
      <w:tr w:rsidR="00AB5E39" w:rsidRPr="00AB6C19" w14:paraId="138E514F" w14:textId="77777777" w:rsidTr="0033397D">
        <w:trPr>
          <w:trHeight w:val="213"/>
        </w:trPr>
        <w:tc>
          <w:tcPr>
            <w:tcW w:w="1788" w:type="dxa"/>
          </w:tcPr>
          <w:p w14:paraId="249D90E1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amountOfExciseStamps</w:t>
            </w:r>
            <w:proofErr w:type="spellEnd"/>
          </w:p>
        </w:tc>
        <w:tc>
          <w:tcPr>
            <w:tcW w:w="3360" w:type="dxa"/>
          </w:tcPr>
          <w:p w14:paraId="4BCBD969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stanowiąca wartość podatkowych znaków akcyzy</w:t>
            </w:r>
          </w:p>
        </w:tc>
        <w:tc>
          <w:tcPr>
            <w:tcW w:w="840" w:type="dxa"/>
          </w:tcPr>
          <w:p w14:paraId="66606A88" w14:textId="77777777" w:rsidR="00AB5E39" w:rsidRPr="00D93338" w:rsidRDefault="004C06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1BE3D7FF" w14:textId="77777777" w:rsidR="00AB5E39" w:rsidRPr="00AB6C19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628F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</w:t>
            </w:r>
            <w:proofErr w:type="spellEnd"/>
          </w:p>
        </w:tc>
        <w:tc>
          <w:tcPr>
            <w:tcW w:w="1197" w:type="dxa"/>
          </w:tcPr>
          <w:p w14:paraId="0EE21D64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B5E39" w:rsidRPr="00AB6C19" w14:paraId="21749A5D" w14:textId="77777777" w:rsidTr="0033397D">
        <w:trPr>
          <w:trHeight w:val="213"/>
        </w:trPr>
        <w:tc>
          <w:tcPr>
            <w:tcW w:w="1788" w:type="dxa"/>
          </w:tcPr>
          <w:p w14:paraId="55D1FE38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74127EDC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(I) złożonej za miesiąc, którego dotyczy rejestrowana deklaracja</w:t>
            </w:r>
          </w:p>
        </w:tc>
        <w:tc>
          <w:tcPr>
            <w:tcW w:w="840" w:type="dxa"/>
          </w:tcPr>
          <w:p w14:paraId="0499B9EF" w14:textId="77777777" w:rsidR="00AB5E39" w:rsidRPr="00D93338" w:rsidRDefault="00CA7D1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187EAA9E" w14:textId="77777777" w:rsidR="00AB5E39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4E6429FE" w14:textId="57FB41B8" w:rsidR="00AB5E39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3ABD0C2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B5E39" w:rsidRPr="00AB6C19" w14:paraId="3FEC1D16" w14:textId="77777777" w:rsidTr="0033397D">
        <w:trPr>
          <w:trHeight w:val="213"/>
        </w:trPr>
        <w:tc>
          <w:tcPr>
            <w:tcW w:w="1788" w:type="dxa"/>
          </w:tcPr>
          <w:p w14:paraId="1152AD3E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2BCCD3A1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6BDF927D" w14:textId="77777777" w:rsidR="00AB5E39" w:rsidRPr="00D93338" w:rsidRDefault="00CA7D1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7B03BECA" w14:textId="77777777" w:rsidR="00AB5E39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59BB5579" w14:textId="7530BEC3" w:rsidR="00AB5E39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2CAFA2C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B5E39" w:rsidRPr="00AB6C19" w14:paraId="78527E3A" w14:textId="77777777" w:rsidTr="0033397D">
        <w:trPr>
          <w:trHeight w:val="213"/>
        </w:trPr>
        <w:tc>
          <w:tcPr>
            <w:tcW w:w="1788" w:type="dxa"/>
          </w:tcPr>
          <w:p w14:paraId="6024AA30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79A1D212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40" w:type="dxa"/>
          </w:tcPr>
          <w:p w14:paraId="5004E630" w14:textId="77777777" w:rsidR="00AB5E39" w:rsidRPr="00D93338" w:rsidRDefault="00CA7D1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95" w:type="dxa"/>
          </w:tcPr>
          <w:p w14:paraId="66FF9DC5" w14:textId="77777777" w:rsidR="00AB5E39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775482B4" w14:textId="54F880C7" w:rsidR="00AB5E39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AB5E3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0272210" w14:textId="77777777" w:rsidR="00AB5E39" w:rsidRPr="00D93338" w:rsidRDefault="00AB5E3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12BB35A4" w14:textId="2853C98A" w:rsidR="00717D08" w:rsidRPr="00AB6C19" w:rsidRDefault="00717D08" w:rsidP="0033397D">
      <w:pPr>
        <w:pStyle w:val="Legenda"/>
      </w:pPr>
      <w:bookmarkStart w:id="301" w:name="_Toc18178238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86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ItemsType</w:t>
      </w:r>
      <w:bookmarkEnd w:id="30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AB6C19" w14:paraId="4CB671FF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2D172FF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383557DC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17867BE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330C62E" w14:textId="77777777" w:rsidR="0083753E" w:rsidRPr="00AB6C19" w:rsidRDefault="0083753E" w:rsidP="00F73C8D">
            <w:r w:rsidRPr="00AB6C19">
              <w:t>Typ, reguły</w:t>
            </w:r>
          </w:p>
        </w:tc>
        <w:tc>
          <w:tcPr>
            <w:tcW w:w="1197" w:type="dxa"/>
          </w:tcPr>
          <w:p w14:paraId="712FAAC0" w14:textId="77777777" w:rsidR="0083753E" w:rsidRPr="00AB6C19" w:rsidRDefault="0083753E" w:rsidP="00F73C8D">
            <w:r w:rsidRPr="00AB6C19">
              <w:t>Liczebność</w:t>
            </w:r>
          </w:p>
        </w:tc>
      </w:tr>
      <w:tr w:rsidR="0083753E" w:rsidRPr="00AB6C19" w14:paraId="3BED27B5" w14:textId="77777777" w:rsidTr="0033397D">
        <w:trPr>
          <w:trHeight w:val="213"/>
        </w:trPr>
        <w:tc>
          <w:tcPr>
            <w:tcW w:w="1788" w:type="dxa"/>
          </w:tcPr>
          <w:p w14:paraId="0E40335C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r w:rsidR="00D10032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L</w:t>
            </w:r>
            <w:proofErr w:type="spellEnd"/>
          </w:p>
        </w:tc>
        <w:tc>
          <w:tcPr>
            <w:tcW w:w="3360" w:type="dxa"/>
          </w:tcPr>
          <w:p w14:paraId="4FFEFD3A" w14:textId="77777777" w:rsidR="0083753E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tysiącach litrów</w:t>
            </w:r>
          </w:p>
        </w:tc>
        <w:tc>
          <w:tcPr>
            <w:tcW w:w="840" w:type="dxa"/>
          </w:tcPr>
          <w:p w14:paraId="04458BBE" w14:textId="77777777" w:rsidR="0083753E" w:rsidRPr="00D93338" w:rsidRDefault="00155D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287 </w:t>
            </w:r>
          </w:p>
        </w:tc>
        <w:tc>
          <w:tcPr>
            <w:tcW w:w="2095" w:type="dxa"/>
          </w:tcPr>
          <w:p w14:paraId="7B0E9A30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6526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7A3E1D0B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6145FF" w:rsidRPr="00AB6C19" w14:paraId="1A2047B0" w14:textId="77777777" w:rsidTr="0033397D">
        <w:trPr>
          <w:trHeight w:val="213"/>
        </w:trPr>
        <w:tc>
          <w:tcPr>
            <w:tcW w:w="1788" w:type="dxa"/>
          </w:tcPr>
          <w:p w14:paraId="14191636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exportNumberOfGoodsK</w:t>
            </w:r>
            <w:proofErr w:type="spellEnd"/>
          </w:p>
        </w:tc>
        <w:tc>
          <w:tcPr>
            <w:tcW w:w="3360" w:type="dxa"/>
          </w:tcPr>
          <w:p w14:paraId="2175C5B9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tysiącach kilogramów</w:t>
            </w:r>
          </w:p>
        </w:tc>
        <w:tc>
          <w:tcPr>
            <w:tcW w:w="840" w:type="dxa"/>
          </w:tcPr>
          <w:p w14:paraId="3E2F1536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288</w:t>
            </w:r>
          </w:p>
        </w:tc>
        <w:tc>
          <w:tcPr>
            <w:tcW w:w="2095" w:type="dxa"/>
          </w:tcPr>
          <w:p w14:paraId="2F4D8BA4" w14:textId="77777777" w:rsidR="006145FF" w:rsidRPr="00AB6C19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6526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4CF2CFF2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6145FF" w:rsidRPr="00AB6C19" w14:paraId="0E0DE868" w14:textId="77777777" w:rsidTr="0033397D">
        <w:trPr>
          <w:trHeight w:val="213"/>
        </w:trPr>
        <w:tc>
          <w:tcPr>
            <w:tcW w:w="1788" w:type="dxa"/>
          </w:tcPr>
          <w:p w14:paraId="636AFD6F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</w:tcPr>
          <w:p w14:paraId="1A8964A4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opałowa na eksport w GJ</w:t>
            </w:r>
          </w:p>
        </w:tc>
        <w:tc>
          <w:tcPr>
            <w:tcW w:w="840" w:type="dxa"/>
          </w:tcPr>
          <w:p w14:paraId="23E6AED6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289</w:t>
            </w:r>
          </w:p>
        </w:tc>
        <w:tc>
          <w:tcPr>
            <w:tcW w:w="2095" w:type="dxa"/>
          </w:tcPr>
          <w:p w14:paraId="63CE179D" w14:textId="77777777" w:rsidR="006145FF" w:rsidRPr="00AB6C19" w:rsidRDefault="00883CF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56526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746CD400" w14:textId="77777777" w:rsidR="006145FF" w:rsidRPr="00D93338" w:rsidRDefault="006145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AB6C19" w14:paraId="2E8D3806" w14:textId="77777777" w:rsidTr="0033397D">
        <w:trPr>
          <w:trHeight w:val="213"/>
        </w:trPr>
        <w:tc>
          <w:tcPr>
            <w:tcW w:w="1788" w:type="dxa"/>
          </w:tcPr>
          <w:p w14:paraId="4699A08B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EB0C84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2EFFB564" w14:textId="77777777" w:rsidR="0083753E" w:rsidRPr="00D93338" w:rsidRDefault="005B57B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290</w:t>
            </w:r>
          </w:p>
        </w:tc>
        <w:tc>
          <w:tcPr>
            <w:tcW w:w="2095" w:type="dxa"/>
          </w:tcPr>
          <w:p w14:paraId="22DE8B41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E9112DB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AB6C19" w14:paraId="4CD4649D" w14:textId="77777777" w:rsidTr="0033397D">
        <w:trPr>
          <w:trHeight w:val="213"/>
        </w:trPr>
        <w:tc>
          <w:tcPr>
            <w:tcW w:w="1788" w:type="dxa"/>
          </w:tcPr>
          <w:p w14:paraId="7AAAF73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0BDA4223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wyrobów, w tysiącach kilogramów” * wartość w polu „Sprzedaż na eksport: Stawka podatku” lub wartość w polu „Sprzedaż na eksport: Wartość opałowa w GJ” * wartość w polu „Sprzedaż na eksport: Stawka podatku”</w:t>
            </w:r>
          </w:p>
        </w:tc>
        <w:tc>
          <w:tcPr>
            <w:tcW w:w="840" w:type="dxa"/>
          </w:tcPr>
          <w:p w14:paraId="4F27EDB0" w14:textId="77777777" w:rsidR="0083753E" w:rsidRPr="00D93338" w:rsidRDefault="005B57B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291</w:t>
            </w:r>
          </w:p>
        </w:tc>
        <w:tc>
          <w:tcPr>
            <w:tcW w:w="2095" w:type="dxa"/>
          </w:tcPr>
          <w:p w14:paraId="49D662E3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B915A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409C7229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15FB8" w:rsidRPr="00AB6C19" w14:paraId="0D5381EE" w14:textId="77777777" w:rsidTr="0033397D">
        <w:trPr>
          <w:trHeight w:val="213"/>
        </w:trPr>
        <w:tc>
          <w:tcPr>
            <w:tcW w:w="1788" w:type="dxa"/>
          </w:tcPr>
          <w:p w14:paraId="0B24AD16" w14:textId="77777777" w:rsidR="00315FB8" w:rsidRPr="00D93338" w:rsidRDefault="00315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totalNumberOfGoodsL</w:t>
            </w:r>
            <w:proofErr w:type="spellEnd"/>
          </w:p>
        </w:tc>
        <w:tc>
          <w:tcPr>
            <w:tcW w:w="3360" w:type="dxa"/>
          </w:tcPr>
          <w:p w14:paraId="1910D480" w14:textId="77777777" w:rsidR="00315FB8" w:rsidRPr="00D93338" w:rsidRDefault="00315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tysiącach litrów</w:t>
            </w:r>
          </w:p>
        </w:tc>
        <w:tc>
          <w:tcPr>
            <w:tcW w:w="840" w:type="dxa"/>
          </w:tcPr>
          <w:p w14:paraId="35B4EC1F" w14:textId="77777777" w:rsidR="00315FB8" w:rsidRPr="00D93338" w:rsidRDefault="00315FB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292</w:t>
            </w:r>
          </w:p>
        </w:tc>
        <w:tc>
          <w:tcPr>
            <w:tcW w:w="2095" w:type="dxa"/>
          </w:tcPr>
          <w:p w14:paraId="78D32EE2" w14:textId="77777777" w:rsidR="00315FB8" w:rsidRPr="00AB6C19" w:rsidRDefault="003466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58BA9B32" w14:textId="1EB86E83" w:rsidR="00315FB8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15FB8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315FB8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9E0BA30" w14:textId="77777777" w:rsidR="00315FB8" w:rsidRPr="00D93338" w:rsidRDefault="00F47D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3753E" w:rsidRPr="00AB6C19" w14:paraId="3C7B704C" w14:textId="77777777" w:rsidTr="0033397D">
        <w:trPr>
          <w:trHeight w:val="213"/>
        </w:trPr>
        <w:tc>
          <w:tcPr>
            <w:tcW w:w="1788" w:type="dxa"/>
          </w:tcPr>
          <w:p w14:paraId="57AC4DAB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totalNumberOfGoodsK</w:t>
            </w:r>
            <w:proofErr w:type="spellEnd"/>
          </w:p>
        </w:tc>
        <w:tc>
          <w:tcPr>
            <w:tcW w:w="3360" w:type="dxa"/>
          </w:tcPr>
          <w:p w14:paraId="082C7A88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tysiącach kilogramów</w:t>
            </w:r>
          </w:p>
        </w:tc>
        <w:tc>
          <w:tcPr>
            <w:tcW w:w="840" w:type="dxa"/>
          </w:tcPr>
          <w:p w14:paraId="2D656BFB" w14:textId="77777777" w:rsidR="0083753E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293</w:t>
            </w:r>
          </w:p>
        </w:tc>
        <w:tc>
          <w:tcPr>
            <w:tcW w:w="2095" w:type="dxa"/>
          </w:tcPr>
          <w:p w14:paraId="26EC34FB" w14:textId="77777777" w:rsidR="0083753E" w:rsidRPr="00AB6C19" w:rsidRDefault="003466A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EB94EE2" w14:textId="30880894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R8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6141BCE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3753E" w:rsidRPr="00AB6C19" w14:paraId="6D9C5BA1" w14:textId="77777777" w:rsidTr="0033397D">
        <w:trPr>
          <w:trHeight w:val="213"/>
        </w:trPr>
        <w:tc>
          <w:tcPr>
            <w:tcW w:w="1788" w:type="dxa"/>
          </w:tcPr>
          <w:p w14:paraId="668FF1DE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</w:tcPr>
          <w:p w14:paraId="3B3EBED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wyrażonych wartością opałową w GJ</w:t>
            </w:r>
          </w:p>
        </w:tc>
        <w:tc>
          <w:tcPr>
            <w:tcW w:w="840" w:type="dxa"/>
          </w:tcPr>
          <w:p w14:paraId="712B4AB7" w14:textId="77777777" w:rsidR="0083753E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294</w:t>
            </w:r>
          </w:p>
        </w:tc>
        <w:tc>
          <w:tcPr>
            <w:tcW w:w="2095" w:type="dxa"/>
          </w:tcPr>
          <w:p w14:paraId="24DE32D0" w14:textId="77777777" w:rsidR="0083753E" w:rsidRPr="00AB6C19" w:rsidRDefault="00FC2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3466A9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  <w:p w14:paraId="7B50116D" w14:textId="008BB7A4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9B987D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1F05CD" w:rsidRPr="00AB6C19" w14:paraId="3A55BA88" w14:textId="77777777" w:rsidTr="0033397D">
        <w:trPr>
          <w:trHeight w:val="213"/>
        </w:trPr>
        <w:tc>
          <w:tcPr>
            <w:tcW w:w="1788" w:type="dxa"/>
          </w:tcPr>
          <w:p w14:paraId="22740F40" w14:textId="77777777" w:rsidR="001F05CD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5979C31F" w14:textId="77777777" w:rsidR="001F05CD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2F3F50EF" w14:textId="77777777" w:rsidR="001F05CD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295</w:t>
            </w:r>
          </w:p>
        </w:tc>
        <w:tc>
          <w:tcPr>
            <w:tcW w:w="2095" w:type="dxa"/>
          </w:tcPr>
          <w:p w14:paraId="2B109E0B" w14:textId="77777777" w:rsidR="001F05CD" w:rsidRPr="00AB6C19" w:rsidRDefault="00FC2A7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378BCED5" w14:textId="178AFFC7" w:rsidR="001F05CD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1F05C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1F05C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098A9C1F" w14:textId="77777777" w:rsidR="001F05CD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25940377" w14:textId="77777777" w:rsidR="001F05CD" w:rsidRPr="00D93338" w:rsidRDefault="001F05C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3753E" w:rsidRPr="00AB6C19" w14:paraId="44006838" w14:textId="77777777" w:rsidTr="0033397D">
        <w:trPr>
          <w:trHeight w:val="213"/>
        </w:trPr>
        <w:tc>
          <w:tcPr>
            <w:tcW w:w="1788" w:type="dxa"/>
          </w:tcPr>
          <w:p w14:paraId="05E1C62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417AA7D8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1985EABA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418AB291" w14:textId="2166433D" w:rsidR="0083753E" w:rsidRPr="00D93338" w:rsidRDefault="00D933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00F14C1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31C70E2C" w14:textId="38FF4DAE" w:rsidR="00717D08" w:rsidRPr="00AB6C19" w:rsidRDefault="00717D08" w:rsidP="00C54585">
      <w:pPr>
        <w:pStyle w:val="Legenda"/>
      </w:pPr>
      <w:bookmarkStart w:id="302" w:name="_Toc18178238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87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EA1567">
        <w:t>ItemType</w:t>
      </w:r>
      <w:bookmarkEnd w:id="30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83753E" w:rsidRPr="00AB6C19" w14:paraId="2255357D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0B65C8D" w14:textId="77777777" w:rsidR="0083753E" w:rsidRPr="00AB6C19" w:rsidRDefault="0083753E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6F092E1D" w14:textId="77777777" w:rsidR="0083753E" w:rsidRPr="00AB6C19" w:rsidRDefault="0083753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4E3B04C6" w14:textId="77777777" w:rsidR="0083753E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932F712" w14:textId="77777777" w:rsidR="0083753E" w:rsidRPr="00AB6C19" w:rsidRDefault="0083753E" w:rsidP="00F73C8D">
            <w:r w:rsidRPr="00AB6C19">
              <w:t>Typ, reguły</w:t>
            </w:r>
          </w:p>
        </w:tc>
        <w:tc>
          <w:tcPr>
            <w:tcW w:w="1197" w:type="dxa"/>
          </w:tcPr>
          <w:p w14:paraId="433D50E5" w14:textId="77777777" w:rsidR="0083753E" w:rsidRPr="00AB6C19" w:rsidRDefault="0083753E" w:rsidP="00F73C8D">
            <w:r w:rsidRPr="00AB6C19">
              <w:t>Liczebność</w:t>
            </w:r>
          </w:p>
        </w:tc>
      </w:tr>
      <w:tr w:rsidR="0083753E" w:rsidRPr="00D93338" w14:paraId="3D44C099" w14:textId="77777777" w:rsidTr="0033397D">
        <w:trPr>
          <w:trHeight w:val="213"/>
        </w:trPr>
        <w:tc>
          <w:tcPr>
            <w:tcW w:w="1788" w:type="dxa"/>
          </w:tcPr>
          <w:p w14:paraId="39F1BD26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09F23240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2B7E73C1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2D2B76ED" w14:textId="77777777" w:rsidR="0083753E" w:rsidRPr="00AB6C19" w:rsidRDefault="005173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777E245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7E36F432" w14:textId="77777777" w:rsidTr="0033397D">
        <w:trPr>
          <w:trHeight w:val="213"/>
        </w:trPr>
        <w:tc>
          <w:tcPr>
            <w:tcW w:w="1788" w:type="dxa"/>
          </w:tcPr>
          <w:p w14:paraId="119D80D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62641749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34DE364B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4BD5AEDE" w14:textId="77777777" w:rsidR="0083753E" w:rsidRPr="00AB6C19" w:rsidRDefault="00762D0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  <w:p w14:paraId="5FA24965" w14:textId="431BEC58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FE6A438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1F139A6A" w14:textId="77777777" w:rsidTr="0033397D">
        <w:trPr>
          <w:trHeight w:val="213"/>
        </w:trPr>
        <w:tc>
          <w:tcPr>
            <w:tcW w:w="1788" w:type="dxa"/>
          </w:tcPr>
          <w:p w14:paraId="1D432C1C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34FFF11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40" w:type="dxa"/>
          </w:tcPr>
          <w:p w14:paraId="59D09456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31D77BB0" w14:textId="77777777" w:rsidR="0083753E" w:rsidRPr="00AB6C19" w:rsidRDefault="003C62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ZShortages</w:t>
            </w:r>
            <w:proofErr w:type="spellEnd"/>
          </w:p>
          <w:p w14:paraId="32B0DD9D" w14:textId="7AFC18B2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6329F3C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01E17337" w14:textId="77777777" w:rsidTr="0033397D">
        <w:trPr>
          <w:trHeight w:val="213"/>
        </w:trPr>
        <w:tc>
          <w:tcPr>
            <w:tcW w:w="1788" w:type="dxa"/>
          </w:tcPr>
          <w:p w14:paraId="4E179146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792D102E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pozwalające na </w:t>
            </w:r>
            <w:r w:rsidR="009D0B99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wpisanie ośmiocyfrowego kodu CN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towaru.</w:t>
            </w:r>
          </w:p>
        </w:tc>
        <w:tc>
          <w:tcPr>
            <w:tcW w:w="840" w:type="dxa"/>
          </w:tcPr>
          <w:p w14:paraId="50D2A82D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3C8A9CBE" w14:textId="77777777" w:rsidR="0083753E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  <w:p w14:paraId="2CABE90F" w14:textId="28CBF0C8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A18BB97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1BB4D687" w14:textId="77777777" w:rsidTr="0033397D">
        <w:trPr>
          <w:trHeight w:val="213"/>
        </w:trPr>
        <w:tc>
          <w:tcPr>
            <w:tcW w:w="1788" w:type="dxa"/>
          </w:tcPr>
          <w:p w14:paraId="410DB2E9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numberOfGoodsK</w:t>
            </w:r>
            <w:proofErr w:type="spellEnd"/>
          </w:p>
        </w:tc>
        <w:tc>
          <w:tcPr>
            <w:tcW w:w="3360" w:type="dxa"/>
          </w:tcPr>
          <w:p w14:paraId="45957BC0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12B93CD6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675F872D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56D1B458" w14:textId="03DA1F96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6007C7E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360D6BFC" w14:textId="77777777" w:rsidTr="0033397D">
        <w:trPr>
          <w:trHeight w:val="213"/>
        </w:trPr>
        <w:tc>
          <w:tcPr>
            <w:tcW w:w="1788" w:type="dxa"/>
          </w:tcPr>
          <w:p w14:paraId="0396A9FA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numberOfGoodsL</w:t>
            </w:r>
            <w:proofErr w:type="spellEnd"/>
          </w:p>
        </w:tc>
        <w:tc>
          <w:tcPr>
            <w:tcW w:w="3360" w:type="dxa"/>
          </w:tcPr>
          <w:p w14:paraId="46038063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w tysiącach litrów podana z dokładnością do trzech miejsc po przecinku.</w:t>
            </w:r>
          </w:p>
        </w:tc>
        <w:tc>
          <w:tcPr>
            <w:tcW w:w="840" w:type="dxa"/>
          </w:tcPr>
          <w:p w14:paraId="0F612205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1C62DB4E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17840FBD" w14:textId="255B685B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05C7551" w14:textId="77777777" w:rsidR="0083753E" w:rsidRPr="00D93338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6E11B3BF" w14:textId="77777777" w:rsidTr="0033397D">
        <w:trPr>
          <w:trHeight w:val="213"/>
        </w:trPr>
        <w:tc>
          <w:tcPr>
            <w:tcW w:w="1788" w:type="dxa"/>
          </w:tcPr>
          <w:p w14:paraId="3BF467EE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</w:tcPr>
          <w:p w14:paraId="2A43F6F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opałowa w GJ podana z dokładnością do trzech miejsc po przecinku.</w:t>
            </w:r>
          </w:p>
        </w:tc>
        <w:tc>
          <w:tcPr>
            <w:tcW w:w="840" w:type="dxa"/>
          </w:tcPr>
          <w:p w14:paraId="0C656175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28587A2E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655404C9" w14:textId="4FBB51C0" w:rsidR="0083753E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83753E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63487732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3753E" w:rsidRPr="00D93338" w14:paraId="6166FDDD" w14:textId="77777777" w:rsidTr="0033397D">
        <w:trPr>
          <w:trHeight w:val="213"/>
        </w:trPr>
        <w:tc>
          <w:tcPr>
            <w:tcW w:w="1788" w:type="dxa"/>
          </w:tcPr>
          <w:p w14:paraId="3829868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2C1A77F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0E78AB1A" w14:textId="77777777" w:rsidR="0083753E" w:rsidRPr="00D93338" w:rsidRDefault="0067159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F.g</w:t>
            </w:r>
            <w:proofErr w:type="spellEnd"/>
          </w:p>
        </w:tc>
        <w:tc>
          <w:tcPr>
            <w:tcW w:w="2095" w:type="dxa"/>
          </w:tcPr>
          <w:p w14:paraId="4648C7A8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  <w:p w14:paraId="71204F3F" w14:textId="77777777" w:rsidR="0083753E" w:rsidRPr="00AB6C19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7F8D0E35" w14:textId="77777777" w:rsidR="0083753E" w:rsidRPr="00D93338" w:rsidRDefault="0083753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BA1677" w:rsidRPr="00D93338" w14:paraId="3EC101E2" w14:textId="77777777" w:rsidTr="0033397D">
        <w:trPr>
          <w:trHeight w:val="213"/>
        </w:trPr>
        <w:tc>
          <w:tcPr>
            <w:tcW w:w="1788" w:type="dxa"/>
          </w:tcPr>
          <w:p w14:paraId="4725F5CE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0" w:type="dxa"/>
          </w:tcPr>
          <w:p w14:paraId="1653B69B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249118D3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6D721930" w14:textId="77777777" w:rsidR="00BA1677" w:rsidRPr="00AB6C19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4D3D2BAA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BA1677" w:rsidRPr="00D93338" w14:paraId="289F1745" w14:textId="77777777" w:rsidTr="0033397D">
        <w:trPr>
          <w:trHeight w:val="213"/>
        </w:trPr>
        <w:tc>
          <w:tcPr>
            <w:tcW w:w="1788" w:type="dxa"/>
          </w:tcPr>
          <w:p w14:paraId="0D720EE0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amountOfTax</w:t>
            </w:r>
            <w:proofErr w:type="spellEnd"/>
          </w:p>
        </w:tc>
        <w:tc>
          <w:tcPr>
            <w:tcW w:w="3360" w:type="dxa"/>
          </w:tcPr>
          <w:p w14:paraId="6BB15DB2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</w:tcPr>
          <w:p w14:paraId="0E6469F5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F.h</w:t>
            </w:r>
            <w:proofErr w:type="spellEnd"/>
          </w:p>
        </w:tc>
        <w:tc>
          <w:tcPr>
            <w:tcW w:w="2095" w:type="dxa"/>
          </w:tcPr>
          <w:p w14:paraId="3D418BE2" w14:textId="77777777" w:rsidR="00BA1677" w:rsidRPr="00AB6C19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ZAmountT</w:t>
            </w:r>
            <w:proofErr w:type="spellEnd"/>
          </w:p>
          <w:p w14:paraId="16A03991" w14:textId="1A313292" w:rsidR="00BA1677" w:rsidRPr="00D93338" w:rsidRDefault="0014784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REF </w:instrText>
            </w:r>
            <w:r w:rsidR="00BA1677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i</w:instrText>
            </w:r>
            <w:r w:rsidR="00BA1677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="00107B7C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BA1677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BCD28B3" w14:textId="77777777" w:rsidR="00BA1677" w:rsidRPr="00D93338" w:rsidRDefault="00BA167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31EEB5B6" w14:textId="6B190B96" w:rsidR="003273D5" w:rsidRPr="00AB6C19" w:rsidRDefault="003273D5" w:rsidP="0033397D">
      <w:pPr>
        <w:pStyle w:val="Legenda"/>
      </w:pPr>
      <w:bookmarkStart w:id="303" w:name="_Toc18178238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88</w:t>
      </w:r>
      <w:r w:rsidR="00D437FA">
        <w:rPr>
          <w:noProof/>
        </w:rPr>
        <w:fldChar w:fldCharType="end"/>
      </w:r>
      <w:r w:rsidRPr="00AB6C19">
        <w:t xml:space="preserve">.Elementy konfiguracji AKC-4I </w:t>
      </w:r>
      <w:proofErr w:type="spellStart"/>
      <w:r w:rsidRPr="00D93338">
        <w:rPr>
          <w:lang w:val="en-GB"/>
        </w:rPr>
        <w:t>DailyPaymentInformationType</w:t>
      </w:r>
      <w:bookmarkEnd w:id="30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056E1E" w:rsidRPr="00AB6C19" w14:paraId="0A9A45CD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92D3AED" w14:textId="77777777" w:rsidR="00056E1E" w:rsidRPr="00AB6C19" w:rsidRDefault="00056E1E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573A8644" w14:textId="77777777" w:rsidR="00056E1E" w:rsidRPr="00AB6C19" w:rsidRDefault="00056E1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B3DB564" w14:textId="77777777" w:rsidR="00056E1E" w:rsidRPr="00AB6C19" w:rsidRDefault="00056E1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964C39A" w14:textId="77777777" w:rsidR="00056E1E" w:rsidRPr="00AB6C19" w:rsidRDefault="00056E1E" w:rsidP="00F73C8D">
            <w:r w:rsidRPr="00AB6C19">
              <w:t>Typ, reguły</w:t>
            </w:r>
          </w:p>
        </w:tc>
        <w:tc>
          <w:tcPr>
            <w:tcW w:w="1197" w:type="dxa"/>
          </w:tcPr>
          <w:p w14:paraId="79B0B199" w14:textId="77777777" w:rsidR="00056E1E" w:rsidRPr="00AB6C19" w:rsidRDefault="00056E1E" w:rsidP="00F73C8D">
            <w:r w:rsidRPr="00AB6C19">
              <w:t>Liczebność</w:t>
            </w:r>
          </w:p>
        </w:tc>
      </w:tr>
      <w:tr w:rsidR="00056E1E" w:rsidRPr="00AB6C19" w14:paraId="7664D2E5" w14:textId="77777777" w:rsidTr="0033397D">
        <w:trPr>
          <w:trHeight w:val="213"/>
        </w:trPr>
        <w:tc>
          <w:tcPr>
            <w:tcW w:w="1788" w:type="dxa"/>
          </w:tcPr>
          <w:p w14:paraId="5B748FD4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21BEA75C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AKC-4/I .</w:t>
            </w:r>
          </w:p>
        </w:tc>
        <w:tc>
          <w:tcPr>
            <w:tcW w:w="840" w:type="dxa"/>
          </w:tcPr>
          <w:p w14:paraId="2A274B1E" w14:textId="77777777" w:rsidR="00056E1E" w:rsidRPr="00D93338" w:rsidRDefault="00272D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172</w:t>
            </w:r>
          </w:p>
        </w:tc>
        <w:tc>
          <w:tcPr>
            <w:tcW w:w="2095" w:type="dxa"/>
          </w:tcPr>
          <w:p w14:paraId="40797772" w14:textId="77777777" w:rsidR="00056E1E" w:rsidRPr="000F4A24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0EE81713" w14:textId="6658EF09" w:rsidR="00056E1E" w:rsidRPr="000F4A24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i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8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R8 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78C9F264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56E1E" w:rsidRPr="00AB6C19" w14:paraId="30CB17C5" w14:textId="77777777" w:rsidTr="0033397D">
        <w:trPr>
          <w:trHeight w:val="213"/>
        </w:trPr>
        <w:tc>
          <w:tcPr>
            <w:tcW w:w="1788" w:type="dxa"/>
          </w:tcPr>
          <w:p w14:paraId="14FBA30A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14AA7640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AKC-4/I .</w:t>
            </w:r>
          </w:p>
        </w:tc>
        <w:tc>
          <w:tcPr>
            <w:tcW w:w="840" w:type="dxa"/>
          </w:tcPr>
          <w:p w14:paraId="6A8730E4" w14:textId="77777777" w:rsidR="00056E1E" w:rsidRPr="00D93338" w:rsidRDefault="00272D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5F6B8B25" w14:textId="77777777" w:rsidR="00056E1E" w:rsidRPr="000F4A24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3BC5EEFF" w14:textId="549B13EA" w:rsidR="00056E1E" w:rsidRPr="000F4A24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i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9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R9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336E7D56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56E1E" w:rsidRPr="00AB6C19" w14:paraId="7F6A728D" w14:textId="77777777" w:rsidTr="0033397D">
        <w:trPr>
          <w:trHeight w:val="213"/>
        </w:trPr>
        <w:tc>
          <w:tcPr>
            <w:tcW w:w="1788" w:type="dxa"/>
          </w:tcPr>
          <w:p w14:paraId="7A5BBE00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2C94F33F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AKC-4/I .</w:t>
            </w:r>
          </w:p>
        </w:tc>
        <w:tc>
          <w:tcPr>
            <w:tcW w:w="840" w:type="dxa"/>
          </w:tcPr>
          <w:p w14:paraId="69448B6E" w14:textId="77777777" w:rsidR="00056E1E" w:rsidRPr="00D93338" w:rsidRDefault="00272D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05A5E91C" w14:textId="77777777" w:rsidR="00056E1E" w:rsidRPr="000F4A24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ZAmountC</w:t>
            </w:r>
            <w:proofErr w:type="spellEnd"/>
          </w:p>
          <w:p w14:paraId="48EC8B19" w14:textId="430B61C7" w:rsidR="00056E1E" w:rsidRPr="000F4A24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i</w:instrText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10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R10</w:t>
            </w: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  <w:r w:rsidR="00056E1E"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ab/>
            </w:r>
          </w:p>
        </w:tc>
        <w:tc>
          <w:tcPr>
            <w:tcW w:w="1197" w:type="dxa"/>
          </w:tcPr>
          <w:p w14:paraId="35A11334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056E1E" w:rsidRPr="00AB6C19" w14:paraId="4CEF1859" w14:textId="77777777" w:rsidTr="0033397D">
        <w:trPr>
          <w:trHeight w:val="213"/>
        </w:trPr>
        <w:tc>
          <w:tcPr>
            <w:tcW w:w="1788" w:type="dxa"/>
          </w:tcPr>
          <w:p w14:paraId="31B9820F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34BF5696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2B6989DE" w14:textId="77777777" w:rsidR="00056E1E" w:rsidRPr="00D93338" w:rsidRDefault="00272D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0ADAC72B" w14:textId="77777777" w:rsidR="00056E1E" w:rsidRPr="000F4A24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061774F9" w14:textId="77777777" w:rsidR="00056E1E" w:rsidRPr="00D93338" w:rsidRDefault="00056E1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2B315145" w14:textId="77777777" w:rsidR="0013767E" w:rsidRPr="00AB6C19" w:rsidRDefault="0013767E" w:rsidP="00F73C8D">
      <w:pPr>
        <w:pStyle w:val="Nagwek3"/>
      </w:pPr>
      <w:bookmarkStart w:id="304" w:name="_Toc181782257"/>
      <w:r w:rsidRPr="00AB6C19">
        <w:t>Reguły AKC4I</w:t>
      </w:r>
      <w:bookmarkEnd w:id="304"/>
    </w:p>
    <w:p w14:paraId="0DB14AF8" w14:textId="6538050F" w:rsidR="003273D5" w:rsidRPr="00AB6C19" w:rsidRDefault="003273D5" w:rsidP="0033397D">
      <w:pPr>
        <w:pStyle w:val="Legenda"/>
      </w:pPr>
      <w:bookmarkStart w:id="305" w:name="_Toc18178238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89</w:t>
      </w:r>
      <w:r w:rsidR="00D437FA">
        <w:rPr>
          <w:noProof/>
        </w:rPr>
        <w:fldChar w:fldCharType="end"/>
      </w:r>
      <w:r w:rsidRPr="00AB6C19">
        <w:t>.Reguły obowiązujące dla deklaracji AKC-4I</w:t>
      </w:r>
      <w:bookmarkEnd w:id="305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13767E" w:rsidRPr="00AB6C19" w14:paraId="387314BA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1E079118" w14:textId="77777777" w:rsidR="0013767E" w:rsidRPr="00AB6C19" w:rsidRDefault="0013767E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23561512" w14:textId="77777777" w:rsidR="0013767E" w:rsidRPr="00AB6C19" w:rsidRDefault="0013767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13767E" w:rsidRPr="00AB6C19" w14:paraId="21C0D3C9" w14:textId="77777777" w:rsidTr="0033397D">
        <w:trPr>
          <w:trHeight w:val="213"/>
        </w:trPr>
        <w:tc>
          <w:tcPr>
            <w:tcW w:w="952" w:type="dxa"/>
          </w:tcPr>
          <w:p w14:paraId="31EEFE76" w14:textId="77777777" w:rsidR="0013767E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06" w:name="Ri1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306"/>
          </w:p>
        </w:tc>
        <w:tc>
          <w:tcPr>
            <w:tcW w:w="8102" w:type="dxa"/>
          </w:tcPr>
          <w:p w14:paraId="38A4B502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13767E" w:rsidRPr="00AB6C19" w14:paraId="75AB53F9" w14:textId="77777777" w:rsidTr="0033397D">
        <w:trPr>
          <w:trHeight w:val="213"/>
        </w:trPr>
        <w:tc>
          <w:tcPr>
            <w:tcW w:w="952" w:type="dxa"/>
          </w:tcPr>
          <w:p w14:paraId="7D89997C" w14:textId="77777777" w:rsidR="0013767E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07" w:name="Ri2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307"/>
          </w:p>
        </w:tc>
        <w:tc>
          <w:tcPr>
            <w:tcW w:w="8102" w:type="dxa"/>
          </w:tcPr>
          <w:p w14:paraId="22D23797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</w:t>
            </w:r>
          </w:p>
        </w:tc>
      </w:tr>
      <w:tr w:rsidR="00945158" w:rsidRPr="00AB6C19" w14:paraId="240A9CD5" w14:textId="77777777" w:rsidTr="0033397D">
        <w:trPr>
          <w:trHeight w:val="213"/>
        </w:trPr>
        <w:tc>
          <w:tcPr>
            <w:tcW w:w="952" w:type="dxa"/>
          </w:tcPr>
          <w:p w14:paraId="48C17988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08" w:name="Ri3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308"/>
          </w:p>
        </w:tc>
        <w:tc>
          <w:tcPr>
            <w:tcW w:w="8102" w:type="dxa"/>
          </w:tcPr>
          <w:p w14:paraId="41603CD5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945158" w:rsidRPr="00AB6C19" w14:paraId="53C4CB9C" w14:textId="77777777" w:rsidTr="0033397D">
        <w:trPr>
          <w:trHeight w:val="213"/>
        </w:trPr>
        <w:tc>
          <w:tcPr>
            <w:tcW w:w="952" w:type="dxa"/>
          </w:tcPr>
          <w:p w14:paraId="462F6EF8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09" w:name="Ri4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309"/>
          </w:p>
        </w:tc>
        <w:tc>
          <w:tcPr>
            <w:tcW w:w="8102" w:type="dxa"/>
          </w:tcPr>
          <w:p w14:paraId="24C106E6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1C326120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945158" w:rsidRPr="00AB6C19" w14:paraId="07EE7B4F" w14:textId="77777777" w:rsidTr="0033397D">
        <w:trPr>
          <w:trHeight w:val="213"/>
        </w:trPr>
        <w:tc>
          <w:tcPr>
            <w:tcW w:w="952" w:type="dxa"/>
          </w:tcPr>
          <w:p w14:paraId="3FC40859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0" w:name="Ri5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310"/>
          </w:p>
        </w:tc>
        <w:tc>
          <w:tcPr>
            <w:tcW w:w="8102" w:type="dxa"/>
          </w:tcPr>
          <w:p w14:paraId="5E810EA7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181C1215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2: Wypełnione może być tylko jedno pole numeru akcyzowego – jeśli wskazany jest obcy skład to nie własny. Błąd typu 3.</w:t>
            </w:r>
          </w:p>
        </w:tc>
      </w:tr>
      <w:tr w:rsidR="00945158" w:rsidRPr="00AB6C19" w14:paraId="57CC749F" w14:textId="77777777" w:rsidTr="0033397D">
        <w:trPr>
          <w:trHeight w:val="213"/>
        </w:trPr>
        <w:tc>
          <w:tcPr>
            <w:tcW w:w="952" w:type="dxa"/>
          </w:tcPr>
          <w:p w14:paraId="62FD4AB5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1" w:name="Ri6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311"/>
          </w:p>
        </w:tc>
        <w:tc>
          <w:tcPr>
            <w:tcW w:w="8102" w:type="dxa"/>
          </w:tcPr>
          <w:p w14:paraId="2A27E6C2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945158" w:rsidRPr="00AB6C19" w14:paraId="6ED617C5" w14:textId="77777777" w:rsidTr="0033397D">
        <w:trPr>
          <w:trHeight w:val="213"/>
        </w:trPr>
        <w:tc>
          <w:tcPr>
            <w:tcW w:w="952" w:type="dxa"/>
          </w:tcPr>
          <w:p w14:paraId="59A2D0ED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2" w:name="Ri7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R7</w:t>
            </w:r>
            <w:bookmarkEnd w:id="312"/>
          </w:p>
        </w:tc>
        <w:tc>
          <w:tcPr>
            <w:tcW w:w="8102" w:type="dxa"/>
          </w:tcPr>
          <w:p w14:paraId="5635F3C8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wybrano deklarację AKC-4zo, to pole musi być wypełnione.</w:t>
            </w:r>
          </w:p>
        </w:tc>
      </w:tr>
      <w:tr w:rsidR="00945158" w:rsidRPr="00AB6C19" w14:paraId="49B92102" w14:textId="77777777" w:rsidTr="0033397D">
        <w:trPr>
          <w:trHeight w:val="213"/>
        </w:trPr>
        <w:tc>
          <w:tcPr>
            <w:tcW w:w="952" w:type="dxa"/>
          </w:tcPr>
          <w:p w14:paraId="265AD1C9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3" w:name="Ri8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R8 </w:t>
            </w:r>
            <w:bookmarkEnd w:id="313"/>
          </w:p>
        </w:tc>
        <w:tc>
          <w:tcPr>
            <w:tcW w:w="8102" w:type="dxa"/>
          </w:tcPr>
          <w:p w14:paraId="052ED12F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701B9E49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6E9448C8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945158" w:rsidRPr="00AB6C19" w14:paraId="5AD64DDB" w14:textId="77777777" w:rsidTr="0033397D">
        <w:trPr>
          <w:trHeight w:val="213"/>
        </w:trPr>
        <w:tc>
          <w:tcPr>
            <w:tcW w:w="952" w:type="dxa"/>
          </w:tcPr>
          <w:p w14:paraId="5E342969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4" w:name="Ri9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314"/>
          </w:p>
        </w:tc>
        <w:tc>
          <w:tcPr>
            <w:tcW w:w="8102" w:type="dxa"/>
          </w:tcPr>
          <w:p w14:paraId="12257943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42A9CA32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6BEA540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2: Czy wprowadzona wartość równa się sumie wartości z pól „Kwota nadwyżki wpłat z poprzedniej deklaracji zaliczona na poczet wpłat dziennych” dla kolejnych dat</w:t>
            </w:r>
          </w:p>
        </w:tc>
      </w:tr>
      <w:tr w:rsidR="00945158" w:rsidRPr="00AB6C19" w14:paraId="0CA51790" w14:textId="77777777" w:rsidTr="0033397D">
        <w:trPr>
          <w:trHeight w:val="213"/>
        </w:trPr>
        <w:tc>
          <w:tcPr>
            <w:tcW w:w="952" w:type="dxa"/>
          </w:tcPr>
          <w:p w14:paraId="6A75C0F1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5" w:name="Ri10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315"/>
          </w:p>
        </w:tc>
        <w:tc>
          <w:tcPr>
            <w:tcW w:w="8102" w:type="dxa"/>
          </w:tcPr>
          <w:p w14:paraId="4277DD74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0B77874E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AKC-4/I: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038E7EDA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945158" w:rsidRPr="00AB6C19" w14:paraId="6875398B" w14:textId="77777777" w:rsidTr="0033397D">
        <w:trPr>
          <w:trHeight w:val="213"/>
        </w:trPr>
        <w:tc>
          <w:tcPr>
            <w:tcW w:w="952" w:type="dxa"/>
          </w:tcPr>
          <w:p w14:paraId="3485A2CA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6" w:name="Ri11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316"/>
          </w:p>
        </w:tc>
        <w:tc>
          <w:tcPr>
            <w:tcW w:w="8102" w:type="dxa"/>
          </w:tcPr>
          <w:p w14:paraId="05C2F10F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22A67F7A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945158" w:rsidRPr="00AB6C19" w14:paraId="25289DB8" w14:textId="77777777" w:rsidTr="0033397D">
        <w:trPr>
          <w:trHeight w:val="213"/>
        </w:trPr>
        <w:tc>
          <w:tcPr>
            <w:tcW w:w="952" w:type="dxa"/>
          </w:tcPr>
          <w:p w14:paraId="742D7B9C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7" w:name="Ri12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317"/>
          </w:p>
        </w:tc>
        <w:tc>
          <w:tcPr>
            <w:tcW w:w="8102" w:type="dxa"/>
          </w:tcPr>
          <w:p w14:paraId="0FEC0204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6C160E1F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945158" w:rsidRPr="00AB6C19" w14:paraId="38B75035" w14:textId="77777777" w:rsidTr="0033397D">
        <w:trPr>
          <w:trHeight w:val="213"/>
        </w:trPr>
        <w:tc>
          <w:tcPr>
            <w:tcW w:w="952" w:type="dxa"/>
          </w:tcPr>
          <w:p w14:paraId="22376966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8" w:name="Ri13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318"/>
          </w:p>
        </w:tc>
        <w:tc>
          <w:tcPr>
            <w:tcW w:w="8102" w:type="dxa"/>
          </w:tcPr>
          <w:p w14:paraId="42D32175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:rsidRPr="00AB6C19" w14:paraId="4F8F8F6F" w14:textId="77777777" w:rsidTr="0033397D">
        <w:trPr>
          <w:trHeight w:val="213"/>
        </w:trPr>
        <w:tc>
          <w:tcPr>
            <w:tcW w:w="952" w:type="dxa"/>
          </w:tcPr>
          <w:p w14:paraId="6B8CDEC3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19" w:name="Ri14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319"/>
          </w:p>
        </w:tc>
        <w:tc>
          <w:tcPr>
            <w:tcW w:w="8102" w:type="dxa"/>
          </w:tcPr>
          <w:p w14:paraId="164AD30E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:rsidRPr="00AB6C19" w14:paraId="40D788D8" w14:textId="77777777" w:rsidTr="0033397D">
        <w:trPr>
          <w:trHeight w:val="213"/>
        </w:trPr>
        <w:tc>
          <w:tcPr>
            <w:tcW w:w="952" w:type="dxa"/>
          </w:tcPr>
          <w:p w14:paraId="517E7CE0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0" w:name="Ri15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320"/>
          </w:p>
        </w:tc>
        <w:tc>
          <w:tcPr>
            <w:tcW w:w="8102" w:type="dxa"/>
          </w:tcPr>
          <w:p w14:paraId="7C897842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945158" w:rsidRPr="00AB6C19" w14:paraId="22B18AC5" w14:textId="77777777" w:rsidTr="0033397D">
        <w:trPr>
          <w:trHeight w:val="213"/>
        </w:trPr>
        <w:tc>
          <w:tcPr>
            <w:tcW w:w="952" w:type="dxa"/>
          </w:tcPr>
          <w:p w14:paraId="27A98C87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1" w:name="Ri16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R16</w:t>
            </w:r>
            <w:bookmarkEnd w:id="321"/>
          </w:p>
        </w:tc>
        <w:tc>
          <w:tcPr>
            <w:tcW w:w="8102" w:type="dxa"/>
          </w:tcPr>
          <w:p w14:paraId="2E80EA84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wprowadzona wartość powinna być równa wyliczonej zgodnie ze wzorem: wartość w jednym z pól: „Ilość wyrobów w tysiącach litrów”, „Ilość wyrobów, w tysiącach kilogramów” lub „Wartość opałowa w GJ” pomnożona przez wartość w polu „Stawka podatku”. </w:t>
            </w:r>
          </w:p>
        </w:tc>
      </w:tr>
      <w:tr w:rsidR="00945158" w:rsidRPr="00AB6C19" w14:paraId="025C62D8" w14:textId="77777777" w:rsidTr="0033397D">
        <w:trPr>
          <w:trHeight w:val="213"/>
        </w:trPr>
        <w:tc>
          <w:tcPr>
            <w:tcW w:w="952" w:type="dxa"/>
          </w:tcPr>
          <w:p w14:paraId="10255F9E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2" w:name="Ri17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322"/>
          </w:p>
        </w:tc>
        <w:tc>
          <w:tcPr>
            <w:tcW w:w="8102" w:type="dxa"/>
          </w:tcPr>
          <w:p w14:paraId="04D1DEC8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(I) (za okres) jest równa wprowadzonej w polu wartości.</w:t>
            </w:r>
          </w:p>
        </w:tc>
      </w:tr>
      <w:tr w:rsidR="00945158" w:rsidRPr="00AB6C19" w14:paraId="2BA55A7C" w14:textId="77777777" w:rsidTr="0033397D">
        <w:trPr>
          <w:trHeight w:val="213"/>
        </w:trPr>
        <w:tc>
          <w:tcPr>
            <w:tcW w:w="952" w:type="dxa"/>
          </w:tcPr>
          <w:p w14:paraId="2D48B72F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3" w:name="Ri18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323"/>
          </w:p>
        </w:tc>
        <w:tc>
          <w:tcPr>
            <w:tcW w:w="8102" w:type="dxa"/>
          </w:tcPr>
          <w:p w14:paraId="59A86130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:rsidRPr="00AB6C19" w14:paraId="61655BD4" w14:textId="77777777" w:rsidTr="0033397D">
        <w:trPr>
          <w:trHeight w:val="213"/>
        </w:trPr>
        <w:tc>
          <w:tcPr>
            <w:tcW w:w="952" w:type="dxa"/>
          </w:tcPr>
          <w:p w14:paraId="018D1E0B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4" w:name="Ri19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bookmarkEnd w:id="324"/>
          </w:p>
        </w:tc>
        <w:tc>
          <w:tcPr>
            <w:tcW w:w="8102" w:type="dxa"/>
          </w:tcPr>
          <w:p w14:paraId="1DC63B0E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58D43E42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945158" w:rsidRPr="00AB6C19" w14:paraId="354D0AB9" w14:textId="77777777" w:rsidTr="0033397D">
        <w:trPr>
          <w:trHeight w:val="213"/>
        </w:trPr>
        <w:tc>
          <w:tcPr>
            <w:tcW w:w="952" w:type="dxa"/>
          </w:tcPr>
          <w:p w14:paraId="0880C11D" w14:textId="77777777" w:rsidR="00945158" w:rsidRPr="00D93338" w:rsidRDefault="0094515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25" w:name="Ri20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325"/>
          </w:p>
        </w:tc>
        <w:tc>
          <w:tcPr>
            <w:tcW w:w="8102" w:type="dxa"/>
          </w:tcPr>
          <w:p w14:paraId="4E7D3AFE" w14:textId="77777777" w:rsidR="00945158" w:rsidRPr="00D93338" w:rsidRDefault="00945158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pola („ubytek” lub „</w:t>
            </w:r>
            <w:proofErr w:type="spellStart"/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calkowite</w:t>
            </w:r>
            <w:proofErr w:type="spellEnd"/>
            <w:r w:rsidRPr="00D93338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:rsidRPr="00AB6C19" w14:paraId="30ACE7B5" w14:textId="77777777" w:rsidTr="0033397D">
        <w:trPr>
          <w:trHeight w:val="213"/>
        </w:trPr>
        <w:tc>
          <w:tcPr>
            <w:tcW w:w="952" w:type="dxa"/>
          </w:tcPr>
          <w:p w14:paraId="67A13CFD" w14:textId="77777777" w:rsidR="00124A08" w:rsidRPr="00D93338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</w:p>
        </w:tc>
        <w:tc>
          <w:tcPr>
            <w:tcW w:w="8102" w:type="dxa"/>
          </w:tcPr>
          <w:p w14:paraId="2FAD9153" w14:textId="77777777" w:rsidR="00124A08" w:rsidRPr="00D93338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1D619E9C" w14:textId="77777777" w:rsidR="0013767E" w:rsidRPr="00AB6C19" w:rsidRDefault="0013767E" w:rsidP="00F73C8D">
      <w:pPr>
        <w:pStyle w:val="Nagwek2"/>
      </w:pPr>
      <w:bookmarkStart w:id="326" w:name="_Toc181782258"/>
      <w:r w:rsidRPr="00AB6C19">
        <w:t>Załącznik AKC-4/J do deklaracji AKC4</w:t>
      </w:r>
      <w:bookmarkEnd w:id="326"/>
    </w:p>
    <w:p w14:paraId="450E9546" w14:textId="77777777" w:rsidR="0013767E" w:rsidRPr="00AB6C19" w:rsidRDefault="00CC1B30" w:rsidP="00F73C8D">
      <w:pPr>
        <w:pStyle w:val="Nagwek3"/>
      </w:pPr>
      <w:bookmarkStart w:id="327" w:name="_Toc181782259"/>
      <w:r w:rsidRPr="00AB6C19">
        <w:t xml:space="preserve">Komunikat </w:t>
      </w:r>
      <w:r w:rsidR="0013767E" w:rsidRPr="00AB6C19">
        <w:t>AKC4J</w:t>
      </w:r>
      <w:bookmarkEnd w:id="327"/>
    </w:p>
    <w:p w14:paraId="5B8166A9" w14:textId="77777777" w:rsidR="0013767E" w:rsidRPr="00AB6C19" w:rsidRDefault="00F27308" w:rsidP="00F73C8D">
      <w:pPr>
        <w:rPr>
          <w:lang w:eastAsia="pl-PL"/>
        </w:rPr>
      </w:pPr>
      <w:r w:rsidRPr="00AB6C19">
        <w:rPr>
          <w:lang w:eastAsia="pl-PL"/>
        </w:rPr>
        <w:t>PODATEK AKCYZOWY OD GAZU DO NAPĘDU SILNIKÓW SPALINOWYCH</w:t>
      </w:r>
    </w:p>
    <w:p w14:paraId="0E4C3F22" w14:textId="77777777" w:rsidR="0013767E" w:rsidRPr="00AB6C19" w:rsidRDefault="0013767E" w:rsidP="00F73C8D">
      <w:pPr>
        <w:pStyle w:val="Nagwek3"/>
      </w:pPr>
      <w:bookmarkStart w:id="328" w:name="_Toc181782260"/>
      <w:r w:rsidRPr="00AB6C19">
        <w:t>Specyfikacja AKC4J</w:t>
      </w:r>
      <w:bookmarkEnd w:id="328"/>
    </w:p>
    <w:p w14:paraId="1E1EB7BF" w14:textId="41973546" w:rsidR="0013767E" w:rsidRPr="00AB6C19" w:rsidRDefault="0013767E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7A281C03" w14:textId="7F50E0F6" w:rsidR="00DC55D4" w:rsidRPr="00AB6C19" w:rsidRDefault="00DC55D4" w:rsidP="0033397D">
      <w:pPr>
        <w:pStyle w:val="Legenda"/>
      </w:pPr>
      <w:bookmarkStart w:id="329" w:name="_Toc18178238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90</w:t>
      </w:r>
      <w:r w:rsidR="00D437FA">
        <w:rPr>
          <w:noProof/>
        </w:rPr>
        <w:fldChar w:fldCharType="end"/>
      </w:r>
      <w:r w:rsidRPr="00AB6C19">
        <w:t xml:space="preserve">.Dane </w:t>
      </w:r>
      <w:r w:rsidRPr="0033397D">
        <w:t>ogólne</w:t>
      </w:r>
      <w:r w:rsidRPr="00AB6C19">
        <w:t xml:space="preserve"> w ramach struktury deklaracji AKC-4J</w:t>
      </w:r>
      <w:bookmarkEnd w:id="329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:rsidRPr="00AB6C19" w14:paraId="7E440CBC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7CB7916" w14:textId="77777777" w:rsidR="0013767E" w:rsidRPr="00AB6C19" w:rsidRDefault="0013767E" w:rsidP="00F73C8D">
            <w:r w:rsidRPr="00AB6C19">
              <w:t>Opis</w:t>
            </w:r>
          </w:p>
        </w:tc>
        <w:tc>
          <w:tcPr>
            <w:tcW w:w="6584" w:type="dxa"/>
          </w:tcPr>
          <w:p w14:paraId="73F0F716" w14:textId="77777777" w:rsidR="0013767E" w:rsidRPr="00AB6C19" w:rsidRDefault="0013767E" w:rsidP="00F73C8D">
            <w:r w:rsidRPr="00AB6C19">
              <w:t xml:space="preserve">Struktura załącznika do deklaracji AKC4 </w:t>
            </w:r>
          </w:p>
        </w:tc>
      </w:tr>
      <w:tr w:rsidR="0013767E" w:rsidRPr="00AB6C19" w14:paraId="1BAEE858" w14:textId="77777777" w:rsidTr="0033397D">
        <w:tc>
          <w:tcPr>
            <w:tcW w:w="2738" w:type="dxa"/>
          </w:tcPr>
          <w:p w14:paraId="13A99158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6B3998FC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3E5101D6" w14:textId="77777777" w:rsidTr="0033397D">
        <w:tc>
          <w:tcPr>
            <w:tcW w:w="2738" w:type="dxa"/>
          </w:tcPr>
          <w:p w14:paraId="201447EB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4517D4F1" w14:textId="77777777" w:rsidR="0013767E" w:rsidRPr="00D93338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13767E" w:rsidRPr="00AB6C19" w14:paraId="513735FE" w14:textId="77777777" w:rsidTr="0033397D">
        <w:tc>
          <w:tcPr>
            <w:tcW w:w="2738" w:type="dxa"/>
          </w:tcPr>
          <w:p w14:paraId="44C031E1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1C4654FD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31E9624C" w14:textId="77777777" w:rsidTr="0033397D">
        <w:tc>
          <w:tcPr>
            <w:tcW w:w="2738" w:type="dxa"/>
          </w:tcPr>
          <w:p w14:paraId="4E1F2112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1B449A8A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590F2563" w14:textId="77777777" w:rsidTr="0033397D">
        <w:tc>
          <w:tcPr>
            <w:tcW w:w="2738" w:type="dxa"/>
          </w:tcPr>
          <w:p w14:paraId="616CBFFE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240E70EE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1B7A10C2" w14:textId="77777777" w:rsidTr="0033397D">
        <w:tc>
          <w:tcPr>
            <w:tcW w:w="2738" w:type="dxa"/>
          </w:tcPr>
          <w:p w14:paraId="351A3962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4A182617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13AD5508" w14:textId="77777777" w:rsidTr="0033397D">
        <w:tc>
          <w:tcPr>
            <w:tcW w:w="2738" w:type="dxa"/>
          </w:tcPr>
          <w:p w14:paraId="34E19222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4CAFE9E8" w14:textId="77777777" w:rsidR="0013767E" w:rsidRPr="00D93338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http://www.e-clo.pl/ZEFIR2/eZefir2/xsd/v3_0/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Types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  <w:tr w:rsidR="0013767E" w:rsidRPr="00AB6C19" w14:paraId="6FCBA3AA" w14:textId="77777777" w:rsidTr="0033397D">
        <w:tc>
          <w:tcPr>
            <w:tcW w:w="2738" w:type="dxa"/>
          </w:tcPr>
          <w:p w14:paraId="7BA3CF05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5649FF15" w14:textId="77777777" w:rsidR="0013767E" w:rsidRPr="00D93338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akc_4j.xsd</w:t>
            </w:r>
          </w:p>
        </w:tc>
      </w:tr>
    </w:tbl>
    <w:p w14:paraId="2B4EB6E6" w14:textId="0D443AAC" w:rsidR="00DC55D4" w:rsidRDefault="00DC55D4" w:rsidP="00D93338">
      <w:pPr>
        <w:pStyle w:val="Nagwek3"/>
      </w:pPr>
      <w:bookmarkStart w:id="330" w:name="_Toc181782261"/>
      <w:r w:rsidRPr="00AB6C19">
        <w:t>Struktura danych deklaracji AKC-4J</w:t>
      </w:r>
      <w:bookmarkEnd w:id="330"/>
    </w:p>
    <w:p w14:paraId="3633AA17" w14:textId="1639DABD" w:rsidR="00D93338" w:rsidRPr="00D93338" w:rsidRDefault="00D93338" w:rsidP="005B4EE1">
      <w:pPr>
        <w:pStyle w:val="Akapitzlist"/>
        <w:numPr>
          <w:ilvl w:val="0"/>
          <w:numId w:val="21"/>
        </w:numPr>
        <w:rPr>
          <w:lang w:val="en-GB"/>
        </w:rPr>
      </w:pPr>
      <w:r w:rsidRPr="00D93338">
        <w:rPr>
          <w:lang w:val="en-GB"/>
        </w:rPr>
        <w:t>AKC4JType</w:t>
      </w:r>
    </w:p>
    <w:p w14:paraId="7710FD08" w14:textId="2F1CE3D9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lastRenderedPageBreak/>
        <w:t>HeaderType</w:t>
      </w:r>
      <w:proofErr w:type="spellEnd"/>
    </w:p>
    <w:p w14:paraId="61C82373" w14:textId="70F0CEFF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WarehouseType</w:t>
      </w:r>
      <w:proofErr w:type="spellEnd"/>
    </w:p>
    <w:p w14:paraId="5604E33E" w14:textId="7F249F46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DailyPaymentInformationType</w:t>
      </w:r>
      <w:proofErr w:type="spellEnd"/>
    </w:p>
    <w:p w14:paraId="148EB404" w14:textId="276C8C85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ZDailyAmount</w:t>
      </w:r>
      <w:proofErr w:type="spellEnd"/>
    </w:p>
    <w:p w14:paraId="419CC5E9" w14:textId="49828001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ExciseDutyInformationType</w:t>
      </w:r>
      <w:proofErr w:type="spellEnd"/>
    </w:p>
    <w:p w14:paraId="366147EC" w14:textId="72AE4E27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ItemsType</w:t>
      </w:r>
      <w:proofErr w:type="spellEnd"/>
    </w:p>
    <w:p w14:paraId="4D10FF20" w14:textId="4002D0CE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7C30F3">
        <w:rPr>
          <w:rFonts w:ascii="Consolas" w:hAnsi="Consolas"/>
          <w:lang w:val="en-GB"/>
        </w:rPr>
        <w:t>ItemType</w:t>
      </w:r>
    </w:p>
    <w:p w14:paraId="20185907" w14:textId="7E01A55F" w:rsidR="00D93338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ZCalculOfAmountOfExciseDuty</w:t>
      </w:r>
      <w:proofErr w:type="spellEnd"/>
    </w:p>
    <w:p w14:paraId="50DD93A5" w14:textId="6484379F" w:rsidR="0033397D" w:rsidRPr="007C30F3" w:rsidRDefault="00D93338" w:rsidP="007C30F3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7C30F3">
        <w:rPr>
          <w:rFonts w:ascii="Consolas" w:hAnsi="Consolas"/>
          <w:lang w:val="en-GB"/>
        </w:rPr>
        <w:t>CleareanceExciseDutyType</w:t>
      </w:r>
      <w:proofErr w:type="spellEnd"/>
    </w:p>
    <w:p w14:paraId="722F0F27" w14:textId="3684C8FA" w:rsidR="00DC55D4" w:rsidRPr="00EC625A" w:rsidRDefault="00DC55D4" w:rsidP="0033397D">
      <w:pPr>
        <w:pStyle w:val="Legenda"/>
      </w:pPr>
      <w:bookmarkStart w:id="331" w:name="_Toc181782388"/>
      <w:r w:rsidRPr="00EC625A">
        <w:t xml:space="preserve">Tabela </w:t>
      </w:r>
      <w:r w:rsidRPr="00AB6C19">
        <w:fldChar w:fldCharType="begin"/>
      </w:r>
      <w:r w:rsidRPr="00EC625A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91</w:t>
      </w:r>
      <w:r w:rsidRPr="00AB6C19">
        <w:fldChar w:fldCharType="end"/>
      </w:r>
      <w:r w:rsidRPr="00EC625A">
        <w:t xml:space="preserve">.Elementy konfiguracji AKC-4J </w:t>
      </w:r>
      <w:proofErr w:type="spellStart"/>
      <w:r w:rsidRPr="00EA1567">
        <w:t>Type</w:t>
      </w:r>
      <w:bookmarkEnd w:id="331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7"/>
        <w:gridCol w:w="3118"/>
        <w:gridCol w:w="821"/>
        <w:gridCol w:w="2028"/>
        <w:gridCol w:w="1390"/>
      </w:tblGrid>
      <w:tr w:rsidR="007A5C25" w:rsidRPr="00AB6C19" w14:paraId="6B42B393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7" w:type="dxa"/>
          </w:tcPr>
          <w:p w14:paraId="663D5AAF" w14:textId="77777777" w:rsidR="007A5C25" w:rsidRPr="00AB6C19" w:rsidRDefault="007A5C25" w:rsidP="00F73C8D">
            <w:r w:rsidRPr="00AB6C19">
              <w:t xml:space="preserve">Nazwa </w:t>
            </w:r>
          </w:p>
        </w:tc>
        <w:tc>
          <w:tcPr>
            <w:tcW w:w="3118" w:type="dxa"/>
          </w:tcPr>
          <w:p w14:paraId="5ACCD24D" w14:textId="77777777" w:rsidR="007A5C25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1" w:type="dxa"/>
          </w:tcPr>
          <w:p w14:paraId="7EACAEEF" w14:textId="77777777" w:rsidR="007A5C25" w:rsidRPr="00AB6C19" w:rsidRDefault="007A5C2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41BFF44B" w14:textId="77777777" w:rsidR="007A5C25" w:rsidRPr="00AB6C19" w:rsidRDefault="007A5C25" w:rsidP="00F73C8D">
            <w:r w:rsidRPr="00AB6C19">
              <w:t>Typ</w:t>
            </w:r>
          </w:p>
        </w:tc>
        <w:tc>
          <w:tcPr>
            <w:tcW w:w="1390" w:type="dxa"/>
          </w:tcPr>
          <w:p w14:paraId="7C0BC99E" w14:textId="77777777" w:rsidR="007A5C25" w:rsidRPr="00AB6C19" w:rsidRDefault="007A5C25" w:rsidP="00F73C8D">
            <w:r w:rsidRPr="00AB6C19">
              <w:t>Liczebność</w:t>
            </w:r>
          </w:p>
        </w:tc>
      </w:tr>
      <w:tr w:rsidR="007A5C25" w:rsidRPr="00AB6C19" w14:paraId="227082DE" w14:textId="77777777" w:rsidTr="0033397D">
        <w:trPr>
          <w:trHeight w:val="213"/>
        </w:trPr>
        <w:tc>
          <w:tcPr>
            <w:tcW w:w="1697" w:type="dxa"/>
          </w:tcPr>
          <w:p w14:paraId="78EFEDEF" w14:textId="77777777" w:rsidR="007A5C25" w:rsidRPr="00AB6C19" w:rsidRDefault="007A5C2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18" w:type="dxa"/>
          </w:tcPr>
          <w:p w14:paraId="2787DA71" w14:textId="77777777" w:rsidR="007A5C25" w:rsidRPr="00D93338" w:rsidRDefault="007A5C2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21" w:type="dxa"/>
          </w:tcPr>
          <w:p w14:paraId="21D3FB31" w14:textId="77777777" w:rsidR="007A5C25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5C584DFB" w14:textId="6E707119" w:rsidR="007A5C25" w:rsidRPr="00D93338" w:rsidRDefault="00D933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0F4A24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42B48574" w14:textId="77777777" w:rsidR="007A5C25" w:rsidRPr="00D93338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6F14117" w14:textId="0AE668B2" w:rsidR="00DC55D4" w:rsidRPr="00AB6C19" w:rsidRDefault="00DC55D4" w:rsidP="0033397D">
      <w:pPr>
        <w:pStyle w:val="Legenda"/>
      </w:pPr>
      <w:bookmarkStart w:id="332" w:name="_Toc18178238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92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HeaderType</w:t>
      </w:r>
      <w:bookmarkEnd w:id="33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AB6C19" w14:paraId="17E85F0F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CFED1CE" w14:textId="77777777" w:rsidR="00E042E4" w:rsidRPr="00AB6C19" w:rsidRDefault="00E042E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46C38502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5D267E8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3E90261" w14:textId="77777777" w:rsidR="00E042E4" w:rsidRPr="00AB6C19" w:rsidRDefault="00E042E4" w:rsidP="00F73C8D">
            <w:r w:rsidRPr="00AB6C19">
              <w:t>Typ</w:t>
            </w:r>
          </w:p>
        </w:tc>
        <w:tc>
          <w:tcPr>
            <w:tcW w:w="1197" w:type="dxa"/>
          </w:tcPr>
          <w:p w14:paraId="1D0D0793" w14:textId="77777777" w:rsidR="00E042E4" w:rsidRPr="00AB6C19" w:rsidRDefault="00E042E4" w:rsidP="00F73C8D">
            <w:r w:rsidRPr="00AB6C19">
              <w:t>Liczebność</w:t>
            </w:r>
          </w:p>
        </w:tc>
      </w:tr>
      <w:tr w:rsidR="00E042E4" w:rsidRPr="00AB6C19" w14:paraId="7BA14E06" w14:textId="77777777" w:rsidTr="0033397D">
        <w:trPr>
          <w:trHeight w:val="213"/>
        </w:trPr>
        <w:tc>
          <w:tcPr>
            <w:tcW w:w="1788" w:type="dxa"/>
          </w:tcPr>
          <w:p w14:paraId="48936EF5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0" w:type="dxa"/>
          </w:tcPr>
          <w:p w14:paraId="5B1482CC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40" w:type="dxa"/>
          </w:tcPr>
          <w:p w14:paraId="3CEAA520" w14:textId="77777777" w:rsidR="00E042E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10CD8E60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38DBB2DF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  <w:p w14:paraId="5F69DF1D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E042E4" w:rsidRPr="00AB6C19" w14:paraId="705B5809" w14:textId="77777777" w:rsidTr="0033397D">
        <w:trPr>
          <w:trHeight w:val="213"/>
        </w:trPr>
        <w:tc>
          <w:tcPr>
            <w:tcW w:w="1788" w:type="dxa"/>
          </w:tcPr>
          <w:p w14:paraId="763B2AFF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0" w:type="dxa"/>
          </w:tcPr>
          <w:p w14:paraId="56ED6B5A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40" w:type="dxa"/>
          </w:tcPr>
          <w:p w14:paraId="6D3C3921" w14:textId="77777777" w:rsidR="00E042E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3A68943C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590B9557" w14:textId="2E0554E5" w:rsidR="00E042E4" w:rsidRPr="00D93338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B004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5B004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,R20</w:t>
            </w:r>
          </w:p>
        </w:tc>
        <w:tc>
          <w:tcPr>
            <w:tcW w:w="1197" w:type="dxa"/>
          </w:tcPr>
          <w:p w14:paraId="2C6D18C0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042E4" w:rsidRPr="00AB6C19" w14:paraId="04F4DAB4" w14:textId="77777777" w:rsidTr="0033397D">
        <w:trPr>
          <w:trHeight w:val="213"/>
        </w:trPr>
        <w:tc>
          <w:tcPr>
            <w:tcW w:w="1788" w:type="dxa"/>
          </w:tcPr>
          <w:p w14:paraId="7B4D4CC0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0" w:type="dxa"/>
          </w:tcPr>
          <w:p w14:paraId="5F8648C6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40" w:type="dxa"/>
          </w:tcPr>
          <w:p w14:paraId="3DA2CAD7" w14:textId="77777777" w:rsidR="00E042E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95" w:type="dxa"/>
          </w:tcPr>
          <w:p w14:paraId="294C7E10" w14:textId="77777777" w:rsidR="00E042E4" w:rsidRPr="00AB6C19" w:rsidRDefault="0085028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ZFormNo</w:t>
            </w:r>
            <w:proofErr w:type="spellEnd"/>
          </w:p>
          <w:p w14:paraId="768CEB20" w14:textId="32D63E34" w:rsidR="00E042E4" w:rsidRPr="00D93338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B004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5B004D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7251720" w14:textId="77777777" w:rsidR="00E042E4" w:rsidRPr="00D93338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047B4" w:rsidRPr="00AB6C19" w14:paraId="79197604" w14:textId="77777777" w:rsidTr="0033397D">
        <w:trPr>
          <w:trHeight w:val="213"/>
        </w:trPr>
        <w:tc>
          <w:tcPr>
            <w:tcW w:w="1788" w:type="dxa"/>
          </w:tcPr>
          <w:p w14:paraId="4076E815" w14:textId="77777777" w:rsidR="008047B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0" w:type="dxa"/>
          </w:tcPr>
          <w:p w14:paraId="2CB24C6A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40" w:type="dxa"/>
          </w:tcPr>
          <w:p w14:paraId="4F2A4FBB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25418EE1" w14:textId="0FA5F78E" w:rsidR="008047B4" w:rsidRPr="00EB00B0" w:rsidRDefault="00D933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5F130E53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8047B4" w:rsidRPr="00AB6C19" w14:paraId="3E167576" w14:textId="77777777" w:rsidTr="0033397D">
        <w:trPr>
          <w:trHeight w:val="213"/>
        </w:trPr>
        <w:tc>
          <w:tcPr>
            <w:tcW w:w="1788" w:type="dxa"/>
          </w:tcPr>
          <w:p w14:paraId="60D17EEC" w14:textId="77777777" w:rsidR="008047B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0" w:type="dxa"/>
          </w:tcPr>
          <w:p w14:paraId="5FFF0D28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40" w:type="dxa"/>
          </w:tcPr>
          <w:p w14:paraId="56A8A72C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95" w:type="dxa"/>
          </w:tcPr>
          <w:p w14:paraId="1F22358D" w14:textId="65A8ACB5" w:rsidR="008047B4" w:rsidRPr="00EB00B0" w:rsidRDefault="00D933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7E6D31A5" w14:textId="77777777" w:rsidR="008047B4" w:rsidRPr="00EB00B0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8047B4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8047B4" w:rsidRPr="00AB6C19" w14:paraId="3AE0B37B" w14:textId="77777777" w:rsidTr="0033397D">
        <w:trPr>
          <w:trHeight w:val="213"/>
        </w:trPr>
        <w:tc>
          <w:tcPr>
            <w:tcW w:w="1788" w:type="dxa"/>
          </w:tcPr>
          <w:p w14:paraId="7EA506B5" w14:textId="77777777" w:rsidR="008047B4" w:rsidRPr="00D93338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0" w:type="dxa"/>
          </w:tcPr>
          <w:p w14:paraId="1BFF3B9A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40" w:type="dxa"/>
          </w:tcPr>
          <w:p w14:paraId="299E4183" w14:textId="77777777" w:rsidR="008047B4" w:rsidRPr="00EB00B0" w:rsidRDefault="008047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48843B7D" w14:textId="6F10E870" w:rsidR="005B004D" w:rsidRPr="00EB00B0" w:rsidRDefault="00D933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D9333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DailyPaymentInformationType</w:t>
            </w:r>
            <w:proofErr w:type="spellEnd"/>
            <w: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5B004D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5B004D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="00107B7C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3EB09B9" w14:textId="77777777" w:rsidR="008047B4" w:rsidRPr="00EB00B0" w:rsidRDefault="004101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8047B4"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416B70A7" w14:textId="4F0EF9D0" w:rsidR="00DC55D4" w:rsidRPr="00AB6C19" w:rsidRDefault="00DC55D4" w:rsidP="0033397D">
      <w:pPr>
        <w:pStyle w:val="Legenda"/>
      </w:pPr>
      <w:bookmarkStart w:id="333" w:name="_Toc18178239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93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WarehouseType</w:t>
      </w:r>
      <w:bookmarkEnd w:id="333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70"/>
        <w:gridCol w:w="3254"/>
        <w:gridCol w:w="826"/>
        <w:gridCol w:w="1985"/>
        <w:gridCol w:w="1390"/>
      </w:tblGrid>
      <w:tr w:rsidR="00E042E4" w:rsidRPr="00AB6C19" w14:paraId="175601E8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0" w:type="dxa"/>
          </w:tcPr>
          <w:p w14:paraId="2DB6F86D" w14:textId="77777777" w:rsidR="00E042E4" w:rsidRPr="00AB6C19" w:rsidRDefault="00E042E4" w:rsidP="00F73C8D">
            <w:r w:rsidRPr="00AB6C19">
              <w:t xml:space="preserve">Nazwa </w:t>
            </w:r>
          </w:p>
        </w:tc>
        <w:tc>
          <w:tcPr>
            <w:tcW w:w="3254" w:type="dxa"/>
          </w:tcPr>
          <w:p w14:paraId="5F653DD8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26" w:type="dxa"/>
          </w:tcPr>
          <w:p w14:paraId="4A0275EA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5" w:type="dxa"/>
          </w:tcPr>
          <w:p w14:paraId="5B7261CE" w14:textId="77777777" w:rsidR="00E042E4" w:rsidRPr="00AB6C19" w:rsidRDefault="00E042E4" w:rsidP="00F73C8D">
            <w:r w:rsidRPr="00AB6C19">
              <w:t>Typ, reguły</w:t>
            </w:r>
          </w:p>
        </w:tc>
        <w:tc>
          <w:tcPr>
            <w:tcW w:w="1390" w:type="dxa"/>
          </w:tcPr>
          <w:p w14:paraId="4E1F06D5" w14:textId="77777777" w:rsidR="00E042E4" w:rsidRPr="00AB6C19" w:rsidRDefault="00E042E4" w:rsidP="00F73C8D">
            <w:r w:rsidRPr="00AB6C19">
              <w:t>Liczebność</w:t>
            </w:r>
          </w:p>
        </w:tc>
      </w:tr>
      <w:tr w:rsidR="00600063" w:rsidRPr="00AB6C19" w14:paraId="560BCDED" w14:textId="77777777" w:rsidTr="0033397D">
        <w:trPr>
          <w:trHeight w:val="213"/>
        </w:trPr>
        <w:tc>
          <w:tcPr>
            <w:tcW w:w="1770" w:type="dxa"/>
          </w:tcPr>
          <w:p w14:paraId="5993E3AB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54" w:type="dxa"/>
          </w:tcPr>
          <w:p w14:paraId="1991EE6A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26" w:type="dxa"/>
          </w:tcPr>
          <w:p w14:paraId="0E742371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5" w:type="dxa"/>
          </w:tcPr>
          <w:p w14:paraId="18804BBE" w14:textId="77777777" w:rsidR="00600063" w:rsidRPr="00AB6C19" w:rsidRDefault="0068256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0006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0CE67984" w14:textId="433CEF3F" w:rsidR="00600063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00D066FE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600063" w:rsidRPr="00AB6C19" w14:paraId="6DE795A7" w14:textId="77777777" w:rsidTr="0033397D">
        <w:trPr>
          <w:trHeight w:val="213"/>
        </w:trPr>
        <w:tc>
          <w:tcPr>
            <w:tcW w:w="1770" w:type="dxa"/>
          </w:tcPr>
          <w:p w14:paraId="1DE7EB05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userNo</w:t>
            </w:r>
            <w:proofErr w:type="spellEnd"/>
          </w:p>
        </w:tc>
        <w:tc>
          <w:tcPr>
            <w:tcW w:w="3254" w:type="dxa"/>
          </w:tcPr>
          <w:p w14:paraId="652FEFA9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26" w:type="dxa"/>
          </w:tcPr>
          <w:p w14:paraId="7B0A2638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5" w:type="dxa"/>
          </w:tcPr>
          <w:p w14:paraId="4F692DE6" w14:textId="77777777" w:rsidR="00600063" w:rsidRPr="00AB6C19" w:rsidRDefault="0068256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0006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1112BEA1" w14:textId="25A1ED28" w:rsidR="00600063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1727D373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600063" w:rsidRPr="00AB6C19" w14:paraId="171CAE2B" w14:textId="77777777" w:rsidTr="0033397D">
        <w:trPr>
          <w:trHeight w:val="213"/>
        </w:trPr>
        <w:tc>
          <w:tcPr>
            <w:tcW w:w="1770" w:type="dxa"/>
          </w:tcPr>
          <w:p w14:paraId="68650E51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54" w:type="dxa"/>
          </w:tcPr>
          <w:p w14:paraId="07E333F0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26" w:type="dxa"/>
          </w:tcPr>
          <w:p w14:paraId="324C30FD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5" w:type="dxa"/>
          </w:tcPr>
          <w:p w14:paraId="30003998" w14:textId="77777777" w:rsidR="00600063" w:rsidRPr="00AB6C19" w:rsidRDefault="0068256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60006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  <w:p w14:paraId="13AE5456" w14:textId="2B3627F8" w:rsidR="00600063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21E63219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600063" w:rsidRPr="00AB6C19" w14:paraId="2CC93358" w14:textId="77777777" w:rsidTr="0033397D">
        <w:trPr>
          <w:trHeight w:val="213"/>
        </w:trPr>
        <w:tc>
          <w:tcPr>
            <w:tcW w:w="1770" w:type="dxa"/>
          </w:tcPr>
          <w:p w14:paraId="42526D3B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54" w:type="dxa"/>
          </w:tcPr>
          <w:p w14:paraId="6F354074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26" w:type="dxa"/>
          </w:tcPr>
          <w:p w14:paraId="68F6A20B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5" w:type="dxa"/>
          </w:tcPr>
          <w:p w14:paraId="58B35C3B" w14:textId="77777777" w:rsidR="00600063" w:rsidRPr="00AB6C19" w:rsidRDefault="0068256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00063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73E63446" w14:textId="77501958" w:rsidR="00600063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60006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61705066" w14:textId="77777777" w:rsidR="00600063" w:rsidRPr="005B4EE1" w:rsidRDefault="0060006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0B3EAE" w:rsidRPr="00AB6C19" w14:paraId="54489189" w14:textId="77777777" w:rsidTr="0033397D">
        <w:trPr>
          <w:trHeight w:val="213"/>
        </w:trPr>
        <w:tc>
          <w:tcPr>
            <w:tcW w:w="1770" w:type="dxa"/>
          </w:tcPr>
          <w:p w14:paraId="3DC38C16" w14:textId="77777777" w:rsidR="000B3EAE" w:rsidRPr="005B4EE1" w:rsidRDefault="000B3E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54" w:type="dxa"/>
          </w:tcPr>
          <w:p w14:paraId="11E20F06" w14:textId="77777777" w:rsidR="000B3EAE" w:rsidRPr="005B4EE1" w:rsidRDefault="000B3E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26" w:type="dxa"/>
          </w:tcPr>
          <w:p w14:paraId="2867034B" w14:textId="77777777" w:rsidR="000B3EAE" w:rsidRPr="005B4EE1" w:rsidRDefault="000B3E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5" w:type="dxa"/>
          </w:tcPr>
          <w:p w14:paraId="12F60ADF" w14:textId="77777777" w:rsidR="000B3EAE" w:rsidRPr="00AB6C19" w:rsidRDefault="000B3E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040BD073" w14:textId="77777777" w:rsidR="000B3EAE" w:rsidRPr="005B4EE1" w:rsidRDefault="000B3EA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66861467" w14:textId="05494EDE" w:rsidR="00DC55D4" w:rsidRPr="00AB6C19" w:rsidRDefault="00DC55D4" w:rsidP="0033397D">
      <w:pPr>
        <w:pStyle w:val="Legenda"/>
      </w:pPr>
      <w:bookmarkStart w:id="334" w:name="_Toc18178239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94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ExciseDutyInformationType</w:t>
      </w:r>
      <w:bookmarkEnd w:id="33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AB6C19" w14:paraId="6B31B391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CA77FAC" w14:textId="77777777" w:rsidR="00E042E4" w:rsidRPr="00AB6C19" w:rsidRDefault="00E042E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0D9AF3F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0A24BB7D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E395558" w14:textId="77777777" w:rsidR="00E042E4" w:rsidRPr="00AB6C19" w:rsidRDefault="00E042E4" w:rsidP="00F73C8D">
            <w:r w:rsidRPr="00AB6C19">
              <w:t>Typ, reguły</w:t>
            </w:r>
          </w:p>
        </w:tc>
        <w:tc>
          <w:tcPr>
            <w:tcW w:w="1197" w:type="dxa"/>
          </w:tcPr>
          <w:p w14:paraId="388BEDE1" w14:textId="77777777" w:rsidR="00E042E4" w:rsidRPr="00AB6C19" w:rsidRDefault="00E042E4" w:rsidP="00F73C8D">
            <w:r w:rsidRPr="00AB6C19">
              <w:t>Liczebność</w:t>
            </w:r>
          </w:p>
        </w:tc>
      </w:tr>
      <w:tr w:rsidR="008D7434" w:rsidRPr="00AB6C19" w14:paraId="4F71022C" w14:textId="77777777" w:rsidTr="00270F50">
        <w:trPr>
          <w:trHeight w:val="213"/>
        </w:trPr>
        <w:tc>
          <w:tcPr>
            <w:tcW w:w="1788" w:type="dxa"/>
          </w:tcPr>
          <w:p w14:paraId="6CC2B1EA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0" w:type="dxa"/>
          </w:tcPr>
          <w:p w14:paraId="0430621C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40" w:type="dxa"/>
          </w:tcPr>
          <w:p w14:paraId="4F3088A3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13F6C576" w14:textId="77777777" w:rsidR="008D7434" w:rsidRPr="00AB6C19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7D01F716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D7434" w:rsidRPr="00AB6C19" w14:paraId="224111C8" w14:textId="77777777" w:rsidTr="00270F50">
        <w:trPr>
          <w:trHeight w:val="213"/>
        </w:trPr>
        <w:tc>
          <w:tcPr>
            <w:tcW w:w="1788" w:type="dxa"/>
          </w:tcPr>
          <w:p w14:paraId="3D6D4380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0" w:type="dxa"/>
          </w:tcPr>
          <w:p w14:paraId="23C36676" w14:textId="77777777" w:rsidR="008D7434" w:rsidRPr="00EB00B0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40" w:type="dxa"/>
          </w:tcPr>
          <w:p w14:paraId="1A3E71FE" w14:textId="77777777" w:rsidR="008D7434" w:rsidRPr="00EB00B0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68A7EECB" w14:textId="70025FA6" w:rsidR="008D7434" w:rsidRPr="00EB00B0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0D80D391" w14:textId="77777777" w:rsidR="008D7434" w:rsidRPr="00EB00B0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8D7434" w:rsidRPr="00AB6C19" w14:paraId="62DE9D15" w14:textId="77777777" w:rsidTr="00270F50">
        <w:trPr>
          <w:trHeight w:val="213"/>
        </w:trPr>
        <w:tc>
          <w:tcPr>
            <w:tcW w:w="1788" w:type="dxa"/>
          </w:tcPr>
          <w:p w14:paraId="3553F0A9" w14:textId="77777777" w:rsidR="008D7434" w:rsidRPr="005B4EE1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0" w:type="dxa"/>
          </w:tcPr>
          <w:p w14:paraId="08B4043E" w14:textId="25AFF730" w:rsidR="008D7434" w:rsidRPr="00EB00B0" w:rsidRDefault="008D7434" w:rsidP="005B4EE1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40" w:type="dxa"/>
          </w:tcPr>
          <w:p w14:paraId="7D136901" w14:textId="77777777" w:rsidR="008D7434" w:rsidRPr="00EB00B0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6CB04B30" w14:textId="6D9CE23B" w:rsidR="008D7434" w:rsidRPr="00EB00B0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42416C25" w14:textId="77777777" w:rsidR="008D7434" w:rsidRPr="00EB00B0" w:rsidRDefault="008D743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B00B0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310139C8" w14:textId="47C8C165" w:rsidR="00DC55D4" w:rsidRPr="00AB6C19" w:rsidRDefault="00DC55D4" w:rsidP="0033397D">
      <w:pPr>
        <w:pStyle w:val="Legenda"/>
      </w:pPr>
      <w:bookmarkStart w:id="335" w:name="_Toc18178239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95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CleareanceExciseDutyType</w:t>
      </w:r>
      <w:bookmarkEnd w:id="335"/>
      <w:proofErr w:type="spellEnd"/>
    </w:p>
    <w:tbl>
      <w:tblPr>
        <w:tblStyle w:val="tabela"/>
        <w:tblW w:w="9228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40"/>
        <w:gridCol w:w="1200"/>
      </w:tblGrid>
      <w:tr w:rsidR="00AA4021" w:rsidRPr="00AB6C19" w14:paraId="26E263F9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4CAD5D2" w14:textId="77777777" w:rsidR="00AA4021" w:rsidRPr="00AB6C19" w:rsidRDefault="00AA4021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47981E6" w14:textId="77777777" w:rsidR="00AA4021" w:rsidRPr="00AB6C19" w:rsidRDefault="00AA402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74793FA0" w14:textId="77777777" w:rsidR="00AA4021" w:rsidRPr="00AB6C19" w:rsidRDefault="00AA4021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40" w:type="dxa"/>
          </w:tcPr>
          <w:p w14:paraId="6A8ACCB1" w14:textId="77777777" w:rsidR="00AA4021" w:rsidRPr="00AB6C19" w:rsidRDefault="00AA4021" w:rsidP="00F73C8D">
            <w:r w:rsidRPr="00AB6C19">
              <w:t>Typ, reguły</w:t>
            </w:r>
          </w:p>
        </w:tc>
        <w:tc>
          <w:tcPr>
            <w:tcW w:w="1200" w:type="dxa"/>
          </w:tcPr>
          <w:p w14:paraId="69DB8DF8" w14:textId="77777777" w:rsidR="00AA4021" w:rsidRPr="00AB6C19" w:rsidRDefault="00AA4021" w:rsidP="00F73C8D">
            <w:r w:rsidRPr="00AB6C19">
              <w:t>Liczebność</w:t>
            </w:r>
          </w:p>
        </w:tc>
      </w:tr>
      <w:tr w:rsidR="00AA4021" w:rsidRPr="00AB6C19" w14:paraId="4E46950B" w14:textId="77777777" w:rsidTr="0033397D">
        <w:trPr>
          <w:trHeight w:val="213"/>
        </w:trPr>
        <w:tc>
          <w:tcPr>
            <w:tcW w:w="1788" w:type="dxa"/>
          </w:tcPr>
          <w:p w14:paraId="56220B1E" w14:textId="77777777" w:rsidR="00AA4021" w:rsidRPr="005B4EE1" w:rsidRDefault="00AA40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7311588F" w14:textId="77777777" w:rsidR="00AA4021" w:rsidRPr="005B4EE1" w:rsidRDefault="00AA40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(J) złożonej za miesiąc, którego dotyczy rejestrowana deklaracja</w:t>
            </w:r>
          </w:p>
        </w:tc>
        <w:tc>
          <w:tcPr>
            <w:tcW w:w="840" w:type="dxa"/>
          </w:tcPr>
          <w:p w14:paraId="7B7F5DE8" w14:textId="77777777" w:rsidR="00AA4021" w:rsidRPr="005B4EE1" w:rsidRDefault="001E50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40" w:type="dxa"/>
          </w:tcPr>
          <w:p w14:paraId="60428624" w14:textId="77777777" w:rsidR="00AA4021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7320EC77" w14:textId="691F4548" w:rsidR="00AA4021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511C85D1" w14:textId="77777777" w:rsidR="00AA4021" w:rsidRPr="00AB6C19" w:rsidRDefault="00AA4021" w:rsidP="00F73C8D">
            <w:r w:rsidRPr="00AB6C19">
              <w:t>0..1</w:t>
            </w:r>
          </w:p>
        </w:tc>
      </w:tr>
      <w:tr w:rsidR="00AA4021" w:rsidRPr="00AB6C19" w14:paraId="4C0FC092" w14:textId="77777777" w:rsidTr="0033397D">
        <w:trPr>
          <w:trHeight w:val="213"/>
        </w:trPr>
        <w:tc>
          <w:tcPr>
            <w:tcW w:w="1788" w:type="dxa"/>
          </w:tcPr>
          <w:p w14:paraId="04D092FA" w14:textId="77777777" w:rsidR="00AA4021" w:rsidRPr="005B4EE1" w:rsidRDefault="00AA40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0" w:type="dxa"/>
          </w:tcPr>
          <w:p w14:paraId="50A33B57" w14:textId="77777777" w:rsidR="00AA4021" w:rsidRPr="005B4EE1" w:rsidRDefault="00AA40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40" w:type="dxa"/>
          </w:tcPr>
          <w:p w14:paraId="21284D20" w14:textId="77777777" w:rsidR="00AA4021" w:rsidRPr="005B4EE1" w:rsidRDefault="001E50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40" w:type="dxa"/>
          </w:tcPr>
          <w:p w14:paraId="22239A45" w14:textId="77777777" w:rsidR="00AA4021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4AE21425" w14:textId="7E8FA38C" w:rsidR="00AA4021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17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5E2BA96E" w14:textId="77777777" w:rsidR="00AA4021" w:rsidRPr="00AB6C19" w:rsidRDefault="00AA4021" w:rsidP="00F73C8D">
            <w:r w:rsidRPr="00AB6C19">
              <w:t>1..1</w:t>
            </w:r>
          </w:p>
        </w:tc>
      </w:tr>
      <w:tr w:rsidR="00AA4021" w:rsidRPr="00AB6C19" w14:paraId="3761C362" w14:textId="77777777" w:rsidTr="0033397D">
        <w:trPr>
          <w:trHeight w:val="213"/>
        </w:trPr>
        <w:tc>
          <w:tcPr>
            <w:tcW w:w="1788" w:type="dxa"/>
          </w:tcPr>
          <w:p w14:paraId="2D572938" w14:textId="16C38EE6" w:rsidR="00AA4021" w:rsidRPr="005B4EE1" w:rsidRDefault="00AA4021" w:rsidP="005B4EE1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surplusExcessPayment</w:t>
            </w:r>
            <w:proofErr w:type="spellEnd"/>
          </w:p>
        </w:tc>
        <w:tc>
          <w:tcPr>
            <w:tcW w:w="3360" w:type="dxa"/>
          </w:tcPr>
          <w:p w14:paraId="03D5127A" w14:textId="77777777" w:rsidR="00AA4021" w:rsidRPr="005B4EE1" w:rsidRDefault="00AA402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Nadwyżka przedpłaty – w przypadku produkcji poza składem podatkowym wyliczony wg wzoru: (Kwota stanowiąca wartość podatkowych znaków akcyzy +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Kwota przedpłaty akcyzy) – Ogółem podatek</w:t>
            </w:r>
          </w:p>
        </w:tc>
        <w:tc>
          <w:tcPr>
            <w:tcW w:w="840" w:type="dxa"/>
          </w:tcPr>
          <w:p w14:paraId="20329097" w14:textId="77777777" w:rsidR="00AA4021" w:rsidRPr="005B4EE1" w:rsidRDefault="001E503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16</w:t>
            </w:r>
          </w:p>
        </w:tc>
        <w:tc>
          <w:tcPr>
            <w:tcW w:w="2040" w:type="dxa"/>
          </w:tcPr>
          <w:p w14:paraId="4EE1A228" w14:textId="77777777" w:rsidR="00AA4021" w:rsidRPr="00AB6C19" w:rsidRDefault="005628F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4116C64D" w14:textId="3E938C4D" w:rsidR="00AA4021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AA4021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18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200" w:type="dxa"/>
          </w:tcPr>
          <w:p w14:paraId="21C255C9" w14:textId="77777777" w:rsidR="00AA4021" w:rsidRPr="00AB6C19" w:rsidRDefault="00AA4021" w:rsidP="00F73C8D">
            <w:r w:rsidRPr="00AB6C19">
              <w:t>1..1</w:t>
            </w:r>
          </w:p>
        </w:tc>
      </w:tr>
    </w:tbl>
    <w:p w14:paraId="4357BEDD" w14:textId="21E4B69C" w:rsidR="00DC55D4" w:rsidRPr="00AB6C19" w:rsidRDefault="00DC55D4" w:rsidP="0033397D">
      <w:pPr>
        <w:pStyle w:val="Legenda"/>
      </w:pPr>
      <w:bookmarkStart w:id="336" w:name="_Toc18178239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96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ItemsType</w:t>
      </w:r>
      <w:bookmarkEnd w:id="33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AB6C19" w14:paraId="0A20B67A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AE24C9C" w14:textId="77777777" w:rsidR="00E042E4" w:rsidRPr="00AB6C19" w:rsidRDefault="00E042E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6A1CDBF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585EE064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4AD34B85" w14:textId="77777777" w:rsidR="00E042E4" w:rsidRPr="00AB6C19" w:rsidRDefault="00E042E4" w:rsidP="00F73C8D">
            <w:r w:rsidRPr="00AB6C19">
              <w:t>Typ, reguły</w:t>
            </w:r>
          </w:p>
        </w:tc>
        <w:tc>
          <w:tcPr>
            <w:tcW w:w="1197" w:type="dxa"/>
          </w:tcPr>
          <w:p w14:paraId="27051C70" w14:textId="77777777" w:rsidR="00E042E4" w:rsidRPr="00AB6C19" w:rsidRDefault="00E042E4" w:rsidP="00F73C8D">
            <w:r w:rsidRPr="00AB6C19">
              <w:t>Liczebność</w:t>
            </w:r>
          </w:p>
        </w:tc>
      </w:tr>
      <w:tr w:rsidR="00E042E4" w:rsidRPr="00AB6C19" w14:paraId="4A395BBD" w14:textId="77777777" w:rsidTr="0033397D">
        <w:trPr>
          <w:trHeight w:val="213"/>
        </w:trPr>
        <w:tc>
          <w:tcPr>
            <w:tcW w:w="1788" w:type="dxa"/>
          </w:tcPr>
          <w:p w14:paraId="24052C3B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0" w:type="dxa"/>
          </w:tcPr>
          <w:p w14:paraId="757E98F7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 na eksport w tysiącach kilogramów</w:t>
            </w:r>
          </w:p>
        </w:tc>
        <w:tc>
          <w:tcPr>
            <w:tcW w:w="840" w:type="dxa"/>
          </w:tcPr>
          <w:p w14:paraId="14BF2B27" w14:textId="77777777" w:rsidR="00E042E4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271</w:t>
            </w:r>
          </w:p>
        </w:tc>
        <w:tc>
          <w:tcPr>
            <w:tcW w:w="2095" w:type="dxa"/>
          </w:tcPr>
          <w:p w14:paraId="04E72E8B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C00787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33F146E4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57F8A" w:rsidRPr="00AB6C19" w14:paraId="50A37BAE" w14:textId="77777777" w:rsidTr="0033397D">
        <w:trPr>
          <w:trHeight w:val="213"/>
        </w:trPr>
        <w:tc>
          <w:tcPr>
            <w:tcW w:w="1788" w:type="dxa"/>
          </w:tcPr>
          <w:p w14:paraId="1581435F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exportFuelValue</w:t>
            </w:r>
            <w:proofErr w:type="spellEnd"/>
          </w:p>
        </w:tc>
        <w:tc>
          <w:tcPr>
            <w:tcW w:w="3360" w:type="dxa"/>
          </w:tcPr>
          <w:p w14:paraId="1B024198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opałowa na eksport w GJ</w:t>
            </w:r>
          </w:p>
        </w:tc>
        <w:tc>
          <w:tcPr>
            <w:tcW w:w="840" w:type="dxa"/>
          </w:tcPr>
          <w:p w14:paraId="409B32E5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272</w:t>
            </w:r>
          </w:p>
        </w:tc>
        <w:tc>
          <w:tcPr>
            <w:tcW w:w="2095" w:type="dxa"/>
          </w:tcPr>
          <w:p w14:paraId="1CFC4A65" w14:textId="77777777" w:rsidR="00E57F8A" w:rsidRPr="00AB6C19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C00787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15BEB7F2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14BB872B" w14:textId="77777777" w:rsidTr="0033397D">
        <w:trPr>
          <w:trHeight w:val="213"/>
        </w:trPr>
        <w:tc>
          <w:tcPr>
            <w:tcW w:w="1788" w:type="dxa"/>
          </w:tcPr>
          <w:p w14:paraId="2ACCA7F7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0" w:type="dxa"/>
          </w:tcPr>
          <w:p w14:paraId="08547BD6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40" w:type="dxa"/>
          </w:tcPr>
          <w:p w14:paraId="2C1F70B3" w14:textId="77777777" w:rsidR="00E042E4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273</w:t>
            </w:r>
          </w:p>
        </w:tc>
        <w:tc>
          <w:tcPr>
            <w:tcW w:w="2095" w:type="dxa"/>
          </w:tcPr>
          <w:p w14:paraId="4D334018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422EB3FB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74DAD9B1" w14:textId="77777777" w:rsidTr="0033397D">
        <w:trPr>
          <w:trHeight w:val="213"/>
        </w:trPr>
        <w:tc>
          <w:tcPr>
            <w:tcW w:w="1788" w:type="dxa"/>
          </w:tcPr>
          <w:p w14:paraId="793D2E12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0" w:type="dxa"/>
          </w:tcPr>
          <w:p w14:paraId="3B1D643F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polu „Sprzedaż na eksport: Ilość wyrobów, w tysiącach kilogramów” * wartość w polu „Sprzedaż na eksport: Stawka podatku” lub wartość w polu „Sprzedaż na eksport: Wartość opałowa w GJ” * wartość w polu „Sprzedaż na eksport: Stawka podatku”</w:t>
            </w:r>
          </w:p>
        </w:tc>
        <w:tc>
          <w:tcPr>
            <w:tcW w:w="840" w:type="dxa"/>
          </w:tcPr>
          <w:p w14:paraId="719B9A87" w14:textId="77777777" w:rsidR="00E042E4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274</w:t>
            </w:r>
          </w:p>
        </w:tc>
        <w:tc>
          <w:tcPr>
            <w:tcW w:w="2095" w:type="dxa"/>
          </w:tcPr>
          <w:p w14:paraId="79841E7B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C00787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5C92552F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5AEC791D" w14:textId="77777777" w:rsidTr="0033397D">
        <w:trPr>
          <w:trHeight w:val="213"/>
        </w:trPr>
        <w:tc>
          <w:tcPr>
            <w:tcW w:w="1788" w:type="dxa"/>
          </w:tcPr>
          <w:p w14:paraId="0ADE518B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0" w:type="dxa"/>
          </w:tcPr>
          <w:p w14:paraId="0DEAE6E4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 tysiącach kilogramów</w:t>
            </w:r>
          </w:p>
        </w:tc>
        <w:tc>
          <w:tcPr>
            <w:tcW w:w="840" w:type="dxa"/>
          </w:tcPr>
          <w:p w14:paraId="07A85E72" w14:textId="77777777" w:rsidR="00E042E4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275</w:t>
            </w:r>
          </w:p>
        </w:tc>
        <w:tc>
          <w:tcPr>
            <w:tcW w:w="2095" w:type="dxa"/>
          </w:tcPr>
          <w:p w14:paraId="613BF5EE" w14:textId="77777777" w:rsidR="00E042E4" w:rsidRPr="00AB6C19" w:rsidRDefault="00C73BC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5456A658" w14:textId="796F1701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B38539D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7F8A" w:rsidRPr="00AB6C19" w14:paraId="5A3560EE" w14:textId="77777777" w:rsidTr="0033397D">
        <w:trPr>
          <w:trHeight w:val="213"/>
        </w:trPr>
        <w:tc>
          <w:tcPr>
            <w:tcW w:w="1788" w:type="dxa"/>
          </w:tcPr>
          <w:p w14:paraId="3CEF2786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totalFuelValue</w:t>
            </w:r>
            <w:proofErr w:type="spellEnd"/>
          </w:p>
        </w:tc>
        <w:tc>
          <w:tcPr>
            <w:tcW w:w="3360" w:type="dxa"/>
          </w:tcPr>
          <w:p w14:paraId="3DCC1F4A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wyrobów wyrażonych wartością opałową w GJ</w:t>
            </w:r>
          </w:p>
        </w:tc>
        <w:tc>
          <w:tcPr>
            <w:tcW w:w="840" w:type="dxa"/>
          </w:tcPr>
          <w:p w14:paraId="5AD92B07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276</w:t>
            </w:r>
          </w:p>
        </w:tc>
        <w:tc>
          <w:tcPr>
            <w:tcW w:w="2095" w:type="dxa"/>
          </w:tcPr>
          <w:p w14:paraId="5854A0E1" w14:textId="77777777" w:rsidR="00E57F8A" w:rsidRPr="00AB6C19" w:rsidRDefault="00C73BC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1ACC2D0" w14:textId="3C7C8BF6" w:rsidR="00E57F8A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57F8A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57F8A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BBA6EB2" w14:textId="77777777" w:rsidR="00E57F8A" w:rsidRPr="005B4EE1" w:rsidRDefault="00E57F8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042E4" w:rsidRPr="00AB6C19" w14:paraId="2D0C73E6" w14:textId="77777777" w:rsidTr="0033397D">
        <w:trPr>
          <w:trHeight w:val="213"/>
        </w:trPr>
        <w:tc>
          <w:tcPr>
            <w:tcW w:w="1788" w:type="dxa"/>
          </w:tcPr>
          <w:p w14:paraId="4CD46220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0" w:type="dxa"/>
          </w:tcPr>
          <w:p w14:paraId="0AC55366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40" w:type="dxa"/>
          </w:tcPr>
          <w:p w14:paraId="4F1D2780" w14:textId="77777777" w:rsidR="00E042E4" w:rsidRPr="005B4EE1" w:rsidRDefault="00052E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277</w:t>
            </w:r>
          </w:p>
        </w:tc>
        <w:tc>
          <w:tcPr>
            <w:tcW w:w="2095" w:type="dxa"/>
          </w:tcPr>
          <w:p w14:paraId="2C81433A" w14:textId="77777777" w:rsidR="00E042E4" w:rsidRPr="00AB6C19" w:rsidRDefault="00C73BC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75FCC6DB" w14:textId="6647814A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  <w:p w14:paraId="7D65C800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44B69F5C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042E4" w:rsidRPr="00AB6C19" w14:paraId="2AAF10E7" w14:textId="77777777" w:rsidTr="0033397D">
        <w:trPr>
          <w:trHeight w:val="213"/>
        </w:trPr>
        <w:tc>
          <w:tcPr>
            <w:tcW w:w="1788" w:type="dxa"/>
          </w:tcPr>
          <w:p w14:paraId="51C71279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0" w:type="dxa"/>
          </w:tcPr>
          <w:p w14:paraId="5D1C9694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40" w:type="dxa"/>
          </w:tcPr>
          <w:p w14:paraId="2CC997D0" w14:textId="77777777" w:rsidR="00E042E4" w:rsidRPr="005B4EE1" w:rsidRDefault="00052E3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4CD1DD8E" w14:textId="75C89264" w:rsidR="00E042E4" w:rsidRPr="005B4EE1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2A2D6601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171B1A70" w14:textId="4F237B54" w:rsidR="00DC55D4" w:rsidRPr="00AB6C19" w:rsidRDefault="00DC55D4" w:rsidP="0033397D">
      <w:pPr>
        <w:pStyle w:val="Legenda"/>
      </w:pPr>
      <w:bookmarkStart w:id="337" w:name="_Toc18178239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97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EA1567">
        <w:t>ItemType</w:t>
      </w:r>
      <w:bookmarkEnd w:id="33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042E4" w:rsidRPr="00AB6C19" w14:paraId="46724F12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7141C70" w14:textId="77777777" w:rsidR="00E042E4" w:rsidRPr="00AB6C19" w:rsidRDefault="00E042E4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7993B3C6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3264B0E3" w14:textId="77777777" w:rsidR="00E042E4" w:rsidRPr="00AB6C19" w:rsidRDefault="00E042E4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BE2B4FA" w14:textId="77777777" w:rsidR="00E042E4" w:rsidRPr="00AB6C19" w:rsidRDefault="00E042E4" w:rsidP="00F73C8D">
            <w:r w:rsidRPr="00AB6C19">
              <w:t>Typ, reguły</w:t>
            </w:r>
          </w:p>
        </w:tc>
        <w:tc>
          <w:tcPr>
            <w:tcW w:w="1197" w:type="dxa"/>
          </w:tcPr>
          <w:p w14:paraId="2345C3B9" w14:textId="77777777" w:rsidR="00E042E4" w:rsidRPr="00AB6C19" w:rsidRDefault="00E042E4" w:rsidP="00F73C8D">
            <w:r w:rsidRPr="00AB6C19">
              <w:t>Liczebność</w:t>
            </w:r>
          </w:p>
        </w:tc>
      </w:tr>
      <w:tr w:rsidR="00E042E4" w:rsidRPr="00AB6C19" w14:paraId="1639CBB0" w14:textId="77777777" w:rsidTr="0033397D">
        <w:trPr>
          <w:trHeight w:val="213"/>
        </w:trPr>
        <w:tc>
          <w:tcPr>
            <w:tcW w:w="1788" w:type="dxa"/>
          </w:tcPr>
          <w:p w14:paraId="2A504E97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65E3C3A8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40" w:type="dxa"/>
          </w:tcPr>
          <w:p w14:paraId="6DD5E4D6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41B8D9A8" w14:textId="77777777" w:rsidR="00E042E4" w:rsidRPr="00AB6C19" w:rsidRDefault="004B3B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6B82DBDE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5C8BB421" w14:textId="77777777" w:rsidTr="0033397D">
        <w:trPr>
          <w:trHeight w:val="213"/>
        </w:trPr>
        <w:tc>
          <w:tcPr>
            <w:tcW w:w="1788" w:type="dxa"/>
          </w:tcPr>
          <w:p w14:paraId="4247D21D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58547EB2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40" w:type="dxa"/>
          </w:tcPr>
          <w:p w14:paraId="3C8D5C8A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1623E6DD" w14:textId="77777777" w:rsidR="00E042E4" w:rsidRPr="00AB6C19" w:rsidRDefault="004B3B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  <w:p w14:paraId="7A5C5FC2" w14:textId="01C4BA22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4D28D83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3D76101C" w14:textId="77777777" w:rsidTr="0033397D">
        <w:trPr>
          <w:trHeight w:val="213"/>
        </w:trPr>
        <w:tc>
          <w:tcPr>
            <w:tcW w:w="1788" w:type="dxa"/>
          </w:tcPr>
          <w:p w14:paraId="768A3226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0" w:type="dxa"/>
          </w:tcPr>
          <w:p w14:paraId="2EB2C5AE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Możliwość oznaczenia w przypadku wykazywania ubytków wyrobów akcyzowych (przekraczających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normy dopuszczalnych ubytków) lub całkowitego zniszczenia wyrobów.</w:t>
            </w:r>
          </w:p>
        </w:tc>
        <w:tc>
          <w:tcPr>
            <w:tcW w:w="840" w:type="dxa"/>
          </w:tcPr>
          <w:p w14:paraId="1B567104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-</w:t>
            </w:r>
          </w:p>
        </w:tc>
        <w:tc>
          <w:tcPr>
            <w:tcW w:w="2095" w:type="dxa"/>
          </w:tcPr>
          <w:p w14:paraId="5E3A60E5" w14:textId="77777777" w:rsidR="00E042E4" w:rsidRPr="00AB6C19" w:rsidRDefault="0010046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ZShortages</w:t>
            </w:r>
            <w:proofErr w:type="spellEnd"/>
          </w:p>
          <w:p w14:paraId="00A4251C" w14:textId="6584167A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19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4305693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3D75E5BF" w14:textId="77777777" w:rsidTr="0033397D">
        <w:trPr>
          <w:trHeight w:val="213"/>
        </w:trPr>
        <w:tc>
          <w:tcPr>
            <w:tcW w:w="1788" w:type="dxa"/>
          </w:tcPr>
          <w:p w14:paraId="7554C4D1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500F88C0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</w:t>
            </w:r>
            <w:r w:rsidR="00CC1B30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pisanie ośmiocyfrowego kodu CN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towaru.</w:t>
            </w:r>
          </w:p>
        </w:tc>
        <w:tc>
          <w:tcPr>
            <w:tcW w:w="840" w:type="dxa"/>
          </w:tcPr>
          <w:p w14:paraId="7EFE0D48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735073B2" w14:textId="77777777" w:rsidR="00E042E4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  <w:p w14:paraId="70736D45" w14:textId="3B6C9771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733E8C7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08D2D855" w14:textId="77777777" w:rsidTr="0033397D">
        <w:trPr>
          <w:trHeight w:val="213"/>
        </w:trPr>
        <w:tc>
          <w:tcPr>
            <w:tcW w:w="1788" w:type="dxa"/>
          </w:tcPr>
          <w:p w14:paraId="6EFBA6DA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473CEA90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wyrobów, w tysiącach kilogramów podana z dokładnością do trzech miejsc po przecinku.</w:t>
            </w:r>
          </w:p>
        </w:tc>
        <w:tc>
          <w:tcPr>
            <w:tcW w:w="840" w:type="dxa"/>
          </w:tcPr>
          <w:p w14:paraId="06FF6969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0F7BA57C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15882C57" w14:textId="2B15999E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419B21D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6688134D" w14:textId="77777777" w:rsidTr="0033397D">
        <w:trPr>
          <w:trHeight w:val="213"/>
        </w:trPr>
        <w:tc>
          <w:tcPr>
            <w:tcW w:w="1788" w:type="dxa"/>
          </w:tcPr>
          <w:p w14:paraId="1BC1E788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fuelValue</w:t>
            </w:r>
            <w:proofErr w:type="spellEnd"/>
          </w:p>
        </w:tc>
        <w:tc>
          <w:tcPr>
            <w:tcW w:w="3360" w:type="dxa"/>
          </w:tcPr>
          <w:p w14:paraId="78DC1E26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Wartość opałowa w GJ podana z dokładnością do trzech miejsc po przecinku.</w:t>
            </w:r>
          </w:p>
        </w:tc>
        <w:tc>
          <w:tcPr>
            <w:tcW w:w="840" w:type="dxa"/>
          </w:tcPr>
          <w:p w14:paraId="2F7D9E87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01376B4D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61C1CAC" w14:textId="211B57E9" w:rsidR="00E042E4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E042E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F84D910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E042E4" w:rsidRPr="00AB6C19" w14:paraId="0CDF3F7E" w14:textId="77777777" w:rsidTr="0033397D">
        <w:trPr>
          <w:trHeight w:val="213"/>
        </w:trPr>
        <w:tc>
          <w:tcPr>
            <w:tcW w:w="1788" w:type="dxa"/>
          </w:tcPr>
          <w:p w14:paraId="0D595EAC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38919CF7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40" w:type="dxa"/>
          </w:tcPr>
          <w:p w14:paraId="453F7736" w14:textId="77777777" w:rsidR="00E042E4" w:rsidRPr="005B4EE1" w:rsidRDefault="0006514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2ECD3766" w14:textId="77777777" w:rsidR="00E042E4" w:rsidRPr="00AB6C19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  <w:p w14:paraId="11D3034C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673239C6" w14:textId="77777777" w:rsidR="00E042E4" w:rsidRPr="005B4EE1" w:rsidRDefault="00E042E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F2CBE" w:rsidRPr="00AB6C19" w14:paraId="1BD9DEF5" w14:textId="77777777" w:rsidTr="0033397D">
        <w:trPr>
          <w:trHeight w:val="213"/>
        </w:trPr>
        <w:tc>
          <w:tcPr>
            <w:tcW w:w="1788" w:type="dxa"/>
          </w:tcPr>
          <w:p w14:paraId="6B938117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</w:t>
            </w:r>
            <w:r w:rsidR="008C6214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mIsztar</w:t>
            </w:r>
            <w:proofErr w:type="spellEnd"/>
          </w:p>
        </w:tc>
        <w:tc>
          <w:tcPr>
            <w:tcW w:w="3360" w:type="dxa"/>
          </w:tcPr>
          <w:p w14:paraId="14CC31AA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40" w:type="dxa"/>
          </w:tcPr>
          <w:p w14:paraId="789A0638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47ED8CC7" w14:textId="77777777" w:rsidR="007F2CBE" w:rsidRPr="00AB6C19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F3E80A3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F2CBE" w:rsidRPr="00AB6C19" w14:paraId="1AEFAE35" w14:textId="77777777" w:rsidTr="0033397D">
        <w:trPr>
          <w:trHeight w:val="213"/>
        </w:trPr>
        <w:tc>
          <w:tcPr>
            <w:tcW w:w="1788" w:type="dxa"/>
          </w:tcPr>
          <w:p w14:paraId="104B2CA8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0" w:type="dxa"/>
          </w:tcPr>
          <w:p w14:paraId="2EFCDFBB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podatku wyliczona wg wzoru: wartość w jednym z pól: „Ilość wyrobów, w tysiącach kilogramów” lub „Wartość opałowa w GJ” pomnożona przez wartość w polu „Stawka podatku”.</w:t>
            </w:r>
          </w:p>
        </w:tc>
        <w:tc>
          <w:tcPr>
            <w:tcW w:w="840" w:type="dxa"/>
          </w:tcPr>
          <w:p w14:paraId="361FD357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F.g</w:t>
            </w:r>
            <w:proofErr w:type="spellEnd"/>
          </w:p>
        </w:tc>
        <w:tc>
          <w:tcPr>
            <w:tcW w:w="2095" w:type="dxa"/>
          </w:tcPr>
          <w:p w14:paraId="7DFB723D" w14:textId="77777777" w:rsidR="007F2CBE" w:rsidRPr="00AB6C19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325A92DC" w14:textId="18EFCEC6" w:rsidR="007F2CBE" w:rsidRPr="005B4EE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F2CBE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j</w:instrText>
            </w:r>
            <w:r w:rsidR="007F2CBE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7C0CFC5" w14:textId="77777777" w:rsidR="007F2CBE" w:rsidRPr="005B4EE1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4F19CF57" w14:textId="6B0152DF" w:rsidR="00DC55D4" w:rsidRPr="00AB6C19" w:rsidRDefault="00DC55D4" w:rsidP="0033397D">
      <w:pPr>
        <w:pStyle w:val="Legenda"/>
      </w:pPr>
      <w:bookmarkStart w:id="338" w:name="_Toc181782395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98</w:t>
      </w:r>
      <w:r w:rsidR="00D437FA">
        <w:rPr>
          <w:noProof/>
        </w:rPr>
        <w:fldChar w:fldCharType="end"/>
      </w:r>
      <w:r w:rsidRPr="00AB6C19">
        <w:t xml:space="preserve">.Elementy konfiguracji AKC-4J </w:t>
      </w:r>
      <w:proofErr w:type="spellStart"/>
      <w:r w:rsidRPr="005B4EE1">
        <w:rPr>
          <w:lang w:val="en-GB"/>
        </w:rPr>
        <w:t>DailyPaymentInformationType</w:t>
      </w:r>
      <w:bookmarkEnd w:id="33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E55519" w:rsidRPr="00AB6C19" w14:paraId="146E28BE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DEACB93" w14:textId="77777777" w:rsidR="00E55519" w:rsidRPr="00AB6C19" w:rsidRDefault="00E55519" w:rsidP="00F73C8D">
            <w:r w:rsidRPr="00AB6C19">
              <w:t xml:space="preserve">Nazwa </w:t>
            </w:r>
          </w:p>
        </w:tc>
        <w:tc>
          <w:tcPr>
            <w:tcW w:w="3360" w:type="dxa"/>
          </w:tcPr>
          <w:p w14:paraId="1390B573" w14:textId="77777777" w:rsidR="00E55519" w:rsidRPr="00AB6C19" w:rsidRDefault="00E5551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40" w:type="dxa"/>
          </w:tcPr>
          <w:p w14:paraId="318DB799" w14:textId="77777777" w:rsidR="00E55519" w:rsidRPr="00AB6C19" w:rsidRDefault="00E55519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24C9329D" w14:textId="77777777" w:rsidR="00E55519" w:rsidRPr="00AB6C19" w:rsidRDefault="00E55519" w:rsidP="00F73C8D">
            <w:r w:rsidRPr="00AB6C19">
              <w:t>Typ, reguły</w:t>
            </w:r>
          </w:p>
        </w:tc>
        <w:tc>
          <w:tcPr>
            <w:tcW w:w="1197" w:type="dxa"/>
          </w:tcPr>
          <w:p w14:paraId="55A77631" w14:textId="77777777" w:rsidR="00E55519" w:rsidRPr="00AB6C19" w:rsidRDefault="00E55519" w:rsidP="00F73C8D">
            <w:r w:rsidRPr="00AB6C19">
              <w:t>Liczebność</w:t>
            </w:r>
          </w:p>
        </w:tc>
      </w:tr>
      <w:tr w:rsidR="00E55519" w:rsidRPr="00AB6C19" w14:paraId="77A34300" w14:textId="77777777" w:rsidTr="0033397D">
        <w:trPr>
          <w:trHeight w:val="213"/>
        </w:trPr>
        <w:tc>
          <w:tcPr>
            <w:tcW w:w="1788" w:type="dxa"/>
          </w:tcPr>
          <w:p w14:paraId="611DCCED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0" w:type="dxa"/>
          </w:tcPr>
          <w:p w14:paraId="4F4B7A03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AKC-4/J .</w:t>
            </w:r>
          </w:p>
        </w:tc>
        <w:tc>
          <w:tcPr>
            <w:tcW w:w="840" w:type="dxa"/>
          </w:tcPr>
          <w:p w14:paraId="1D949DBC" w14:textId="77777777" w:rsidR="00E55519" w:rsidRPr="005B4EE1" w:rsidRDefault="00C41B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172</w:t>
            </w:r>
          </w:p>
        </w:tc>
        <w:tc>
          <w:tcPr>
            <w:tcW w:w="2095" w:type="dxa"/>
          </w:tcPr>
          <w:p w14:paraId="6973E433" w14:textId="77777777" w:rsidR="00E55519" w:rsidRPr="00AB6C19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E066D7E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5519" w:rsidRPr="00AB6C19" w14:paraId="2BAB4EA7" w14:textId="77777777" w:rsidTr="0033397D">
        <w:trPr>
          <w:trHeight w:val="213"/>
        </w:trPr>
        <w:tc>
          <w:tcPr>
            <w:tcW w:w="1788" w:type="dxa"/>
          </w:tcPr>
          <w:p w14:paraId="4D4E5B19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0" w:type="dxa"/>
          </w:tcPr>
          <w:p w14:paraId="5209B0E9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AKC-4/J .</w:t>
            </w:r>
          </w:p>
        </w:tc>
        <w:tc>
          <w:tcPr>
            <w:tcW w:w="840" w:type="dxa"/>
          </w:tcPr>
          <w:p w14:paraId="58D4CAE3" w14:textId="77777777" w:rsidR="00E55519" w:rsidRPr="005B4EE1" w:rsidRDefault="00C41B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7678440C" w14:textId="77777777" w:rsidR="00E55519" w:rsidRPr="00AB6C19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7ED77B8A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5519" w:rsidRPr="00AB6C19" w14:paraId="3D962A47" w14:textId="77777777" w:rsidTr="0033397D">
        <w:trPr>
          <w:trHeight w:val="213"/>
        </w:trPr>
        <w:tc>
          <w:tcPr>
            <w:tcW w:w="1788" w:type="dxa"/>
          </w:tcPr>
          <w:p w14:paraId="65F51756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0" w:type="dxa"/>
          </w:tcPr>
          <w:p w14:paraId="068D20B4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AKC-4/J .</w:t>
            </w:r>
          </w:p>
        </w:tc>
        <w:tc>
          <w:tcPr>
            <w:tcW w:w="840" w:type="dxa"/>
          </w:tcPr>
          <w:p w14:paraId="6F2C406D" w14:textId="77777777" w:rsidR="00E55519" w:rsidRPr="005B4EE1" w:rsidRDefault="00C41B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0FB087CB" w14:textId="77777777" w:rsidR="00E55519" w:rsidRPr="00AB6C19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02562355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E55519" w:rsidRPr="00AB6C19" w14:paraId="35563038" w14:textId="77777777" w:rsidTr="0033397D">
        <w:trPr>
          <w:trHeight w:val="213"/>
        </w:trPr>
        <w:tc>
          <w:tcPr>
            <w:tcW w:w="1788" w:type="dxa"/>
          </w:tcPr>
          <w:p w14:paraId="44E0BAB0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0" w:type="dxa"/>
          </w:tcPr>
          <w:p w14:paraId="7C66DB0F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40" w:type="dxa"/>
          </w:tcPr>
          <w:p w14:paraId="10EEC896" w14:textId="77777777" w:rsidR="00E55519" w:rsidRPr="005B4EE1" w:rsidRDefault="00C41B9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3391D8F7" w14:textId="77777777" w:rsidR="00E55519" w:rsidRPr="00AB6C19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7D3D5797" w14:textId="77777777" w:rsidR="00E55519" w:rsidRPr="005B4EE1" w:rsidRDefault="00E5551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2632584E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05FB161B" w14:textId="77777777" w:rsidR="00C54585" w:rsidRPr="00AB6C19" w:rsidRDefault="00C54585" w:rsidP="00C54585">
      <w:pPr>
        <w:pStyle w:val="Nagwek3"/>
        <w:numPr>
          <w:ilvl w:val="2"/>
          <w:numId w:val="27"/>
        </w:numPr>
      </w:pPr>
      <w:bookmarkStart w:id="339" w:name="_Toc181782262"/>
      <w:r w:rsidRPr="00AB6C19">
        <w:lastRenderedPageBreak/>
        <w:t>Reguły AKC4J</w:t>
      </w:r>
      <w:bookmarkEnd w:id="339"/>
    </w:p>
    <w:p w14:paraId="430AC5BD" w14:textId="53C80BEA" w:rsidR="00DC55D4" w:rsidRPr="00AB6C19" w:rsidRDefault="00C54585" w:rsidP="00C54585">
      <w:pPr>
        <w:pStyle w:val="Legenda"/>
      </w:pPr>
      <w:bookmarkStart w:id="340" w:name="_Toc18178239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>
        <w:rPr>
          <w:noProof/>
        </w:rPr>
        <w:t>99</w:t>
      </w:r>
      <w:r w:rsidR="00D437FA">
        <w:rPr>
          <w:noProof/>
        </w:rPr>
        <w:fldChar w:fldCharType="end"/>
      </w:r>
      <w:r w:rsidRPr="00AB6C19">
        <w:t>.Reguły obowiązujące dla deklaracji AKC-4J</w:t>
      </w:r>
      <w:bookmarkEnd w:id="340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13767E" w:rsidRPr="00AB6C19" w14:paraId="0B04FEEB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595209BF" w14:textId="77777777" w:rsidR="0013767E" w:rsidRPr="00AB6C19" w:rsidRDefault="0013767E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3B4CC3EC" w14:textId="77777777" w:rsidR="0013767E" w:rsidRPr="00AB6C19" w:rsidRDefault="0013767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13767E" w:rsidRPr="00AB6C19" w14:paraId="3684E218" w14:textId="77777777" w:rsidTr="0033397D">
        <w:trPr>
          <w:trHeight w:val="213"/>
        </w:trPr>
        <w:tc>
          <w:tcPr>
            <w:tcW w:w="952" w:type="dxa"/>
          </w:tcPr>
          <w:p w14:paraId="59B42A1A" w14:textId="77777777" w:rsidR="0013767E" w:rsidRPr="005B4EE1" w:rsidRDefault="008C621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1" w:name="Rj1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341"/>
          </w:p>
        </w:tc>
        <w:tc>
          <w:tcPr>
            <w:tcW w:w="8102" w:type="dxa"/>
          </w:tcPr>
          <w:p w14:paraId="6FC01224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13767E" w:rsidRPr="00AB6C19" w14:paraId="03DD6E37" w14:textId="77777777" w:rsidTr="0033397D">
        <w:trPr>
          <w:trHeight w:val="213"/>
        </w:trPr>
        <w:tc>
          <w:tcPr>
            <w:tcW w:w="952" w:type="dxa"/>
          </w:tcPr>
          <w:p w14:paraId="22E285AB" w14:textId="77777777" w:rsidR="0013767E" w:rsidRPr="005B4EE1" w:rsidRDefault="008C621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2" w:name="Rj2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342"/>
          </w:p>
        </w:tc>
        <w:tc>
          <w:tcPr>
            <w:tcW w:w="8102" w:type="dxa"/>
          </w:tcPr>
          <w:p w14:paraId="672EA784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</w:t>
            </w:r>
          </w:p>
        </w:tc>
      </w:tr>
      <w:tr w:rsidR="00475CD4" w:rsidRPr="00AB6C19" w14:paraId="5BC30DFF" w14:textId="77777777" w:rsidTr="0033397D">
        <w:trPr>
          <w:trHeight w:val="213"/>
        </w:trPr>
        <w:tc>
          <w:tcPr>
            <w:tcW w:w="952" w:type="dxa"/>
          </w:tcPr>
          <w:p w14:paraId="60D9DFBD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3" w:name="Rj3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343"/>
          </w:p>
        </w:tc>
        <w:tc>
          <w:tcPr>
            <w:tcW w:w="8102" w:type="dxa"/>
          </w:tcPr>
          <w:p w14:paraId="21693280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475CD4" w:rsidRPr="00AB6C19" w14:paraId="239962C4" w14:textId="77777777" w:rsidTr="0033397D">
        <w:trPr>
          <w:trHeight w:val="213"/>
        </w:trPr>
        <w:tc>
          <w:tcPr>
            <w:tcW w:w="952" w:type="dxa"/>
          </w:tcPr>
          <w:p w14:paraId="64FCE400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4" w:name="Rj4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344"/>
          </w:p>
        </w:tc>
        <w:tc>
          <w:tcPr>
            <w:tcW w:w="8102" w:type="dxa"/>
          </w:tcPr>
          <w:p w14:paraId="54C3B136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72723CF4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 to nie obcy. </w:t>
            </w:r>
          </w:p>
        </w:tc>
      </w:tr>
      <w:tr w:rsidR="00475CD4" w:rsidRPr="00AB6C19" w14:paraId="3E1F1999" w14:textId="77777777" w:rsidTr="0033397D">
        <w:trPr>
          <w:trHeight w:val="213"/>
        </w:trPr>
        <w:tc>
          <w:tcPr>
            <w:tcW w:w="952" w:type="dxa"/>
          </w:tcPr>
          <w:p w14:paraId="4E6EB213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5" w:name="Rj5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345"/>
          </w:p>
        </w:tc>
        <w:tc>
          <w:tcPr>
            <w:tcW w:w="8102" w:type="dxa"/>
          </w:tcPr>
          <w:p w14:paraId="07B25793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jeśli wybrano deklarację AKC4zo to pole musi być puste.</w:t>
            </w:r>
          </w:p>
          <w:p w14:paraId="5FD65F9E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 to nie własny. </w:t>
            </w:r>
          </w:p>
        </w:tc>
      </w:tr>
      <w:tr w:rsidR="00475CD4" w:rsidRPr="00AB6C19" w14:paraId="3D2B505C" w14:textId="77777777" w:rsidTr="0033397D">
        <w:trPr>
          <w:trHeight w:val="213"/>
        </w:trPr>
        <w:tc>
          <w:tcPr>
            <w:tcW w:w="952" w:type="dxa"/>
          </w:tcPr>
          <w:p w14:paraId="4A25DD52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6" w:name="Rj6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346"/>
          </w:p>
        </w:tc>
        <w:tc>
          <w:tcPr>
            <w:tcW w:w="8102" w:type="dxa"/>
          </w:tcPr>
          <w:p w14:paraId="29A86B5B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475CD4" w:rsidRPr="00AB6C19" w14:paraId="727B77DD" w14:textId="77777777" w:rsidTr="0033397D">
        <w:trPr>
          <w:trHeight w:val="213"/>
        </w:trPr>
        <w:tc>
          <w:tcPr>
            <w:tcW w:w="952" w:type="dxa"/>
          </w:tcPr>
          <w:p w14:paraId="41B6AC25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7" w:name="Rj7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347"/>
          </w:p>
        </w:tc>
        <w:tc>
          <w:tcPr>
            <w:tcW w:w="8102" w:type="dxa"/>
          </w:tcPr>
          <w:p w14:paraId="17F6CF4D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</w:t>
            </w:r>
          </w:p>
        </w:tc>
      </w:tr>
      <w:tr w:rsidR="00475CD4" w:rsidRPr="00AB6C19" w14:paraId="2439B369" w14:textId="77777777" w:rsidTr="0033397D">
        <w:trPr>
          <w:trHeight w:val="213"/>
        </w:trPr>
        <w:tc>
          <w:tcPr>
            <w:tcW w:w="952" w:type="dxa"/>
          </w:tcPr>
          <w:p w14:paraId="05B250A6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8" w:name="Rj8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348"/>
          </w:p>
        </w:tc>
        <w:tc>
          <w:tcPr>
            <w:tcW w:w="8102" w:type="dxa"/>
          </w:tcPr>
          <w:p w14:paraId="24CCB16B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5BBF29CA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„Ilość wyrobów w tysiącach kilogramów”. System wstawia wyliczoną wartość.</w:t>
            </w:r>
          </w:p>
          <w:p w14:paraId="4FB31501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„Ilość wyrobów w tysiącach kilogramów”. </w:t>
            </w:r>
          </w:p>
        </w:tc>
      </w:tr>
      <w:tr w:rsidR="00475CD4" w:rsidRPr="00AB6C19" w14:paraId="3781E46A" w14:textId="77777777" w:rsidTr="0033397D">
        <w:trPr>
          <w:trHeight w:val="213"/>
        </w:trPr>
        <w:tc>
          <w:tcPr>
            <w:tcW w:w="952" w:type="dxa"/>
          </w:tcPr>
          <w:p w14:paraId="54A49A23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49" w:name="Rj9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349"/>
          </w:p>
        </w:tc>
        <w:tc>
          <w:tcPr>
            <w:tcW w:w="8102" w:type="dxa"/>
          </w:tcPr>
          <w:p w14:paraId="49BA0622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008A22E4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„Wartość opałowa w GJ”. System wstawia wyliczoną wartość.</w:t>
            </w:r>
          </w:p>
          <w:p w14:paraId="4E6944D1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„Wartość opałowa w GJ”. </w:t>
            </w:r>
          </w:p>
        </w:tc>
      </w:tr>
      <w:tr w:rsidR="00475CD4" w:rsidRPr="00AB6C19" w14:paraId="7B08F91C" w14:textId="77777777" w:rsidTr="0033397D">
        <w:trPr>
          <w:trHeight w:val="213"/>
        </w:trPr>
        <w:tc>
          <w:tcPr>
            <w:tcW w:w="952" w:type="dxa"/>
          </w:tcPr>
          <w:p w14:paraId="0D247753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0" w:name="Rj10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350"/>
          </w:p>
        </w:tc>
        <w:tc>
          <w:tcPr>
            <w:tcW w:w="8102" w:type="dxa"/>
          </w:tcPr>
          <w:p w14:paraId="4B026333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5A47046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0073F19E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wprowadzona liczba powinna się równać sumie wartości wprowadzonych w polu „Kwota podatku w zł”. </w:t>
            </w:r>
          </w:p>
        </w:tc>
      </w:tr>
      <w:tr w:rsidR="00475CD4" w:rsidRPr="00AB6C19" w14:paraId="0EED8716" w14:textId="77777777" w:rsidTr="0033397D">
        <w:trPr>
          <w:trHeight w:val="213"/>
        </w:trPr>
        <w:tc>
          <w:tcPr>
            <w:tcW w:w="952" w:type="dxa"/>
          </w:tcPr>
          <w:p w14:paraId="2249A8A7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1" w:name="Rj11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351"/>
          </w:p>
        </w:tc>
        <w:tc>
          <w:tcPr>
            <w:tcW w:w="8102" w:type="dxa"/>
          </w:tcPr>
          <w:p w14:paraId="7ED7C8E2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37428B7A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475CD4" w:rsidRPr="00AB6C19" w14:paraId="7B279BC2" w14:textId="77777777" w:rsidTr="0033397D">
        <w:trPr>
          <w:trHeight w:val="213"/>
        </w:trPr>
        <w:tc>
          <w:tcPr>
            <w:tcW w:w="952" w:type="dxa"/>
          </w:tcPr>
          <w:p w14:paraId="49642092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2" w:name="Rj12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352"/>
          </w:p>
        </w:tc>
        <w:tc>
          <w:tcPr>
            <w:tcW w:w="8102" w:type="dxa"/>
          </w:tcPr>
          <w:p w14:paraId="2142691E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0BC762D7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lastRenderedPageBreak/>
              <w:t>Walidacja czy kod CN jest w zakresie obsługiwanym przez załącznik danego typu. Jeśli nie błąd typu 2.</w:t>
            </w:r>
          </w:p>
        </w:tc>
      </w:tr>
      <w:tr w:rsidR="00475CD4" w:rsidRPr="00AB6C19" w14:paraId="0460BB46" w14:textId="77777777" w:rsidTr="0033397D">
        <w:trPr>
          <w:trHeight w:val="213"/>
        </w:trPr>
        <w:tc>
          <w:tcPr>
            <w:tcW w:w="952" w:type="dxa"/>
          </w:tcPr>
          <w:p w14:paraId="398F5085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3" w:name="Rj13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R13</w:t>
            </w:r>
            <w:bookmarkEnd w:id="353"/>
          </w:p>
        </w:tc>
        <w:tc>
          <w:tcPr>
            <w:tcW w:w="8102" w:type="dxa"/>
          </w:tcPr>
          <w:p w14:paraId="4A10DFA6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475CD4" w:rsidRPr="00AB6C19" w14:paraId="4EE10041" w14:textId="77777777" w:rsidTr="0033397D">
        <w:trPr>
          <w:trHeight w:val="213"/>
        </w:trPr>
        <w:tc>
          <w:tcPr>
            <w:tcW w:w="952" w:type="dxa"/>
          </w:tcPr>
          <w:p w14:paraId="0DFD295A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4" w:name="Rj14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354"/>
          </w:p>
        </w:tc>
        <w:tc>
          <w:tcPr>
            <w:tcW w:w="8102" w:type="dxa"/>
          </w:tcPr>
          <w:p w14:paraId="442808A8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475CD4" w:rsidRPr="00AB6C19" w14:paraId="6E25CCFF" w14:textId="77777777" w:rsidTr="0033397D">
        <w:trPr>
          <w:trHeight w:val="213"/>
        </w:trPr>
        <w:tc>
          <w:tcPr>
            <w:tcW w:w="952" w:type="dxa"/>
          </w:tcPr>
          <w:p w14:paraId="28D394AF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5" w:name="Rj15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355"/>
          </w:p>
        </w:tc>
        <w:tc>
          <w:tcPr>
            <w:tcW w:w="8102" w:type="dxa"/>
          </w:tcPr>
          <w:p w14:paraId="57FBB399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wprowadzona wartość powinna być równa wyliczonej zgodnie ze wzorem: wartość w jednym z pól: „Ilość wyrobów, w tysiącach kilogramów” lub „Wartość opałowa w GJ” pomnożona przez wartość w polu „Stawka podatku”. </w:t>
            </w:r>
          </w:p>
        </w:tc>
      </w:tr>
      <w:tr w:rsidR="00475CD4" w:rsidRPr="00AB6C19" w14:paraId="7A8B8FB9" w14:textId="77777777" w:rsidTr="0033397D">
        <w:trPr>
          <w:trHeight w:val="213"/>
        </w:trPr>
        <w:tc>
          <w:tcPr>
            <w:tcW w:w="952" w:type="dxa"/>
          </w:tcPr>
          <w:p w14:paraId="3B36395D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6" w:name="Rj16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356"/>
          </w:p>
        </w:tc>
        <w:tc>
          <w:tcPr>
            <w:tcW w:w="8102" w:type="dxa"/>
          </w:tcPr>
          <w:p w14:paraId="2A437FD3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sprawdzenie czy suma kwot z pozycji „Nadwyżka przedpłaty akcyzy” i „Przedpłata akcyzy do zapłaty” deklaracji AKC-PA (J) (za okres) jest równa wprowadzonej w polu wartości.</w:t>
            </w:r>
          </w:p>
        </w:tc>
      </w:tr>
      <w:tr w:rsidR="00475CD4" w:rsidRPr="00AB6C19" w14:paraId="57716519" w14:textId="77777777" w:rsidTr="0033397D">
        <w:trPr>
          <w:trHeight w:val="213"/>
        </w:trPr>
        <w:tc>
          <w:tcPr>
            <w:tcW w:w="952" w:type="dxa"/>
          </w:tcPr>
          <w:p w14:paraId="5715B6C0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7" w:name="Rj17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357"/>
          </w:p>
        </w:tc>
        <w:tc>
          <w:tcPr>
            <w:tcW w:w="8102" w:type="dxa"/>
          </w:tcPr>
          <w:p w14:paraId="7710B80B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AB6C19" w14:paraId="292906B9" w14:textId="77777777" w:rsidTr="0033397D">
        <w:trPr>
          <w:trHeight w:val="213"/>
        </w:trPr>
        <w:tc>
          <w:tcPr>
            <w:tcW w:w="952" w:type="dxa"/>
          </w:tcPr>
          <w:p w14:paraId="34404786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8" w:name="Rj18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R18</w:t>
            </w:r>
            <w:bookmarkEnd w:id="358"/>
          </w:p>
        </w:tc>
        <w:tc>
          <w:tcPr>
            <w:tcW w:w="8102" w:type="dxa"/>
          </w:tcPr>
          <w:p w14:paraId="2104B88C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4D2896AB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jeśli wynik wyliczenia jest różny od wprowadzonej wartości, to jest Błąd typu 3. Jeśli wyliczona wartość jest ujemna, powinno być 0.</w:t>
            </w:r>
          </w:p>
        </w:tc>
      </w:tr>
      <w:tr w:rsidR="00475CD4" w:rsidRPr="00AB6C19" w14:paraId="172DFB5A" w14:textId="77777777" w:rsidTr="0033397D">
        <w:trPr>
          <w:trHeight w:val="213"/>
        </w:trPr>
        <w:tc>
          <w:tcPr>
            <w:tcW w:w="952" w:type="dxa"/>
          </w:tcPr>
          <w:p w14:paraId="25F3B090" w14:textId="77777777" w:rsidR="00475CD4" w:rsidRPr="005B4EE1" w:rsidRDefault="00475CD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59" w:name="Rj19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bookmarkEnd w:id="359"/>
          </w:p>
        </w:tc>
        <w:tc>
          <w:tcPr>
            <w:tcW w:w="8102" w:type="dxa"/>
          </w:tcPr>
          <w:p w14:paraId="10C9577C" w14:textId="77777777" w:rsidR="00475CD4" w:rsidRPr="005B4EE1" w:rsidRDefault="00475CD4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pola („ubytek” lub „</w:t>
            </w:r>
            <w:proofErr w:type="spellStart"/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calkowite</w:t>
            </w:r>
            <w:proofErr w:type="spellEnd"/>
            <w:r w:rsidRPr="005B4EE1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:rsidRPr="00AB6C19" w14:paraId="0C10FDB3" w14:textId="77777777" w:rsidTr="0033397D">
        <w:trPr>
          <w:trHeight w:val="213"/>
        </w:trPr>
        <w:tc>
          <w:tcPr>
            <w:tcW w:w="952" w:type="dxa"/>
          </w:tcPr>
          <w:p w14:paraId="5A10743A" w14:textId="77777777" w:rsidR="00124A08" w:rsidRPr="005B4EE1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</w:p>
        </w:tc>
        <w:tc>
          <w:tcPr>
            <w:tcW w:w="8102" w:type="dxa"/>
          </w:tcPr>
          <w:p w14:paraId="4447A851" w14:textId="77777777" w:rsidR="00124A08" w:rsidRPr="005B4EE1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20091C4F" w14:textId="77777777" w:rsidR="0013767E" w:rsidRPr="00AB6C19" w:rsidRDefault="0013767E" w:rsidP="00F73C8D">
      <w:pPr>
        <w:pStyle w:val="Nagwek2"/>
      </w:pPr>
      <w:bookmarkStart w:id="360" w:name="_Toc362422417"/>
      <w:bookmarkStart w:id="361" w:name="_Toc181782263"/>
      <w:r w:rsidRPr="00AB6C19">
        <w:t xml:space="preserve">Załącznik AKC-4/K do deklaracji </w:t>
      </w:r>
      <w:bookmarkEnd w:id="360"/>
      <w:r w:rsidRPr="00AB6C19">
        <w:t>AKC4</w:t>
      </w:r>
      <w:bookmarkEnd w:id="361"/>
    </w:p>
    <w:p w14:paraId="188FD174" w14:textId="77777777" w:rsidR="0013767E" w:rsidRPr="00AB6C19" w:rsidRDefault="0013767E" w:rsidP="00F73C8D">
      <w:pPr>
        <w:pStyle w:val="Nagwek3"/>
      </w:pPr>
      <w:bookmarkStart w:id="362" w:name="_Toc362422418"/>
      <w:bookmarkStart w:id="363" w:name="_Toc181782264"/>
      <w:r w:rsidRPr="00AB6C19">
        <w:t>Komunik</w:t>
      </w:r>
      <w:r w:rsidR="00343B4A" w:rsidRPr="00AB6C19">
        <w:t>a</w:t>
      </w:r>
      <w:r w:rsidRPr="00AB6C19">
        <w:t xml:space="preserve">t </w:t>
      </w:r>
      <w:bookmarkEnd w:id="362"/>
      <w:r w:rsidRPr="00AB6C19">
        <w:t>AKC4K</w:t>
      </w:r>
      <w:bookmarkEnd w:id="363"/>
    </w:p>
    <w:p w14:paraId="606315F2" w14:textId="77777777" w:rsidR="0013767E" w:rsidRPr="005B4EE1" w:rsidRDefault="0013767E" w:rsidP="00F73C8D">
      <w:pPr>
        <w:pStyle w:val="Schema-Description"/>
        <w:rPr>
          <w:rFonts w:ascii="Lato" w:hAnsi="Lato" w:cs="Arial"/>
        </w:rPr>
      </w:pPr>
      <w:r w:rsidRPr="005B4EE1">
        <w:rPr>
          <w:rFonts w:ascii="Lato" w:hAnsi="Lato"/>
        </w:rPr>
        <w:t>PODATEK AKCYZOWY OD OLEJÓW SMAROWYCH I POZOSTAŁYCH OLEJÓW</w:t>
      </w:r>
    </w:p>
    <w:p w14:paraId="544DD7B4" w14:textId="77777777" w:rsidR="0013767E" w:rsidRPr="00AB6C19" w:rsidRDefault="0013767E" w:rsidP="00F73C8D">
      <w:pPr>
        <w:pStyle w:val="Nagwek3"/>
      </w:pPr>
      <w:bookmarkStart w:id="364" w:name="_Toc362422419"/>
      <w:bookmarkStart w:id="365" w:name="_Toc181782265"/>
      <w:r w:rsidRPr="00AB6C19">
        <w:t>Specyfikacja</w:t>
      </w:r>
      <w:bookmarkEnd w:id="364"/>
      <w:r w:rsidR="00CC1B30" w:rsidRPr="00AB6C19">
        <w:t xml:space="preserve"> </w:t>
      </w:r>
      <w:r w:rsidRPr="00AB6C19">
        <w:t>AKC4K</w:t>
      </w:r>
      <w:bookmarkEnd w:id="365"/>
    </w:p>
    <w:p w14:paraId="4958F8B8" w14:textId="46475295" w:rsidR="0013767E" w:rsidRPr="00AB6C19" w:rsidRDefault="0013767E" w:rsidP="00F73C8D">
      <w:r w:rsidRPr="00AB6C19">
        <w:t xml:space="preserve">Struktury typu </w:t>
      </w:r>
      <w:proofErr w:type="spellStart"/>
      <w:r w:rsidRPr="00EA1567">
        <w:rPr>
          <w:rFonts w:eastAsia="Times New Roman"/>
        </w:rPr>
        <w:t>ZDailyAmount</w:t>
      </w:r>
      <w:proofErr w:type="spellEnd"/>
      <w:r w:rsidRPr="00EA1567">
        <w:rPr>
          <w:rFonts w:eastAsia="Times New Roman"/>
        </w:rPr>
        <w:t xml:space="preserve">, </w:t>
      </w:r>
      <w:proofErr w:type="spellStart"/>
      <w:r w:rsidRPr="00EA1567">
        <w:rPr>
          <w:rFonts w:eastAsia="Times New Roman"/>
        </w:rPr>
        <w:t>ZCalculOfAmountOfExciseDuty</w:t>
      </w:r>
      <w:proofErr w:type="spellEnd"/>
      <w:r w:rsidRPr="00AB6C19">
        <w:t xml:space="preserve">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2850839C" w14:textId="63B6D771" w:rsidR="00A11E80" w:rsidRPr="00AB6C19" w:rsidRDefault="00A11E80" w:rsidP="0033397D">
      <w:pPr>
        <w:pStyle w:val="Legenda"/>
      </w:pPr>
      <w:bookmarkStart w:id="366" w:name="_Toc181782397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100</w:t>
      </w:r>
      <w:r w:rsidR="00D437FA">
        <w:rPr>
          <w:noProof/>
        </w:rPr>
        <w:fldChar w:fldCharType="end"/>
      </w:r>
      <w:r w:rsidRPr="00AB6C19">
        <w:t>.Dane ogólne w ramach struktury deklaracji AKC-4K</w:t>
      </w:r>
      <w:bookmarkEnd w:id="366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13767E" w:rsidRPr="00AB6C19" w14:paraId="737355D9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00F0D66C" w14:textId="77777777" w:rsidR="0013767E" w:rsidRPr="00AB6C19" w:rsidRDefault="0013767E" w:rsidP="00F73C8D">
            <w:r w:rsidRPr="00AB6C19">
              <w:t>Opis</w:t>
            </w:r>
          </w:p>
        </w:tc>
        <w:tc>
          <w:tcPr>
            <w:tcW w:w="6584" w:type="dxa"/>
          </w:tcPr>
          <w:p w14:paraId="325EA1D6" w14:textId="77777777" w:rsidR="0013767E" w:rsidRPr="00AB6C19" w:rsidRDefault="0013767E" w:rsidP="00F73C8D">
            <w:r w:rsidRPr="00AB6C19">
              <w:t xml:space="preserve">Struktura załącznika do deklaracji AKC4 </w:t>
            </w:r>
          </w:p>
        </w:tc>
      </w:tr>
      <w:tr w:rsidR="0013767E" w:rsidRPr="00AB6C19" w14:paraId="56A549F8" w14:textId="77777777" w:rsidTr="0033397D">
        <w:tc>
          <w:tcPr>
            <w:tcW w:w="2738" w:type="dxa"/>
          </w:tcPr>
          <w:p w14:paraId="2AB159A3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70C87E61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5F6505C9" w14:textId="77777777" w:rsidTr="0033397D">
        <w:tc>
          <w:tcPr>
            <w:tcW w:w="2738" w:type="dxa"/>
          </w:tcPr>
          <w:p w14:paraId="1E139D51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7186E751" w14:textId="77777777" w:rsidR="0013767E" w:rsidRPr="005B4EE1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13767E" w:rsidRPr="00AB6C19" w14:paraId="2A60BEB6" w14:textId="77777777" w:rsidTr="0033397D">
        <w:tc>
          <w:tcPr>
            <w:tcW w:w="2738" w:type="dxa"/>
          </w:tcPr>
          <w:p w14:paraId="419BD77F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12A6F70F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0B0EF6A7" w14:textId="77777777" w:rsidTr="0033397D">
        <w:tc>
          <w:tcPr>
            <w:tcW w:w="2738" w:type="dxa"/>
          </w:tcPr>
          <w:p w14:paraId="5C8111CD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5E94BC76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46DDB6FD" w14:textId="77777777" w:rsidTr="0033397D">
        <w:tc>
          <w:tcPr>
            <w:tcW w:w="2738" w:type="dxa"/>
          </w:tcPr>
          <w:p w14:paraId="58191AD7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56279075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13767E" w:rsidRPr="00AB6C19" w14:paraId="56D9E3E4" w14:textId="77777777" w:rsidTr="0033397D">
        <w:tc>
          <w:tcPr>
            <w:tcW w:w="2738" w:type="dxa"/>
          </w:tcPr>
          <w:p w14:paraId="42C1E39F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23463131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13767E" w:rsidRPr="00AB6C19" w14:paraId="4F1F7C6B" w14:textId="77777777" w:rsidTr="0033397D">
        <w:tc>
          <w:tcPr>
            <w:tcW w:w="2738" w:type="dxa"/>
          </w:tcPr>
          <w:p w14:paraId="0008796C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026E4AC" w14:textId="77777777" w:rsidR="0013767E" w:rsidRPr="005B4EE1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http://www.e-clo.pl/ZEFIR2/eZefir2/xsd/v3_0/</w: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Types</w:t>
            </w: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.xsd</w:t>
            </w:r>
          </w:p>
        </w:tc>
      </w:tr>
      <w:tr w:rsidR="0013767E" w:rsidRPr="00AB6C19" w14:paraId="0355773A" w14:textId="77777777" w:rsidTr="0033397D">
        <w:tc>
          <w:tcPr>
            <w:tcW w:w="2738" w:type="dxa"/>
          </w:tcPr>
          <w:p w14:paraId="05F4E57F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 xml:space="preserve">Definicja struktur </w:t>
            </w:r>
          </w:p>
        </w:tc>
        <w:tc>
          <w:tcPr>
            <w:tcW w:w="6584" w:type="dxa"/>
          </w:tcPr>
          <w:p w14:paraId="1F14FDB3" w14:textId="77777777" w:rsidR="0013767E" w:rsidRPr="005B4EE1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akc_4k.xsd</w:t>
            </w:r>
          </w:p>
        </w:tc>
      </w:tr>
    </w:tbl>
    <w:p w14:paraId="0EC09A91" w14:textId="353B71FE" w:rsidR="00A11E80" w:rsidRDefault="00A11E80" w:rsidP="005B4EE1">
      <w:pPr>
        <w:pStyle w:val="Nagwek3"/>
      </w:pPr>
      <w:bookmarkStart w:id="367" w:name="_Toc181782266"/>
      <w:r w:rsidRPr="00AB6C19">
        <w:t>Struktura danych deklaracji AKC-4K</w:t>
      </w:r>
      <w:bookmarkEnd w:id="367"/>
    </w:p>
    <w:p w14:paraId="68F96C5D" w14:textId="7983ABFC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2D1169">
        <w:rPr>
          <w:rFonts w:ascii="Consolas" w:hAnsi="Consolas"/>
          <w:lang w:val="en-GB"/>
        </w:rPr>
        <w:t>AKC4KType</w:t>
      </w:r>
    </w:p>
    <w:p w14:paraId="43BF2BD6" w14:textId="4ADE16C0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HeaderType</w:t>
      </w:r>
      <w:proofErr w:type="spellEnd"/>
    </w:p>
    <w:p w14:paraId="18019AD8" w14:textId="3D32DD5C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WarehouseType</w:t>
      </w:r>
      <w:proofErr w:type="spellEnd"/>
    </w:p>
    <w:p w14:paraId="109E0BBE" w14:textId="6720E865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DailyPaymentInformationType</w:t>
      </w:r>
      <w:proofErr w:type="spellEnd"/>
    </w:p>
    <w:p w14:paraId="1A351F23" w14:textId="55ECAADF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ZDailyAmount</w:t>
      </w:r>
      <w:proofErr w:type="spellEnd"/>
    </w:p>
    <w:p w14:paraId="02F85484" w14:textId="056B2014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ExciseDutyInformationType</w:t>
      </w:r>
      <w:proofErr w:type="spellEnd"/>
    </w:p>
    <w:p w14:paraId="0BCEF46B" w14:textId="64FDDEFD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ItemsType</w:t>
      </w:r>
      <w:proofErr w:type="spellEnd"/>
    </w:p>
    <w:p w14:paraId="1D8363A6" w14:textId="62445EB9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2D1169">
        <w:rPr>
          <w:rFonts w:ascii="Consolas" w:hAnsi="Consolas"/>
          <w:lang w:val="en-GB"/>
        </w:rPr>
        <w:t>ItemType</w:t>
      </w:r>
    </w:p>
    <w:p w14:paraId="5492994E" w14:textId="65E704C3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ZCalculOfAmountOfExciseDuty</w:t>
      </w:r>
      <w:proofErr w:type="spellEnd"/>
    </w:p>
    <w:p w14:paraId="62B0D1D5" w14:textId="3B9027D7" w:rsidR="005B4EE1" w:rsidRPr="002D1169" w:rsidRDefault="005B4EE1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CleareanceExciseDutyType</w:t>
      </w:r>
      <w:proofErr w:type="spellEnd"/>
    </w:p>
    <w:p w14:paraId="6FFD63BE" w14:textId="68158861" w:rsidR="00A11E80" w:rsidRPr="004907D1" w:rsidRDefault="00A11E80" w:rsidP="0033397D">
      <w:pPr>
        <w:pStyle w:val="Legenda"/>
      </w:pPr>
      <w:bookmarkStart w:id="368" w:name="_Toc181782398"/>
      <w:r w:rsidRPr="004907D1">
        <w:t xml:space="preserve">Tabela </w:t>
      </w:r>
      <w:r w:rsidRPr="00AB6C19">
        <w:fldChar w:fldCharType="begin"/>
      </w:r>
      <w:r w:rsidRPr="004907D1">
        <w:instrText xml:space="preserve"> SEQ Tabela \* ARABIC </w:instrText>
      </w:r>
      <w:r w:rsidRPr="00AB6C19">
        <w:fldChar w:fldCharType="separate"/>
      </w:r>
      <w:r w:rsidR="00C54585">
        <w:rPr>
          <w:noProof/>
        </w:rPr>
        <w:t>101</w:t>
      </w:r>
      <w:r w:rsidRPr="00AB6C19">
        <w:fldChar w:fldCharType="end"/>
      </w:r>
      <w:r w:rsidRPr="004907D1">
        <w:t xml:space="preserve">.Elementy konfiguracji AKC-4K </w:t>
      </w:r>
      <w:proofErr w:type="spellStart"/>
      <w:r w:rsidRPr="00EA1567">
        <w:t>Type</w:t>
      </w:r>
      <w:bookmarkEnd w:id="368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7"/>
        <w:gridCol w:w="3125"/>
        <w:gridCol w:w="814"/>
        <w:gridCol w:w="2028"/>
        <w:gridCol w:w="1390"/>
      </w:tblGrid>
      <w:tr w:rsidR="00341A45" w:rsidRPr="00AB6C19" w14:paraId="53A6451C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7" w:type="dxa"/>
          </w:tcPr>
          <w:p w14:paraId="3E8DC3D0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125" w:type="dxa"/>
          </w:tcPr>
          <w:p w14:paraId="5F9DC8C5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14" w:type="dxa"/>
          </w:tcPr>
          <w:p w14:paraId="432C0EF9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0C474565" w14:textId="77777777" w:rsidR="00341A45" w:rsidRPr="00AB6C19" w:rsidRDefault="00341A45" w:rsidP="00F73C8D">
            <w:r w:rsidRPr="00AB6C19">
              <w:t>Typ</w:t>
            </w:r>
          </w:p>
        </w:tc>
        <w:tc>
          <w:tcPr>
            <w:tcW w:w="1390" w:type="dxa"/>
          </w:tcPr>
          <w:p w14:paraId="253DEC7D" w14:textId="77777777" w:rsidR="00341A45" w:rsidRPr="00AB6C19" w:rsidRDefault="00341A45" w:rsidP="00F73C8D">
            <w:r w:rsidRPr="00AB6C19">
              <w:t>Liczebność</w:t>
            </w:r>
          </w:p>
        </w:tc>
      </w:tr>
      <w:tr w:rsidR="00341A45" w:rsidRPr="00AB6C19" w14:paraId="4C335E79" w14:textId="77777777" w:rsidTr="0033397D">
        <w:trPr>
          <w:trHeight w:val="213"/>
        </w:trPr>
        <w:tc>
          <w:tcPr>
            <w:tcW w:w="1697" w:type="dxa"/>
          </w:tcPr>
          <w:p w14:paraId="2CB62AE0" w14:textId="77777777" w:rsidR="00341A45" w:rsidRPr="00AB6C19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5" w:type="dxa"/>
          </w:tcPr>
          <w:p w14:paraId="639795D6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14" w:type="dxa"/>
          </w:tcPr>
          <w:p w14:paraId="495C1100" w14:textId="77777777" w:rsidR="00341A45" w:rsidRPr="005B4EE1" w:rsidRDefault="008E115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6C051A2B" w14:textId="3D5AECF0" w:rsidR="00341A45" w:rsidRPr="005B4EE1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1AC9D66A" w14:textId="77777777" w:rsidR="00341A45" w:rsidRPr="005B4EE1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9723BE2" w14:textId="4AF59715" w:rsidR="00A11E80" w:rsidRPr="00AB6C19" w:rsidRDefault="00A11E80" w:rsidP="0033397D">
      <w:pPr>
        <w:pStyle w:val="Legenda"/>
      </w:pPr>
      <w:bookmarkStart w:id="369" w:name="_Toc18178239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102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EA1567">
        <w:t>HeaderType</w:t>
      </w:r>
      <w:bookmarkEnd w:id="36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AB6C19" w14:paraId="2E13C948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A7C0B18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43C25C34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1258117B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7A36650" w14:textId="77777777" w:rsidR="00341A45" w:rsidRPr="00AB6C19" w:rsidRDefault="00341A45" w:rsidP="00F73C8D">
            <w:r w:rsidRPr="00AB6C19">
              <w:t>Typ</w:t>
            </w:r>
          </w:p>
        </w:tc>
        <w:tc>
          <w:tcPr>
            <w:tcW w:w="1197" w:type="dxa"/>
          </w:tcPr>
          <w:p w14:paraId="3298E19B" w14:textId="77777777" w:rsidR="00341A45" w:rsidRPr="00AB6C19" w:rsidRDefault="00341A45" w:rsidP="00F73C8D">
            <w:r w:rsidRPr="00AB6C19">
              <w:t>Liczebność</w:t>
            </w:r>
          </w:p>
        </w:tc>
      </w:tr>
      <w:tr w:rsidR="00341A45" w:rsidRPr="00AB6C19" w14:paraId="3AEC84BD" w14:textId="77777777" w:rsidTr="0033397D">
        <w:trPr>
          <w:trHeight w:val="213"/>
        </w:trPr>
        <w:tc>
          <w:tcPr>
            <w:tcW w:w="1788" w:type="dxa"/>
          </w:tcPr>
          <w:p w14:paraId="481D9E0E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33456331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32" w:type="dxa"/>
          </w:tcPr>
          <w:p w14:paraId="07FB1C0E" w14:textId="77777777" w:rsidR="00341A45" w:rsidRPr="005B4EE1" w:rsidRDefault="008E115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477002FA" w14:textId="77777777" w:rsidR="00341A45" w:rsidRPr="00274FD7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ZIdentification</w:t>
            </w:r>
            <w:proofErr w:type="spellEnd"/>
          </w:p>
        </w:tc>
        <w:tc>
          <w:tcPr>
            <w:tcW w:w="1197" w:type="dxa"/>
          </w:tcPr>
          <w:p w14:paraId="2F2F0C02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41A45" w:rsidRPr="00AB6C19" w14:paraId="31348946" w14:textId="77777777" w:rsidTr="0033397D">
        <w:trPr>
          <w:trHeight w:val="213"/>
        </w:trPr>
        <w:tc>
          <w:tcPr>
            <w:tcW w:w="1788" w:type="dxa"/>
          </w:tcPr>
          <w:p w14:paraId="1EAD2299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73151C8C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32" w:type="dxa"/>
          </w:tcPr>
          <w:p w14:paraId="0BF52651" w14:textId="77777777" w:rsidR="00341A45" w:rsidRPr="005B4EE1" w:rsidRDefault="008E115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56CBA3DA" w14:textId="77777777" w:rsidR="00341A45" w:rsidRPr="00EA1567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5D59C566" w14:textId="5DF33E5B" w:rsidR="00341A45" w:rsidRPr="00EA156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12ABE"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712ABE"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  <w:r w:rsidR="002E739F" w:rsidRPr="00EA156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,R21</w:t>
            </w:r>
          </w:p>
        </w:tc>
        <w:tc>
          <w:tcPr>
            <w:tcW w:w="1197" w:type="dxa"/>
          </w:tcPr>
          <w:p w14:paraId="57F6C6C6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41A45" w:rsidRPr="00AB6C19" w14:paraId="290A5480" w14:textId="77777777" w:rsidTr="0033397D">
        <w:trPr>
          <w:trHeight w:val="213"/>
        </w:trPr>
        <w:tc>
          <w:tcPr>
            <w:tcW w:w="1788" w:type="dxa"/>
          </w:tcPr>
          <w:p w14:paraId="4783191F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0B679A2C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32" w:type="dxa"/>
          </w:tcPr>
          <w:p w14:paraId="209250A5" w14:textId="77777777" w:rsidR="00341A45" w:rsidRPr="005B4EE1" w:rsidRDefault="008E115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95" w:type="dxa"/>
          </w:tcPr>
          <w:p w14:paraId="282C886F" w14:textId="77777777" w:rsidR="00341A45" w:rsidRPr="00274FD7" w:rsidRDefault="003D532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ZFormNo</w:t>
            </w:r>
            <w:proofErr w:type="spellEnd"/>
          </w:p>
          <w:p w14:paraId="4F7AD088" w14:textId="4C2173B8" w:rsidR="00341A45" w:rsidRPr="00274FD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712ABE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k</w:instrText>
            </w:r>
            <w:r w:rsidR="00712ABE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2</w:instrTex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R2</w:t>
            </w:r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359ED2D0" w14:textId="77777777" w:rsidR="00341A45" w:rsidRPr="005B4EE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9078BC" w:rsidRPr="00AB6C19" w14:paraId="145E83CF" w14:textId="77777777" w:rsidTr="0033397D">
        <w:trPr>
          <w:trHeight w:val="213"/>
        </w:trPr>
        <w:tc>
          <w:tcPr>
            <w:tcW w:w="1788" w:type="dxa"/>
          </w:tcPr>
          <w:p w14:paraId="0C586B4D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</w:t>
            </w:r>
          </w:p>
        </w:tc>
        <w:tc>
          <w:tcPr>
            <w:tcW w:w="3368" w:type="dxa"/>
          </w:tcPr>
          <w:p w14:paraId="37191050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składzie podatkowym i zarejestrowanym odbiorcy</w:t>
            </w:r>
          </w:p>
        </w:tc>
        <w:tc>
          <w:tcPr>
            <w:tcW w:w="832" w:type="dxa"/>
          </w:tcPr>
          <w:p w14:paraId="57938E66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52CAC7E1" w14:textId="4745CC38" w:rsidR="009078BC" w:rsidRPr="00274FD7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WarehouseType</w:t>
            </w:r>
            <w:proofErr w:type="spellEnd"/>
          </w:p>
        </w:tc>
        <w:tc>
          <w:tcPr>
            <w:tcW w:w="1197" w:type="dxa"/>
          </w:tcPr>
          <w:p w14:paraId="4862E0FF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078BC" w:rsidRPr="00AB6C19" w14:paraId="73479FCA" w14:textId="77777777" w:rsidTr="0033397D">
        <w:trPr>
          <w:trHeight w:val="213"/>
        </w:trPr>
        <w:tc>
          <w:tcPr>
            <w:tcW w:w="1788" w:type="dxa"/>
          </w:tcPr>
          <w:p w14:paraId="08F368A1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7D01A673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32" w:type="dxa"/>
          </w:tcPr>
          <w:p w14:paraId="435B924C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C, D, F</w:t>
            </w:r>
          </w:p>
        </w:tc>
        <w:tc>
          <w:tcPr>
            <w:tcW w:w="2095" w:type="dxa"/>
          </w:tcPr>
          <w:p w14:paraId="2B0845A7" w14:textId="31EA07D1" w:rsidR="009078BC" w:rsidRPr="00274FD7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ExciseDutyInformationType</w:t>
            </w:r>
            <w:proofErr w:type="spellEnd"/>
          </w:p>
        </w:tc>
        <w:tc>
          <w:tcPr>
            <w:tcW w:w="1197" w:type="dxa"/>
          </w:tcPr>
          <w:p w14:paraId="7764DB8D" w14:textId="77777777" w:rsidR="009078BC" w:rsidRPr="005B4EE1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9078BC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9078BC" w:rsidRPr="00AB6C19" w14:paraId="45A6577B" w14:textId="77777777" w:rsidTr="0033397D">
        <w:trPr>
          <w:trHeight w:val="213"/>
        </w:trPr>
        <w:tc>
          <w:tcPr>
            <w:tcW w:w="1788" w:type="dxa"/>
          </w:tcPr>
          <w:p w14:paraId="1DC9F40F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</w:t>
            </w:r>
            <w:proofErr w:type="spellEnd"/>
          </w:p>
        </w:tc>
        <w:tc>
          <w:tcPr>
            <w:tcW w:w="3368" w:type="dxa"/>
          </w:tcPr>
          <w:p w14:paraId="67A497AC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Dane o obliczeniach i rozliczeniach kwot podatku akcyzowego</w:t>
            </w:r>
          </w:p>
        </w:tc>
        <w:tc>
          <w:tcPr>
            <w:tcW w:w="832" w:type="dxa"/>
          </w:tcPr>
          <w:p w14:paraId="305B927A" w14:textId="77777777" w:rsidR="009078BC" w:rsidRPr="005B4EE1" w:rsidRDefault="009078B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149F7842" w14:textId="76862288" w:rsidR="00712ABE" w:rsidRPr="00274FD7" w:rsidRDefault="005B4EE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DailyPaymentInformationType</w:t>
            </w:r>
            <w:proofErr w:type="spellEnd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Patrz</w:t>
            </w:r>
            <w:proofErr w:type="spellEnd"/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reguła</w:t>
            </w:r>
            <w:proofErr w:type="spellEnd"/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 xml:space="preserve"> </w:t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begin"/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REF </w:instrText>
            </w:r>
            <w:r w:rsidR="00712ABE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R</w:instrText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k</w:instrText>
            </w:r>
            <w:r w:rsidR="00712ABE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>3</w:instrText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\h </w:instrText>
            </w:r>
            <w:r w:rsidR="00E25BA3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instrText xml:space="preserve"> \* MERGEFORMAT </w:instrText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separate"/>
            </w:r>
            <w:r w:rsidR="00C54585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R3</w:t>
            </w:r>
            <w:r w:rsidR="00107B7C"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7" w:type="dxa"/>
          </w:tcPr>
          <w:p w14:paraId="44D54AE0" w14:textId="77777777" w:rsidR="009078BC" w:rsidRPr="005B4EE1" w:rsidRDefault="004101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9078BC" w:rsidRPr="005B4EE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1B85D4F9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64EDF65E" w14:textId="31A53638" w:rsidR="00A11E80" w:rsidRPr="00AB6C19" w:rsidRDefault="00A11E80" w:rsidP="0033397D">
      <w:pPr>
        <w:pStyle w:val="Legenda"/>
      </w:pPr>
      <w:bookmarkStart w:id="370" w:name="_Toc181782400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103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EA1567">
        <w:t>WarehouseType</w:t>
      </w:r>
      <w:bookmarkEnd w:id="370"/>
      <w:proofErr w:type="spellEnd"/>
    </w:p>
    <w:tbl>
      <w:tblPr>
        <w:tblStyle w:val="tabela"/>
        <w:tblW w:w="9225" w:type="dxa"/>
        <w:tblLook w:val="01E0" w:firstRow="1" w:lastRow="1" w:firstColumn="1" w:lastColumn="1" w:noHBand="0" w:noVBand="0"/>
      </w:tblPr>
      <w:tblGrid>
        <w:gridCol w:w="1769"/>
        <w:gridCol w:w="3262"/>
        <w:gridCol w:w="815"/>
        <w:gridCol w:w="1989"/>
        <w:gridCol w:w="1390"/>
      </w:tblGrid>
      <w:tr w:rsidR="00341A45" w:rsidRPr="00AB6C19" w14:paraId="60CE60A4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69" w:type="dxa"/>
          </w:tcPr>
          <w:p w14:paraId="5C9DBB3A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262" w:type="dxa"/>
          </w:tcPr>
          <w:p w14:paraId="2A2482FA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15" w:type="dxa"/>
          </w:tcPr>
          <w:p w14:paraId="55C181AB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1989" w:type="dxa"/>
          </w:tcPr>
          <w:p w14:paraId="7B985695" w14:textId="77777777" w:rsidR="00341A45" w:rsidRPr="00AB6C19" w:rsidRDefault="00341A45" w:rsidP="00F73C8D">
            <w:r w:rsidRPr="00AB6C19">
              <w:t>Typ, reguły</w:t>
            </w:r>
          </w:p>
        </w:tc>
        <w:tc>
          <w:tcPr>
            <w:tcW w:w="1390" w:type="dxa"/>
          </w:tcPr>
          <w:p w14:paraId="1E3E8DB0" w14:textId="77777777" w:rsidR="00341A45" w:rsidRPr="00AB6C19" w:rsidRDefault="00341A45" w:rsidP="00F73C8D">
            <w:r w:rsidRPr="00AB6C19">
              <w:t>Liczebność</w:t>
            </w:r>
          </w:p>
        </w:tc>
      </w:tr>
      <w:tr w:rsidR="00341A45" w:rsidRPr="00AB6C19" w14:paraId="4DF98957" w14:textId="77777777" w:rsidTr="0033397D">
        <w:trPr>
          <w:trHeight w:val="213"/>
        </w:trPr>
        <w:tc>
          <w:tcPr>
            <w:tcW w:w="1769" w:type="dxa"/>
          </w:tcPr>
          <w:p w14:paraId="685E6D42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operatorNo</w:t>
            </w:r>
            <w:proofErr w:type="spellEnd"/>
          </w:p>
        </w:tc>
        <w:tc>
          <w:tcPr>
            <w:tcW w:w="3262" w:type="dxa"/>
          </w:tcPr>
          <w:p w14:paraId="09927C95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prowadzący skład podatkowy.</w:t>
            </w:r>
          </w:p>
        </w:tc>
        <w:tc>
          <w:tcPr>
            <w:tcW w:w="815" w:type="dxa"/>
          </w:tcPr>
          <w:p w14:paraId="53C2206B" w14:textId="77777777" w:rsidR="00341A45" w:rsidRPr="00AA09F1" w:rsidRDefault="00DE11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1989" w:type="dxa"/>
          </w:tcPr>
          <w:p w14:paraId="59627CDD" w14:textId="77777777" w:rsidR="00341A45" w:rsidRPr="00AB6C19" w:rsidRDefault="004D02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341A4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325D1BE1" w14:textId="415A021F" w:rsidR="00341A45" w:rsidRPr="00AA09F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3903484D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4FD4DB35" w14:textId="77777777" w:rsidTr="0033397D">
        <w:trPr>
          <w:trHeight w:val="213"/>
        </w:trPr>
        <w:tc>
          <w:tcPr>
            <w:tcW w:w="1769" w:type="dxa"/>
          </w:tcPr>
          <w:p w14:paraId="7916A080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userNo</w:t>
            </w:r>
            <w:proofErr w:type="spellEnd"/>
          </w:p>
        </w:tc>
        <w:tc>
          <w:tcPr>
            <w:tcW w:w="3262" w:type="dxa"/>
          </w:tcPr>
          <w:p w14:paraId="74183CCB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numer składu akcyzowego. Na deklaracji papierowej, to pole wypełnia podatnik korzystający z obcego składu podatkowego.</w:t>
            </w:r>
          </w:p>
        </w:tc>
        <w:tc>
          <w:tcPr>
            <w:tcW w:w="815" w:type="dxa"/>
          </w:tcPr>
          <w:p w14:paraId="60E11FF8" w14:textId="77777777" w:rsidR="00341A45" w:rsidRPr="00AA09F1" w:rsidRDefault="00DE11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1989" w:type="dxa"/>
          </w:tcPr>
          <w:p w14:paraId="37946069" w14:textId="77777777" w:rsidR="00341A45" w:rsidRPr="00AB6C19" w:rsidRDefault="004D02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341A4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52436486" w14:textId="527CC8B8" w:rsidR="00341A45" w:rsidRPr="00AA09F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7E745459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6EE37619" w14:textId="77777777" w:rsidTr="0033397D">
        <w:trPr>
          <w:trHeight w:val="213"/>
        </w:trPr>
        <w:tc>
          <w:tcPr>
            <w:tcW w:w="1769" w:type="dxa"/>
          </w:tcPr>
          <w:p w14:paraId="33EA6A47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3262" w:type="dxa"/>
          </w:tcPr>
          <w:p w14:paraId="42FC0075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Adres składu podatkowego właściwego ze względu na numer składu (własnego lub obcego)</w:t>
            </w:r>
          </w:p>
        </w:tc>
        <w:tc>
          <w:tcPr>
            <w:tcW w:w="815" w:type="dxa"/>
          </w:tcPr>
          <w:p w14:paraId="58AA5A1A" w14:textId="77777777" w:rsidR="00341A45" w:rsidRPr="00AA09F1" w:rsidRDefault="00DE11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1989" w:type="dxa"/>
          </w:tcPr>
          <w:p w14:paraId="1A4F69DE" w14:textId="77777777" w:rsidR="00341A45" w:rsidRPr="00AB6C19" w:rsidRDefault="004D02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694290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</w:t>
            </w:r>
            <w:r w:rsidR="00D561DA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512</w:t>
            </w:r>
            <w:r w:rsidR="00341A4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)</w:t>
            </w:r>
          </w:p>
          <w:p w14:paraId="739D3BFE" w14:textId="009AE59F" w:rsidR="00341A45" w:rsidRPr="00AA09F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72137103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39709E7C" w14:textId="77777777" w:rsidTr="0033397D">
        <w:trPr>
          <w:trHeight w:val="213"/>
        </w:trPr>
        <w:tc>
          <w:tcPr>
            <w:tcW w:w="1769" w:type="dxa"/>
          </w:tcPr>
          <w:p w14:paraId="2736A095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consumerNo</w:t>
            </w:r>
            <w:proofErr w:type="spellEnd"/>
          </w:p>
        </w:tc>
        <w:tc>
          <w:tcPr>
            <w:tcW w:w="3262" w:type="dxa"/>
          </w:tcPr>
          <w:p w14:paraId="75BB4593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akcyzowy zarejestrowanego odbiorcy, wypełniany tylko w przypadku formularza AKC-4zo</w:t>
            </w:r>
          </w:p>
        </w:tc>
        <w:tc>
          <w:tcPr>
            <w:tcW w:w="815" w:type="dxa"/>
          </w:tcPr>
          <w:p w14:paraId="2C690340" w14:textId="77777777" w:rsidR="00341A45" w:rsidRPr="00AA09F1" w:rsidRDefault="00DE11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</w:t>
            </w:r>
          </w:p>
        </w:tc>
        <w:tc>
          <w:tcPr>
            <w:tcW w:w="1989" w:type="dxa"/>
          </w:tcPr>
          <w:p w14:paraId="53AE88FD" w14:textId="77777777" w:rsidR="00341A45" w:rsidRPr="00AB6C19" w:rsidRDefault="004D02D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string</w:t>
            </w:r>
            <w:r w:rsidR="00341A45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(13)</w:t>
            </w:r>
          </w:p>
          <w:p w14:paraId="69CA2A79" w14:textId="5F3B33F4" w:rsidR="00341A45" w:rsidRPr="00AA09F1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390" w:type="dxa"/>
          </w:tcPr>
          <w:p w14:paraId="0BCC58A0" w14:textId="77777777" w:rsidR="00341A45" w:rsidRPr="00AA09F1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B75F66" w:rsidRPr="00AB6C19" w14:paraId="62AF059C" w14:textId="77777777" w:rsidTr="0033397D">
        <w:trPr>
          <w:trHeight w:val="213"/>
        </w:trPr>
        <w:tc>
          <w:tcPr>
            <w:tcW w:w="1769" w:type="dxa"/>
          </w:tcPr>
          <w:p w14:paraId="307CC2E8" w14:textId="77777777" w:rsidR="00B75F66" w:rsidRPr="00AA09F1" w:rsidRDefault="00B75F6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oneTime</w:t>
            </w:r>
            <w:proofErr w:type="spellEnd"/>
          </w:p>
        </w:tc>
        <w:tc>
          <w:tcPr>
            <w:tcW w:w="3262" w:type="dxa"/>
          </w:tcPr>
          <w:p w14:paraId="3D4DF92D" w14:textId="77777777" w:rsidR="00B75F66" w:rsidRPr="00AA09F1" w:rsidRDefault="00B75F6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Jednorazowe</w:t>
            </w:r>
          </w:p>
        </w:tc>
        <w:tc>
          <w:tcPr>
            <w:tcW w:w="815" w:type="dxa"/>
          </w:tcPr>
          <w:p w14:paraId="735D0458" w14:textId="77777777" w:rsidR="00B75F66" w:rsidRPr="00AA09F1" w:rsidRDefault="00B75F6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1989" w:type="dxa"/>
          </w:tcPr>
          <w:p w14:paraId="527C8B5E" w14:textId="77777777" w:rsidR="00B75F66" w:rsidRPr="00AB6C19" w:rsidRDefault="00B75F6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390" w:type="dxa"/>
          </w:tcPr>
          <w:p w14:paraId="0EFB8877" w14:textId="77777777" w:rsidR="00B75F66" w:rsidRPr="00AA09F1" w:rsidRDefault="00B75F6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1AE018B2" w14:textId="073C73D1" w:rsidR="00A11E80" w:rsidRPr="00AB6C19" w:rsidRDefault="00A11E80" w:rsidP="0033397D">
      <w:pPr>
        <w:pStyle w:val="Legenda"/>
      </w:pPr>
      <w:bookmarkStart w:id="371" w:name="_Toc18178240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104</w:t>
      </w:r>
      <w:r w:rsidR="00D437FA">
        <w:rPr>
          <w:noProof/>
        </w:rPr>
        <w:fldChar w:fldCharType="end"/>
      </w:r>
      <w:r w:rsidRPr="00AB6C19">
        <w:t>.Elementy konfiguracji AKC-4K</w:t>
      </w:r>
      <w:r w:rsidR="00AA09F1">
        <w:t xml:space="preserve"> </w:t>
      </w:r>
      <w:proofErr w:type="spellStart"/>
      <w:r w:rsidRPr="00EA1567">
        <w:t>ExciseDutyInformationType</w:t>
      </w:r>
      <w:bookmarkEnd w:id="371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AB6C19" w14:paraId="7D882DB1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66A5D6B" w14:textId="77777777" w:rsidR="00D83EF3" w:rsidRPr="00AB6C19" w:rsidRDefault="00D83EF3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298EA378" w14:textId="77777777" w:rsidR="00D83EF3" w:rsidRPr="00AB6C19" w:rsidRDefault="00D83EF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60220503" w14:textId="77777777" w:rsidR="00D83EF3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14273CCD" w14:textId="77777777" w:rsidR="00D83EF3" w:rsidRPr="00AB6C19" w:rsidRDefault="00D83EF3" w:rsidP="00F73C8D">
            <w:r w:rsidRPr="00AB6C19">
              <w:t>Typ, reguły</w:t>
            </w:r>
          </w:p>
        </w:tc>
        <w:tc>
          <w:tcPr>
            <w:tcW w:w="1197" w:type="dxa"/>
          </w:tcPr>
          <w:p w14:paraId="40544FDA" w14:textId="77777777" w:rsidR="00D83EF3" w:rsidRPr="00AB6C19" w:rsidRDefault="00D83EF3" w:rsidP="00F73C8D">
            <w:r w:rsidRPr="00AB6C19">
              <w:t>Liczebność</w:t>
            </w:r>
          </w:p>
        </w:tc>
      </w:tr>
      <w:tr w:rsidR="00A87A5E" w:rsidRPr="00AB6C19" w14:paraId="102AC834" w14:textId="77777777" w:rsidTr="0033397D">
        <w:trPr>
          <w:trHeight w:val="213"/>
        </w:trPr>
        <w:tc>
          <w:tcPr>
            <w:tcW w:w="1788" w:type="dxa"/>
          </w:tcPr>
          <w:p w14:paraId="6C4DD4C9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CalculOfAmountOfExciseDuty</w:t>
            </w:r>
            <w:proofErr w:type="spellEnd"/>
          </w:p>
        </w:tc>
        <w:tc>
          <w:tcPr>
            <w:tcW w:w="3368" w:type="dxa"/>
          </w:tcPr>
          <w:p w14:paraId="00E91C08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32" w:type="dxa"/>
          </w:tcPr>
          <w:p w14:paraId="09E51FDF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360473FF" w14:textId="77777777" w:rsidR="00A87A5E" w:rsidRPr="00AB6C19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ZCalculOfAmountOfExciseDuty</w:t>
            </w:r>
            <w:proofErr w:type="spellEnd"/>
          </w:p>
        </w:tc>
        <w:tc>
          <w:tcPr>
            <w:tcW w:w="1197" w:type="dxa"/>
          </w:tcPr>
          <w:p w14:paraId="63E2D5A3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87A5E" w:rsidRPr="00AB6C19" w14:paraId="0FDB3DC5" w14:textId="77777777" w:rsidTr="0033397D">
        <w:trPr>
          <w:trHeight w:val="213"/>
        </w:trPr>
        <w:tc>
          <w:tcPr>
            <w:tcW w:w="1788" w:type="dxa"/>
          </w:tcPr>
          <w:p w14:paraId="544F1B47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CleareanceExciseDuty</w:t>
            </w:r>
            <w:proofErr w:type="spellEnd"/>
          </w:p>
        </w:tc>
        <w:tc>
          <w:tcPr>
            <w:tcW w:w="3368" w:type="dxa"/>
          </w:tcPr>
          <w:p w14:paraId="79D648F5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Rozliczenie podatku akcyzowego</w:t>
            </w:r>
          </w:p>
        </w:tc>
        <w:tc>
          <w:tcPr>
            <w:tcW w:w="832" w:type="dxa"/>
          </w:tcPr>
          <w:p w14:paraId="2CB9DADD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</w:t>
            </w:r>
          </w:p>
        </w:tc>
        <w:tc>
          <w:tcPr>
            <w:tcW w:w="2095" w:type="dxa"/>
          </w:tcPr>
          <w:p w14:paraId="710E0D80" w14:textId="0CE4B950" w:rsidR="00A87A5E" w:rsidRPr="00B5683B" w:rsidRDefault="004B16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CleareanceExciseDutyType</w:t>
            </w:r>
            <w:proofErr w:type="spellEnd"/>
          </w:p>
        </w:tc>
        <w:tc>
          <w:tcPr>
            <w:tcW w:w="1197" w:type="dxa"/>
          </w:tcPr>
          <w:p w14:paraId="4328D0B3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87A5E" w:rsidRPr="00AB6C19" w14:paraId="5076886F" w14:textId="77777777" w:rsidTr="0033397D">
        <w:trPr>
          <w:trHeight w:val="213"/>
        </w:trPr>
        <w:tc>
          <w:tcPr>
            <w:tcW w:w="1788" w:type="dxa"/>
          </w:tcPr>
          <w:p w14:paraId="68DD60C4" w14:textId="77777777" w:rsidR="00A87A5E" w:rsidRPr="00AA09F1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AA09F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</w:tcPr>
          <w:p w14:paraId="0FD633DF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</w:p>
          <w:p w14:paraId="27909E5F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32" w:type="dxa"/>
          </w:tcPr>
          <w:p w14:paraId="72186A5D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2DB57968" w14:textId="26C7DA38" w:rsidR="00A87A5E" w:rsidRPr="00B5683B" w:rsidRDefault="004B16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25FF5BEE" w14:textId="77777777" w:rsidR="00A87A5E" w:rsidRPr="00B5683B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B5683B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73D8A4F2" w14:textId="308B49F2" w:rsidR="0083727A" w:rsidRPr="00AB6C19" w:rsidRDefault="0083727A" w:rsidP="0033397D">
      <w:pPr>
        <w:pStyle w:val="Legenda"/>
      </w:pPr>
      <w:bookmarkStart w:id="372" w:name="_Toc18178240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105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4B1605">
        <w:rPr>
          <w:lang w:val="en-GB"/>
        </w:rPr>
        <w:t>CleareanceExciseDutyType</w:t>
      </w:r>
      <w:bookmarkEnd w:id="372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AB6C19" w14:paraId="4B706B3F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D6C8F23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18BBD9BB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799C8E42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60A6414" w14:textId="77777777" w:rsidR="00341A45" w:rsidRPr="00AB6C19" w:rsidRDefault="00341A45" w:rsidP="00F73C8D">
            <w:r w:rsidRPr="00AB6C19">
              <w:t>Typ, reguły</w:t>
            </w:r>
          </w:p>
        </w:tc>
        <w:tc>
          <w:tcPr>
            <w:tcW w:w="1197" w:type="dxa"/>
          </w:tcPr>
          <w:p w14:paraId="57AE0E88" w14:textId="77777777" w:rsidR="00341A45" w:rsidRPr="00AB6C19" w:rsidRDefault="00341A45" w:rsidP="00F73C8D">
            <w:r w:rsidRPr="00AB6C19">
              <w:t>Liczebność</w:t>
            </w:r>
          </w:p>
        </w:tc>
      </w:tr>
      <w:tr w:rsidR="00A87A5E" w:rsidRPr="00AB6C19" w14:paraId="048580AD" w14:textId="77777777" w:rsidTr="0033397D">
        <w:trPr>
          <w:trHeight w:val="213"/>
        </w:trPr>
        <w:tc>
          <w:tcPr>
            <w:tcW w:w="1788" w:type="dxa"/>
          </w:tcPr>
          <w:p w14:paraId="32CF22AF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8" w:type="dxa"/>
          </w:tcPr>
          <w:p w14:paraId="4F726266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z pozycji „Nadwyżka przedpłaty akcyzy” i „Przedpłata akcyzy do zapłaty” deklaracji AKC-PA (K) złożonej za miesiąc, którego dotyczy rejestrowana deklaracja</w:t>
            </w:r>
          </w:p>
        </w:tc>
        <w:tc>
          <w:tcPr>
            <w:tcW w:w="832" w:type="dxa"/>
          </w:tcPr>
          <w:p w14:paraId="7235C030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14</w:t>
            </w:r>
          </w:p>
        </w:tc>
        <w:tc>
          <w:tcPr>
            <w:tcW w:w="2095" w:type="dxa"/>
          </w:tcPr>
          <w:p w14:paraId="131AE92D" w14:textId="77777777" w:rsidR="00A87A5E" w:rsidRPr="00AB6C19" w:rsidRDefault="00315E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ZAmountP</w:t>
            </w:r>
            <w:proofErr w:type="spellEnd"/>
          </w:p>
          <w:p w14:paraId="0A702104" w14:textId="151CC9A1" w:rsidR="00A87A5E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AAF5CBD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A87A5E" w:rsidRPr="00AB6C19" w14:paraId="757C625B" w14:textId="77777777" w:rsidTr="0033397D">
        <w:trPr>
          <w:trHeight w:val="213"/>
        </w:trPr>
        <w:tc>
          <w:tcPr>
            <w:tcW w:w="1788" w:type="dxa"/>
          </w:tcPr>
          <w:p w14:paraId="10A6214D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taxChargeable</w:t>
            </w:r>
            <w:proofErr w:type="spellEnd"/>
          </w:p>
        </w:tc>
        <w:tc>
          <w:tcPr>
            <w:tcW w:w="3368" w:type="dxa"/>
          </w:tcPr>
          <w:p w14:paraId="50584024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Podatek należny wyliczony wg wzoru: Ogółem podatek – (Kwota stanowiąca wartość podatkowych znaków akcyzy + Kwota przedpłaty akcyzy)</w:t>
            </w:r>
          </w:p>
        </w:tc>
        <w:tc>
          <w:tcPr>
            <w:tcW w:w="832" w:type="dxa"/>
          </w:tcPr>
          <w:p w14:paraId="64A1959E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15</w:t>
            </w:r>
          </w:p>
        </w:tc>
        <w:tc>
          <w:tcPr>
            <w:tcW w:w="2095" w:type="dxa"/>
          </w:tcPr>
          <w:p w14:paraId="25F5C7DC" w14:textId="77777777" w:rsidR="00A87A5E" w:rsidRPr="00AB6C19" w:rsidRDefault="00315E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61010741" w14:textId="7CD6B14E" w:rsidR="00A87A5E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F803BA0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A87A5E" w:rsidRPr="00AB6C19" w14:paraId="7983AEA9" w14:textId="77777777" w:rsidTr="0033397D">
        <w:trPr>
          <w:trHeight w:val="213"/>
        </w:trPr>
        <w:tc>
          <w:tcPr>
            <w:tcW w:w="1788" w:type="dxa"/>
          </w:tcPr>
          <w:p w14:paraId="3FD6395D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surplusExcessPayment</w:t>
            </w:r>
            <w:proofErr w:type="spellEnd"/>
          </w:p>
        </w:tc>
        <w:tc>
          <w:tcPr>
            <w:tcW w:w="3368" w:type="dxa"/>
          </w:tcPr>
          <w:p w14:paraId="18638BD0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Nadwyżka przedpłaty – w przypadku produkcji poza składem podatkowym wyliczony wg wzoru: (Kwota stanowiąca wartość podatkowych znaków akcyzy + Kwota przedpłaty akcyzy) – Ogółem podatek</w:t>
            </w:r>
          </w:p>
        </w:tc>
        <w:tc>
          <w:tcPr>
            <w:tcW w:w="832" w:type="dxa"/>
          </w:tcPr>
          <w:p w14:paraId="3DF77B09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16</w:t>
            </w:r>
          </w:p>
        </w:tc>
        <w:tc>
          <w:tcPr>
            <w:tcW w:w="2095" w:type="dxa"/>
          </w:tcPr>
          <w:p w14:paraId="5A37E541" w14:textId="77777777" w:rsidR="00A87A5E" w:rsidRPr="00AB6C19" w:rsidRDefault="00315E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ZAmountP</w:t>
            </w:r>
            <w:proofErr w:type="spellEnd"/>
          </w:p>
          <w:p w14:paraId="2D62D86A" w14:textId="2F6FC3F4" w:rsidR="00A87A5E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A87A5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44152044" w14:textId="77777777" w:rsidR="00A87A5E" w:rsidRPr="004B1605" w:rsidRDefault="00A87A5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2283D699" w14:textId="70FB5999" w:rsidR="0083727A" w:rsidRPr="00AB6C19" w:rsidRDefault="0083727A" w:rsidP="0033397D">
      <w:pPr>
        <w:pStyle w:val="Legenda"/>
      </w:pPr>
      <w:bookmarkStart w:id="373" w:name="_Toc181782403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106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EA1567">
        <w:t>ItemsType</w:t>
      </w:r>
      <w:bookmarkEnd w:id="373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AB6C19" w14:paraId="5F2CBD9E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825265D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543D9BBF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5A8CBFAF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4A2797C" w14:textId="77777777" w:rsidR="00341A45" w:rsidRPr="00AB6C19" w:rsidRDefault="00341A45" w:rsidP="00F73C8D">
            <w:r w:rsidRPr="00AB6C19">
              <w:t>Typ, reguły</w:t>
            </w:r>
          </w:p>
        </w:tc>
        <w:tc>
          <w:tcPr>
            <w:tcW w:w="1197" w:type="dxa"/>
          </w:tcPr>
          <w:p w14:paraId="481B6CE1" w14:textId="77777777" w:rsidR="00341A45" w:rsidRPr="00AB6C19" w:rsidRDefault="00341A45" w:rsidP="00F73C8D">
            <w:r w:rsidRPr="00AB6C19">
              <w:t>Liczebność</w:t>
            </w:r>
          </w:p>
        </w:tc>
      </w:tr>
      <w:tr w:rsidR="00387459" w:rsidRPr="00AB6C19" w14:paraId="33DB7ACD" w14:textId="77777777" w:rsidTr="0033397D">
        <w:trPr>
          <w:trHeight w:val="213"/>
        </w:trPr>
        <w:tc>
          <w:tcPr>
            <w:tcW w:w="1788" w:type="dxa"/>
          </w:tcPr>
          <w:p w14:paraId="527333FC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exportNumberOfGoods</w:t>
            </w:r>
            <w:proofErr w:type="spellEnd"/>
          </w:p>
        </w:tc>
        <w:tc>
          <w:tcPr>
            <w:tcW w:w="3368" w:type="dxa"/>
          </w:tcPr>
          <w:p w14:paraId="289E1F5E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Ilość wyrobów na eksport w </w:t>
            </w:r>
            <w:r w:rsidR="00484A7F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tysiącach litrów</w:t>
            </w:r>
          </w:p>
        </w:tc>
        <w:tc>
          <w:tcPr>
            <w:tcW w:w="832" w:type="dxa"/>
          </w:tcPr>
          <w:p w14:paraId="5526244D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255</w:t>
            </w:r>
          </w:p>
        </w:tc>
        <w:tc>
          <w:tcPr>
            <w:tcW w:w="2095" w:type="dxa"/>
          </w:tcPr>
          <w:p w14:paraId="334B7EEE" w14:textId="77777777" w:rsidR="00387459" w:rsidRPr="00AB6C19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10074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  <w:proofErr w:type="spellEnd"/>
          </w:p>
        </w:tc>
        <w:tc>
          <w:tcPr>
            <w:tcW w:w="1197" w:type="dxa"/>
          </w:tcPr>
          <w:p w14:paraId="72514BF2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87459" w:rsidRPr="00AB6C19" w14:paraId="3F61E508" w14:textId="77777777" w:rsidTr="0033397D">
        <w:trPr>
          <w:trHeight w:val="213"/>
        </w:trPr>
        <w:tc>
          <w:tcPr>
            <w:tcW w:w="1788" w:type="dxa"/>
          </w:tcPr>
          <w:p w14:paraId="0602D5EE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exportTaxRate</w:t>
            </w:r>
            <w:proofErr w:type="spellEnd"/>
          </w:p>
        </w:tc>
        <w:tc>
          <w:tcPr>
            <w:tcW w:w="3368" w:type="dxa"/>
          </w:tcPr>
          <w:p w14:paraId="35D5BB91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sprzedaży na eksport.</w:t>
            </w:r>
          </w:p>
        </w:tc>
        <w:tc>
          <w:tcPr>
            <w:tcW w:w="832" w:type="dxa"/>
          </w:tcPr>
          <w:p w14:paraId="638974AD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256</w:t>
            </w:r>
          </w:p>
        </w:tc>
        <w:tc>
          <w:tcPr>
            <w:tcW w:w="2095" w:type="dxa"/>
          </w:tcPr>
          <w:p w14:paraId="2B4E0A3C" w14:textId="77777777" w:rsidR="00387459" w:rsidRPr="00AB6C19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BEB5D29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87459" w:rsidRPr="00AB6C19" w14:paraId="70D24BCF" w14:textId="77777777" w:rsidTr="0033397D">
        <w:trPr>
          <w:trHeight w:val="213"/>
        </w:trPr>
        <w:tc>
          <w:tcPr>
            <w:tcW w:w="1788" w:type="dxa"/>
          </w:tcPr>
          <w:p w14:paraId="299C368E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exportAmountOfTax</w:t>
            </w:r>
            <w:proofErr w:type="spellEnd"/>
          </w:p>
        </w:tc>
        <w:tc>
          <w:tcPr>
            <w:tcW w:w="3368" w:type="dxa"/>
          </w:tcPr>
          <w:p w14:paraId="68E5A679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</w:t>
            </w:r>
            <w:proofErr w:type="spellStart"/>
            <w:r w:rsidR="00C41B8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exportNumberOfGoods</w:t>
            </w:r>
            <w:proofErr w:type="spellEnd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* wartość w polu </w:t>
            </w:r>
            <w:proofErr w:type="spellStart"/>
            <w:r w:rsidR="00C41B8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exportTaxRate</w:t>
            </w:r>
            <w:proofErr w:type="spellEnd"/>
            <w:r w:rsidR="003113B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32" w:type="dxa"/>
          </w:tcPr>
          <w:p w14:paraId="4D305556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257</w:t>
            </w:r>
          </w:p>
        </w:tc>
        <w:tc>
          <w:tcPr>
            <w:tcW w:w="2095" w:type="dxa"/>
          </w:tcPr>
          <w:p w14:paraId="524694DD" w14:textId="77777777" w:rsidR="00387459" w:rsidRPr="00AB6C19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0D0B89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78C9CD34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87459" w:rsidRPr="00AB6C19" w14:paraId="541181AB" w14:textId="77777777" w:rsidTr="0033397D">
        <w:trPr>
          <w:trHeight w:val="213"/>
        </w:trPr>
        <w:tc>
          <w:tcPr>
            <w:tcW w:w="1788" w:type="dxa"/>
          </w:tcPr>
          <w:p w14:paraId="4EB33138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</w:tcPr>
          <w:p w14:paraId="4B741646" w14:textId="77777777" w:rsidR="00387459" w:rsidRPr="004B1605" w:rsidRDefault="0021689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Suma wyrobów w tysiącach </w:t>
            </w:r>
            <w:r w:rsidR="0038745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litr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ów</w:t>
            </w:r>
          </w:p>
        </w:tc>
        <w:tc>
          <w:tcPr>
            <w:tcW w:w="832" w:type="dxa"/>
          </w:tcPr>
          <w:p w14:paraId="3F87489B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258</w:t>
            </w:r>
          </w:p>
        </w:tc>
        <w:tc>
          <w:tcPr>
            <w:tcW w:w="2095" w:type="dxa"/>
          </w:tcPr>
          <w:p w14:paraId="43F93F98" w14:textId="77777777" w:rsidR="00387459" w:rsidRPr="00AB6C19" w:rsidRDefault="00484A7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C098987" w14:textId="28F9E9ED" w:rsidR="00387459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8745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8745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11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4EDDBAF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87459" w:rsidRPr="00AB6C19" w14:paraId="1A4EBA5C" w14:textId="77777777" w:rsidTr="0033397D">
        <w:trPr>
          <w:trHeight w:val="213"/>
        </w:trPr>
        <w:tc>
          <w:tcPr>
            <w:tcW w:w="1788" w:type="dxa"/>
          </w:tcPr>
          <w:p w14:paraId="3EA866B2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</w:tcPr>
          <w:p w14:paraId="5D7891E1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Zsumowana kwota podatku w zł</w:t>
            </w:r>
          </w:p>
        </w:tc>
        <w:tc>
          <w:tcPr>
            <w:tcW w:w="832" w:type="dxa"/>
          </w:tcPr>
          <w:p w14:paraId="75814F0F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259</w:t>
            </w:r>
          </w:p>
        </w:tc>
        <w:tc>
          <w:tcPr>
            <w:tcW w:w="2095" w:type="dxa"/>
          </w:tcPr>
          <w:p w14:paraId="7CC2E8FB" w14:textId="77777777" w:rsidR="00387459" w:rsidRPr="00AB6C19" w:rsidRDefault="000D0B8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5C70F32C" w14:textId="64C671EF" w:rsidR="00387459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8745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87459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12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42DC0EA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87459" w:rsidRPr="00AB6C19" w14:paraId="5BE9571D" w14:textId="77777777" w:rsidTr="0033397D">
        <w:trPr>
          <w:trHeight w:val="213"/>
        </w:trPr>
        <w:tc>
          <w:tcPr>
            <w:tcW w:w="1788" w:type="dxa"/>
          </w:tcPr>
          <w:p w14:paraId="59501DE2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8" w:type="dxa"/>
          </w:tcPr>
          <w:p w14:paraId="7197455C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32" w:type="dxa"/>
          </w:tcPr>
          <w:p w14:paraId="534CC797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</w:t>
            </w:r>
          </w:p>
        </w:tc>
        <w:tc>
          <w:tcPr>
            <w:tcW w:w="2095" w:type="dxa"/>
          </w:tcPr>
          <w:p w14:paraId="4391DEB8" w14:textId="3D551C87" w:rsidR="00387459" w:rsidRPr="004B1605" w:rsidRDefault="004B16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4E1A2424" w14:textId="77777777" w:rsidR="00387459" w:rsidRPr="004B1605" w:rsidRDefault="0038745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09DA9924" w14:textId="33790F66" w:rsidR="0083727A" w:rsidRPr="00AB6C19" w:rsidRDefault="0083727A" w:rsidP="0033397D">
      <w:pPr>
        <w:pStyle w:val="Legenda"/>
      </w:pPr>
      <w:bookmarkStart w:id="374" w:name="_Toc18178240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107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EA1567">
        <w:t>ItemType</w:t>
      </w:r>
      <w:bookmarkEnd w:id="374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41A45" w:rsidRPr="00AB6C19" w14:paraId="0A58CB4A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83CAA37" w14:textId="77777777" w:rsidR="00341A45" w:rsidRPr="00AB6C19" w:rsidRDefault="00341A45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2A5AEF67" w14:textId="77777777" w:rsidR="00341A45" w:rsidRPr="00AB6C19" w:rsidRDefault="00341A45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7D9EF9B6" w14:textId="77777777" w:rsidR="00341A45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6DEBD44" w14:textId="77777777" w:rsidR="00341A45" w:rsidRPr="00AB6C19" w:rsidRDefault="00341A45" w:rsidP="00F73C8D">
            <w:r w:rsidRPr="00AB6C19">
              <w:t>Typ, reguły</w:t>
            </w:r>
          </w:p>
        </w:tc>
        <w:tc>
          <w:tcPr>
            <w:tcW w:w="1197" w:type="dxa"/>
          </w:tcPr>
          <w:p w14:paraId="3A0FC72D" w14:textId="77777777" w:rsidR="00341A45" w:rsidRPr="00AB6C19" w:rsidRDefault="00341A45" w:rsidP="00F73C8D">
            <w:r w:rsidRPr="00AB6C19">
              <w:t>Liczebność</w:t>
            </w:r>
          </w:p>
        </w:tc>
      </w:tr>
      <w:tr w:rsidR="00341A45" w:rsidRPr="00AB6C19" w14:paraId="502CC6A9" w14:textId="77777777" w:rsidTr="0033397D">
        <w:trPr>
          <w:trHeight w:val="213"/>
        </w:trPr>
        <w:tc>
          <w:tcPr>
            <w:tcW w:w="1788" w:type="dxa"/>
          </w:tcPr>
          <w:p w14:paraId="0B7B835E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</w:tcPr>
          <w:p w14:paraId="1C6B6A71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32" w:type="dxa"/>
          </w:tcPr>
          <w:p w14:paraId="5FDF3ADB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F.a</w:t>
            </w:r>
            <w:proofErr w:type="spellEnd"/>
          </w:p>
        </w:tc>
        <w:tc>
          <w:tcPr>
            <w:tcW w:w="2095" w:type="dxa"/>
          </w:tcPr>
          <w:p w14:paraId="11E1BA2E" w14:textId="77777777" w:rsidR="00341A45" w:rsidRPr="00AB6C19" w:rsidRDefault="005500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BB0294A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51C30709" w14:textId="77777777" w:rsidTr="0033397D">
        <w:trPr>
          <w:trHeight w:val="213"/>
        </w:trPr>
        <w:tc>
          <w:tcPr>
            <w:tcW w:w="1788" w:type="dxa"/>
          </w:tcPr>
          <w:p w14:paraId="60CE25DF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</w:tcPr>
          <w:p w14:paraId="5F8FCC1A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2A95F776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F.b</w:t>
            </w:r>
            <w:proofErr w:type="spellEnd"/>
          </w:p>
        </w:tc>
        <w:tc>
          <w:tcPr>
            <w:tcW w:w="2095" w:type="dxa"/>
          </w:tcPr>
          <w:p w14:paraId="56432090" w14:textId="77777777" w:rsidR="00341A45" w:rsidRPr="00AB6C19" w:rsidRDefault="005500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  <w:p w14:paraId="68452514" w14:textId="70446A1A" w:rsidR="00341A45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13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FAC5844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5CE4E632" w14:textId="77777777" w:rsidTr="0033397D">
        <w:trPr>
          <w:trHeight w:val="213"/>
        </w:trPr>
        <w:tc>
          <w:tcPr>
            <w:tcW w:w="1788" w:type="dxa"/>
          </w:tcPr>
          <w:p w14:paraId="41F1D869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shortages</w:t>
            </w:r>
          </w:p>
        </w:tc>
        <w:tc>
          <w:tcPr>
            <w:tcW w:w="3368" w:type="dxa"/>
          </w:tcPr>
          <w:p w14:paraId="7607FC73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Możliwość oznaczenia w przypadku wykazywania ubytków wyrobów akcyzowych (przekraczających normy dopuszczalnych ubytków) lub całkowitego zniszczenia wyrobów.</w:t>
            </w:r>
          </w:p>
        </w:tc>
        <w:tc>
          <w:tcPr>
            <w:tcW w:w="832" w:type="dxa"/>
          </w:tcPr>
          <w:p w14:paraId="2B6CAC7C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0321C952" w14:textId="77777777" w:rsidR="00341A45" w:rsidRPr="00AB6C19" w:rsidRDefault="0010046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ZShortages</w:t>
            </w:r>
            <w:proofErr w:type="spellEnd"/>
          </w:p>
          <w:p w14:paraId="42351213" w14:textId="6B2622FE" w:rsidR="00341A45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20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9034118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158FB525" w14:textId="77777777" w:rsidTr="0033397D">
        <w:trPr>
          <w:trHeight w:val="213"/>
        </w:trPr>
        <w:tc>
          <w:tcPr>
            <w:tcW w:w="1788" w:type="dxa"/>
          </w:tcPr>
          <w:p w14:paraId="545FFA02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</w:tcPr>
          <w:p w14:paraId="01070382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pozwalające na w</w:t>
            </w:r>
            <w:r w:rsidR="00CC1B30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pisanie ośmiocyfrowego kodu CN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towaru.</w:t>
            </w:r>
          </w:p>
        </w:tc>
        <w:tc>
          <w:tcPr>
            <w:tcW w:w="832" w:type="dxa"/>
          </w:tcPr>
          <w:p w14:paraId="051E5178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F.c</w:t>
            </w:r>
            <w:proofErr w:type="spellEnd"/>
          </w:p>
        </w:tc>
        <w:tc>
          <w:tcPr>
            <w:tcW w:w="2095" w:type="dxa"/>
          </w:tcPr>
          <w:p w14:paraId="772827C2" w14:textId="77777777" w:rsidR="00341A45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  <w:p w14:paraId="5A8A2788" w14:textId="72D11356" w:rsidR="00341A45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14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011B7622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7E6139A3" w14:textId="77777777" w:rsidTr="0033397D">
        <w:trPr>
          <w:trHeight w:val="213"/>
        </w:trPr>
        <w:tc>
          <w:tcPr>
            <w:tcW w:w="1788" w:type="dxa"/>
          </w:tcPr>
          <w:p w14:paraId="45250829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lastRenderedPageBreak/>
              <w:t>numberOfGoods</w:t>
            </w:r>
            <w:proofErr w:type="spellEnd"/>
          </w:p>
        </w:tc>
        <w:tc>
          <w:tcPr>
            <w:tcW w:w="3368" w:type="dxa"/>
          </w:tcPr>
          <w:p w14:paraId="38B6E952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Ilość wyrobów w </w:t>
            </w:r>
            <w:r w:rsidR="0010074F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tysiącach litrów.</w:t>
            </w:r>
          </w:p>
        </w:tc>
        <w:tc>
          <w:tcPr>
            <w:tcW w:w="832" w:type="dxa"/>
          </w:tcPr>
          <w:p w14:paraId="5C21B778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F.d</w:t>
            </w:r>
            <w:proofErr w:type="spellEnd"/>
          </w:p>
        </w:tc>
        <w:tc>
          <w:tcPr>
            <w:tcW w:w="2095" w:type="dxa"/>
          </w:tcPr>
          <w:p w14:paraId="148857C7" w14:textId="77777777" w:rsidR="00341A45" w:rsidRPr="00AB6C19" w:rsidRDefault="0010074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4D9C3752" w14:textId="3615591A" w:rsidR="00341A45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341A4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15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D03304F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341A45" w:rsidRPr="00AB6C19" w14:paraId="0EA6528E" w14:textId="77777777" w:rsidTr="0033397D">
        <w:trPr>
          <w:trHeight w:val="213"/>
        </w:trPr>
        <w:tc>
          <w:tcPr>
            <w:tcW w:w="1788" w:type="dxa"/>
          </w:tcPr>
          <w:p w14:paraId="72ED14A1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</w:tcPr>
          <w:p w14:paraId="0C3D4C6B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32" w:type="dxa"/>
          </w:tcPr>
          <w:p w14:paraId="26A955F3" w14:textId="77777777" w:rsidR="00341A45" w:rsidRPr="004B1605" w:rsidRDefault="0037716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F.e</w:t>
            </w:r>
            <w:proofErr w:type="spellEnd"/>
          </w:p>
        </w:tc>
        <w:tc>
          <w:tcPr>
            <w:tcW w:w="2095" w:type="dxa"/>
          </w:tcPr>
          <w:p w14:paraId="49532424" w14:textId="77777777" w:rsidR="00341A45" w:rsidRPr="00AB6C19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  <w:p w14:paraId="159E6341" w14:textId="77777777" w:rsidR="00341A45" w:rsidRPr="00AB6C19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785276D9" w14:textId="77777777" w:rsidR="00341A45" w:rsidRPr="004B1605" w:rsidRDefault="00341A4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F2CBE" w:rsidRPr="00AB6C19" w14:paraId="5B0E8EF1" w14:textId="77777777" w:rsidTr="0033397D">
        <w:trPr>
          <w:trHeight w:val="213"/>
        </w:trPr>
        <w:tc>
          <w:tcPr>
            <w:tcW w:w="1788" w:type="dxa"/>
          </w:tcPr>
          <w:p w14:paraId="1DB9BE78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</w:tcPr>
          <w:p w14:paraId="79CCD3DD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41E8B00F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16B70326" w14:textId="77777777" w:rsidR="007F2CBE" w:rsidRPr="00AB6C19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0600782A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7F2CBE" w:rsidRPr="00AB6C19" w14:paraId="4E4E0E91" w14:textId="77777777" w:rsidTr="0033397D">
        <w:trPr>
          <w:trHeight w:val="213"/>
        </w:trPr>
        <w:tc>
          <w:tcPr>
            <w:tcW w:w="1788" w:type="dxa"/>
          </w:tcPr>
          <w:p w14:paraId="588E896B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</w:tcPr>
          <w:p w14:paraId="6F3AADDA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</w:t>
            </w: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numberOfGoods</w:t>
            </w:r>
            <w:proofErr w:type="spellEnd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* wartość w polu </w:t>
            </w: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taxRate</w:t>
            </w:r>
            <w:proofErr w:type="spellEnd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32" w:type="dxa"/>
          </w:tcPr>
          <w:p w14:paraId="392C782F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F.f</w:t>
            </w:r>
            <w:proofErr w:type="spellEnd"/>
          </w:p>
        </w:tc>
        <w:tc>
          <w:tcPr>
            <w:tcW w:w="2095" w:type="dxa"/>
          </w:tcPr>
          <w:p w14:paraId="7A0B83CE" w14:textId="77777777" w:rsidR="007F2CBE" w:rsidRPr="00AB6C19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26CC62C9" w14:textId="02CAEAE9" w:rsidR="007F2CBE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7F2CB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k</w:instrText>
            </w:r>
            <w:r w:rsidR="007F2CB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16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7F2CBE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09F670B2" w14:textId="77777777" w:rsidR="007F2CBE" w:rsidRPr="004B1605" w:rsidRDefault="007F2CB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41164025" w14:textId="1AFB7DE8" w:rsidR="0083727A" w:rsidRPr="00AB6C19" w:rsidRDefault="0083727A" w:rsidP="00C54585">
      <w:pPr>
        <w:pStyle w:val="Legenda"/>
      </w:pPr>
      <w:bookmarkStart w:id="375" w:name="_Toc181782405"/>
      <w:bookmarkStart w:id="376" w:name="_Toc362422420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108</w:t>
      </w:r>
      <w:r w:rsidR="00D437FA">
        <w:rPr>
          <w:noProof/>
        </w:rPr>
        <w:fldChar w:fldCharType="end"/>
      </w:r>
      <w:r w:rsidRPr="00AB6C19">
        <w:t xml:space="preserve">.Elementy konfiguracji AKC-4K </w:t>
      </w:r>
      <w:proofErr w:type="spellStart"/>
      <w:r w:rsidRPr="004B1605">
        <w:rPr>
          <w:lang w:val="en-GB"/>
        </w:rPr>
        <w:t>DailyPaymentInformationType</w:t>
      </w:r>
      <w:bookmarkEnd w:id="37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D83EF3" w:rsidRPr="00AB6C19" w14:paraId="2355D046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61DC4D56" w14:textId="77777777" w:rsidR="00D83EF3" w:rsidRPr="00AB6C19" w:rsidRDefault="00D83EF3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5B8FD94C" w14:textId="77777777" w:rsidR="00D83EF3" w:rsidRPr="00AB6C19" w:rsidRDefault="00D83EF3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38901885" w14:textId="77777777" w:rsidR="00D83EF3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B096CFA" w14:textId="77777777" w:rsidR="00D83EF3" w:rsidRPr="00AB6C19" w:rsidRDefault="00D83EF3" w:rsidP="00F73C8D">
            <w:r w:rsidRPr="00AB6C19">
              <w:t>Typ, reguły</w:t>
            </w:r>
          </w:p>
        </w:tc>
        <w:tc>
          <w:tcPr>
            <w:tcW w:w="1197" w:type="dxa"/>
          </w:tcPr>
          <w:p w14:paraId="03A67151" w14:textId="77777777" w:rsidR="00D83EF3" w:rsidRPr="00AB6C19" w:rsidRDefault="00D83EF3" w:rsidP="00F73C8D">
            <w:r w:rsidRPr="00AB6C19">
              <w:t>Liczebność</w:t>
            </w:r>
          </w:p>
        </w:tc>
      </w:tr>
      <w:tr w:rsidR="00D83EF3" w:rsidRPr="00AB6C19" w14:paraId="6C2B3134" w14:textId="77777777" w:rsidTr="0033397D">
        <w:trPr>
          <w:trHeight w:val="213"/>
        </w:trPr>
        <w:tc>
          <w:tcPr>
            <w:tcW w:w="1788" w:type="dxa"/>
          </w:tcPr>
          <w:p w14:paraId="2E23C879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totalDueAmountOfDailyPaym</w:t>
            </w:r>
            <w:proofErr w:type="spellEnd"/>
          </w:p>
        </w:tc>
        <w:tc>
          <w:tcPr>
            <w:tcW w:w="3368" w:type="dxa"/>
          </w:tcPr>
          <w:p w14:paraId="2DCEA8E5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należnych wpłat dziennych stanowi sumę z kolumny C załącznika deklaracji AKC-4/K .</w:t>
            </w:r>
          </w:p>
        </w:tc>
        <w:tc>
          <w:tcPr>
            <w:tcW w:w="832" w:type="dxa"/>
          </w:tcPr>
          <w:p w14:paraId="6C3211FC" w14:textId="77777777" w:rsidR="00D83EF3" w:rsidRPr="004B1605" w:rsidRDefault="00C511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172</w:t>
            </w:r>
          </w:p>
        </w:tc>
        <w:tc>
          <w:tcPr>
            <w:tcW w:w="2095" w:type="dxa"/>
          </w:tcPr>
          <w:p w14:paraId="57E8E49C" w14:textId="77777777" w:rsidR="00D83EF3" w:rsidRPr="00AB6C19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C971C73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83EF3" w:rsidRPr="00AB6C19" w14:paraId="1C534638" w14:textId="77777777" w:rsidTr="0033397D">
        <w:trPr>
          <w:trHeight w:val="213"/>
        </w:trPr>
        <w:tc>
          <w:tcPr>
            <w:tcW w:w="1788" w:type="dxa"/>
          </w:tcPr>
          <w:p w14:paraId="500B9864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totalAmountOfExcessDailyPaymPrevDecl</w:t>
            </w:r>
            <w:proofErr w:type="spellEnd"/>
          </w:p>
        </w:tc>
        <w:tc>
          <w:tcPr>
            <w:tcW w:w="3368" w:type="dxa"/>
          </w:tcPr>
          <w:p w14:paraId="67E221F2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nadwyżki wpłat z poprzedniej deklaracji stanowi sumę z kolumny E załącznika deklaracji AKC-4/K .</w:t>
            </w:r>
          </w:p>
        </w:tc>
        <w:tc>
          <w:tcPr>
            <w:tcW w:w="832" w:type="dxa"/>
          </w:tcPr>
          <w:p w14:paraId="693D3726" w14:textId="77777777" w:rsidR="00D83EF3" w:rsidRPr="004B1605" w:rsidRDefault="00C511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173</w:t>
            </w:r>
          </w:p>
        </w:tc>
        <w:tc>
          <w:tcPr>
            <w:tcW w:w="2095" w:type="dxa"/>
          </w:tcPr>
          <w:p w14:paraId="6C799EC5" w14:textId="77777777" w:rsidR="00D83EF3" w:rsidRPr="00AB6C19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10CCCFF9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83EF3" w:rsidRPr="00AB6C19" w14:paraId="1F49CC1A" w14:textId="77777777" w:rsidTr="0033397D">
        <w:trPr>
          <w:trHeight w:val="213"/>
        </w:trPr>
        <w:tc>
          <w:tcPr>
            <w:tcW w:w="1788" w:type="dxa"/>
          </w:tcPr>
          <w:p w14:paraId="41B9A61D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totalAmountOfDailyPaym</w:t>
            </w:r>
            <w:proofErr w:type="spellEnd"/>
          </w:p>
        </w:tc>
        <w:tc>
          <w:tcPr>
            <w:tcW w:w="3368" w:type="dxa"/>
          </w:tcPr>
          <w:p w14:paraId="0A26833A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kwota dokonanych wpłat dziennych stanowi sumę z kolumny F załącznika deklaracji AKC-4/K.</w:t>
            </w:r>
          </w:p>
        </w:tc>
        <w:tc>
          <w:tcPr>
            <w:tcW w:w="832" w:type="dxa"/>
          </w:tcPr>
          <w:p w14:paraId="0284EFA3" w14:textId="77777777" w:rsidR="00D83EF3" w:rsidRPr="004B1605" w:rsidRDefault="00C511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174</w:t>
            </w:r>
          </w:p>
        </w:tc>
        <w:tc>
          <w:tcPr>
            <w:tcW w:w="2095" w:type="dxa"/>
          </w:tcPr>
          <w:p w14:paraId="40E9F018" w14:textId="77777777" w:rsidR="00D83EF3" w:rsidRPr="00AB6C19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69ACA52E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D83EF3" w:rsidRPr="00AB6C19" w14:paraId="5D635844" w14:textId="77777777" w:rsidTr="0033397D">
        <w:trPr>
          <w:trHeight w:val="213"/>
        </w:trPr>
        <w:tc>
          <w:tcPr>
            <w:tcW w:w="1788" w:type="dxa"/>
          </w:tcPr>
          <w:p w14:paraId="6D27B49E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DailyAmount</w:t>
            </w:r>
            <w:proofErr w:type="spellEnd"/>
          </w:p>
        </w:tc>
        <w:tc>
          <w:tcPr>
            <w:tcW w:w="3368" w:type="dxa"/>
          </w:tcPr>
          <w:p w14:paraId="274913ED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Lista informacji o wpłatach dziennych</w:t>
            </w:r>
          </w:p>
        </w:tc>
        <w:tc>
          <w:tcPr>
            <w:tcW w:w="832" w:type="dxa"/>
          </w:tcPr>
          <w:p w14:paraId="398E2EC2" w14:textId="77777777" w:rsidR="00D83EF3" w:rsidRPr="004B1605" w:rsidRDefault="00C5113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</w:t>
            </w:r>
          </w:p>
        </w:tc>
        <w:tc>
          <w:tcPr>
            <w:tcW w:w="2095" w:type="dxa"/>
          </w:tcPr>
          <w:p w14:paraId="1EA4A324" w14:textId="77777777" w:rsidR="00D83EF3" w:rsidRPr="00AB6C19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ZDailyAmount</w:t>
            </w:r>
            <w:proofErr w:type="spellEnd"/>
          </w:p>
        </w:tc>
        <w:tc>
          <w:tcPr>
            <w:tcW w:w="1197" w:type="dxa"/>
          </w:tcPr>
          <w:p w14:paraId="2D136DAD" w14:textId="77777777" w:rsidR="00D83EF3" w:rsidRPr="004B1605" w:rsidRDefault="00D83EF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3594AAE3" w14:textId="77777777" w:rsidR="0013767E" w:rsidRPr="00AB6C19" w:rsidRDefault="0013767E" w:rsidP="00F73C8D">
      <w:pPr>
        <w:pStyle w:val="Nagwek3"/>
      </w:pPr>
      <w:bookmarkStart w:id="377" w:name="_Toc181782267"/>
      <w:r w:rsidRPr="00AB6C19">
        <w:t>Reguły</w:t>
      </w:r>
      <w:bookmarkEnd w:id="376"/>
      <w:r w:rsidRPr="00AB6C19">
        <w:t xml:space="preserve"> AKC4K</w:t>
      </w:r>
      <w:bookmarkEnd w:id="377"/>
    </w:p>
    <w:p w14:paraId="245D6874" w14:textId="546A7AC3" w:rsidR="0083727A" w:rsidRPr="00AB6C19" w:rsidRDefault="0083727A" w:rsidP="0033397D">
      <w:pPr>
        <w:pStyle w:val="Legenda"/>
      </w:pPr>
      <w:bookmarkStart w:id="378" w:name="_Toc181782406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109</w:t>
      </w:r>
      <w:r w:rsidR="00D437FA">
        <w:rPr>
          <w:noProof/>
        </w:rPr>
        <w:fldChar w:fldCharType="end"/>
      </w:r>
      <w:r w:rsidRPr="00AB6C19">
        <w:t>.Reguły obowiązujące dla deklaracji AKC-4K</w:t>
      </w:r>
      <w:bookmarkEnd w:id="378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13767E" w:rsidRPr="00AB6C19" w14:paraId="65B01124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17C1F3DC" w14:textId="77777777" w:rsidR="0013767E" w:rsidRPr="00AB6C19" w:rsidRDefault="0013767E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06B4EB35" w14:textId="77777777" w:rsidR="0013767E" w:rsidRPr="00AB6C19" w:rsidRDefault="0013767E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13767E" w:rsidRPr="00AB6C19" w14:paraId="7B047A8B" w14:textId="77777777" w:rsidTr="0033397D">
        <w:trPr>
          <w:trHeight w:val="213"/>
        </w:trPr>
        <w:tc>
          <w:tcPr>
            <w:tcW w:w="952" w:type="dxa"/>
          </w:tcPr>
          <w:p w14:paraId="2E8E7775" w14:textId="271105FF" w:rsidR="0013767E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79" w:name="Rk1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379"/>
          </w:p>
        </w:tc>
        <w:tc>
          <w:tcPr>
            <w:tcW w:w="8102" w:type="dxa"/>
          </w:tcPr>
          <w:p w14:paraId="2A899421" w14:textId="77777777" w:rsidR="0013767E" w:rsidRPr="004B1605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13767E" w:rsidRPr="00AB6C19" w14:paraId="20BA70F9" w14:textId="77777777" w:rsidTr="0033397D">
        <w:trPr>
          <w:trHeight w:val="213"/>
        </w:trPr>
        <w:tc>
          <w:tcPr>
            <w:tcW w:w="952" w:type="dxa"/>
          </w:tcPr>
          <w:p w14:paraId="75DE2E6A" w14:textId="5A838256" w:rsidR="0013767E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0" w:name="Rk2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380"/>
          </w:p>
        </w:tc>
        <w:tc>
          <w:tcPr>
            <w:tcW w:w="8102" w:type="dxa"/>
          </w:tcPr>
          <w:p w14:paraId="67A78587" w14:textId="77777777" w:rsidR="0013767E" w:rsidRPr="004B1605" w:rsidRDefault="0013767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Wypełniane automatycznie na podstawie licznika kolejnego zapisanego załącznika danego typu..</w:t>
            </w:r>
          </w:p>
        </w:tc>
      </w:tr>
      <w:tr w:rsidR="00CB4D81" w:rsidRPr="00AB6C19" w14:paraId="12CE2707" w14:textId="77777777" w:rsidTr="0033397D">
        <w:trPr>
          <w:trHeight w:val="213"/>
        </w:trPr>
        <w:tc>
          <w:tcPr>
            <w:tcW w:w="952" w:type="dxa"/>
          </w:tcPr>
          <w:p w14:paraId="2B8CCDA2" w14:textId="1446A8E0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1" w:name="Rk3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381"/>
          </w:p>
        </w:tc>
        <w:tc>
          <w:tcPr>
            <w:tcW w:w="8102" w:type="dxa"/>
          </w:tcPr>
          <w:p w14:paraId="53B99D23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CB4D81" w:rsidRPr="00AB6C19" w14:paraId="16BB3F91" w14:textId="77777777" w:rsidTr="0033397D">
        <w:trPr>
          <w:trHeight w:val="213"/>
        </w:trPr>
        <w:tc>
          <w:tcPr>
            <w:tcW w:w="952" w:type="dxa"/>
          </w:tcPr>
          <w:p w14:paraId="09BBECD2" w14:textId="57BC716C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2" w:name="Rk4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382"/>
          </w:p>
        </w:tc>
        <w:tc>
          <w:tcPr>
            <w:tcW w:w="8102" w:type="dxa"/>
          </w:tcPr>
          <w:p w14:paraId="0978ED63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7F37B22C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własny skład, to nie obcy. </w:t>
            </w:r>
          </w:p>
        </w:tc>
      </w:tr>
      <w:tr w:rsidR="00CB4D81" w:rsidRPr="00AB6C19" w14:paraId="7CD935F8" w14:textId="77777777" w:rsidTr="0033397D">
        <w:trPr>
          <w:trHeight w:val="213"/>
        </w:trPr>
        <w:tc>
          <w:tcPr>
            <w:tcW w:w="952" w:type="dxa"/>
          </w:tcPr>
          <w:p w14:paraId="288261A3" w14:textId="21240AB6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3" w:name="Rk5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R5</w:t>
            </w:r>
            <w:bookmarkEnd w:id="383"/>
          </w:p>
        </w:tc>
        <w:tc>
          <w:tcPr>
            <w:tcW w:w="8102" w:type="dxa"/>
          </w:tcPr>
          <w:p w14:paraId="2CE87A64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jeśli wybrano deklarację AKC4zo to pole musi być puste.</w:t>
            </w:r>
          </w:p>
          <w:p w14:paraId="6DAC0F70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2: Wypełnione może być tylko jedno pole numeru akcyzowego – jeśli wskazany jest obcy skład, to nie własny. </w:t>
            </w:r>
          </w:p>
        </w:tc>
      </w:tr>
      <w:tr w:rsidR="00CB4D81" w:rsidRPr="00AB6C19" w14:paraId="0597A6E9" w14:textId="77777777" w:rsidTr="0033397D">
        <w:trPr>
          <w:trHeight w:val="213"/>
        </w:trPr>
        <w:tc>
          <w:tcPr>
            <w:tcW w:w="952" w:type="dxa"/>
          </w:tcPr>
          <w:p w14:paraId="33F855B8" w14:textId="32518C19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4" w:name="Rk6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384"/>
          </w:p>
        </w:tc>
        <w:tc>
          <w:tcPr>
            <w:tcW w:w="8102" w:type="dxa"/>
          </w:tcPr>
          <w:p w14:paraId="58FD399A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danymi z systemu PDR na podstawie numeru z pola numer akcyzowy składu. Funkcja wywoływana przyciskiem „POBIERZ ADRES”</w:t>
            </w:r>
          </w:p>
        </w:tc>
      </w:tr>
      <w:tr w:rsidR="00CB4D81" w:rsidRPr="00AB6C19" w14:paraId="3660ACAE" w14:textId="77777777" w:rsidTr="0033397D">
        <w:trPr>
          <w:trHeight w:val="213"/>
        </w:trPr>
        <w:tc>
          <w:tcPr>
            <w:tcW w:w="952" w:type="dxa"/>
          </w:tcPr>
          <w:p w14:paraId="25EAE395" w14:textId="7698FF28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5" w:name="Rk7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385"/>
          </w:p>
        </w:tc>
        <w:tc>
          <w:tcPr>
            <w:tcW w:w="8102" w:type="dxa"/>
          </w:tcPr>
          <w:p w14:paraId="3F2981AD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wybrano deklarację AKC-4zo, to pole musi być wypełnione.</w:t>
            </w:r>
          </w:p>
        </w:tc>
      </w:tr>
      <w:tr w:rsidR="00CB4D81" w:rsidRPr="00AB6C19" w14:paraId="1BC7865F" w14:textId="77777777" w:rsidTr="0033397D">
        <w:trPr>
          <w:trHeight w:val="213"/>
        </w:trPr>
        <w:tc>
          <w:tcPr>
            <w:tcW w:w="952" w:type="dxa"/>
          </w:tcPr>
          <w:p w14:paraId="35CD5917" w14:textId="4297F8A2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6" w:name="Rk8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386"/>
          </w:p>
        </w:tc>
        <w:tc>
          <w:tcPr>
            <w:tcW w:w="8102" w:type="dxa"/>
          </w:tcPr>
          <w:p w14:paraId="21DFA4F1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sprawdzenie czy suma kwot z pozycji „Nadwyżka przedpłaty akcyzy” i „Przedpłata akcyzy do zapłaty” deklaracji AKC-PA (K) (za okres) jest równa wprowadzonej w polu wartości.</w:t>
            </w:r>
          </w:p>
        </w:tc>
      </w:tr>
      <w:tr w:rsidR="00CB4D81" w:rsidRPr="00AB6C19" w14:paraId="7C6C16F7" w14:textId="77777777" w:rsidTr="0033397D">
        <w:trPr>
          <w:trHeight w:val="213"/>
        </w:trPr>
        <w:tc>
          <w:tcPr>
            <w:tcW w:w="952" w:type="dxa"/>
          </w:tcPr>
          <w:p w14:paraId="507AB5AA" w14:textId="5065E26F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7" w:name="Rk9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bookmarkEnd w:id="387"/>
          </w:p>
        </w:tc>
        <w:tc>
          <w:tcPr>
            <w:tcW w:w="8102" w:type="dxa"/>
          </w:tcPr>
          <w:p w14:paraId="0E981BB8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:rsidRPr="00AB6C19" w14:paraId="463836C3" w14:textId="77777777" w:rsidTr="0033397D">
        <w:trPr>
          <w:trHeight w:val="213"/>
        </w:trPr>
        <w:tc>
          <w:tcPr>
            <w:tcW w:w="952" w:type="dxa"/>
          </w:tcPr>
          <w:p w14:paraId="59B9F99D" w14:textId="21CE7361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8" w:name="Rk10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388"/>
          </w:p>
        </w:tc>
        <w:tc>
          <w:tcPr>
            <w:tcW w:w="8102" w:type="dxa"/>
          </w:tcPr>
          <w:p w14:paraId="4EA9EDDA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niewymagalne (puste) w przypadku, gdy nie złożono AKC-PA za ten sam okres rozliczeniowy.</w:t>
            </w:r>
          </w:p>
          <w:p w14:paraId="68169AA9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jeśli wynik wyliczenia jest różny od wprowadzonej wartości, to jest Błąd. Jeśli wyliczona wartość jest ujemna, powinno być 0.</w:t>
            </w:r>
          </w:p>
        </w:tc>
      </w:tr>
      <w:tr w:rsidR="00CB4D81" w:rsidRPr="00AB6C19" w14:paraId="48BD6A10" w14:textId="77777777" w:rsidTr="0033397D">
        <w:trPr>
          <w:trHeight w:val="213"/>
        </w:trPr>
        <w:tc>
          <w:tcPr>
            <w:tcW w:w="952" w:type="dxa"/>
          </w:tcPr>
          <w:p w14:paraId="7599A9DC" w14:textId="3AEA6373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89" w:name="Rk11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  <w:bookmarkEnd w:id="389"/>
          </w:p>
        </w:tc>
        <w:tc>
          <w:tcPr>
            <w:tcW w:w="8102" w:type="dxa"/>
          </w:tcPr>
          <w:p w14:paraId="231640A7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7BB1784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„Ilość wyrobów w tysiącach litrów”. System wstawia wyliczoną wartość.</w:t>
            </w:r>
          </w:p>
          <w:p w14:paraId="4F81FC6B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„Ilość wyrobów w tysiącach litrów”. </w:t>
            </w:r>
          </w:p>
        </w:tc>
      </w:tr>
      <w:tr w:rsidR="00CB4D81" w:rsidRPr="00AB6C19" w14:paraId="3EF8E74C" w14:textId="77777777" w:rsidTr="0033397D">
        <w:trPr>
          <w:trHeight w:val="213"/>
        </w:trPr>
        <w:tc>
          <w:tcPr>
            <w:tcW w:w="952" w:type="dxa"/>
          </w:tcPr>
          <w:p w14:paraId="259AD5CF" w14:textId="7471AD0B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0" w:name="Rk12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R12</w:t>
            </w:r>
            <w:bookmarkEnd w:id="390"/>
          </w:p>
        </w:tc>
        <w:tc>
          <w:tcPr>
            <w:tcW w:w="8102" w:type="dxa"/>
          </w:tcPr>
          <w:p w14:paraId="4009328D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3BE52895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wyliczane na podstawie sumy wartości wprowadzonych w polu „Kwota podatku w zł”. System wstawia wyliczoną wartość.</w:t>
            </w:r>
          </w:p>
          <w:p w14:paraId="6152C268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Walidacja: wprowadzona liczba powinna się równać sumie wartości wprowadzonych w polu „Kwota podatku w zł”. </w:t>
            </w:r>
          </w:p>
        </w:tc>
      </w:tr>
      <w:tr w:rsidR="00CB4D81" w:rsidRPr="00AB6C19" w14:paraId="4D75ADCF" w14:textId="77777777" w:rsidTr="0033397D">
        <w:trPr>
          <w:trHeight w:val="213"/>
        </w:trPr>
        <w:tc>
          <w:tcPr>
            <w:tcW w:w="952" w:type="dxa"/>
          </w:tcPr>
          <w:p w14:paraId="6DCE2E71" w14:textId="00AD09A3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1" w:name="Rk13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R13</w:t>
            </w:r>
            <w:bookmarkEnd w:id="391"/>
          </w:p>
        </w:tc>
        <w:tc>
          <w:tcPr>
            <w:tcW w:w="8102" w:type="dxa"/>
          </w:tcPr>
          <w:p w14:paraId="19D88B1B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Wersja papierowa dokumentu: System wstawia nazwę pobraną ze słownika w ISZTAR.</w:t>
            </w:r>
          </w:p>
          <w:p w14:paraId="235D4D92" w14:textId="77777777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Walidacja dla wersji elektronicznej: porównanie wprowadzonej nazwy grupy wyrobów z wartością pobraną z systemu ISZTAR na podstawie kodu CN. </w:t>
            </w:r>
          </w:p>
        </w:tc>
      </w:tr>
      <w:tr w:rsidR="00CB4D81" w:rsidRPr="00AB6C19" w14:paraId="24878B81" w14:textId="77777777" w:rsidTr="0033397D">
        <w:trPr>
          <w:trHeight w:val="213"/>
        </w:trPr>
        <w:tc>
          <w:tcPr>
            <w:tcW w:w="952" w:type="dxa"/>
          </w:tcPr>
          <w:p w14:paraId="3699BAE3" w14:textId="70BDEC13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2" w:name="Rk14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R14</w:t>
            </w:r>
            <w:bookmarkEnd w:id="392"/>
          </w:p>
        </w:tc>
        <w:tc>
          <w:tcPr>
            <w:tcW w:w="8102" w:type="dxa"/>
          </w:tcPr>
          <w:p w14:paraId="42A36464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przekazywana dla wywołania usługi pobrania danych z ISZTAR dla pól „Nazwa grupy wyrobów” i „Stawka podatku”.</w:t>
            </w:r>
          </w:p>
          <w:p w14:paraId="114F2693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czy kod CN jest w zakresie obsługiwanym przez załącznik danego typu. Jeśli nie błąd typu 2.</w:t>
            </w:r>
          </w:p>
        </w:tc>
      </w:tr>
      <w:tr w:rsidR="00CB4D81" w:rsidRPr="00AB6C19" w14:paraId="40A4A717" w14:textId="77777777" w:rsidTr="0033397D">
        <w:trPr>
          <w:trHeight w:val="213"/>
        </w:trPr>
        <w:tc>
          <w:tcPr>
            <w:tcW w:w="952" w:type="dxa"/>
          </w:tcPr>
          <w:p w14:paraId="7EFF8CE1" w14:textId="3D3BBAAD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3" w:name="Rk15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R15</w:t>
            </w:r>
            <w:bookmarkEnd w:id="393"/>
          </w:p>
        </w:tc>
        <w:tc>
          <w:tcPr>
            <w:tcW w:w="8102" w:type="dxa"/>
          </w:tcPr>
          <w:p w14:paraId="2CCC9CB5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Walidacja: Czy pole jest wypełnione zgodnie z typem stawki podatkowej. </w:t>
            </w:r>
          </w:p>
        </w:tc>
      </w:tr>
      <w:tr w:rsidR="00CB4D81" w:rsidRPr="00AB6C19" w14:paraId="19017BA0" w14:textId="77777777" w:rsidTr="0033397D">
        <w:trPr>
          <w:trHeight w:val="213"/>
        </w:trPr>
        <w:tc>
          <w:tcPr>
            <w:tcW w:w="952" w:type="dxa"/>
          </w:tcPr>
          <w:p w14:paraId="07AB074F" w14:textId="5ABB459E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4" w:name="Rk16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R16</w:t>
            </w:r>
            <w:bookmarkEnd w:id="394"/>
          </w:p>
        </w:tc>
        <w:tc>
          <w:tcPr>
            <w:tcW w:w="8102" w:type="dxa"/>
          </w:tcPr>
          <w:p w14:paraId="47440F08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Walidacja: wprowadzona wartość powinna być równa wyliczonej zgodnie ze wzorem: wartość w polu: „Ilość wyrobów, w tysiącach litrów” pomnożona przez wartość w polu „Stawka podatku”. Błąd typu 3</w:t>
            </w:r>
          </w:p>
        </w:tc>
      </w:tr>
      <w:tr w:rsidR="00CB4D81" w:rsidRPr="00AB6C19" w14:paraId="626BFCD8" w14:textId="77777777" w:rsidTr="0033397D">
        <w:trPr>
          <w:trHeight w:val="213"/>
        </w:trPr>
        <w:tc>
          <w:tcPr>
            <w:tcW w:w="952" w:type="dxa"/>
          </w:tcPr>
          <w:p w14:paraId="68F07B2B" w14:textId="17810962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5" w:name="Rk17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R17</w:t>
            </w:r>
            <w:bookmarkEnd w:id="395"/>
          </w:p>
        </w:tc>
        <w:tc>
          <w:tcPr>
            <w:tcW w:w="8102" w:type="dxa"/>
          </w:tcPr>
          <w:p w14:paraId="6CB21CDA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0809B72F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lastRenderedPageBreak/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77C52D69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podatku akcyzowego z dnia powstania obowiązku podatkowego” dla kolejnych dat. </w:t>
            </w:r>
          </w:p>
        </w:tc>
      </w:tr>
      <w:tr w:rsidR="00CB4D81" w:rsidRPr="00AB6C19" w14:paraId="7BF79DFD" w14:textId="77777777" w:rsidTr="0033397D">
        <w:trPr>
          <w:trHeight w:val="213"/>
        </w:trPr>
        <w:tc>
          <w:tcPr>
            <w:tcW w:w="952" w:type="dxa"/>
          </w:tcPr>
          <w:p w14:paraId="63CFD34B" w14:textId="23CBBBB8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6" w:name="Rk18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R18</w:t>
            </w:r>
            <w:bookmarkEnd w:id="396"/>
          </w:p>
        </w:tc>
        <w:tc>
          <w:tcPr>
            <w:tcW w:w="8102" w:type="dxa"/>
          </w:tcPr>
          <w:p w14:paraId="36E9C282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40D7BC09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2F5571B3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nadwyżki wpłat z poprzedniej deklaracji zaliczona na poczet wpłat dziennych” dla kolejnych dat. </w:t>
            </w:r>
          </w:p>
        </w:tc>
      </w:tr>
      <w:tr w:rsidR="00CB4D81" w:rsidRPr="00AB6C19" w14:paraId="131576BE" w14:textId="77777777" w:rsidTr="0033397D">
        <w:trPr>
          <w:trHeight w:val="213"/>
        </w:trPr>
        <w:tc>
          <w:tcPr>
            <w:tcW w:w="952" w:type="dxa"/>
          </w:tcPr>
          <w:p w14:paraId="6574FB6D" w14:textId="1B6043A4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7" w:name="Rk19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R19</w:t>
            </w:r>
            <w:bookmarkEnd w:id="397"/>
          </w:p>
        </w:tc>
        <w:tc>
          <w:tcPr>
            <w:tcW w:w="8102" w:type="dxa"/>
          </w:tcPr>
          <w:p w14:paraId="53DE8300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Pole nie jest wymagalne w przypadku, gdy nie wypełniono żadnej pozycji w części „Informacja o kwotach wpłat dziennych” deklaracji.</w:t>
            </w:r>
          </w:p>
          <w:p w14:paraId="1A548140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Walidacja 1: Część „Informacja o kwotach wpłat dziennych” powinna mieć co najmniej jedną pozycję jeżeli jest wypełnione przynajmniej jedno z 3-ch pól załącznika AKC-4/K: pole „Numer akcyzowy składu (podatnik prowadzący skład)”, „Numer akcyzowy składu (podatnik korzystający z obcego składu)” lub „Numer akcyzowy zarejestrowanego odbiorcy” oraz wskazano chociaż jeden wyrób akcyzowy w części „obliczenie kwoty podatku akcyzowego od poszczególnych wyrobów”.</w:t>
            </w:r>
          </w:p>
          <w:p w14:paraId="36EF3D75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Walidacja 2: Czy wprowadzona wartość równa się sumie wartości z pól „Kwota dokonanej wpłaty dziennej” dla kolejnych dat. </w:t>
            </w:r>
          </w:p>
        </w:tc>
      </w:tr>
      <w:tr w:rsidR="00CB4D81" w:rsidRPr="00AB6C19" w14:paraId="79038C8E" w14:textId="77777777" w:rsidTr="0033397D">
        <w:trPr>
          <w:trHeight w:val="213"/>
        </w:trPr>
        <w:tc>
          <w:tcPr>
            <w:tcW w:w="952" w:type="dxa"/>
          </w:tcPr>
          <w:p w14:paraId="39790435" w14:textId="13B3D70A" w:rsidR="00CB4D81" w:rsidRPr="004B1605" w:rsidRDefault="00CB4D8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398" w:name="Rk20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R20</w:t>
            </w:r>
            <w:bookmarkEnd w:id="398"/>
          </w:p>
        </w:tc>
        <w:tc>
          <w:tcPr>
            <w:tcW w:w="8102" w:type="dxa"/>
          </w:tcPr>
          <w:p w14:paraId="72A32D08" w14:textId="77777777" w:rsidR="00CB4D81" w:rsidRPr="004B1605" w:rsidRDefault="00CB4D81" w:rsidP="00F73C8D">
            <w:pPr>
              <w:pStyle w:val="Z2tabelatekst"/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</w:pPr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Wartość pola („ubytek” lub „</w:t>
            </w:r>
            <w:proofErr w:type="spellStart"/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>calkowite</w:t>
            </w:r>
            <w:proofErr w:type="spellEnd"/>
            <w:r w:rsidRPr="004B1605">
              <w:rPr>
                <w:rStyle w:val="pole"/>
                <w:rFonts w:ascii="Lato" w:eastAsia="Cambria" w:hAnsi="Lato"/>
                <w:noProof w:val="0"/>
                <w:sz w:val="20"/>
                <w:szCs w:val="20"/>
                <w:lang w:val="pl-PL" w:eastAsia="en-US"/>
              </w:rPr>
              <w:t xml:space="preserve"> zniszczenie”)</w:t>
            </w:r>
          </w:p>
        </w:tc>
      </w:tr>
      <w:tr w:rsidR="00124A08" w:rsidRPr="00AB6C19" w14:paraId="45DC0320" w14:textId="77777777" w:rsidTr="0033397D">
        <w:trPr>
          <w:trHeight w:val="213"/>
        </w:trPr>
        <w:tc>
          <w:tcPr>
            <w:tcW w:w="952" w:type="dxa"/>
          </w:tcPr>
          <w:p w14:paraId="18341F25" w14:textId="77777777" w:rsidR="00124A08" w:rsidRPr="004B1605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R21</w:t>
            </w:r>
          </w:p>
        </w:tc>
        <w:tc>
          <w:tcPr>
            <w:tcW w:w="8102" w:type="dxa"/>
          </w:tcPr>
          <w:p w14:paraId="229B9626" w14:textId="77777777" w:rsidR="00124A08" w:rsidRPr="004B1605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2B12122F" w14:textId="77777777" w:rsidR="003F2657" w:rsidRPr="00AB6C19" w:rsidRDefault="0026332E" w:rsidP="00F73C8D">
      <w:pPr>
        <w:pStyle w:val="Nagwek2"/>
      </w:pPr>
      <w:bookmarkStart w:id="399" w:name="_Toc181782268"/>
      <w:r w:rsidRPr="00AB6C19">
        <w:t>Załącznik AKC-4/L</w:t>
      </w:r>
      <w:r w:rsidR="003F2657" w:rsidRPr="00AB6C19">
        <w:t xml:space="preserve"> do deklaracji AKC4</w:t>
      </w:r>
      <w:bookmarkEnd w:id="399"/>
    </w:p>
    <w:p w14:paraId="6F50604D" w14:textId="77777777" w:rsidR="003F2657" w:rsidRPr="00AB6C19" w:rsidRDefault="003F2657" w:rsidP="00F73C8D">
      <w:pPr>
        <w:pStyle w:val="Nagwek3"/>
      </w:pPr>
      <w:bookmarkStart w:id="400" w:name="_Toc181782269"/>
      <w:r w:rsidRPr="00AB6C19">
        <w:t>Komunika</w:t>
      </w:r>
      <w:r w:rsidR="0026332E" w:rsidRPr="00AB6C19">
        <w:t>t AKC4L</w:t>
      </w:r>
      <w:bookmarkEnd w:id="400"/>
    </w:p>
    <w:p w14:paraId="798B51E5" w14:textId="77777777" w:rsidR="003F2657" w:rsidRPr="00AB6C19" w:rsidRDefault="00D87DE3" w:rsidP="00F73C8D">
      <w:pPr>
        <w:rPr>
          <w:lang w:eastAsia="pl-PL"/>
        </w:rPr>
      </w:pPr>
      <w:r w:rsidRPr="00AB6C19">
        <w:rPr>
          <w:lang w:eastAsia="pl-PL"/>
        </w:rPr>
        <w:t>PODATEK AKCYZOWY OD WYROBÓW GAZOWYCH (z wyłączeniem gazu do napędu silników spalinowych)</w:t>
      </w:r>
    </w:p>
    <w:p w14:paraId="70D1BBFE" w14:textId="77777777" w:rsidR="003F2657" w:rsidRPr="00AB6C19" w:rsidRDefault="00CC1B30" w:rsidP="00F73C8D">
      <w:pPr>
        <w:pStyle w:val="Nagwek3"/>
      </w:pPr>
      <w:bookmarkStart w:id="401" w:name="_Toc181782270"/>
      <w:r w:rsidRPr="00AB6C19">
        <w:t xml:space="preserve">Specyfikacja </w:t>
      </w:r>
      <w:r w:rsidR="003F2657" w:rsidRPr="00AB6C19">
        <w:t>AKC4L</w:t>
      </w:r>
      <w:bookmarkEnd w:id="401"/>
    </w:p>
    <w:p w14:paraId="3925FE94" w14:textId="2328C8FA" w:rsidR="003F2657" w:rsidRPr="00AB6C19" w:rsidRDefault="003F2657" w:rsidP="00F73C8D">
      <w:r w:rsidRPr="00AB6C19">
        <w:t xml:space="preserve">Struktury typu zostały zdefiniowane w dokumencie </w:t>
      </w:r>
      <w:r w:rsidRPr="00AB6C19">
        <w:fldChar w:fldCharType="begin"/>
      </w:r>
      <w:r w:rsidRPr="00AB6C19">
        <w:instrText xml:space="preserve"> REF _Ref361653747 \r \h  \* MERGEFORMAT </w:instrText>
      </w:r>
      <w:r w:rsidRPr="00AB6C19">
        <w:fldChar w:fldCharType="separate"/>
      </w:r>
      <w:r w:rsidR="00C54585">
        <w:t>A1</w:t>
      </w:r>
      <w:r w:rsidRPr="00AB6C19">
        <w:fldChar w:fldCharType="end"/>
      </w:r>
      <w:r w:rsidRPr="00AB6C19">
        <w:t xml:space="preserve"> i nie będą tutaj szczegółowo omawiane.</w:t>
      </w:r>
    </w:p>
    <w:p w14:paraId="71EFBE33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44007167" w14:textId="35F5F774" w:rsidR="0083727A" w:rsidRPr="00AB6C19" w:rsidRDefault="0083727A" w:rsidP="0033397D">
      <w:pPr>
        <w:pStyle w:val="Legenda"/>
      </w:pPr>
      <w:bookmarkStart w:id="402" w:name="_Toc181782407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110</w:t>
      </w:r>
      <w:r w:rsidR="00D437FA">
        <w:rPr>
          <w:noProof/>
        </w:rPr>
        <w:fldChar w:fldCharType="end"/>
      </w:r>
      <w:r w:rsidRPr="00AB6C19">
        <w:t>.Dane ogólne w ramach struktury deklaracji AKC-4L</w:t>
      </w:r>
      <w:bookmarkEnd w:id="402"/>
    </w:p>
    <w:tbl>
      <w:tblPr>
        <w:tblStyle w:val="tabel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3F2657" w:rsidRPr="00AB6C19" w14:paraId="3523DA78" w14:textId="77777777" w:rsidTr="003339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62263A93" w14:textId="77777777" w:rsidR="003F2657" w:rsidRPr="00AB6C19" w:rsidRDefault="003F2657" w:rsidP="00F73C8D">
            <w:r w:rsidRPr="00AB6C19">
              <w:t>Opis</w:t>
            </w:r>
          </w:p>
        </w:tc>
        <w:tc>
          <w:tcPr>
            <w:tcW w:w="6584" w:type="dxa"/>
          </w:tcPr>
          <w:p w14:paraId="6FA20196" w14:textId="77777777" w:rsidR="003F2657" w:rsidRPr="00AB6C19" w:rsidRDefault="003F2657" w:rsidP="00F73C8D">
            <w:r w:rsidRPr="00AB6C19">
              <w:t xml:space="preserve">Struktura załącznika do deklaracji AKC4 </w:t>
            </w:r>
          </w:p>
        </w:tc>
      </w:tr>
      <w:tr w:rsidR="003F2657" w:rsidRPr="00AB6C19" w14:paraId="7A211993" w14:textId="77777777" w:rsidTr="0033397D">
        <w:tc>
          <w:tcPr>
            <w:tcW w:w="2738" w:type="dxa"/>
          </w:tcPr>
          <w:p w14:paraId="3B80F48D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Proces biznesowy</w:t>
            </w:r>
          </w:p>
        </w:tc>
        <w:tc>
          <w:tcPr>
            <w:tcW w:w="6584" w:type="dxa"/>
          </w:tcPr>
          <w:p w14:paraId="5D329F96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F2657" w:rsidRPr="00AB6C19" w14:paraId="2D0D7E58" w14:textId="77777777" w:rsidTr="0033397D">
        <w:tc>
          <w:tcPr>
            <w:tcW w:w="2738" w:type="dxa"/>
          </w:tcPr>
          <w:p w14:paraId="62DF25AB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Wersja deklaracji</w:t>
            </w:r>
          </w:p>
        </w:tc>
        <w:tc>
          <w:tcPr>
            <w:tcW w:w="6584" w:type="dxa"/>
          </w:tcPr>
          <w:p w14:paraId="25B50855" w14:textId="77777777" w:rsidR="003F2657" w:rsidRPr="004B1605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3_0</w:t>
            </w:r>
          </w:p>
        </w:tc>
      </w:tr>
      <w:tr w:rsidR="003F2657" w:rsidRPr="00AB6C19" w14:paraId="439AE42E" w14:textId="77777777" w:rsidTr="0033397D">
        <w:tc>
          <w:tcPr>
            <w:tcW w:w="2738" w:type="dxa"/>
          </w:tcPr>
          <w:p w14:paraId="79B4CB29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Zależności od innych deklaracji</w:t>
            </w:r>
          </w:p>
        </w:tc>
        <w:tc>
          <w:tcPr>
            <w:tcW w:w="6584" w:type="dxa"/>
          </w:tcPr>
          <w:p w14:paraId="27E2D1E4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F2657" w:rsidRPr="00AB6C19" w14:paraId="174A2772" w14:textId="77777777" w:rsidTr="0033397D">
        <w:tc>
          <w:tcPr>
            <w:tcW w:w="2738" w:type="dxa"/>
          </w:tcPr>
          <w:p w14:paraId="28309613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Technologia </w:t>
            </w:r>
          </w:p>
        </w:tc>
        <w:tc>
          <w:tcPr>
            <w:tcW w:w="6584" w:type="dxa"/>
          </w:tcPr>
          <w:p w14:paraId="6AFA16D0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3F2657" w:rsidRPr="00AB6C19" w14:paraId="718F7624" w14:textId="77777777" w:rsidTr="0033397D">
        <w:tc>
          <w:tcPr>
            <w:tcW w:w="2738" w:type="dxa"/>
          </w:tcPr>
          <w:p w14:paraId="12D7F9E3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Reguły biznesowe</w:t>
            </w:r>
          </w:p>
        </w:tc>
        <w:tc>
          <w:tcPr>
            <w:tcW w:w="6584" w:type="dxa"/>
          </w:tcPr>
          <w:p w14:paraId="029A3928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</w:tr>
      <w:tr w:rsidR="003F2657" w:rsidRPr="00AB6C19" w14:paraId="32C66FC4" w14:textId="77777777" w:rsidTr="0033397D">
        <w:tc>
          <w:tcPr>
            <w:tcW w:w="2738" w:type="dxa"/>
          </w:tcPr>
          <w:p w14:paraId="27B42F47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Wykorzystane standardy</w:t>
            </w:r>
          </w:p>
        </w:tc>
        <w:tc>
          <w:tcPr>
            <w:tcW w:w="6584" w:type="dxa"/>
          </w:tcPr>
          <w:p w14:paraId="46868C70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XML</w:t>
            </w:r>
          </w:p>
        </w:tc>
      </w:tr>
      <w:tr w:rsidR="003F2657" w:rsidRPr="00D437FA" w14:paraId="7A72744A" w14:textId="77777777" w:rsidTr="0033397D">
        <w:tc>
          <w:tcPr>
            <w:tcW w:w="2738" w:type="dxa"/>
          </w:tcPr>
          <w:p w14:paraId="01BA8C32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584" w:type="dxa"/>
          </w:tcPr>
          <w:p w14:paraId="6CA11368" w14:textId="77777777" w:rsidR="003F2657" w:rsidRPr="004907D1" w:rsidRDefault="009436A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907D1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http://www.e-clo.pl/ZEFIR2/eZefir2/xsd/v3_0/Types.xsd</w:t>
            </w:r>
          </w:p>
        </w:tc>
      </w:tr>
      <w:tr w:rsidR="003F2657" w:rsidRPr="00AB6C19" w14:paraId="3FA2114E" w14:textId="77777777" w:rsidTr="0033397D">
        <w:tc>
          <w:tcPr>
            <w:tcW w:w="2738" w:type="dxa"/>
          </w:tcPr>
          <w:p w14:paraId="13E4473A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Definicja struktur </w:t>
            </w:r>
          </w:p>
        </w:tc>
        <w:tc>
          <w:tcPr>
            <w:tcW w:w="6584" w:type="dxa"/>
          </w:tcPr>
          <w:p w14:paraId="378D37CA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akc_4l.xsd</w:t>
            </w:r>
          </w:p>
        </w:tc>
      </w:tr>
    </w:tbl>
    <w:p w14:paraId="66F1E0D4" w14:textId="0F15EE62" w:rsidR="00270F50" w:rsidRDefault="00270F50" w:rsidP="00C54585">
      <w:pPr>
        <w:pStyle w:val="Nagwek3"/>
      </w:pPr>
      <w:bookmarkStart w:id="403" w:name="_Toc181782271"/>
      <w:r w:rsidRPr="006C7C5D">
        <w:t>Struktura danych deklaracji AKC-4L</w:t>
      </w:r>
      <w:bookmarkEnd w:id="403"/>
    </w:p>
    <w:p w14:paraId="140772B6" w14:textId="15408901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2D1169">
        <w:rPr>
          <w:rFonts w:ascii="Consolas" w:hAnsi="Consolas"/>
          <w:lang w:val="en-GB"/>
        </w:rPr>
        <w:t>AKC4LType</w:t>
      </w:r>
    </w:p>
    <w:p w14:paraId="7CC865D6" w14:textId="62319DA7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HeaderType</w:t>
      </w:r>
      <w:proofErr w:type="spellEnd"/>
    </w:p>
    <w:p w14:paraId="2EF7CC03" w14:textId="3B170524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ExciseDutyInformationType</w:t>
      </w:r>
      <w:proofErr w:type="spellEnd"/>
    </w:p>
    <w:p w14:paraId="735A5FEF" w14:textId="55E28407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ItemsType</w:t>
      </w:r>
      <w:proofErr w:type="spellEnd"/>
    </w:p>
    <w:p w14:paraId="6D1F53A6" w14:textId="2442A861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r w:rsidRPr="002D1169">
        <w:rPr>
          <w:rFonts w:ascii="Consolas" w:hAnsi="Consolas"/>
          <w:lang w:val="en-GB"/>
        </w:rPr>
        <w:t>ItemType</w:t>
      </w:r>
    </w:p>
    <w:p w14:paraId="35952100" w14:textId="2C2AE89A" w:rsidR="004B1605" w:rsidRPr="002D1169" w:rsidRDefault="004B1605" w:rsidP="002D1169">
      <w:pPr>
        <w:pStyle w:val="Akapitzlist"/>
        <w:numPr>
          <w:ilvl w:val="0"/>
          <w:numId w:val="13"/>
        </w:numPr>
        <w:rPr>
          <w:rFonts w:ascii="Consolas" w:hAnsi="Consolas"/>
          <w:lang w:val="en-GB"/>
        </w:rPr>
      </w:pPr>
      <w:proofErr w:type="spellStart"/>
      <w:r w:rsidRPr="002D1169">
        <w:rPr>
          <w:rFonts w:ascii="Consolas" w:hAnsi="Consolas"/>
          <w:lang w:val="en-GB"/>
        </w:rPr>
        <w:t>CleareanceExciseDutyType</w:t>
      </w:r>
      <w:proofErr w:type="spellEnd"/>
    </w:p>
    <w:p w14:paraId="3131C748" w14:textId="1F364F05" w:rsidR="0083727A" w:rsidRPr="00AB6C19" w:rsidRDefault="0083727A" w:rsidP="00270F50">
      <w:pPr>
        <w:pStyle w:val="Legenda"/>
      </w:pPr>
      <w:bookmarkStart w:id="404" w:name="_Toc181782408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111</w:t>
      </w:r>
      <w:r w:rsidR="00D437FA">
        <w:rPr>
          <w:noProof/>
        </w:rPr>
        <w:fldChar w:fldCharType="end"/>
      </w:r>
      <w:r w:rsidRPr="00AB6C19">
        <w:t xml:space="preserve">.Elementy konfiguracji AKC-4L </w:t>
      </w:r>
      <w:proofErr w:type="spellStart"/>
      <w:r w:rsidRPr="00EA1567">
        <w:t>Type</w:t>
      </w:r>
      <w:bookmarkEnd w:id="404"/>
      <w:proofErr w:type="spellEnd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1697"/>
        <w:gridCol w:w="3125"/>
        <w:gridCol w:w="814"/>
        <w:gridCol w:w="2028"/>
        <w:gridCol w:w="1390"/>
      </w:tblGrid>
      <w:tr w:rsidR="003F2657" w:rsidRPr="00AB6C19" w14:paraId="4B29CAB5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697" w:type="dxa"/>
          </w:tcPr>
          <w:p w14:paraId="42977422" w14:textId="77777777" w:rsidR="003F2657" w:rsidRPr="00AB6C19" w:rsidRDefault="003F2657" w:rsidP="00F73C8D">
            <w:r w:rsidRPr="00AB6C19">
              <w:t xml:space="preserve">Nazwa </w:t>
            </w:r>
          </w:p>
        </w:tc>
        <w:tc>
          <w:tcPr>
            <w:tcW w:w="3125" w:type="dxa"/>
          </w:tcPr>
          <w:p w14:paraId="474F1DE8" w14:textId="77777777" w:rsidR="003F2657" w:rsidRPr="00AB6C19" w:rsidRDefault="003F2657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14" w:type="dxa"/>
          </w:tcPr>
          <w:p w14:paraId="413B3A27" w14:textId="77777777" w:rsidR="003F2657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28" w:type="dxa"/>
          </w:tcPr>
          <w:p w14:paraId="1832C116" w14:textId="77777777" w:rsidR="003F2657" w:rsidRPr="00AB6C19" w:rsidRDefault="003F2657" w:rsidP="00F73C8D">
            <w:r w:rsidRPr="00AB6C19">
              <w:t>Typ</w:t>
            </w:r>
          </w:p>
        </w:tc>
        <w:tc>
          <w:tcPr>
            <w:tcW w:w="1390" w:type="dxa"/>
          </w:tcPr>
          <w:p w14:paraId="6E263771" w14:textId="77777777" w:rsidR="003F2657" w:rsidRPr="00AB6C19" w:rsidRDefault="003F2657" w:rsidP="00F73C8D">
            <w:r w:rsidRPr="00AB6C19">
              <w:t>Liczebność</w:t>
            </w:r>
          </w:p>
        </w:tc>
      </w:tr>
      <w:tr w:rsidR="003F2657" w:rsidRPr="00AB6C19" w14:paraId="26F7A746" w14:textId="77777777" w:rsidTr="00270F50">
        <w:trPr>
          <w:trHeight w:val="213"/>
        </w:trPr>
        <w:tc>
          <w:tcPr>
            <w:tcW w:w="1697" w:type="dxa"/>
          </w:tcPr>
          <w:p w14:paraId="1D5267E2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5" w:type="dxa"/>
          </w:tcPr>
          <w:p w14:paraId="7D6812AD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Nagłówek</w:t>
            </w:r>
          </w:p>
        </w:tc>
        <w:tc>
          <w:tcPr>
            <w:tcW w:w="814" w:type="dxa"/>
          </w:tcPr>
          <w:p w14:paraId="1CA1854A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28" w:type="dxa"/>
          </w:tcPr>
          <w:p w14:paraId="7B8326E5" w14:textId="383F0137" w:rsidR="003F2657" w:rsidRPr="004B1605" w:rsidRDefault="004B16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274FD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HeaderType</w:t>
            </w:r>
            <w:proofErr w:type="spellEnd"/>
          </w:p>
        </w:tc>
        <w:tc>
          <w:tcPr>
            <w:tcW w:w="1390" w:type="dxa"/>
          </w:tcPr>
          <w:p w14:paraId="7178162D" w14:textId="77777777" w:rsidR="003F2657" w:rsidRPr="004B1605" w:rsidRDefault="00116B69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396EA231" w14:textId="46B0EFC9" w:rsidR="0083727A" w:rsidRPr="00AB6C19" w:rsidRDefault="0083727A" w:rsidP="0033397D">
      <w:pPr>
        <w:pStyle w:val="Legenda"/>
      </w:pPr>
      <w:bookmarkStart w:id="405" w:name="_Toc181782409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112</w:t>
      </w:r>
      <w:r w:rsidR="00D437FA">
        <w:rPr>
          <w:noProof/>
        </w:rPr>
        <w:fldChar w:fldCharType="end"/>
      </w:r>
      <w:r w:rsidRPr="00AB6C19">
        <w:t>.Elementy konfiguracji AKC-4</w:t>
      </w:r>
      <w:r w:rsidR="006C7C5D">
        <w:t>L</w:t>
      </w:r>
      <w:r w:rsidRPr="00AB6C19">
        <w:t xml:space="preserve"> </w:t>
      </w:r>
      <w:proofErr w:type="spellStart"/>
      <w:r w:rsidRPr="00AB6C19">
        <w:t>HeaderType</w:t>
      </w:r>
      <w:bookmarkEnd w:id="405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3F2657" w:rsidRPr="00AB6C19" w14:paraId="55654695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566F5C4B" w14:textId="77777777" w:rsidR="003F2657" w:rsidRPr="00AB6C19" w:rsidRDefault="003F2657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09348D6E" w14:textId="77777777" w:rsidR="003F2657" w:rsidRPr="00AB6C19" w:rsidRDefault="003F2657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402262D1" w14:textId="77777777" w:rsidR="003F2657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0235CC10" w14:textId="77777777" w:rsidR="003F2657" w:rsidRPr="00AB6C19" w:rsidRDefault="003F2657" w:rsidP="00F73C8D">
            <w:r w:rsidRPr="00AB6C19">
              <w:t>Typ</w:t>
            </w:r>
          </w:p>
        </w:tc>
        <w:tc>
          <w:tcPr>
            <w:tcW w:w="1197" w:type="dxa"/>
          </w:tcPr>
          <w:p w14:paraId="64E23702" w14:textId="77777777" w:rsidR="003F2657" w:rsidRPr="00AB6C19" w:rsidRDefault="003F2657" w:rsidP="00F73C8D">
            <w:r w:rsidRPr="00AB6C19">
              <w:t>Liczebność</w:t>
            </w:r>
          </w:p>
        </w:tc>
      </w:tr>
      <w:tr w:rsidR="003F2657" w:rsidRPr="00AB6C19" w14:paraId="0439CCE3" w14:textId="77777777" w:rsidTr="00270F50">
        <w:trPr>
          <w:trHeight w:val="213"/>
        </w:trPr>
        <w:tc>
          <w:tcPr>
            <w:tcW w:w="1788" w:type="dxa"/>
          </w:tcPr>
          <w:p w14:paraId="2951A077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368" w:type="dxa"/>
          </w:tcPr>
          <w:p w14:paraId="3B85C302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na wprowadzenie NIP lub PESEL Podatnika.</w:t>
            </w:r>
          </w:p>
        </w:tc>
        <w:tc>
          <w:tcPr>
            <w:tcW w:w="832" w:type="dxa"/>
          </w:tcPr>
          <w:p w14:paraId="1596EC09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</w:t>
            </w:r>
          </w:p>
        </w:tc>
        <w:tc>
          <w:tcPr>
            <w:tcW w:w="2095" w:type="dxa"/>
          </w:tcPr>
          <w:p w14:paraId="59E9D39C" w14:textId="77777777" w:rsidR="003F2657" w:rsidRPr="00AB6C19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ZIdentification</w:t>
            </w:r>
            <w:proofErr w:type="spellEnd"/>
          </w:p>
          <w:p w14:paraId="7A67E64E" w14:textId="1B1B5E33" w:rsidR="00A849B6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A849B6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A849B6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7EFB27FB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F2657" w:rsidRPr="00AB6C19" w14:paraId="26C57212" w14:textId="77777777" w:rsidTr="00270F50">
        <w:trPr>
          <w:trHeight w:val="213"/>
        </w:trPr>
        <w:tc>
          <w:tcPr>
            <w:tcW w:w="1788" w:type="dxa"/>
          </w:tcPr>
          <w:p w14:paraId="3875C7F4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368" w:type="dxa"/>
          </w:tcPr>
          <w:p w14:paraId="1984AAEB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Rok i miesiąc, za jaki została złożona deklaracja.</w:t>
            </w:r>
          </w:p>
        </w:tc>
        <w:tc>
          <w:tcPr>
            <w:tcW w:w="832" w:type="dxa"/>
          </w:tcPr>
          <w:p w14:paraId="119DB398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2, 3</w:t>
            </w:r>
          </w:p>
        </w:tc>
        <w:tc>
          <w:tcPr>
            <w:tcW w:w="2095" w:type="dxa"/>
          </w:tcPr>
          <w:p w14:paraId="69FF86DD" w14:textId="77777777" w:rsidR="003F2657" w:rsidRPr="00AB6C19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ZPeriod</w:t>
            </w:r>
            <w:proofErr w:type="spellEnd"/>
          </w:p>
          <w:p w14:paraId="0AE5B26A" w14:textId="65651BAF" w:rsidR="003F2657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F2657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3F2657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2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E739F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,R11</w:t>
            </w:r>
          </w:p>
        </w:tc>
        <w:tc>
          <w:tcPr>
            <w:tcW w:w="1197" w:type="dxa"/>
          </w:tcPr>
          <w:p w14:paraId="28FA5617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F2657" w:rsidRPr="00AB6C19" w14:paraId="39055795" w14:textId="77777777" w:rsidTr="00270F50">
        <w:trPr>
          <w:trHeight w:val="213"/>
        </w:trPr>
        <w:tc>
          <w:tcPr>
            <w:tcW w:w="1788" w:type="dxa"/>
          </w:tcPr>
          <w:p w14:paraId="7FB5DB7A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formNo</w:t>
            </w:r>
            <w:proofErr w:type="spellEnd"/>
          </w:p>
        </w:tc>
        <w:tc>
          <w:tcPr>
            <w:tcW w:w="3368" w:type="dxa"/>
          </w:tcPr>
          <w:p w14:paraId="7EB1C756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Numer formularza załącznika. Podatnik może załączyć wiele formularzy załącznika tego samego typu.</w:t>
            </w:r>
          </w:p>
        </w:tc>
        <w:tc>
          <w:tcPr>
            <w:tcW w:w="832" w:type="dxa"/>
          </w:tcPr>
          <w:p w14:paraId="05391D5D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4</w:t>
            </w:r>
          </w:p>
        </w:tc>
        <w:tc>
          <w:tcPr>
            <w:tcW w:w="2095" w:type="dxa"/>
          </w:tcPr>
          <w:p w14:paraId="7B283AA5" w14:textId="77777777" w:rsidR="003F2657" w:rsidRPr="00AB6C19" w:rsidRDefault="003D5320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ZFormNo</w:t>
            </w:r>
            <w:proofErr w:type="spellEnd"/>
          </w:p>
          <w:p w14:paraId="515EBF2E" w14:textId="17190D50" w:rsidR="003F2657" w:rsidRPr="004B1605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3F2657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3F2657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3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AD92FA3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3F2657" w:rsidRPr="00AB6C19" w14:paraId="46259818" w14:textId="77777777" w:rsidTr="00270F50">
        <w:trPr>
          <w:trHeight w:val="213"/>
        </w:trPr>
        <w:tc>
          <w:tcPr>
            <w:tcW w:w="1788" w:type="dxa"/>
          </w:tcPr>
          <w:p w14:paraId="1CFDC107" w14:textId="77777777" w:rsidR="003F2657" w:rsidRPr="004B1605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ExciseDutyInformation</w:t>
            </w:r>
            <w:proofErr w:type="spellEnd"/>
          </w:p>
        </w:tc>
        <w:tc>
          <w:tcPr>
            <w:tcW w:w="3368" w:type="dxa"/>
          </w:tcPr>
          <w:p w14:paraId="4DE2F179" w14:textId="77777777" w:rsidR="003F2657" w:rsidRPr="00101B5E" w:rsidRDefault="003F265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Informacje o kwotach wpłat dziennych</w:t>
            </w:r>
          </w:p>
        </w:tc>
        <w:tc>
          <w:tcPr>
            <w:tcW w:w="832" w:type="dxa"/>
          </w:tcPr>
          <w:p w14:paraId="1656972F" w14:textId="77777777" w:rsidR="003F2657" w:rsidRPr="00101B5E" w:rsidRDefault="00D9370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B, </w:t>
            </w:r>
            <w:r w:rsidR="003F2657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03C7FC0F" w14:textId="03E9EFB0" w:rsidR="008E0AC3" w:rsidRPr="00101B5E" w:rsidRDefault="004B1605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4B1605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ExciseDutyInformationType</w:t>
            </w:r>
            <w:proofErr w:type="spellEnd"/>
            <w:r w:rsid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8E0AC3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8E0AC3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4</w:instrTex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r w:rsidR="00107B7C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A1D6E84" w14:textId="77777777" w:rsidR="003F2657" w:rsidRPr="00101B5E" w:rsidRDefault="00C6122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3F2657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</w:tbl>
    <w:p w14:paraId="3487D38B" w14:textId="6B978941" w:rsidR="0083727A" w:rsidRPr="00EA1567" w:rsidRDefault="0083727A" w:rsidP="0033397D">
      <w:pPr>
        <w:pStyle w:val="Legenda"/>
      </w:pPr>
      <w:bookmarkStart w:id="406" w:name="_Toc181782410"/>
      <w:r w:rsidRPr="00EA1567">
        <w:lastRenderedPageBreak/>
        <w:t xml:space="preserve">Tabela </w:t>
      </w:r>
      <w:r w:rsidR="00274FD7" w:rsidRPr="00274FD7">
        <w:rPr>
          <w:lang w:val="en-GB"/>
        </w:rPr>
        <w:fldChar w:fldCharType="begin"/>
      </w:r>
      <w:r w:rsidR="00274FD7" w:rsidRPr="00EA1567">
        <w:instrText xml:space="preserve"> SEQ Tabela \* ARABIC </w:instrText>
      </w:r>
      <w:r w:rsidR="00274FD7" w:rsidRPr="00274FD7">
        <w:rPr>
          <w:lang w:val="en-GB"/>
        </w:rPr>
        <w:fldChar w:fldCharType="separate"/>
      </w:r>
      <w:r w:rsidR="00C54585" w:rsidRPr="00EA1567">
        <w:rPr>
          <w:noProof/>
        </w:rPr>
        <w:t>113</w:t>
      </w:r>
      <w:r w:rsidR="00274FD7" w:rsidRPr="00274FD7">
        <w:rPr>
          <w:noProof/>
          <w:lang w:val="en-GB"/>
        </w:rPr>
        <w:fldChar w:fldCharType="end"/>
      </w:r>
      <w:r w:rsidRPr="00EA1567">
        <w:t>.Elementy konfiguracji AKC-4</w:t>
      </w:r>
      <w:r w:rsidR="006C7C5D" w:rsidRPr="00EA1567">
        <w:t>L</w:t>
      </w:r>
      <w:r w:rsidRPr="00EA1567">
        <w:t xml:space="preserve"> </w:t>
      </w:r>
      <w:proofErr w:type="spellStart"/>
      <w:r w:rsidRPr="00EA1567">
        <w:t>ExciseDutyInformationType</w:t>
      </w:r>
      <w:bookmarkEnd w:id="406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AB6C19" w14:paraId="2B79A246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42359B90" w14:textId="77777777" w:rsidR="00967E6D" w:rsidRPr="00AB6C19" w:rsidRDefault="00967E6D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1D9DCBB1" w14:textId="77777777" w:rsidR="00967E6D" w:rsidRPr="00AB6C19" w:rsidRDefault="00967E6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499BF9C0" w14:textId="77777777" w:rsidR="00967E6D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7FC91A48" w14:textId="77777777" w:rsidR="00967E6D" w:rsidRPr="00AB6C19" w:rsidRDefault="00967E6D" w:rsidP="00F73C8D">
            <w:r w:rsidRPr="00AB6C19">
              <w:t>Typ, reguły</w:t>
            </w:r>
          </w:p>
        </w:tc>
        <w:tc>
          <w:tcPr>
            <w:tcW w:w="1197" w:type="dxa"/>
          </w:tcPr>
          <w:p w14:paraId="61022CB2" w14:textId="77777777" w:rsidR="00967E6D" w:rsidRPr="00AB6C19" w:rsidRDefault="00967E6D" w:rsidP="00F73C8D">
            <w:r w:rsidRPr="00AB6C19">
              <w:t>Liczebność</w:t>
            </w:r>
          </w:p>
        </w:tc>
      </w:tr>
      <w:tr w:rsidR="00967E6D" w:rsidRPr="00AB6C19" w14:paraId="1B69288A" w14:textId="77777777" w:rsidTr="00270F50">
        <w:trPr>
          <w:trHeight w:val="213"/>
        </w:trPr>
        <w:tc>
          <w:tcPr>
            <w:tcW w:w="1788" w:type="dxa"/>
          </w:tcPr>
          <w:p w14:paraId="745329B3" w14:textId="77777777" w:rsidR="00967E6D" w:rsidRPr="00631AC7" w:rsidRDefault="00B76482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</w:t>
            </w:r>
            <w:r w:rsidR="0008149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alcul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ExciseDuty</w:t>
            </w:r>
            <w:proofErr w:type="spellEnd"/>
          </w:p>
        </w:tc>
        <w:tc>
          <w:tcPr>
            <w:tcW w:w="3368" w:type="dxa"/>
          </w:tcPr>
          <w:p w14:paraId="3573A2CD" w14:textId="77777777" w:rsidR="00967E6D" w:rsidRPr="00101B5E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kwoty podatku akcyzowego</w:t>
            </w:r>
          </w:p>
        </w:tc>
        <w:tc>
          <w:tcPr>
            <w:tcW w:w="832" w:type="dxa"/>
          </w:tcPr>
          <w:p w14:paraId="3039662B" w14:textId="77777777" w:rsidR="00967E6D" w:rsidRPr="00101B5E" w:rsidRDefault="00D9370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</w:t>
            </w:r>
          </w:p>
        </w:tc>
        <w:tc>
          <w:tcPr>
            <w:tcW w:w="2095" w:type="dxa"/>
          </w:tcPr>
          <w:p w14:paraId="25115557" w14:textId="52FDC713" w:rsidR="00967E6D" w:rsidRPr="00101B5E" w:rsidRDefault="00631AC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CalculExciseDutyType</w:t>
            </w:r>
            <w:proofErr w:type="spellEnd"/>
          </w:p>
        </w:tc>
        <w:tc>
          <w:tcPr>
            <w:tcW w:w="1197" w:type="dxa"/>
          </w:tcPr>
          <w:p w14:paraId="2503BCA7" w14:textId="77777777" w:rsidR="00967E6D" w:rsidRPr="00101B5E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  <w:tr w:rsidR="00967E6D" w:rsidRPr="00AB6C19" w14:paraId="77C6A2CB" w14:textId="77777777" w:rsidTr="00270F50">
        <w:trPr>
          <w:trHeight w:val="213"/>
        </w:trPr>
        <w:tc>
          <w:tcPr>
            <w:tcW w:w="1788" w:type="dxa"/>
          </w:tcPr>
          <w:p w14:paraId="2C44EFC1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Items</w:t>
            </w:r>
          </w:p>
        </w:tc>
        <w:tc>
          <w:tcPr>
            <w:tcW w:w="3368" w:type="dxa"/>
          </w:tcPr>
          <w:p w14:paraId="6BAE8CBD" w14:textId="77777777" w:rsidR="00967E6D" w:rsidRPr="00101B5E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Obliczenie kwot podatku akcyzowego od</w:t>
            </w:r>
            <w:r w:rsidR="002C6C81"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</w:t>
            </w: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poszczególnych wyrobów</w:t>
            </w:r>
          </w:p>
        </w:tc>
        <w:tc>
          <w:tcPr>
            <w:tcW w:w="832" w:type="dxa"/>
          </w:tcPr>
          <w:p w14:paraId="225A0F65" w14:textId="77777777" w:rsidR="00967E6D" w:rsidRPr="00101B5E" w:rsidRDefault="00D9370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740D5C59" w14:textId="538D90FA" w:rsidR="00967E6D" w:rsidRPr="00101B5E" w:rsidRDefault="00631AC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ItemsType</w:t>
            </w:r>
            <w:proofErr w:type="spellEnd"/>
          </w:p>
        </w:tc>
        <w:tc>
          <w:tcPr>
            <w:tcW w:w="1197" w:type="dxa"/>
          </w:tcPr>
          <w:p w14:paraId="3F9CA730" w14:textId="77777777" w:rsidR="00967E6D" w:rsidRPr="00101B5E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101B5E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7474DEB9" w14:textId="4290DFBB" w:rsidR="00997D82" w:rsidRPr="00AB6C19" w:rsidRDefault="00997D82" w:rsidP="00C54585">
      <w:pPr>
        <w:pStyle w:val="Legenda"/>
      </w:pPr>
      <w:bookmarkStart w:id="407" w:name="_Toc181782411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114</w:t>
      </w:r>
      <w:r w:rsidR="00D437FA">
        <w:rPr>
          <w:noProof/>
        </w:rPr>
        <w:fldChar w:fldCharType="end"/>
      </w:r>
      <w:r w:rsidRPr="00AB6C19">
        <w:t>.Elementy konfiguracji AKC-4</w:t>
      </w:r>
      <w:r w:rsidR="006C7C5D">
        <w:t>L</w:t>
      </w:r>
      <w:r w:rsidRPr="00AB6C19">
        <w:t xml:space="preserve"> </w:t>
      </w:r>
      <w:proofErr w:type="spellStart"/>
      <w:r w:rsidRPr="00EA1567">
        <w:t>CalculExciseDutyType</w:t>
      </w:r>
      <w:bookmarkEnd w:id="407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AB6C19" w14:paraId="3B5CC866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1277C7A8" w14:textId="77777777" w:rsidR="00967E6D" w:rsidRPr="00AB6C19" w:rsidRDefault="00967E6D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18334536" w14:textId="77777777" w:rsidR="00967E6D" w:rsidRPr="00AB6C19" w:rsidRDefault="00967E6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01F2DF8B" w14:textId="77777777" w:rsidR="00967E6D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D769071" w14:textId="77777777" w:rsidR="00967E6D" w:rsidRPr="00AB6C19" w:rsidRDefault="00967E6D" w:rsidP="00F73C8D">
            <w:r w:rsidRPr="00AB6C19">
              <w:t>Typ, reguły</w:t>
            </w:r>
          </w:p>
        </w:tc>
        <w:tc>
          <w:tcPr>
            <w:tcW w:w="1197" w:type="dxa"/>
          </w:tcPr>
          <w:p w14:paraId="28901AB1" w14:textId="77777777" w:rsidR="00967E6D" w:rsidRPr="00AB6C19" w:rsidRDefault="00967E6D" w:rsidP="00F73C8D">
            <w:r w:rsidRPr="00AB6C19">
              <w:t>Liczebność</w:t>
            </w:r>
          </w:p>
        </w:tc>
      </w:tr>
      <w:tr w:rsidR="00967E6D" w:rsidRPr="00AB6C19" w14:paraId="1F5DDDEE" w14:textId="77777777" w:rsidTr="00270F50">
        <w:trPr>
          <w:trHeight w:val="213"/>
        </w:trPr>
        <w:tc>
          <w:tcPr>
            <w:tcW w:w="1788" w:type="dxa"/>
          </w:tcPr>
          <w:p w14:paraId="7180D18F" w14:textId="77777777" w:rsidR="00967E6D" w:rsidRPr="00631AC7" w:rsidRDefault="00F87A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</w:t>
            </w:r>
            <w:r w:rsidR="00260606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unt</w:t>
            </w:r>
            <w:r w:rsidR="00F40E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Of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</w:tcPr>
          <w:p w14:paraId="75F4595A" w14:textId="77777777" w:rsidR="00967E6D" w:rsidRPr="00631AC7" w:rsidRDefault="00F87A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Razem obliczony podatek</w:t>
            </w:r>
          </w:p>
        </w:tc>
        <w:tc>
          <w:tcPr>
            <w:tcW w:w="832" w:type="dxa"/>
          </w:tcPr>
          <w:p w14:paraId="3A14BC05" w14:textId="77777777" w:rsidR="00967E6D" w:rsidRPr="00631AC7" w:rsidRDefault="005B133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7</w:t>
            </w:r>
          </w:p>
        </w:tc>
        <w:tc>
          <w:tcPr>
            <w:tcW w:w="2095" w:type="dxa"/>
          </w:tcPr>
          <w:p w14:paraId="487DDC10" w14:textId="77777777" w:rsidR="00967E6D" w:rsidRPr="00AB6C19" w:rsidRDefault="00E7578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1F704042" w14:textId="62B5E73C" w:rsidR="00967E6D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C6C8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5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05DF3C7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9534C" w:rsidRPr="00AB6C19" w14:paraId="5F240526" w14:textId="77777777" w:rsidTr="00270F50">
        <w:trPr>
          <w:trHeight w:val="213"/>
        </w:trPr>
        <w:tc>
          <w:tcPr>
            <w:tcW w:w="1788" w:type="dxa"/>
          </w:tcPr>
          <w:p w14:paraId="6F17B59F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reductionsArt1</w:t>
            </w:r>
          </w:p>
        </w:tc>
        <w:tc>
          <w:tcPr>
            <w:tcW w:w="3368" w:type="dxa"/>
          </w:tcPr>
          <w:p w14:paraId="7B9F7D82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od akcyzy energii elektrycznej na podstawie art. 30 ust. 1 ustawy</w:t>
            </w:r>
          </w:p>
        </w:tc>
        <w:tc>
          <w:tcPr>
            <w:tcW w:w="832" w:type="dxa"/>
          </w:tcPr>
          <w:p w14:paraId="309EE208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A5225D8" w14:textId="77777777" w:rsidR="00427820" w:rsidRPr="00AB6C19" w:rsidRDefault="0025539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E7578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1C82C09D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9534C" w:rsidRPr="00AB6C19" w14:paraId="017284FA" w14:textId="77777777" w:rsidTr="00270F50">
        <w:trPr>
          <w:trHeight w:val="213"/>
        </w:trPr>
        <w:tc>
          <w:tcPr>
            <w:tcW w:w="1788" w:type="dxa"/>
          </w:tcPr>
          <w:p w14:paraId="03E672E7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reductionsArt</w:t>
            </w:r>
            <w:r w:rsidR="0079381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6</w:t>
            </w:r>
          </w:p>
        </w:tc>
        <w:tc>
          <w:tcPr>
            <w:tcW w:w="3368" w:type="dxa"/>
          </w:tcPr>
          <w:p w14:paraId="3AD2B134" w14:textId="77777777" w:rsidR="00F9534C" w:rsidRPr="00631AC7" w:rsidRDefault="007938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od akcyzy energii elektrycznej na podstawie art. 30 ust. 6 ustawy</w:t>
            </w:r>
          </w:p>
        </w:tc>
        <w:tc>
          <w:tcPr>
            <w:tcW w:w="832" w:type="dxa"/>
          </w:tcPr>
          <w:p w14:paraId="3FE4F4F4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4D95FF0B" w14:textId="77777777" w:rsidR="00F9534C" w:rsidRPr="00AB6C19" w:rsidRDefault="0025539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E7578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0E663100" w14:textId="77777777" w:rsidR="00F9534C" w:rsidRPr="00631AC7" w:rsidRDefault="00521B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F9534C" w:rsidRPr="00AB6C19" w14:paraId="62E5D48D" w14:textId="77777777" w:rsidTr="00270F50">
        <w:trPr>
          <w:trHeight w:val="213"/>
        </w:trPr>
        <w:tc>
          <w:tcPr>
            <w:tcW w:w="1788" w:type="dxa"/>
          </w:tcPr>
          <w:p w14:paraId="2164123C" w14:textId="77777777" w:rsidR="00F9534C" w:rsidRPr="00631AC7" w:rsidRDefault="007938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reductionsArt7</w:t>
            </w:r>
          </w:p>
        </w:tc>
        <w:tc>
          <w:tcPr>
            <w:tcW w:w="3368" w:type="dxa"/>
          </w:tcPr>
          <w:p w14:paraId="171C501B" w14:textId="77777777" w:rsidR="00F9534C" w:rsidRPr="00631AC7" w:rsidRDefault="0079381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zwolnienia od akcyzy energii elektrycznej na podstawie art. 30 ust. 7 ustawy</w:t>
            </w:r>
          </w:p>
        </w:tc>
        <w:tc>
          <w:tcPr>
            <w:tcW w:w="832" w:type="dxa"/>
          </w:tcPr>
          <w:p w14:paraId="3439E5A7" w14:textId="77777777" w:rsidR="00F9534C" w:rsidRPr="00631AC7" w:rsidRDefault="00F9534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2C2BFE97" w14:textId="77777777" w:rsidR="00F9534C" w:rsidRPr="00AB6C19" w:rsidRDefault="00255393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</w:t>
            </w:r>
            <w:r w:rsidR="00E7578F"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</w:t>
            </w:r>
            <w:proofErr w:type="spellEnd"/>
          </w:p>
        </w:tc>
        <w:tc>
          <w:tcPr>
            <w:tcW w:w="1197" w:type="dxa"/>
          </w:tcPr>
          <w:p w14:paraId="2ED2AA8E" w14:textId="77777777" w:rsidR="00F9534C" w:rsidRPr="00631AC7" w:rsidRDefault="00521B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67E6D" w:rsidRPr="00AB6C19" w14:paraId="3A10BE18" w14:textId="77777777" w:rsidTr="00270F50">
        <w:trPr>
          <w:trHeight w:val="213"/>
        </w:trPr>
        <w:tc>
          <w:tcPr>
            <w:tcW w:w="1788" w:type="dxa"/>
          </w:tcPr>
          <w:p w14:paraId="261807F1" w14:textId="77777777" w:rsidR="00967E6D" w:rsidRPr="00631AC7" w:rsidRDefault="00BB13E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</w:t>
            </w:r>
            <w:r w:rsidR="004C2E1F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Of</w:t>
            </w:r>
            <w:r w:rsidR="00F9534C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R</w:t>
            </w:r>
            <w:r w:rsidR="00F87A54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eductions</w:t>
            </w:r>
            <w:proofErr w:type="spellEnd"/>
          </w:p>
        </w:tc>
        <w:tc>
          <w:tcPr>
            <w:tcW w:w="3368" w:type="dxa"/>
          </w:tcPr>
          <w:p w14:paraId="02F57B20" w14:textId="77777777" w:rsidR="00967E6D" w:rsidRPr="00631AC7" w:rsidRDefault="00F87A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Zwolnienia i obniżenia</w:t>
            </w:r>
          </w:p>
        </w:tc>
        <w:tc>
          <w:tcPr>
            <w:tcW w:w="832" w:type="dxa"/>
          </w:tcPr>
          <w:p w14:paraId="1E81348C" w14:textId="77777777" w:rsidR="00967E6D" w:rsidRPr="00631AC7" w:rsidRDefault="005B133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8</w:t>
            </w:r>
          </w:p>
        </w:tc>
        <w:tc>
          <w:tcPr>
            <w:tcW w:w="2095" w:type="dxa"/>
          </w:tcPr>
          <w:p w14:paraId="5DC9A1FF" w14:textId="77777777" w:rsidR="00967E6D" w:rsidRPr="00AB6C19" w:rsidRDefault="00E7578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1B589AE4" w14:textId="30F3535E" w:rsidR="00967E6D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2F11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6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313ADBD8" w14:textId="77777777" w:rsidR="00967E6D" w:rsidRPr="00631AC7" w:rsidRDefault="00521BB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967E6D" w:rsidRPr="00AB6C19" w14:paraId="08C9D259" w14:textId="77777777" w:rsidTr="00270F50">
        <w:trPr>
          <w:trHeight w:val="213"/>
        </w:trPr>
        <w:tc>
          <w:tcPr>
            <w:tcW w:w="1788" w:type="dxa"/>
          </w:tcPr>
          <w:p w14:paraId="2F596348" w14:textId="77777777" w:rsidR="00967E6D" w:rsidRPr="00631AC7" w:rsidRDefault="0026060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</w:t>
            </w:r>
            <w:r w:rsidR="00813C1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O</w:t>
            </w:r>
            <w:r w:rsidR="004C2E1F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</w:t>
            </w:r>
            <w:r w:rsidR="00F87A54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</w:t>
            </w:r>
            <w:proofErr w:type="spellEnd"/>
          </w:p>
        </w:tc>
        <w:tc>
          <w:tcPr>
            <w:tcW w:w="3368" w:type="dxa"/>
          </w:tcPr>
          <w:p w14:paraId="13427C5A" w14:textId="77777777" w:rsidR="00967E6D" w:rsidRPr="00631AC7" w:rsidRDefault="00F87A5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Ogółem podatek</w:t>
            </w:r>
          </w:p>
        </w:tc>
        <w:tc>
          <w:tcPr>
            <w:tcW w:w="832" w:type="dxa"/>
          </w:tcPr>
          <w:p w14:paraId="78A94F33" w14:textId="77777777" w:rsidR="00967E6D" w:rsidRPr="00631AC7" w:rsidRDefault="005B133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9</w:t>
            </w:r>
          </w:p>
        </w:tc>
        <w:tc>
          <w:tcPr>
            <w:tcW w:w="2095" w:type="dxa"/>
          </w:tcPr>
          <w:p w14:paraId="125054D0" w14:textId="77777777" w:rsidR="00967E6D" w:rsidRPr="00AB6C19" w:rsidRDefault="00E7578F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2ED257A7" w14:textId="6138A7CB" w:rsidR="00967E6D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024EFC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7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56795BF6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1..1</w:t>
            </w:r>
          </w:p>
        </w:tc>
      </w:tr>
    </w:tbl>
    <w:p w14:paraId="6706E491" w14:textId="6E960BE4" w:rsidR="00997D82" w:rsidRPr="00AB6C19" w:rsidRDefault="00997D82" w:rsidP="0033397D">
      <w:pPr>
        <w:pStyle w:val="Legenda"/>
      </w:pPr>
      <w:bookmarkStart w:id="408" w:name="_Toc181782412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115</w:t>
      </w:r>
      <w:r w:rsidR="00D437FA">
        <w:rPr>
          <w:noProof/>
        </w:rPr>
        <w:fldChar w:fldCharType="end"/>
      </w:r>
      <w:r w:rsidRPr="00AB6C19">
        <w:t>.Elementy konfiguracji AKC-4</w:t>
      </w:r>
      <w:r w:rsidR="006C7C5D">
        <w:t>L</w:t>
      </w:r>
      <w:r w:rsidRPr="00AB6C19">
        <w:t xml:space="preserve"> </w:t>
      </w:r>
      <w:proofErr w:type="spellStart"/>
      <w:r w:rsidRPr="00EA1567">
        <w:t>ItemsType</w:t>
      </w:r>
      <w:bookmarkEnd w:id="408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AB6C19" w14:paraId="7071F9A5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06B6BCC0" w14:textId="77777777" w:rsidR="00967E6D" w:rsidRPr="00AB6C19" w:rsidRDefault="00967E6D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2B73B6EB" w14:textId="77777777" w:rsidR="00967E6D" w:rsidRPr="00AB6C19" w:rsidRDefault="00967E6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113D0C72" w14:textId="77777777" w:rsidR="00967E6D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6E13384B" w14:textId="77777777" w:rsidR="00967E6D" w:rsidRPr="00AB6C19" w:rsidRDefault="00967E6D" w:rsidP="00F73C8D">
            <w:r w:rsidRPr="00AB6C19">
              <w:t>Typ, reguły</w:t>
            </w:r>
          </w:p>
        </w:tc>
        <w:tc>
          <w:tcPr>
            <w:tcW w:w="1197" w:type="dxa"/>
          </w:tcPr>
          <w:p w14:paraId="72638F00" w14:textId="77777777" w:rsidR="00967E6D" w:rsidRPr="00AB6C19" w:rsidRDefault="00967E6D" w:rsidP="00F73C8D">
            <w:r w:rsidRPr="00AB6C19">
              <w:t>Liczebność</w:t>
            </w:r>
          </w:p>
        </w:tc>
      </w:tr>
      <w:tr w:rsidR="00967E6D" w:rsidRPr="00AB6C19" w14:paraId="145BB104" w14:textId="77777777" w:rsidTr="00270F50">
        <w:trPr>
          <w:trHeight w:val="213"/>
        </w:trPr>
        <w:tc>
          <w:tcPr>
            <w:tcW w:w="1788" w:type="dxa"/>
          </w:tcPr>
          <w:p w14:paraId="5F831884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totalNumberOfGoods</w:t>
            </w:r>
            <w:proofErr w:type="spellEnd"/>
          </w:p>
        </w:tc>
        <w:tc>
          <w:tcPr>
            <w:tcW w:w="3368" w:type="dxa"/>
          </w:tcPr>
          <w:p w14:paraId="4350573F" w14:textId="77777777" w:rsidR="00967E6D" w:rsidRPr="00631AC7" w:rsidRDefault="00F8229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ze wszystkich pozycji wprowadzonych w polu „Ilość GJ”</w:t>
            </w:r>
          </w:p>
        </w:tc>
        <w:tc>
          <w:tcPr>
            <w:tcW w:w="832" w:type="dxa"/>
          </w:tcPr>
          <w:p w14:paraId="7C2FD6D0" w14:textId="77777777" w:rsidR="00967E6D" w:rsidRPr="00631AC7" w:rsidRDefault="000935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100</w:t>
            </w:r>
          </w:p>
        </w:tc>
        <w:tc>
          <w:tcPr>
            <w:tcW w:w="2095" w:type="dxa"/>
          </w:tcPr>
          <w:p w14:paraId="5250DBFA" w14:textId="77777777" w:rsidR="00967E6D" w:rsidRPr="00AB6C19" w:rsidRDefault="00FF1E1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  <w:p w14:paraId="0313EDC0" w14:textId="4D403F7E" w:rsidR="00967E6D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F8229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8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2E948FC1" w14:textId="77777777" w:rsidR="00967E6D" w:rsidRPr="00631AC7" w:rsidRDefault="00F8229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967E6D" w:rsidRPr="00AB6C19" w14:paraId="66EE7AFD" w14:textId="77777777" w:rsidTr="00270F50">
        <w:trPr>
          <w:trHeight w:val="213"/>
        </w:trPr>
        <w:tc>
          <w:tcPr>
            <w:tcW w:w="1788" w:type="dxa"/>
          </w:tcPr>
          <w:p w14:paraId="1CA29F07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totalAmountOfTax</w:t>
            </w:r>
            <w:proofErr w:type="spellEnd"/>
          </w:p>
        </w:tc>
        <w:tc>
          <w:tcPr>
            <w:tcW w:w="3368" w:type="dxa"/>
          </w:tcPr>
          <w:p w14:paraId="25BB8857" w14:textId="77777777" w:rsidR="00967E6D" w:rsidRPr="00631AC7" w:rsidRDefault="00F8229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Suma kwot wprowadzonych w polu „Kwota podatku w zł”</w:t>
            </w:r>
          </w:p>
        </w:tc>
        <w:tc>
          <w:tcPr>
            <w:tcW w:w="832" w:type="dxa"/>
          </w:tcPr>
          <w:p w14:paraId="266A3F4F" w14:textId="77777777" w:rsidR="00967E6D" w:rsidRPr="00631AC7" w:rsidRDefault="0009353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101</w:t>
            </w:r>
          </w:p>
        </w:tc>
        <w:tc>
          <w:tcPr>
            <w:tcW w:w="2095" w:type="dxa"/>
          </w:tcPr>
          <w:p w14:paraId="550B7B09" w14:textId="77777777" w:rsidR="00967E6D" w:rsidRPr="00AB6C19" w:rsidRDefault="00FF1E1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347BF118" w14:textId="45717A37" w:rsidR="00967E6D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F8229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9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R9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7" w:type="dxa"/>
          </w:tcPr>
          <w:p w14:paraId="11DD03FB" w14:textId="77777777" w:rsidR="00967E6D" w:rsidRPr="00631AC7" w:rsidRDefault="00F82291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..1</w:t>
            </w:r>
          </w:p>
        </w:tc>
      </w:tr>
      <w:tr w:rsidR="00967E6D" w:rsidRPr="00AB6C19" w14:paraId="5B97F361" w14:textId="77777777" w:rsidTr="00270F50">
        <w:trPr>
          <w:trHeight w:val="213"/>
        </w:trPr>
        <w:tc>
          <w:tcPr>
            <w:tcW w:w="1788" w:type="dxa"/>
          </w:tcPr>
          <w:p w14:paraId="65F12EB3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368" w:type="dxa"/>
          </w:tcPr>
          <w:p w14:paraId="70996D5B" w14:textId="77777777" w:rsidR="00967E6D" w:rsidRPr="00A52D78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52D7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Kwoty podatku akcyzowego od poszczególnych wyrobów</w:t>
            </w:r>
          </w:p>
        </w:tc>
        <w:tc>
          <w:tcPr>
            <w:tcW w:w="832" w:type="dxa"/>
          </w:tcPr>
          <w:p w14:paraId="49051E37" w14:textId="77777777" w:rsidR="00967E6D" w:rsidRPr="00A52D78" w:rsidRDefault="00F21D6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52D7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</w:p>
        </w:tc>
        <w:tc>
          <w:tcPr>
            <w:tcW w:w="2095" w:type="dxa"/>
          </w:tcPr>
          <w:p w14:paraId="6464FC05" w14:textId="14FD635F" w:rsidR="00967E6D" w:rsidRPr="00A52D78" w:rsidRDefault="00631AC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ItemType</w:t>
            </w:r>
            <w:proofErr w:type="spellEnd"/>
          </w:p>
        </w:tc>
        <w:tc>
          <w:tcPr>
            <w:tcW w:w="1197" w:type="dxa"/>
          </w:tcPr>
          <w:p w14:paraId="11253611" w14:textId="77777777" w:rsidR="00967E6D" w:rsidRPr="00A52D78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A52D78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0..*</w:t>
            </w:r>
          </w:p>
        </w:tc>
      </w:tr>
    </w:tbl>
    <w:p w14:paraId="7AF83BA1" w14:textId="77777777" w:rsidR="00C54585" w:rsidRDefault="00C54585">
      <w:pPr>
        <w:autoSpaceDE/>
        <w:autoSpaceDN/>
        <w:adjustRightInd/>
        <w:spacing w:before="0" w:after="0" w:line="240" w:lineRule="auto"/>
        <w:rPr>
          <w:b/>
          <w:bCs/>
          <w:sz w:val="20"/>
          <w:szCs w:val="20"/>
        </w:rPr>
      </w:pPr>
      <w:r>
        <w:br w:type="page"/>
      </w:r>
    </w:p>
    <w:p w14:paraId="2CD96AC9" w14:textId="54ED2B48" w:rsidR="00997D82" w:rsidRPr="00AB6C19" w:rsidRDefault="00997D82" w:rsidP="0033397D">
      <w:pPr>
        <w:pStyle w:val="Legenda"/>
      </w:pPr>
      <w:bookmarkStart w:id="409" w:name="_Toc181782413"/>
      <w:r w:rsidRPr="00AB6C19">
        <w:lastRenderedPageBreak/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116</w:t>
      </w:r>
      <w:r w:rsidR="00D437FA">
        <w:rPr>
          <w:noProof/>
        </w:rPr>
        <w:fldChar w:fldCharType="end"/>
      </w:r>
      <w:r w:rsidRPr="00AB6C19">
        <w:t>.Elementy konfiguracji AKC-4</w:t>
      </w:r>
      <w:r w:rsidR="006C7C5D">
        <w:t>L</w:t>
      </w:r>
      <w:r w:rsidRPr="00AB6C19">
        <w:t xml:space="preserve"> </w:t>
      </w:r>
      <w:proofErr w:type="spellStart"/>
      <w:r w:rsidRPr="00EA1567">
        <w:t>ItemType</w:t>
      </w:r>
      <w:bookmarkEnd w:id="409"/>
      <w:proofErr w:type="spellEnd"/>
    </w:p>
    <w:tbl>
      <w:tblPr>
        <w:tblStyle w:val="tabel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8"/>
        <w:gridCol w:w="832"/>
        <w:gridCol w:w="2095"/>
        <w:gridCol w:w="1197"/>
      </w:tblGrid>
      <w:tr w:rsidR="00967E6D" w:rsidRPr="00AB6C19" w14:paraId="67C65C26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34154DFE" w14:textId="77777777" w:rsidR="00967E6D" w:rsidRPr="00AB6C19" w:rsidRDefault="00967E6D" w:rsidP="00F73C8D">
            <w:r w:rsidRPr="00AB6C19">
              <w:t xml:space="preserve">Nazwa </w:t>
            </w:r>
          </w:p>
        </w:tc>
        <w:tc>
          <w:tcPr>
            <w:tcW w:w="3368" w:type="dxa"/>
          </w:tcPr>
          <w:p w14:paraId="305DE13E" w14:textId="77777777" w:rsidR="00967E6D" w:rsidRPr="00AB6C19" w:rsidRDefault="00967E6D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  <w:tc>
          <w:tcPr>
            <w:tcW w:w="832" w:type="dxa"/>
          </w:tcPr>
          <w:p w14:paraId="1C96C471" w14:textId="77777777" w:rsidR="00967E6D" w:rsidRPr="00AB6C19" w:rsidRDefault="002C3B08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5EFAF060" w14:textId="77777777" w:rsidR="00967E6D" w:rsidRPr="00AB6C19" w:rsidRDefault="00967E6D" w:rsidP="00F73C8D">
            <w:r w:rsidRPr="00AB6C19">
              <w:t>Typ, reguły</w:t>
            </w:r>
          </w:p>
        </w:tc>
        <w:tc>
          <w:tcPr>
            <w:tcW w:w="1197" w:type="dxa"/>
          </w:tcPr>
          <w:p w14:paraId="5BE47E19" w14:textId="77777777" w:rsidR="00967E6D" w:rsidRPr="00AB6C19" w:rsidRDefault="00967E6D" w:rsidP="00F73C8D">
            <w:r w:rsidRPr="00AB6C19">
              <w:t>Liczebność</w:t>
            </w:r>
          </w:p>
        </w:tc>
      </w:tr>
      <w:tr w:rsidR="00967E6D" w:rsidRPr="00631AC7" w14:paraId="11EE4795" w14:textId="77777777" w:rsidTr="00270F50">
        <w:trPr>
          <w:trHeight w:val="213"/>
        </w:trPr>
        <w:tc>
          <w:tcPr>
            <w:tcW w:w="1788" w:type="dxa"/>
          </w:tcPr>
          <w:p w14:paraId="3FC9FA31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8" w:type="dxa"/>
          </w:tcPr>
          <w:p w14:paraId="42900237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Liczba porządkowa.</w:t>
            </w:r>
          </w:p>
        </w:tc>
        <w:tc>
          <w:tcPr>
            <w:tcW w:w="832" w:type="dxa"/>
          </w:tcPr>
          <w:p w14:paraId="29B1DEB5" w14:textId="77777777" w:rsidR="00967E6D" w:rsidRPr="00631AC7" w:rsidRDefault="00B879F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.a</w:t>
            </w:r>
            <w:proofErr w:type="spellEnd"/>
          </w:p>
        </w:tc>
        <w:tc>
          <w:tcPr>
            <w:tcW w:w="2095" w:type="dxa"/>
          </w:tcPr>
          <w:p w14:paraId="27B9A0B8" w14:textId="77777777" w:rsidR="00967E6D" w:rsidRPr="00AB6C19" w:rsidRDefault="00B879FE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175779F4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67E6D" w:rsidRPr="00631AC7" w14:paraId="60527A64" w14:textId="77777777" w:rsidTr="00270F50">
        <w:trPr>
          <w:trHeight w:val="213"/>
        </w:trPr>
        <w:tc>
          <w:tcPr>
            <w:tcW w:w="1788" w:type="dxa"/>
          </w:tcPr>
          <w:p w14:paraId="7D3CCC9B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8" w:type="dxa"/>
          </w:tcPr>
          <w:p w14:paraId="20826054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Nazwa grupy wyrobów, dla których ustalono odrębne stawki podatkowe</w:t>
            </w:r>
          </w:p>
        </w:tc>
        <w:tc>
          <w:tcPr>
            <w:tcW w:w="832" w:type="dxa"/>
          </w:tcPr>
          <w:p w14:paraId="44B64078" w14:textId="77777777" w:rsidR="00967E6D" w:rsidRPr="00631AC7" w:rsidRDefault="00B634D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.b</w:t>
            </w:r>
            <w:proofErr w:type="spellEnd"/>
          </w:p>
        </w:tc>
        <w:tc>
          <w:tcPr>
            <w:tcW w:w="2095" w:type="dxa"/>
          </w:tcPr>
          <w:p w14:paraId="1ED42026" w14:textId="77777777" w:rsidR="00967E6D" w:rsidRPr="00AB6C19" w:rsidRDefault="007A7C1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ZCharacter</w:t>
            </w:r>
            <w:proofErr w:type="spellEnd"/>
          </w:p>
        </w:tc>
        <w:tc>
          <w:tcPr>
            <w:tcW w:w="1197" w:type="dxa"/>
          </w:tcPr>
          <w:p w14:paraId="4AE22281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67E6D" w:rsidRPr="00631AC7" w14:paraId="43FD4453" w14:textId="77777777" w:rsidTr="00270F50">
        <w:trPr>
          <w:trHeight w:val="213"/>
        </w:trPr>
        <w:tc>
          <w:tcPr>
            <w:tcW w:w="1788" w:type="dxa"/>
          </w:tcPr>
          <w:p w14:paraId="572E2BC3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8" w:type="dxa"/>
          </w:tcPr>
          <w:p w14:paraId="2151C516" w14:textId="77777777" w:rsidR="00967E6D" w:rsidRPr="00631AC7" w:rsidRDefault="00985C9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Ośmiocyfrowy</w:t>
            </w:r>
            <w:r w:rsidR="00CC1B30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kodu CN </w:t>
            </w:r>
            <w:r w:rsidR="001F6F9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towaru</w:t>
            </w:r>
          </w:p>
        </w:tc>
        <w:tc>
          <w:tcPr>
            <w:tcW w:w="832" w:type="dxa"/>
          </w:tcPr>
          <w:p w14:paraId="5902B063" w14:textId="77777777" w:rsidR="00967E6D" w:rsidRPr="00631AC7" w:rsidRDefault="00F21D6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.c</w:t>
            </w:r>
            <w:proofErr w:type="spellEnd"/>
          </w:p>
        </w:tc>
        <w:tc>
          <w:tcPr>
            <w:tcW w:w="2095" w:type="dxa"/>
          </w:tcPr>
          <w:p w14:paraId="5735A62C" w14:textId="77777777" w:rsidR="00967E6D" w:rsidRPr="00AB6C19" w:rsidRDefault="004C0A94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4034C884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67E6D" w:rsidRPr="00631AC7" w14:paraId="1D16218A" w14:textId="77777777" w:rsidTr="00270F50">
        <w:trPr>
          <w:trHeight w:val="213"/>
        </w:trPr>
        <w:tc>
          <w:tcPr>
            <w:tcW w:w="1788" w:type="dxa"/>
          </w:tcPr>
          <w:p w14:paraId="6632EBDB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8" w:type="dxa"/>
          </w:tcPr>
          <w:p w14:paraId="4A8F2A3E" w14:textId="77777777" w:rsidR="00967E6D" w:rsidRPr="00631AC7" w:rsidRDefault="00643B6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Ilość energii w GJ podana z dokładnością do trzech miejsc po przecinku</w:t>
            </w:r>
          </w:p>
        </w:tc>
        <w:tc>
          <w:tcPr>
            <w:tcW w:w="832" w:type="dxa"/>
          </w:tcPr>
          <w:p w14:paraId="715465C3" w14:textId="77777777" w:rsidR="00967E6D" w:rsidRPr="00631AC7" w:rsidRDefault="00F21D6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.d</w:t>
            </w:r>
            <w:proofErr w:type="spellEnd"/>
          </w:p>
        </w:tc>
        <w:tc>
          <w:tcPr>
            <w:tcW w:w="2095" w:type="dxa"/>
          </w:tcPr>
          <w:p w14:paraId="4DD0D07E" w14:textId="77777777" w:rsidR="00967E6D" w:rsidRPr="00AB6C19" w:rsidRDefault="00643B6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ZAmountE</w:t>
            </w:r>
            <w:proofErr w:type="spellEnd"/>
          </w:p>
        </w:tc>
        <w:tc>
          <w:tcPr>
            <w:tcW w:w="1197" w:type="dxa"/>
          </w:tcPr>
          <w:p w14:paraId="5EDB45EB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967E6D" w:rsidRPr="00631AC7" w14:paraId="2EC57179" w14:textId="77777777" w:rsidTr="00270F50">
        <w:trPr>
          <w:trHeight w:val="213"/>
        </w:trPr>
        <w:tc>
          <w:tcPr>
            <w:tcW w:w="1788" w:type="dxa"/>
          </w:tcPr>
          <w:p w14:paraId="75116473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8" w:type="dxa"/>
          </w:tcPr>
          <w:p w14:paraId="37478E42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Stawka podatku akcyzowego dla określonej grupy wyrobów.</w:t>
            </w:r>
          </w:p>
        </w:tc>
        <w:tc>
          <w:tcPr>
            <w:tcW w:w="832" w:type="dxa"/>
          </w:tcPr>
          <w:p w14:paraId="4F2944D4" w14:textId="77777777" w:rsidR="00967E6D" w:rsidRPr="00631AC7" w:rsidRDefault="00F21D6A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</w:t>
            </w:r>
            <w:r w:rsidR="00967E6D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.e</w:t>
            </w:r>
            <w:proofErr w:type="spellEnd"/>
          </w:p>
        </w:tc>
        <w:tc>
          <w:tcPr>
            <w:tcW w:w="2095" w:type="dxa"/>
          </w:tcPr>
          <w:p w14:paraId="7D426476" w14:textId="77777777" w:rsidR="00967E6D" w:rsidRPr="00AB6C19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ZAmountC</w:t>
            </w:r>
            <w:proofErr w:type="spellEnd"/>
          </w:p>
          <w:p w14:paraId="7714EED6" w14:textId="77777777" w:rsidR="00967E6D" w:rsidRPr="00AB6C19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</w:tcPr>
          <w:p w14:paraId="791B7E33" w14:textId="77777777" w:rsidR="00967E6D" w:rsidRPr="00631AC7" w:rsidRDefault="00967E6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D3727" w:rsidRPr="00631AC7" w14:paraId="28AB3551" w14:textId="77777777" w:rsidTr="00270F50">
        <w:trPr>
          <w:trHeight w:val="213"/>
        </w:trPr>
        <w:tc>
          <w:tcPr>
            <w:tcW w:w="1788" w:type="dxa"/>
          </w:tcPr>
          <w:p w14:paraId="679F0E0A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fromIsztar</w:t>
            </w:r>
            <w:proofErr w:type="spellEnd"/>
          </w:p>
        </w:tc>
        <w:tc>
          <w:tcPr>
            <w:tcW w:w="3368" w:type="dxa"/>
          </w:tcPr>
          <w:p w14:paraId="5BEA82BA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Czy stawka podatku akcyzowego jest pobrana z Systemu ISZTAR.</w:t>
            </w:r>
          </w:p>
        </w:tc>
        <w:tc>
          <w:tcPr>
            <w:tcW w:w="832" w:type="dxa"/>
          </w:tcPr>
          <w:p w14:paraId="4EA60564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-</w:t>
            </w:r>
          </w:p>
        </w:tc>
        <w:tc>
          <w:tcPr>
            <w:tcW w:w="2095" w:type="dxa"/>
          </w:tcPr>
          <w:p w14:paraId="5229B5C7" w14:textId="77777777" w:rsidR="002D3727" w:rsidRPr="00AB6C19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252F7514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  <w:tr w:rsidR="002D3727" w:rsidRPr="00631AC7" w14:paraId="7A3C3D60" w14:textId="77777777" w:rsidTr="00270F50">
        <w:trPr>
          <w:trHeight w:val="213"/>
        </w:trPr>
        <w:tc>
          <w:tcPr>
            <w:tcW w:w="1788" w:type="dxa"/>
          </w:tcPr>
          <w:p w14:paraId="4B292EFB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en-GB"/>
              </w:rPr>
              <w:t>amountOfTax</w:t>
            </w:r>
            <w:proofErr w:type="spellEnd"/>
          </w:p>
        </w:tc>
        <w:tc>
          <w:tcPr>
            <w:tcW w:w="3368" w:type="dxa"/>
          </w:tcPr>
          <w:p w14:paraId="05FC22C3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Kwota podatku wyliczona wg wzoru: wartość w polu </w:t>
            </w:r>
            <w:proofErr w:type="spellStart"/>
            <w:r w:rsidR="00AE1A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numberOfGoods</w:t>
            </w:r>
            <w:proofErr w:type="spellEnd"/>
            <w:r w:rsidR="00AE1A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*</w:t>
            </w:r>
            <w:r w:rsidR="00AE1A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wartość w polu </w:t>
            </w:r>
            <w:proofErr w:type="spellStart"/>
            <w:r w:rsidR="00AE1A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taxRate</w:t>
            </w:r>
            <w:proofErr w:type="spellEnd"/>
            <w:r w:rsidR="00AE1A5A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  <w:tc>
          <w:tcPr>
            <w:tcW w:w="832" w:type="dxa"/>
          </w:tcPr>
          <w:p w14:paraId="34CE4292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C.f</w:t>
            </w:r>
            <w:proofErr w:type="spellEnd"/>
          </w:p>
        </w:tc>
        <w:tc>
          <w:tcPr>
            <w:tcW w:w="2095" w:type="dxa"/>
          </w:tcPr>
          <w:p w14:paraId="67DCA990" w14:textId="77777777" w:rsidR="002D3727" w:rsidRPr="00AB6C19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proofErr w:type="spellStart"/>
            <w:r w:rsidRPr="00AB6C19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ZAmountT</w:t>
            </w:r>
            <w:proofErr w:type="spellEnd"/>
          </w:p>
          <w:p w14:paraId="1761E0F1" w14:textId="67E4EF2B" w:rsidR="002D3727" w:rsidRPr="00631AC7" w:rsidRDefault="00107B7C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Patrz reguła 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begin"/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REF 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R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L</w:instrText>
            </w:r>
            <w:r w:rsidR="00BB4D61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>10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\H </w:instrText>
            </w:r>
            <w:r w:rsidR="00E25BA3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instrText xml:space="preserve"> \* MERGEFORMAT </w:instrTex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separate"/>
            </w:r>
            <w:r w:rsidR="00C54585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fldChar w:fldCharType="end"/>
            </w:r>
            <w:r w:rsidR="002D3727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ab/>
            </w:r>
          </w:p>
        </w:tc>
        <w:tc>
          <w:tcPr>
            <w:tcW w:w="1197" w:type="dxa"/>
          </w:tcPr>
          <w:p w14:paraId="20FF390C" w14:textId="77777777" w:rsidR="002D3727" w:rsidRPr="00631AC7" w:rsidRDefault="002D3727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0..1</w:t>
            </w:r>
          </w:p>
        </w:tc>
      </w:tr>
    </w:tbl>
    <w:p w14:paraId="77212E6E" w14:textId="4C0F6B89" w:rsidR="00D53588" w:rsidRPr="00AB6C19" w:rsidRDefault="00D53588" w:rsidP="00270F50">
      <w:pPr>
        <w:pStyle w:val="Nagwek3"/>
      </w:pPr>
      <w:bookmarkStart w:id="410" w:name="_Toc181782272"/>
      <w:r w:rsidRPr="00AB6C19">
        <w:t>Reguły AKC4L</w:t>
      </w:r>
      <w:bookmarkEnd w:id="410"/>
    </w:p>
    <w:p w14:paraId="1D4EE59E" w14:textId="050E9B7C" w:rsidR="00997D82" w:rsidRPr="00AB6C19" w:rsidRDefault="00997D82" w:rsidP="0033397D">
      <w:pPr>
        <w:pStyle w:val="Legenda"/>
      </w:pPr>
      <w:bookmarkStart w:id="411" w:name="_Toc181782414"/>
      <w:r w:rsidRPr="00AB6C19">
        <w:t xml:space="preserve">Tabela </w:t>
      </w:r>
      <w:r w:rsidR="00D437FA">
        <w:fldChar w:fldCharType="begin"/>
      </w:r>
      <w:r w:rsidR="00D437FA">
        <w:instrText xml:space="preserve"> SEQ Tabela \* ARABIC </w:instrText>
      </w:r>
      <w:r w:rsidR="00D437FA">
        <w:fldChar w:fldCharType="separate"/>
      </w:r>
      <w:r w:rsidR="00C54585">
        <w:rPr>
          <w:noProof/>
        </w:rPr>
        <w:t>117</w:t>
      </w:r>
      <w:r w:rsidR="00D437FA">
        <w:rPr>
          <w:noProof/>
        </w:rPr>
        <w:fldChar w:fldCharType="end"/>
      </w:r>
      <w:r w:rsidRPr="00AB6C19">
        <w:t>.Reguły obowiązujące dla deklaracji AKC-4</w:t>
      </w:r>
      <w:r w:rsidR="006C7C5D">
        <w:t>L</w:t>
      </w:r>
      <w:bookmarkEnd w:id="411"/>
    </w:p>
    <w:tbl>
      <w:tblPr>
        <w:tblStyle w:val="tabela"/>
        <w:tblW w:w="0" w:type="auto"/>
        <w:tblLook w:val="01E0" w:firstRow="1" w:lastRow="1" w:firstColumn="1" w:lastColumn="1" w:noHBand="0" w:noVBand="0"/>
      </w:tblPr>
      <w:tblGrid>
        <w:gridCol w:w="952"/>
        <w:gridCol w:w="8102"/>
      </w:tblGrid>
      <w:tr w:rsidR="00A849B6" w:rsidRPr="00AB6C19" w14:paraId="292D1C38" w14:textId="77777777" w:rsidTr="00270F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2" w:type="dxa"/>
          </w:tcPr>
          <w:p w14:paraId="4EFF2AF8" w14:textId="77777777" w:rsidR="00A849B6" w:rsidRPr="00AB6C19" w:rsidRDefault="00A849B6" w:rsidP="00F73C8D">
            <w:r w:rsidRPr="00AB6C19">
              <w:t xml:space="preserve">Nazwa </w:t>
            </w:r>
          </w:p>
        </w:tc>
        <w:tc>
          <w:tcPr>
            <w:tcW w:w="8102" w:type="dxa"/>
          </w:tcPr>
          <w:p w14:paraId="2E20536C" w14:textId="77777777" w:rsidR="00A849B6" w:rsidRPr="00AB6C19" w:rsidRDefault="00A849B6" w:rsidP="00F73C8D">
            <w:pPr>
              <w:rPr>
                <w:lang w:eastAsia="pl-PL"/>
              </w:rPr>
            </w:pPr>
            <w:r w:rsidRPr="00AB6C19">
              <w:rPr>
                <w:lang w:eastAsia="pl-PL"/>
              </w:rPr>
              <w:t>Opis</w:t>
            </w:r>
          </w:p>
        </w:tc>
      </w:tr>
      <w:tr w:rsidR="00A849B6" w:rsidRPr="00AB6C19" w14:paraId="0B47FE3E" w14:textId="77777777" w:rsidTr="00270F50">
        <w:trPr>
          <w:trHeight w:val="213"/>
        </w:trPr>
        <w:tc>
          <w:tcPr>
            <w:tcW w:w="952" w:type="dxa"/>
          </w:tcPr>
          <w:p w14:paraId="42A05CD8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2" w:name="RL1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</w:t>
            </w:r>
            <w:bookmarkEnd w:id="412"/>
          </w:p>
        </w:tc>
        <w:tc>
          <w:tcPr>
            <w:tcW w:w="8102" w:type="dxa"/>
          </w:tcPr>
          <w:p w14:paraId="1D16B5C5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A849B6" w:rsidRPr="00AB6C19" w14:paraId="1DB0412C" w14:textId="77777777" w:rsidTr="00270F50">
        <w:trPr>
          <w:trHeight w:val="213"/>
        </w:trPr>
        <w:tc>
          <w:tcPr>
            <w:tcW w:w="952" w:type="dxa"/>
          </w:tcPr>
          <w:p w14:paraId="63F1426C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3" w:name="RL2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R2</w:t>
            </w:r>
            <w:bookmarkEnd w:id="413"/>
          </w:p>
        </w:tc>
        <w:tc>
          <w:tcPr>
            <w:tcW w:w="8102" w:type="dxa"/>
          </w:tcPr>
          <w:p w14:paraId="398E2863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wypełniane przez system zgodnie z wartością w analogicznym polu deklaracji AKC-4/AKC-4zo</w:t>
            </w:r>
          </w:p>
        </w:tc>
      </w:tr>
      <w:tr w:rsidR="00A849B6" w:rsidRPr="00AB6C19" w14:paraId="59446BF8" w14:textId="77777777" w:rsidTr="00270F50">
        <w:trPr>
          <w:trHeight w:val="213"/>
        </w:trPr>
        <w:tc>
          <w:tcPr>
            <w:tcW w:w="952" w:type="dxa"/>
          </w:tcPr>
          <w:p w14:paraId="0DC0FB58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4" w:name="RL3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R3</w:t>
            </w:r>
            <w:bookmarkEnd w:id="414"/>
          </w:p>
        </w:tc>
        <w:tc>
          <w:tcPr>
            <w:tcW w:w="8102" w:type="dxa"/>
          </w:tcPr>
          <w:p w14:paraId="3F7727F3" w14:textId="77777777" w:rsidR="00A849B6" w:rsidRPr="00631AC7" w:rsidRDefault="00A849B6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Kolejny numer </w:t>
            </w:r>
            <w:r w:rsidR="008C3E8F"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załącznika danego typu</w:t>
            </w: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.</w:t>
            </w:r>
          </w:p>
        </w:tc>
      </w:tr>
      <w:tr w:rsidR="00CC784B" w:rsidRPr="00AB6C19" w14:paraId="7E87AEAB" w14:textId="77777777" w:rsidTr="00270F50">
        <w:trPr>
          <w:trHeight w:val="213"/>
        </w:trPr>
        <w:tc>
          <w:tcPr>
            <w:tcW w:w="952" w:type="dxa"/>
          </w:tcPr>
          <w:p w14:paraId="30EEE901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5" w:name="RL4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R4</w:t>
            </w:r>
            <w:bookmarkEnd w:id="415"/>
          </w:p>
        </w:tc>
        <w:tc>
          <w:tcPr>
            <w:tcW w:w="8102" w:type="dxa"/>
          </w:tcPr>
          <w:p w14:paraId="586D9205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Element może występować tylko jeśli w dokumencie nadrzędnym w polu </w:t>
            </w:r>
            <w:proofErr w:type="spellStart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formKind</w:t>
            </w:r>
            <w:proofErr w:type="spellEnd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 wybrano wartość AKC-4. </w:t>
            </w:r>
          </w:p>
        </w:tc>
      </w:tr>
      <w:tr w:rsidR="00CC784B" w:rsidRPr="00AB6C19" w14:paraId="6EFB9B8E" w14:textId="77777777" w:rsidTr="00270F50">
        <w:trPr>
          <w:trHeight w:val="213"/>
        </w:trPr>
        <w:tc>
          <w:tcPr>
            <w:tcW w:w="952" w:type="dxa"/>
          </w:tcPr>
          <w:p w14:paraId="3644C2B1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6" w:name="RL5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R5</w:t>
            </w:r>
            <w:bookmarkEnd w:id="416"/>
          </w:p>
        </w:tc>
        <w:tc>
          <w:tcPr>
            <w:tcW w:w="8102" w:type="dxa"/>
          </w:tcPr>
          <w:p w14:paraId="06EDE1C9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wymagane jeżeli w deklaracji jest przynajmniej jedna pozycja w części „C” załącznika AKC-4/L. Pole musi być równe kwocie w polu …</w:t>
            </w:r>
          </w:p>
        </w:tc>
      </w:tr>
      <w:tr w:rsidR="00CC784B" w:rsidRPr="00AB6C19" w14:paraId="233E6AAF" w14:textId="77777777" w:rsidTr="00270F50">
        <w:trPr>
          <w:trHeight w:val="213"/>
        </w:trPr>
        <w:tc>
          <w:tcPr>
            <w:tcW w:w="952" w:type="dxa"/>
          </w:tcPr>
          <w:p w14:paraId="458B97FD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7" w:name="RL6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R6</w:t>
            </w:r>
            <w:bookmarkEnd w:id="417"/>
          </w:p>
        </w:tc>
        <w:tc>
          <w:tcPr>
            <w:tcW w:w="8102" w:type="dxa"/>
          </w:tcPr>
          <w:p w14:paraId="17529310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1: Wartość nie może być większa niż wartość w polu „Razem obliczony podatek”.</w:t>
            </w:r>
          </w:p>
          <w:p w14:paraId="55E09198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 2: Kwota wprowadzona musi być równa sumie kwot w polach: „Kwota zwolnienia (art. 30 ust. 1 ustawy)”, „Kwota zwolnienia (art. 30 ust. 6 ustawy)” i „Kwota zwolnienia (art. 30 ust. 7 ustawy)”.</w:t>
            </w:r>
          </w:p>
        </w:tc>
      </w:tr>
      <w:tr w:rsidR="00CC784B" w:rsidRPr="00AB6C19" w14:paraId="299D275A" w14:textId="77777777" w:rsidTr="00270F50">
        <w:trPr>
          <w:trHeight w:val="213"/>
        </w:trPr>
        <w:tc>
          <w:tcPr>
            <w:tcW w:w="952" w:type="dxa"/>
          </w:tcPr>
          <w:p w14:paraId="2C8F75B8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8" w:name="RL7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R7</w:t>
            </w:r>
            <w:bookmarkEnd w:id="418"/>
          </w:p>
        </w:tc>
        <w:tc>
          <w:tcPr>
            <w:tcW w:w="8102" w:type="dxa"/>
          </w:tcPr>
          <w:p w14:paraId="16A3EBE3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Kwota musi być równa wartości według wzoru: „Razem obliczony podatek” minus „Zwolnienia i obniżenia”.</w:t>
            </w:r>
          </w:p>
        </w:tc>
      </w:tr>
      <w:tr w:rsidR="00CC784B" w:rsidRPr="00AB6C19" w14:paraId="78EC6AA0" w14:textId="77777777" w:rsidTr="00270F50">
        <w:trPr>
          <w:trHeight w:val="213"/>
        </w:trPr>
        <w:tc>
          <w:tcPr>
            <w:tcW w:w="952" w:type="dxa"/>
          </w:tcPr>
          <w:p w14:paraId="0CFB70E7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19" w:name="RL8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R8</w:t>
            </w:r>
            <w:bookmarkEnd w:id="419"/>
          </w:p>
        </w:tc>
        <w:tc>
          <w:tcPr>
            <w:tcW w:w="8102" w:type="dxa"/>
          </w:tcPr>
          <w:p w14:paraId="25271327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671692B6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 xml:space="preserve">Pole wypełniane na podstawie sumy wartości wprowadzonych w polu „Ilość GJ”. </w:t>
            </w:r>
          </w:p>
          <w:p w14:paraId="68073E42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Walidacja: wprowadzona liczba powinna się równać wyliczonej sumie.</w:t>
            </w:r>
          </w:p>
        </w:tc>
      </w:tr>
      <w:tr w:rsidR="00CC784B" w:rsidRPr="00AB6C19" w14:paraId="79DD9B07" w14:textId="77777777" w:rsidTr="00270F50">
        <w:trPr>
          <w:trHeight w:val="213"/>
        </w:trPr>
        <w:tc>
          <w:tcPr>
            <w:tcW w:w="952" w:type="dxa"/>
          </w:tcPr>
          <w:p w14:paraId="20C3779C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20" w:name="RL9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lastRenderedPageBreak/>
              <w:t>R9</w:t>
            </w:r>
            <w:bookmarkEnd w:id="420"/>
          </w:p>
        </w:tc>
        <w:tc>
          <w:tcPr>
            <w:tcW w:w="8102" w:type="dxa"/>
          </w:tcPr>
          <w:p w14:paraId="05D05C57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nie jest wymagalne w przypadku, gdy nie wypełniono żadnej pozycji w części „Obliczenie kwot podatku akcyzowego od poszczególnych wyrobów” deklaracji.</w:t>
            </w:r>
          </w:p>
          <w:p w14:paraId="25731FB8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Pole wyliczane na podstawie sumy wartości wprowadzonych w polu „Kwota podatku w zł”. System wstawia wyliczoną wartość.</w:t>
            </w:r>
          </w:p>
          <w:p w14:paraId="4C948C77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liczba powinna się równać sumie wartości wprowadzonych w polu „Kwota podatku w zł”.</w:t>
            </w:r>
          </w:p>
        </w:tc>
      </w:tr>
      <w:tr w:rsidR="00CC784B" w:rsidRPr="00AB6C19" w14:paraId="027E9E04" w14:textId="77777777" w:rsidTr="00270F50">
        <w:trPr>
          <w:trHeight w:val="213"/>
        </w:trPr>
        <w:tc>
          <w:tcPr>
            <w:tcW w:w="952" w:type="dxa"/>
          </w:tcPr>
          <w:p w14:paraId="459147AA" w14:textId="77777777" w:rsidR="00CC784B" w:rsidRPr="00631AC7" w:rsidRDefault="001E083D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bookmarkStart w:id="421" w:name="RL10"/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R10</w:t>
            </w:r>
            <w:bookmarkEnd w:id="421"/>
          </w:p>
        </w:tc>
        <w:tc>
          <w:tcPr>
            <w:tcW w:w="8102" w:type="dxa"/>
          </w:tcPr>
          <w:p w14:paraId="717722CA" w14:textId="77777777" w:rsidR="00CC784B" w:rsidRPr="00631AC7" w:rsidRDefault="00CC784B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Walidacja: wprowadzona wartość powinna być równa wyliczonej ze wzoru podanego opisie pola</w:t>
            </w:r>
          </w:p>
        </w:tc>
      </w:tr>
      <w:tr w:rsidR="00124A08" w:rsidRPr="00AB6C19" w14:paraId="773FE00E" w14:textId="77777777" w:rsidTr="00270F50">
        <w:trPr>
          <w:trHeight w:val="213"/>
        </w:trPr>
        <w:tc>
          <w:tcPr>
            <w:tcW w:w="952" w:type="dxa"/>
          </w:tcPr>
          <w:p w14:paraId="4E80B207" w14:textId="77777777" w:rsidR="00124A08" w:rsidRPr="00631AC7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R11</w:t>
            </w:r>
          </w:p>
        </w:tc>
        <w:tc>
          <w:tcPr>
            <w:tcW w:w="8102" w:type="dxa"/>
          </w:tcPr>
          <w:p w14:paraId="3A3AA7B0" w14:textId="77777777" w:rsidR="00124A08" w:rsidRPr="00631AC7" w:rsidRDefault="00124A08" w:rsidP="00F73C8D">
            <w:pPr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</w:pPr>
            <w:r w:rsidRPr="00631AC7">
              <w:rPr>
                <w:rStyle w:val="pole"/>
                <w:rFonts w:ascii="Lato" w:hAnsi="Lato"/>
                <w:noProof w:val="0"/>
                <w:sz w:val="20"/>
                <w:szCs w:val="20"/>
                <w:lang w:val="pl-PL"/>
              </w:rPr>
              <w:t>Dopuszczalnym okresem (period) za który będzie mogła być złożona deklaracja: nie może być wcześniejszy niż luty 2017 roku.</w:t>
            </w:r>
          </w:p>
        </w:tc>
      </w:tr>
    </w:tbl>
    <w:p w14:paraId="219B8FCF" w14:textId="77777777" w:rsidR="00EF2230" w:rsidRPr="00AB6C19" w:rsidRDefault="00EF2230" w:rsidP="00F73C8D">
      <w:pPr>
        <w:pStyle w:val="Nagwek1"/>
      </w:pPr>
      <w:bookmarkStart w:id="422" w:name="_Toc361145818"/>
      <w:bookmarkStart w:id="423" w:name="_Toc349568563"/>
      <w:bookmarkStart w:id="424" w:name="_Toc341696655"/>
      <w:bookmarkStart w:id="425" w:name="_Toc181782273"/>
      <w:bookmarkStart w:id="426" w:name="_Toc341696656"/>
      <w:bookmarkStart w:id="427" w:name="_Toc349568564"/>
      <w:bookmarkStart w:id="428" w:name="_Toc348954635"/>
      <w:r w:rsidRPr="00AB6C19">
        <w:lastRenderedPageBreak/>
        <w:t>Załączniki</w:t>
      </w:r>
      <w:bookmarkEnd w:id="422"/>
      <w:bookmarkEnd w:id="423"/>
      <w:bookmarkEnd w:id="424"/>
      <w:bookmarkEnd w:id="425"/>
    </w:p>
    <w:p w14:paraId="67E8BE54" w14:textId="77777777" w:rsidR="00EF2230" w:rsidRPr="00AB6C19" w:rsidRDefault="00EF2230" w:rsidP="00F73C8D">
      <w:pPr>
        <w:pStyle w:val="Nagwek2"/>
      </w:pPr>
      <w:bookmarkStart w:id="429" w:name="_Toc348954634"/>
      <w:bookmarkStart w:id="430" w:name="_Toc361145819"/>
      <w:bookmarkStart w:id="431" w:name="_Toc181782274"/>
      <w:r w:rsidRPr="00AB6C19">
        <w:t>Pliki deklaracji AKC-</w:t>
      </w:r>
      <w:bookmarkEnd w:id="429"/>
      <w:bookmarkEnd w:id="430"/>
      <w:r w:rsidR="002D0C5B" w:rsidRPr="00AB6C19">
        <w:t>4</w:t>
      </w:r>
      <w:bookmarkEnd w:id="431"/>
    </w:p>
    <w:p w14:paraId="66DA9D51" w14:textId="77777777" w:rsidR="005C3EE5" w:rsidRPr="00AB6C19" w:rsidRDefault="00EF2230" w:rsidP="00F73C8D">
      <w:pPr>
        <w:pStyle w:val="Nagwek3"/>
      </w:pPr>
      <w:r w:rsidRPr="00AB6C19">
        <w:t xml:space="preserve"> </w:t>
      </w:r>
      <w:bookmarkStart w:id="432" w:name="_Toc181782275"/>
      <w:r w:rsidR="008C0311" w:rsidRPr="00AB6C19">
        <w:t xml:space="preserve">Plik </w:t>
      </w:r>
      <w:r w:rsidR="008B4C4D" w:rsidRPr="00AB6C19">
        <w:t>akc_</w:t>
      </w:r>
      <w:r w:rsidR="00A24C92" w:rsidRPr="00AB6C19">
        <w:t>4</w:t>
      </w:r>
      <w:r w:rsidR="005C3EE5" w:rsidRPr="00AB6C19">
        <w:t>.xsd</w:t>
      </w:r>
      <w:bookmarkEnd w:id="426"/>
      <w:bookmarkEnd w:id="427"/>
      <w:bookmarkEnd w:id="428"/>
      <w:bookmarkEnd w:id="432"/>
    </w:p>
    <w:p w14:paraId="6BD20F7B" w14:textId="77777777" w:rsidR="002923B2" w:rsidRPr="00AB6C19" w:rsidRDefault="002923B2" w:rsidP="00F73C8D">
      <w:r w:rsidRPr="00AB6C19">
        <w:t>Plik zawierający definicję struktury danych dla deklaracji.</w:t>
      </w:r>
    </w:p>
    <w:p w14:paraId="74A8C077" w14:textId="77777777" w:rsidR="00962C79" w:rsidRPr="00AB6C19" w:rsidRDefault="00962C79" w:rsidP="00F73C8D">
      <w:pPr>
        <w:pStyle w:val="Nagwek2"/>
      </w:pPr>
      <w:bookmarkStart w:id="433" w:name="_Toc181782276"/>
      <w:r w:rsidRPr="00AB6C19">
        <w:t>Plik załącznika AKC-4/A do deklaracji AKC-4</w:t>
      </w:r>
      <w:bookmarkEnd w:id="433"/>
    </w:p>
    <w:p w14:paraId="08EC8CE5" w14:textId="77777777" w:rsidR="00962C79" w:rsidRPr="00AB6C19" w:rsidRDefault="00962C79" w:rsidP="00F73C8D">
      <w:pPr>
        <w:pStyle w:val="Nagwek3"/>
      </w:pPr>
      <w:bookmarkStart w:id="434" w:name="_Toc181782277"/>
      <w:r w:rsidRPr="00AB6C19">
        <w:t>Plik akc_4a.xsd</w:t>
      </w:r>
      <w:bookmarkEnd w:id="434"/>
    </w:p>
    <w:p w14:paraId="75E5E3D0" w14:textId="77777777" w:rsidR="00962C79" w:rsidRPr="00AB6C19" w:rsidRDefault="00962C79" w:rsidP="00F73C8D">
      <w:r w:rsidRPr="00AB6C19">
        <w:t>Plik zawiera strukturę załącznika AKC-4/A do deklaracji AKC-4.</w:t>
      </w:r>
    </w:p>
    <w:p w14:paraId="0F618C5D" w14:textId="77777777" w:rsidR="00A520A5" w:rsidRPr="00AB6C19" w:rsidRDefault="00A520A5" w:rsidP="00F73C8D">
      <w:pPr>
        <w:pStyle w:val="Nagwek2"/>
      </w:pPr>
      <w:bookmarkStart w:id="435" w:name="_Toc181782278"/>
      <w:r w:rsidRPr="00AB6C19">
        <w:t>Plik załącznika AKC-4/B do deklaracji AKC-4</w:t>
      </w:r>
      <w:bookmarkEnd w:id="435"/>
    </w:p>
    <w:p w14:paraId="2C52918C" w14:textId="77777777" w:rsidR="00A520A5" w:rsidRPr="00AB6C19" w:rsidRDefault="00A520A5" w:rsidP="00F73C8D">
      <w:pPr>
        <w:pStyle w:val="Nagwek3"/>
      </w:pPr>
      <w:bookmarkStart w:id="436" w:name="_Toc181782279"/>
      <w:r w:rsidRPr="00AB6C19">
        <w:t>Plik akc_4b.xsd</w:t>
      </w:r>
      <w:bookmarkEnd w:id="436"/>
    </w:p>
    <w:p w14:paraId="76A65F74" w14:textId="77777777" w:rsidR="00A520A5" w:rsidRPr="00AB6C19" w:rsidRDefault="00A520A5" w:rsidP="00F73C8D">
      <w:r w:rsidRPr="00AB6C19">
        <w:t>Plik zawiera strukturę załącznika AKC-4/</w:t>
      </w:r>
      <w:r w:rsidR="009D08FE" w:rsidRPr="00AB6C19">
        <w:t>B</w:t>
      </w:r>
      <w:r w:rsidRPr="00AB6C19">
        <w:t xml:space="preserve"> do deklaracji AKC-4.</w:t>
      </w:r>
    </w:p>
    <w:p w14:paraId="67A8DCCD" w14:textId="77777777" w:rsidR="0007689F" w:rsidRPr="00AB6C19" w:rsidRDefault="0007689F" w:rsidP="00F73C8D">
      <w:pPr>
        <w:pStyle w:val="Nagwek2"/>
      </w:pPr>
      <w:bookmarkStart w:id="437" w:name="_Toc181782280"/>
      <w:r w:rsidRPr="00AB6C19">
        <w:t>Plik załącznika AKC-4/C do deklaracji AKC-4</w:t>
      </w:r>
      <w:bookmarkEnd w:id="437"/>
    </w:p>
    <w:p w14:paraId="542B8175" w14:textId="77777777" w:rsidR="0007689F" w:rsidRPr="00AB6C19" w:rsidRDefault="0007689F" w:rsidP="00F73C8D">
      <w:pPr>
        <w:pStyle w:val="Nagwek3"/>
      </w:pPr>
      <w:bookmarkStart w:id="438" w:name="_Toc181782281"/>
      <w:r w:rsidRPr="00AB6C19">
        <w:t>Plik akc_4c.xsd</w:t>
      </w:r>
      <w:bookmarkEnd w:id="438"/>
    </w:p>
    <w:p w14:paraId="24124F4E" w14:textId="77777777" w:rsidR="0007689F" w:rsidRPr="00AB6C19" w:rsidRDefault="0007689F" w:rsidP="00F73C8D">
      <w:r w:rsidRPr="00AB6C19">
        <w:t>Plik zawiera strukturę załącznika AKC-4/C do deklaracji AKC-4.</w:t>
      </w:r>
    </w:p>
    <w:p w14:paraId="6D792917" w14:textId="77777777" w:rsidR="0062186D" w:rsidRPr="00AB6C19" w:rsidRDefault="0062186D" w:rsidP="00F73C8D">
      <w:pPr>
        <w:pStyle w:val="Nagwek2"/>
      </w:pPr>
      <w:bookmarkStart w:id="439" w:name="_Toc181782282"/>
      <w:r w:rsidRPr="00AB6C19">
        <w:t>Plik załącznika AKC-4/D do deklaracji AKC-4</w:t>
      </w:r>
      <w:bookmarkEnd w:id="439"/>
    </w:p>
    <w:p w14:paraId="5C2A5BAD" w14:textId="77777777" w:rsidR="0062186D" w:rsidRPr="00AB6C19" w:rsidRDefault="0062186D" w:rsidP="00F73C8D">
      <w:pPr>
        <w:pStyle w:val="Nagwek3"/>
      </w:pPr>
      <w:bookmarkStart w:id="440" w:name="_Toc181782283"/>
      <w:r w:rsidRPr="00AB6C19">
        <w:t>Plik akc_4d.xsd</w:t>
      </w:r>
      <w:bookmarkEnd w:id="440"/>
    </w:p>
    <w:p w14:paraId="600BF3A8" w14:textId="77777777" w:rsidR="0062186D" w:rsidRPr="00AB6C19" w:rsidRDefault="0062186D" w:rsidP="00F73C8D">
      <w:r w:rsidRPr="00AB6C19">
        <w:t>Plik zawiera strukturę załącznika AKC-4/D do deklaracji AKC-4.</w:t>
      </w:r>
    </w:p>
    <w:p w14:paraId="458F5EE1" w14:textId="77777777" w:rsidR="003B652F" w:rsidRPr="00AB6C19" w:rsidRDefault="003B652F" w:rsidP="00F73C8D">
      <w:pPr>
        <w:pStyle w:val="Nagwek2"/>
      </w:pPr>
      <w:bookmarkStart w:id="441" w:name="_Toc181782284"/>
      <w:r w:rsidRPr="00AB6C19">
        <w:t>Plik załącznika AKC-4/E do deklaracji AKC-4</w:t>
      </w:r>
      <w:bookmarkEnd w:id="441"/>
    </w:p>
    <w:p w14:paraId="2837B854" w14:textId="77777777" w:rsidR="003B652F" w:rsidRPr="00AB6C19" w:rsidRDefault="003B652F" w:rsidP="00F73C8D">
      <w:pPr>
        <w:pStyle w:val="Nagwek3"/>
      </w:pPr>
      <w:bookmarkStart w:id="442" w:name="_Toc181782285"/>
      <w:r w:rsidRPr="00AB6C19">
        <w:t>Plik akc_4e.xsd</w:t>
      </w:r>
      <w:bookmarkEnd w:id="442"/>
    </w:p>
    <w:p w14:paraId="7CA73924" w14:textId="77777777" w:rsidR="003B652F" w:rsidRPr="00AB6C19" w:rsidRDefault="003B652F" w:rsidP="00F73C8D">
      <w:r w:rsidRPr="00AB6C19">
        <w:t>Plik zawiera strukturę załącznika AKC-4/E do deklaracji AKC-4.</w:t>
      </w:r>
    </w:p>
    <w:p w14:paraId="364816FC" w14:textId="77777777" w:rsidR="000A7263" w:rsidRPr="00AB6C19" w:rsidRDefault="000A7263" w:rsidP="00F73C8D">
      <w:pPr>
        <w:pStyle w:val="Nagwek2"/>
      </w:pPr>
      <w:bookmarkStart w:id="443" w:name="_Toc181782286"/>
      <w:r w:rsidRPr="00AB6C19">
        <w:t>Plik załącznika AKC-4/F do deklaracji AKC-4</w:t>
      </w:r>
      <w:bookmarkEnd w:id="443"/>
    </w:p>
    <w:p w14:paraId="06A69399" w14:textId="77777777" w:rsidR="000A7263" w:rsidRPr="00AB6C19" w:rsidRDefault="000A7263" w:rsidP="00F73C8D">
      <w:pPr>
        <w:pStyle w:val="Nagwek3"/>
      </w:pPr>
      <w:bookmarkStart w:id="444" w:name="_Toc181782287"/>
      <w:r w:rsidRPr="00AB6C19">
        <w:t>Plik akc_4f.xsd</w:t>
      </w:r>
      <w:bookmarkEnd w:id="444"/>
    </w:p>
    <w:p w14:paraId="3F790416" w14:textId="77777777" w:rsidR="000A7263" w:rsidRPr="00AB6C19" w:rsidRDefault="000A7263" w:rsidP="00F73C8D">
      <w:r w:rsidRPr="00AB6C19">
        <w:t>Plik zawiera strukturę załącznika AKC-4/F do deklaracji AKC-4.</w:t>
      </w:r>
    </w:p>
    <w:p w14:paraId="209E9FFA" w14:textId="77777777" w:rsidR="00D93C2A" w:rsidRPr="00AB6C19" w:rsidRDefault="00D93C2A" w:rsidP="00F73C8D">
      <w:pPr>
        <w:pStyle w:val="Nagwek2"/>
      </w:pPr>
      <w:bookmarkStart w:id="445" w:name="_Toc181782288"/>
      <w:r w:rsidRPr="00AB6C19">
        <w:t>Plik załącznika AKC-4/H do deklaracji AKC-4</w:t>
      </w:r>
      <w:bookmarkEnd w:id="445"/>
    </w:p>
    <w:p w14:paraId="006C0773" w14:textId="77777777" w:rsidR="00D93C2A" w:rsidRPr="00AB6C19" w:rsidRDefault="00D93C2A" w:rsidP="00F73C8D">
      <w:pPr>
        <w:pStyle w:val="Nagwek3"/>
      </w:pPr>
      <w:bookmarkStart w:id="446" w:name="_Toc181782289"/>
      <w:r w:rsidRPr="00AB6C19">
        <w:t>Plik akc_4h.xsd</w:t>
      </w:r>
      <w:bookmarkEnd w:id="446"/>
    </w:p>
    <w:p w14:paraId="4B668125" w14:textId="77777777" w:rsidR="00D93C2A" w:rsidRPr="00AB6C19" w:rsidRDefault="00D93C2A" w:rsidP="00F73C8D">
      <w:r w:rsidRPr="00AB6C19">
        <w:t>Plik zawiera strukturę załącznika AKC-4/</w:t>
      </w:r>
      <w:r w:rsidR="00AC03FA" w:rsidRPr="00AB6C19">
        <w:t>H</w:t>
      </w:r>
      <w:r w:rsidRPr="00AB6C19">
        <w:t xml:space="preserve"> do deklaracji AKC-4.</w:t>
      </w:r>
    </w:p>
    <w:p w14:paraId="36755564" w14:textId="77777777" w:rsidR="0013767E" w:rsidRPr="00AB6C19" w:rsidRDefault="0013767E" w:rsidP="00F73C8D">
      <w:pPr>
        <w:pStyle w:val="Nagwek2"/>
      </w:pPr>
      <w:bookmarkStart w:id="447" w:name="_Toc181782290"/>
      <w:r w:rsidRPr="00AB6C19">
        <w:lastRenderedPageBreak/>
        <w:t>Plik załącznika AKC-4/I do deklaracji AKC-4</w:t>
      </w:r>
      <w:bookmarkEnd w:id="447"/>
    </w:p>
    <w:p w14:paraId="4E59A050" w14:textId="77777777" w:rsidR="0013767E" w:rsidRPr="00AB6C19" w:rsidRDefault="0013767E" w:rsidP="00F73C8D">
      <w:pPr>
        <w:pStyle w:val="Nagwek3"/>
      </w:pPr>
      <w:bookmarkStart w:id="448" w:name="_Toc181782291"/>
      <w:r w:rsidRPr="00AB6C19">
        <w:t>Plik akc_4i.xsd</w:t>
      </w:r>
      <w:bookmarkEnd w:id="448"/>
    </w:p>
    <w:p w14:paraId="5F6805BC" w14:textId="77777777" w:rsidR="0013767E" w:rsidRPr="00AB6C19" w:rsidRDefault="0013767E" w:rsidP="00F73C8D">
      <w:r w:rsidRPr="00AB6C19">
        <w:t>Plik zawiera strukturę załącznika AKC-4/I do deklaracji AKC-4.</w:t>
      </w:r>
    </w:p>
    <w:p w14:paraId="34B0F3FC" w14:textId="77777777" w:rsidR="0013767E" w:rsidRPr="00AB6C19" w:rsidRDefault="0013767E" w:rsidP="00F73C8D">
      <w:pPr>
        <w:pStyle w:val="Nagwek2"/>
      </w:pPr>
      <w:bookmarkStart w:id="449" w:name="_Toc181782292"/>
      <w:r w:rsidRPr="00AB6C19">
        <w:t>Plik załącznika AKC-4/J do deklaracji AKC-4</w:t>
      </w:r>
      <w:bookmarkEnd w:id="449"/>
    </w:p>
    <w:p w14:paraId="038CD99A" w14:textId="77777777" w:rsidR="0013767E" w:rsidRPr="00AB6C19" w:rsidRDefault="0013767E" w:rsidP="00F73C8D">
      <w:pPr>
        <w:pStyle w:val="Nagwek3"/>
      </w:pPr>
      <w:bookmarkStart w:id="450" w:name="_Toc181782293"/>
      <w:r w:rsidRPr="00AB6C19">
        <w:t>Plik akc_4j.xsd</w:t>
      </w:r>
      <w:bookmarkEnd w:id="450"/>
    </w:p>
    <w:p w14:paraId="4D848E42" w14:textId="77777777" w:rsidR="0013767E" w:rsidRPr="00AB6C19" w:rsidRDefault="0013767E" w:rsidP="00F73C8D">
      <w:r w:rsidRPr="00AB6C19">
        <w:t>Plik zawiera strukturę załącznika AKC-4/J do deklaracji AKC-4.</w:t>
      </w:r>
    </w:p>
    <w:p w14:paraId="71526559" w14:textId="77777777" w:rsidR="0013767E" w:rsidRPr="00AB6C19" w:rsidRDefault="0013767E" w:rsidP="00F73C8D">
      <w:pPr>
        <w:pStyle w:val="Nagwek2"/>
      </w:pPr>
      <w:bookmarkStart w:id="451" w:name="_Toc181782294"/>
      <w:r w:rsidRPr="00AB6C19">
        <w:t>Plik załącznika AKC-4/K do deklaracji AKC-4</w:t>
      </w:r>
      <w:bookmarkEnd w:id="451"/>
    </w:p>
    <w:p w14:paraId="0106EC57" w14:textId="77777777" w:rsidR="0013767E" w:rsidRPr="00AB6C19" w:rsidRDefault="0013767E" w:rsidP="00F73C8D">
      <w:pPr>
        <w:pStyle w:val="Nagwek3"/>
      </w:pPr>
      <w:bookmarkStart w:id="452" w:name="_Toc181782295"/>
      <w:r w:rsidRPr="00AB6C19">
        <w:t>Plik akc_4k.xsd</w:t>
      </w:r>
      <w:bookmarkEnd w:id="452"/>
    </w:p>
    <w:p w14:paraId="01A57364" w14:textId="77777777" w:rsidR="0013767E" w:rsidRPr="00AB6C19" w:rsidRDefault="0013767E" w:rsidP="00F73C8D">
      <w:r w:rsidRPr="00AB6C19">
        <w:t>Plik zawiera strukturę załącznika AKC-4/K do deklaracji AKC-4.</w:t>
      </w:r>
    </w:p>
    <w:p w14:paraId="43487621" w14:textId="77777777" w:rsidR="001F6F9A" w:rsidRPr="00AB6C19" w:rsidRDefault="001F6F9A" w:rsidP="00F73C8D">
      <w:pPr>
        <w:pStyle w:val="Nagwek2"/>
      </w:pPr>
      <w:bookmarkStart w:id="453" w:name="_Toc181782296"/>
      <w:r w:rsidRPr="00AB6C19">
        <w:t>Plik załącznika AKC-4/L do deklaracji AKC-4</w:t>
      </w:r>
      <w:bookmarkEnd w:id="453"/>
    </w:p>
    <w:p w14:paraId="4DE8BB2C" w14:textId="77777777" w:rsidR="001F6F9A" w:rsidRPr="00AB6C19" w:rsidRDefault="001F6F9A" w:rsidP="00F73C8D">
      <w:pPr>
        <w:pStyle w:val="Nagwek3"/>
      </w:pPr>
      <w:bookmarkStart w:id="454" w:name="_Toc181782297"/>
      <w:r w:rsidRPr="00AB6C19">
        <w:t>Plik akc_4l.xsd</w:t>
      </w:r>
      <w:bookmarkEnd w:id="454"/>
    </w:p>
    <w:p w14:paraId="746156C8" w14:textId="77777777" w:rsidR="001F6F9A" w:rsidRPr="00AB6C19" w:rsidRDefault="001F6F9A" w:rsidP="00F73C8D">
      <w:r w:rsidRPr="00AB6C19">
        <w:t>Plik zawiera strukturę załącznika AKC-4/L do deklaracji AKC-4.</w:t>
      </w:r>
    </w:p>
    <w:sectPr w:rsidR="001F6F9A" w:rsidRPr="00AB6C19" w:rsidSect="00E06683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BDBFF" w14:textId="77777777" w:rsidR="00FE6D36" w:rsidRDefault="00FE6D36" w:rsidP="00F73C8D">
      <w:r>
        <w:separator/>
      </w:r>
    </w:p>
    <w:p w14:paraId="54E3B38E" w14:textId="77777777" w:rsidR="00FE6D36" w:rsidRDefault="00FE6D36" w:rsidP="00F73C8D"/>
  </w:endnote>
  <w:endnote w:type="continuationSeparator" w:id="0">
    <w:p w14:paraId="5906B05C" w14:textId="77777777" w:rsidR="00FE6D36" w:rsidRDefault="00FE6D36" w:rsidP="00F73C8D">
      <w:r>
        <w:continuationSeparator/>
      </w:r>
    </w:p>
    <w:p w14:paraId="70A89F52" w14:textId="77777777" w:rsidR="00FE6D36" w:rsidRDefault="00FE6D36" w:rsidP="00F73C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F444" w14:textId="77777777" w:rsidR="00147848" w:rsidRDefault="00147848" w:rsidP="00F73C8D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10B13C" w14:textId="77777777" w:rsidR="00147848" w:rsidRDefault="00147848" w:rsidP="00F73C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1B3A" w14:textId="77777777" w:rsidR="00147848" w:rsidRPr="005E41DE" w:rsidRDefault="00147848" w:rsidP="00F73C8D">
    <w:r w:rsidRPr="005E41DE">
      <w:t xml:space="preserve">Strona </w:t>
    </w:r>
    <w:r w:rsidRPr="005E41DE">
      <w:fldChar w:fldCharType="begin"/>
    </w:r>
    <w:r w:rsidRPr="005E41DE">
      <w:instrText xml:space="preserve"> PAGE </w:instrText>
    </w:r>
    <w:r w:rsidRPr="005E41DE">
      <w:fldChar w:fldCharType="separate"/>
    </w:r>
    <w:r w:rsidR="000E7EDF">
      <w:rPr>
        <w:noProof/>
      </w:rPr>
      <w:t>49</w:t>
    </w:r>
    <w:r w:rsidRPr="005E41DE">
      <w:fldChar w:fldCharType="end"/>
    </w:r>
    <w:r w:rsidRPr="005E41DE">
      <w:t xml:space="preserve"> z </w:t>
    </w:r>
    <w:r w:rsidR="00D437FA">
      <w:fldChar w:fldCharType="begin"/>
    </w:r>
    <w:r w:rsidR="00D437FA">
      <w:instrText xml:space="preserve"> NUMPAGES </w:instrText>
    </w:r>
    <w:r w:rsidR="00D437FA">
      <w:fldChar w:fldCharType="separate"/>
    </w:r>
    <w:r w:rsidR="000E7EDF">
      <w:rPr>
        <w:noProof/>
      </w:rPr>
      <w:t>62</w:t>
    </w:r>
    <w:r w:rsidR="00D437F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FC8D" w14:textId="77777777" w:rsidR="00FE6D36" w:rsidRDefault="00FE6D36" w:rsidP="00F73C8D">
      <w:r>
        <w:separator/>
      </w:r>
    </w:p>
    <w:p w14:paraId="25788484" w14:textId="77777777" w:rsidR="00FE6D36" w:rsidRDefault="00FE6D36" w:rsidP="00F73C8D"/>
  </w:footnote>
  <w:footnote w:type="continuationSeparator" w:id="0">
    <w:p w14:paraId="2CC35828" w14:textId="77777777" w:rsidR="00FE6D36" w:rsidRDefault="00FE6D36" w:rsidP="00F73C8D">
      <w:r>
        <w:continuationSeparator/>
      </w:r>
    </w:p>
    <w:p w14:paraId="5D19B804" w14:textId="77777777" w:rsidR="00FE6D36" w:rsidRDefault="00FE6D36" w:rsidP="00F73C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329D" w14:textId="1EB70B34" w:rsidR="00147848" w:rsidRPr="0096472A" w:rsidRDefault="00E25BA3" w:rsidP="00F73C8D">
    <w:pPr>
      <w:pStyle w:val="Nagwek"/>
      <w:rPr>
        <w:noProof/>
      </w:rPr>
    </w:pPr>
    <w:r>
      <w:rPr>
        <w:noProof/>
        <w:lang w:val="en-GB" w:eastAsia="en-GB"/>
      </w:rPr>
      <w:drawing>
        <wp:inline distT="0" distB="0" distL="0" distR="0" wp14:anchorId="22D8AF07" wp14:editId="6DBF7509">
          <wp:extent cx="3186007" cy="650123"/>
          <wp:effectExtent l="0" t="0" r="0" b="0"/>
          <wp:docPr id="12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9C150A"/>
    <w:multiLevelType w:val="hybridMultilevel"/>
    <w:tmpl w:val="DBC84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A3D7A"/>
    <w:multiLevelType w:val="hybridMultilevel"/>
    <w:tmpl w:val="7ADE0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45425"/>
    <w:multiLevelType w:val="multilevel"/>
    <w:tmpl w:val="6890DA2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DF24E6"/>
    <w:multiLevelType w:val="hybridMultilevel"/>
    <w:tmpl w:val="85D4C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7" w15:restartNumberingAfterBreak="0">
    <w:nsid w:val="11582145"/>
    <w:multiLevelType w:val="hybridMultilevel"/>
    <w:tmpl w:val="1F045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B6707"/>
    <w:multiLevelType w:val="hybridMultilevel"/>
    <w:tmpl w:val="9932A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47487"/>
    <w:multiLevelType w:val="hybridMultilevel"/>
    <w:tmpl w:val="7CC03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2" w15:restartNumberingAfterBreak="0">
    <w:nsid w:val="3E3B262A"/>
    <w:multiLevelType w:val="hybridMultilevel"/>
    <w:tmpl w:val="BC1CF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17052"/>
    <w:multiLevelType w:val="hybridMultilevel"/>
    <w:tmpl w:val="989AF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147DF6"/>
    <w:multiLevelType w:val="hybridMultilevel"/>
    <w:tmpl w:val="B38E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17" w15:restartNumberingAfterBreak="0">
    <w:nsid w:val="58824B2C"/>
    <w:multiLevelType w:val="hybridMultilevel"/>
    <w:tmpl w:val="3B4E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F0B5C"/>
    <w:multiLevelType w:val="hybridMultilevel"/>
    <w:tmpl w:val="ECC4D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95A17"/>
    <w:multiLevelType w:val="hybridMultilevel"/>
    <w:tmpl w:val="C77C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52918"/>
    <w:multiLevelType w:val="hybridMultilevel"/>
    <w:tmpl w:val="852A2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77AA0BF9"/>
    <w:multiLevelType w:val="hybridMultilevel"/>
    <w:tmpl w:val="F154A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2"/>
  </w:num>
  <w:num w:numId="5">
    <w:abstractNumId w:val="11"/>
  </w:num>
  <w:num w:numId="6">
    <w:abstractNumId w:val="4"/>
  </w:num>
  <w:num w:numId="7">
    <w:abstractNumId w:val="10"/>
  </w:num>
  <w:num w:numId="8">
    <w:abstractNumId w:val="1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8"/>
  </w:num>
  <w:num w:numId="14">
    <w:abstractNumId w:val="7"/>
  </w:num>
  <w:num w:numId="15">
    <w:abstractNumId w:val="17"/>
  </w:num>
  <w:num w:numId="16">
    <w:abstractNumId w:val="22"/>
  </w:num>
  <w:num w:numId="17">
    <w:abstractNumId w:val="8"/>
  </w:num>
  <w:num w:numId="18">
    <w:abstractNumId w:val="13"/>
  </w:num>
  <w:num w:numId="19">
    <w:abstractNumId w:val="5"/>
  </w:num>
  <w:num w:numId="20">
    <w:abstractNumId w:val="12"/>
  </w:num>
  <w:num w:numId="21">
    <w:abstractNumId w:val="20"/>
  </w:num>
  <w:num w:numId="22">
    <w:abstractNumId w:val="9"/>
  </w:num>
  <w:num w:numId="23">
    <w:abstractNumId w:val="1"/>
  </w:num>
  <w:num w:numId="24">
    <w:abstractNumId w:val="3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efaultTableStyle w:val="tabela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39B"/>
    <w:rsid w:val="0000199C"/>
    <w:rsid w:val="00002270"/>
    <w:rsid w:val="0000379A"/>
    <w:rsid w:val="00003D13"/>
    <w:rsid w:val="00004C2C"/>
    <w:rsid w:val="00005509"/>
    <w:rsid w:val="00005CDA"/>
    <w:rsid w:val="0000679B"/>
    <w:rsid w:val="0000721C"/>
    <w:rsid w:val="00007E47"/>
    <w:rsid w:val="00010350"/>
    <w:rsid w:val="00010FA9"/>
    <w:rsid w:val="00011D3A"/>
    <w:rsid w:val="00014EA2"/>
    <w:rsid w:val="000154AF"/>
    <w:rsid w:val="000158A1"/>
    <w:rsid w:val="00016325"/>
    <w:rsid w:val="000164B0"/>
    <w:rsid w:val="000172F6"/>
    <w:rsid w:val="00017454"/>
    <w:rsid w:val="000174FC"/>
    <w:rsid w:val="00017896"/>
    <w:rsid w:val="000200C5"/>
    <w:rsid w:val="00021EAB"/>
    <w:rsid w:val="0002249D"/>
    <w:rsid w:val="00022515"/>
    <w:rsid w:val="00023F46"/>
    <w:rsid w:val="000246D0"/>
    <w:rsid w:val="00024A70"/>
    <w:rsid w:val="00024E81"/>
    <w:rsid w:val="00024EFC"/>
    <w:rsid w:val="00025093"/>
    <w:rsid w:val="0002544A"/>
    <w:rsid w:val="000258BD"/>
    <w:rsid w:val="00026161"/>
    <w:rsid w:val="000265EB"/>
    <w:rsid w:val="00026FAB"/>
    <w:rsid w:val="00027B41"/>
    <w:rsid w:val="0003208F"/>
    <w:rsid w:val="0003228A"/>
    <w:rsid w:val="00033522"/>
    <w:rsid w:val="0003426E"/>
    <w:rsid w:val="00034C39"/>
    <w:rsid w:val="00034E28"/>
    <w:rsid w:val="00035006"/>
    <w:rsid w:val="00035695"/>
    <w:rsid w:val="00035F34"/>
    <w:rsid w:val="00035F37"/>
    <w:rsid w:val="0003638D"/>
    <w:rsid w:val="00036C3E"/>
    <w:rsid w:val="00037DF7"/>
    <w:rsid w:val="000405BA"/>
    <w:rsid w:val="00040A18"/>
    <w:rsid w:val="00040CE8"/>
    <w:rsid w:val="00040DB6"/>
    <w:rsid w:val="000412BA"/>
    <w:rsid w:val="00042AA7"/>
    <w:rsid w:val="00044099"/>
    <w:rsid w:val="00044402"/>
    <w:rsid w:val="00044568"/>
    <w:rsid w:val="00045101"/>
    <w:rsid w:val="00045783"/>
    <w:rsid w:val="00045788"/>
    <w:rsid w:val="000459F6"/>
    <w:rsid w:val="000467B5"/>
    <w:rsid w:val="00050429"/>
    <w:rsid w:val="00050718"/>
    <w:rsid w:val="00050910"/>
    <w:rsid w:val="00050E71"/>
    <w:rsid w:val="00052E3A"/>
    <w:rsid w:val="000532A7"/>
    <w:rsid w:val="00053840"/>
    <w:rsid w:val="000540FF"/>
    <w:rsid w:val="000547E1"/>
    <w:rsid w:val="000548F3"/>
    <w:rsid w:val="00055AC5"/>
    <w:rsid w:val="00055B49"/>
    <w:rsid w:val="00056119"/>
    <w:rsid w:val="000566E5"/>
    <w:rsid w:val="00056781"/>
    <w:rsid w:val="00056E1E"/>
    <w:rsid w:val="00060111"/>
    <w:rsid w:val="0006018E"/>
    <w:rsid w:val="00060B0C"/>
    <w:rsid w:val="0006207D"/>
    <w:rsid w:val="00063316"/>
    <w:rsid w:val="00063503"/>
    <w:rsid w:val="00063F52"/>
    <w:rsid w:val="0006464A"/>
    <w:rsid w:val="00064AF0"/>
    <w:rsid w:val="00064EFD"/>
    <w:rsid w:val="00065140"/>
    <w:rsid w:val="0006520B"/>
    <w:rsid w:val="00065494"/>
    <w:rsid w:val="00065988"/>
    <w:rsid w:val="00065F73"/>
    <w:rsid w:val="00066ADF"/>
    <w:rsid w:val="000673AE"/>
    <w:rsid w:val="00067FEA"/>
    <w:rsid w:val="000707BB"/>
    <w:rsid w:val="00070E26"/>
    <w:rsid w:val="000715F5"/>
    <w:rsid w:val="00072327"/>
    <w:rsid w:val="00072D55"/>
    <w:rsid w:val="00072EBE"/>
    <w:rsid w:val="000734C3"/>
    <w:rsid w:val="00074C86"/>
    <w:rsid w:val="0007524F"/>
    <w:rsid w:val="00076781"/>
    <w:rsid w:val="0007689F"/>
    <w:rsid w:val="00076B90"/>
    <w:rsid w:val="00076C0A"/>
    <w:rsid w:val="00076D12"/>
    <w:rsid w:val="000779FD"/>
    <w:rsid w:val="000804A6"/>
    <w:rsid w:val="000805DC"/>
    <w:rsid w:val="00080ECB"/>
    <w:rsid w:val="0008149D"/>
    <w:rsid w:val="00081AB8"/>
    <w:rsid w:val="00083205"/>
    <w:rsid w:val="00083542"/>
    <w:rsid w:val="0008386E"/>
    <w:rsid w:val="00084457"/>
    <w:rsid w:val="00085870"/>
    <w:rsid w:val="00086C72"/>
    <w:rsid w:val="0008784C"/>
    <w:rsid w:val="00091144"/>
    <w:rsid w:val="00093347"/>
    <w:rsid w:val="000934A9"/>
    <w:rsid w:val="00093538"/>
    <w:rsid w:val="00097986"/>
    <w:rsid w:val="000A0458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A7263"/>
    <w:rsid w:val="000B1AAA"/>
    <w:rsid w:val="000B1B12"/>
    <w:rsid w:val="000B3EAE"/>
    <w:rsid w:val="000B42A1"/>
    <w:rsid w:val="000B4713"/>
    <w:rsid w:val="000B4AAB"/>
    <w:rsid w:val="000B5847"/>
    <w:rsid w:val="000B5A33"/>
    <w:rsid w:val="000B5FB9"/>
    <w:rsid w:val="000B6612"/>
    <w:rsid w:val="000B668C"/>
    <w:rsid w:val="000B7539"/>
    <w:rsid w:val="000B7CB0"/>
    <w:rsid w:val="000C08EC"/>
    <w:rsid w:val="000C0B3E"/>
    <w:rsid w:val="000C0D2E"/>
    <w:rsid w:val="000C0FCB"/>
    <w:rsid w:val="000C185F"/>
    <w:rsid w:val="000C2AEB"/>
    <w:rsid w:val="000C51FE"/>
    <w:rsid w:val="000C570B"/>
    <w:rsid w:val="000C63C0"/>
    <w:rsid w:val="000C7663"/>
    <w:rsid w:val="000D083E"/>
    <w:rsid w:val="000D0B89"/>
    <w:rsid w:val="000D19AC"/>
    <w:rsid w:val="000D2059"/>
    <w:rsid w:val="000D2898"/>
    <w:rsid w:val="000D33C6"/>
    <w:rsid w:val="000D3AD4"/>
    <w:rsid w:val="000D4491"/>
    <w:rsid w:val="000D4636"/>
    <w:rsid w:val="000D4C90"/>
    <w:rsid w:val="000D5C37"/>
    <w:rsid w:val="000D5EA2"/>
    <w:rsid w:val="000D623F"/>
    <w:rsid w:val="000D7E14"/>
    <w:rsid w:val="000E0240"/>
    <w:rsid w:val="000E10D8"/>
    <w:rsid w:val="000E129E"/>
    <w:rsid w:val="000E1E6E"/>
    <w:rsid w:val="000E2E61"/>
    <w:rsid w:val="000E4F6A"/>
    <w:rsid w:val="000E5D43"/>
    <w:rsid w:val="000E611A"/>
    <w:rsid w:val="000E623B"/>
    <w:rsid w:val="000E62C9"/>
    <w:rsid w:val="000E74AA"/>
    <w:rsid w:val="000E7EDF"/>
    <w:rsid w:val="000E7F02"/>
    <w:rsid w:val="000F02FB"/>
    <w:rsid w:val="000F0652"/>
    <w:rsid w:val="000F0CEE"/>
    <w:rsid w:val="000F0EE2"/>
    <w:rsid w:val="000F136B"/>
    <w:rsid w:val="000F1B3C"/>
    <w:rsid w:val="000F1BC4"/>
    <w:rsid w:val="000F2C48"/>
    <w:rsid w:val="000F2F6A"/>
    <w:rsid w:val="000F3191"/>
    <w:rsid w:val="000F31D2"/>
    <w:rsid w:val="000F33B4"/>
    <w:rsid w:val="000F3AC0"/>
    <w:rsid w:val="000F3DD8"/>
    <w:rsid w:val="000F438A"/>
    <w:rsid w:val="000F4A24"/>
    <w:rsid w:val="000F4D15"/>
    <w:rsid w:val="000F4DAB"/>
    <w:rsid w:val="000F5549"/>
    <w:rsid w:val="000F5774"/>
    <w:rsid w:val="000F5DAD"/>
    <w:rsid w:val="000F6854"/>
    <w:rsid w:val="00100460"/>
    <w:rsid w:val="0010074F"/>
    <w:rsid w:val="001008A9"/>
    <w:rsid w:val="00100FFB"/>
    <w:rsid w:val="00101B5E"/>
    <w:rsid w:val="00101CE2"/>
    <w:rsid w:val="00101F88"/>
    <w:rsid w:val="00102224"/>
    <w:rsid w:val="00103D22"/>
    <w:rsid w:val="00103EBE"/>
    <w:rsid w:val="0010564B"/>
    <w:rsid w:val="00106019"/>
    <w:rsid w:val="0010626C"/>
    <w:rsid w:val="001062A8"/>
    <w:rsid w:val="0010649E"/>
    <w:rsid w:val="00106865"/>
    <w:rsid w:val="00106A11"/>
    <w:rsid w:val="00106AC5"/>
    <w:rsid w:val="00106D69"/>
    <w:rsid w:val="00107697"/>
    <w:rsid w:val="00107B7C"/>
    <w:rsid w:val="00107DA2"/>
    <w:rsid w:val="00110683"/>
    <w:rsid w:val="0011093D"/>
    <w:rsid w:val="00110F6F"/>
    <w:rsid w:val="0011244B"/>
    <w:rsid w:val="00112CB4"/>
    <w:rsid w:val="00113437"/>
    <w:rsid w:val="001135FF"/>
    <w:rsid w:val="00113668"/>
    <w:rsid w:val="00113676"/>
    <w:rsid w:val="00113E1D"/>
    <w:rsid w:val="001143F7"/>
    <w:rsid w:val="001158EE"/>
    <w:rsid w:val="00116114"/>
    <w:rsid w:val="00116B69"/>
    <w:rsid w:val="00116F38"/>
    <w:rsid w:val="00117850"/>
    <w:rsid w:val="00117D4A"/>
    <w:rsid w:val="001207D5"/>
    <w:rsid w:val="00122788"/>
    <w:rsid w:val="00124A08"/>
    <w:rsid w:val="0012590D"/>
    <w:rsid w:val="00125BDF"/>
    <w:rsid w:val="0012617A"/>
    <w:rsid w:val="00126C4D"/>
    <w:rsid w:val="00127D0D"/>
    <w:rsid w:val="0013039B"/>
    <w:rsid w:val="001303B8"/>
    <w:rsid w:val="001320C1"/>
    <w:rsid w:val="00132DEB"/>
    <w:rsid w:val="001335AD"/>
    <w:rsid w:val="00133744"/>
    <w:rsid w:val="00133782"/>
    <w:rsid w:val="001338C3"/>
    <w:rsid w:val="00134B6F"/>
    <w:rsid w:val="00135581"/>
    <w:rsid w:val="00135EBE"/>
    <w:rsid w:val="00135F3D"/>
    <w:rsid w:val="00136C98"/>
    <w:rsid w:val="001371DA"/>
    <w:rsid w:val="0013767E"/>
    <w:rsid w:val="0013785F"/>
    <w:rsid w:val="00141993"/>
    <w:rsid w:val="00141D91"/>
    <w:rsid w:val="001427F4"/>
    <w:rsid w:val="001433D1"/>
    <w:rsid w:val="00145843"/>
    <w:rsid w:val="00145A6D"/>
    <w:rsid w:val="00146E34"/>
    <w:rsid w:val="00147848"/>
    <w:rsid w:val="001514FB"/>
    <w:rsid w:val="001515D3"/>
    <w:rsid w:val="001519EF"/>
    <w:rsid w:val="00153FE9"/>
    <w:rsid w:val="00154223"/>
    <w:rsid w:val="0015424C"/>
    <w:rsid w:val="0015444F"/>
    <w:rsid w:val="00154E9C"/>
    <w:rsid w:val="00155CE4"/>
    <w:rsid w:val="00155D34"/>
    <w:rsid w:val="0015662F"/>
    <w:rsid w:val="00156E87"/>
    <w:rsid w:val="00156ECE"/>
    <w:rsid w:val="001572B7"/>
    <w:rsid w:val="001572F8"/>
    <w:rsid w:val="0015791D"/>
    <w:rsid w:val="001613E1"/>
    <w:rsid w:val="001615F7"/>
    <w:rsid w:val="0016166D"/>
    <w:rsid w:val="001621D0"/>
    <w:rsid w:val="00162431"/>
    <w:rsid w:val="0016369C"/>
    <w:rsid w:val="0016423F"/>
    <w:rsid w:val="001643D6"/>
    <w:rsid w:val="00166E27"/>
    <w:rsid w:val="00167006"/>
    <w:rsid w:val="00167530"/>
    <w:rsid w:val="0016795E"/>
    <w:rsid w:val="00170673"/>
    <w:rsid w:val="001707F0"/>
    <w:rsid w:val="00172191"/>
    <w:rsid w:val="00172536"/>
    <w:rsid w:val="001729C3"/>
    <w:rsid w:val="001732C9"/>
    <w:rsid w:val="00173D7D"/>
    <w:rsid w:val="001755CA"/>
    <w:rsid w:val="00175DDD"/>
    <w:rsid w:val="0017629B"/>
    <w:rsid w:val="001767A9"/>
    <w:rsid w:val="00176D0E"/>
    <w:rsid w:val="00180682"/>
    <w:rsid w:val="00181E3A"/>
    <w:rsid w:val="00182EC3"/>
    <w:rsid w:val="00183201"/>
    <w:rsid w:val="00183692"/>
    <w:rsid w:val="00183E44"/>
    <w:rsid w:val="00184D98"/>
    <w:rsid w:val="0018576D"/>
    <w:rsid w:val="001858C8"/>
    <w:rsid w:val="0018594C"/>
    <w:rsid w:val="0018612F"/>
    <w:rsid w:val="00187461"/>
    <w:rsid w:val="00187627"/>
    <w:rsid w:val="00187CB5"/>
    <w:rsid w:val="001910DD"/>
    <w:rsid w:val="00191898"/>
    <w:rsid w:val="00191A04"/>
    <w:rsid w:val="00193EE9"/>
    <w:rsid w:val="00194635"/>
    <w:rsid w:val="00194BF6"/>
    <w:rsid w:val="001952DE"/>
    <w:rsid w:val="001966F8"/>
    <w:rsid w:val="001A095A"/>
    <w:rsid w:val="001A1306"/>
    <w:rsid w:val="001A1BED"/>
    <w:rsid w:val="001A1E5E"/>
    <w:rsid w:val="001A2385"/>
    <w:rsid w:val="001A2A4F"/>
    <w:rsid w:val="001A2CA2"/>
    <w:rsid w:val="001A2D45"/>
    <w:rsid w:val="001A3203"/>
    <w:rsid w:val="001A66D1"/>
    <w:rsid w:val="001A6D14"/>
    <w:rsid w:val="001A6D7E"/>
    <w:rsid w:val="001A7F9A"/>
    <w:rsid w:val="001B0457"/>
    <w:rsid w:val="001B1C68"/>
    <w:rsid w:val="001B3B84"/>
    <w:rsid w:val="001B415E"/>
    <w:rsid w:val="001B481E"/>
    <w:rsid w:val="001B5A16"/>
    <w:rsid w:val="001B5F25"/>
    <w:rsid w:val="001B5F9A"/>
    <w:rsid w:val="001C0016"/>
    <w:rsid w:val="001C07B7"/>
    <w:rsid w:val="001C0BE0"/>
    <w:rsid w:val="001C0E6B"/>
    <w:rsid w:val="001C21DA"/>
    <w:rsid w:val="001C4234"/>
    <w:rsid w:val="001C5204"/>
    <w:rsid w:val="001C6732"/>
    <w:rsid w:val="001C680A"/>
    <w:rsid w:val="001C6EB2"/>
    <w:rsid w:val="001C6F74"/>
    <w:rsid w:val="001D08A3"/>
    <w:rsid w:val="001D1ACD"/>
    <w:rsid w:val="001D21A9"/>
    <w:rsid w:val="001D26E8"/>
    <w:rsid w:val="001D272F"/>
    <w:rsid w:val="001D33BE"/>
    <w:rsid w:val="001D3662"/>
    <w:rsid w:val="001D3742"/>
    <w:rsid w:val="001D4E09"/>
    <w:rsid w:val="001D5101"/>
    <w:rsid w:val="001D5F33"/>
    <w:rsid w:val="001D6170"/>
    <w:rsid w:val="001D67CF"/>
    <w:rsid w:val="001D7BA3"/>
    <w:rsid w:val="001E013C"/>
    <w:rsid w:val="001E020F"/>
    <w:rsid w:val="001E0351"/>
    <w:rsid w:val="001E083D"/>
    <w:rsid w:val="001E100C"/>
    <w:rsid w:val="001E1E18"/>
    <w:rsid w:val="001E1E66"/>
    <w:rsid w:val="001E20BF"/>
    <w:rsid w:val="001E23EC"/>
    <w:rsid w:val="001E253F"/>
    <w:rsid w:val="001E290A"/>
    <w:rsid w:val="001E2DCC"/>
    <w:rsid w:val="001E503C"/>
    <w:rsid w:val="001E545D"/>
    <w:rsid w:val="001E57B3"/>
    <w:rsid w:val="001E6877"/>
    <w:rsid w:val="001E6DC5"/>
    <w:rsid w:val="001E7397"/>
    <w:rsid w:val="001E771C"/>
    <w:rsid w:val="001E7E06"/>
    <w:rsid w:val="001F05CD"/>
    <w:rsid w:val="001F0DD7"/>
    <w:rsid w:val="001F327A"/>
    <w:rsid w:val="001F3B71"/>
    <w:rsid w:val="001F5383"/>
    <w:rsid w:val="001F5F7F"/>
    <w:rsid w:val="001F613C"/>
    <w:rsid w:val="001F6F9A"/>
    <w:rsid w:val="001F7478"/>
    <w:rsid w:val="001F771E"/>
    <w:rsid w:val="001F776D"/>
    <w:rsid w:val="001F77ED"/>
    <w:rsid w:val="00200CAA"/>
    <w:rsid w:val="00201B37"/>
    <w:rsid w:val="00201EF5"/>
    <w:rsid w:val="00202C00"/>
    <w:rsid w:val="00202EA0"/>
    <w:rsid w:val="00203AA1"/>
    <w:rsid w:val="0020471E"/>
    <w:rsid w:val="002047B1"/>
    <w:rsid w:val="0020545E"/>
    <w:rsid w:val="002058D9"/>
    <w:rsid w:val="00205E66"/>
    <w:rsid w:val="00207098"/>
    <w:rsid w:val="002100B6"/>
    <w:rsid w:val="00210F00"/>
    <w:rsid w:val="00211695"/>
    <w:rsid w:val="00212FC5"/>
    <w:rsid w:val="00213414"/>
    <w:rsid w:val="002138CE"/>
    <w:rsid w:val="0021450A"/>
    <w:rsid w:val="002146A0"/>
    <w:rsid w:val="002153F0"/>
    <w:rsid w:val="00216890"/>
    <w:rsid w:val="00217B8F"/>
    <w:rsid w:val="002200E9"/>
    <w:rsid w:val="002208C3"/>
    <w:rsid w:val="00220BBF"/>
    <w:rsid w:val="00222BD2"/>
    <w:rsid w:val="00222C99"/>
    <w:rsid w:val="00222ED9"/>
    <w:rsid w:val="002230BB"/>
    <w:rsid w:val="0022380D"/>
    <w:rsid w:val="00224180"/>
    <w:rsid w:val="0022428E"/>
    <w:rsid w:val="00224343"/>
    <w:rsid w:val="002248A5"/>
    <w:rsid w:val="00224ABE"/>
    <w:rsid w:val="00225962"/>
    <w:rsid w:val="00225B07"/>
    <w:rsid w:val="002262FC"/>
    <w:rsid w:val="0022676B"/>
    <w:rsid w:val="00226E74"/>
    <w:rsid w:val="002321D7"/>
    <w:rsid w:val="0023234F"/>
    <w:rsid w:val="00232BCD"/>
    <w:rsid w:val="00232BDE"/>
    <w:rsid w:val="00232DE9"/>
    <w:rsid w:val="00232F82"/>
    <w:rsid w:val="00233174"/>
    <w:rsid w:val="002336F0"/>
    <w:rsid w:val="002349F2"/>
    <w:rsid w:val="00235109"/>
    <w:rsid w:val="00235CBC"/>
    <w:rsid w:val="00235FFC"/>
    <w:rsid w:val="00236EB7"/>
    <w:rsid w:val="00237AB5"/>
    <w:rsid w:val="00237E2E"/>
    <w:rsid w:val="00240E9C"/>
    <w:rsid w:val="00241144"/>
    <w:rsid w:val="002414D3"/>
    <w:rsid w:val="0024177B"/>
    <w:rsid w:val="00241903"/>
    <w:rsid w:val="00241C8C"/>
    <w:rsid w:val="0024296D"/>
    <w:rsid w:val="00242A35"/>
    <w:rsid w:val="00242B70"/>
    <w:rsid w:val="0024368B"/>
    <w:rsid w:val="002438AD"/>
    <w:rsid w:val="0024396D"/>
    <w:rsid w:val="0024532B"/>
    <w:rsid w:val="00245B08"/>
    <w:rsid w:val="002462C7"/>
    <w:rsid w:val="00246D75"/>
    <w:rsid w:val="0025002B"/>
    <w:rsid w:val="002504DB"/>
    <w:rsid w:val="002516BD"/>
    <w:rsid w:val="00251EF3"/>
    <w:rsid w:val="00251FF9"/>
    <w:rsid w:val="00252007"/>
    <w:rsid w:val="00252A58"/>
    <w:rsid w:val="00252AF2"/>
    <w:rsid w:val="00252EDC"/>
    <w:rsid w:val="00252F9B"/>
    <w:rsid w:val="00253F17"/>
    <w:rsid w:val="00254F98"/>
    <w:rsid w:val="00255393"/>
    <w:rsid w:val="0025612E"/>
    <w:rsid w:val="002563DF"/>
    <w:rsid w:val="002566B5"/>
    <w:rsid w:val="00260606"/>
    <w:rsid w:val="00260CC4"/>
    <w:rsid w:val="002611AE"/>
    <w:rsid w:val="002611C8"/>
    <w:rsid w:val="00261D79"/>
    <w:rsid w:val="00262F8D"/>
    <w:rsid w:val="0026332E"/>
    <w:rsid w:val="0026369D"/>
    <w:rsid w:val="0026369E"/>
    <w:rsid w:val="002636E2"/>
    <w:rsid w:val="00263784"/>
    <w:rsid w:val="0026475F"/>
    <w:rsid w:val="00265101"/>
    <w:rsid w:val="002667E4"/>
    <w:rsid w:val="0026752D"/>
    <w:rsid w:val="00267AA9"/>
    <w:rsid w:val="00267E57"/>
    <w:rsid w:val="00270A59"/>
    <w:rsid w:val="00270DE0"/>
    <w:rsid w:val="00270E74"/>
    <w:rsid w:val="00270F50"/>
    <w:rsid w:val="0027147B"/>
    <w:rsid w:val="002724D4"/>
    <w:rsid w:val="002724EE"/>
    <w:rsid w:val="00272A43"/>
    <w:rsid w:val="00272D1D"/>
    <w:rsid w:val="00274A41"/>
    <w:rsid w:val="00274C69"/>
    <w:rsid w:val="00274CBC"/>
    <w:rsid w:val="00274FD7"/>
    <w:rsid w:val="002758EA"/>
    <w:rsid w:val="002766D1"/>
    <w:rsid w:val="00276FCB"/>
    <w:rsid w:val="00277C5A"/>
    <w:rsid w:val="00280685"/>
    <w:rsid w:val="00281340"/>
    <w:rsid w:val="002813F4"/>
    <w:rsid w:val="00282B6F"/>
    <w:rsid w:val="00283B9B"/>
    <w:rsid w:val="00283CFF"/>
    <w:rsid w:val="002841C4"/>
    <w:rsid w:val="002852F9"/>
    <w:rsid w:val="00285D00"/>
    <w:rsid w:val="00285FE5"/>
    <w:rsid w:val="00286227"/>
    <w:rsid w:val="002868DC"/>
    <w:rsid w:val="00286C9D"/>
    <w:rsid w:val="002903F9"/>
    <w:rsid w:val="00290809"/>
    <w:rsid w:val="002908C5"/>
    <w:rsid w:val="00290901"/>
    <w:rsid w:val="00290B45"/>
    <w:rsid w:val="00292208"/>
    <w:rsid w:val="002923B2"/>
    <w:rsid w:val="002929AE"/>
    <w:rsid w:val="00292E5C"/>
    <w:rsid w:val="00293F43"/>
    <w:rsid w:val="00295396"/>
    <w:rsid w:val="002953A9"/>
    <w:rsid w:val="002958DE"/>
    <w:rsid w:val="00296070"/>
    <w:rsid w:val="002963C1"/>
    <w:rsid w:val="002965B0"/>
    <w:rsid w:val="00297406"/>
    <w:rsid w:val="00297D19"/>
    <w:rsid w:val="002A02C3"/>
    <w:rsid w:val="002A0AE8"/>
    <w:rsid w:val="002A558F"/>
    <w:rsid w:val="002A595C"/>
    <w:rsid w:val="002A5D48"/>
    <w:rsid w:val="002A6A58"/>
    <w:rsid w:val="002B08F2"/>
    <w:rsid w:val="002B1027"/>
    <w:rsid w:val="002B1562"/>
    <w:rsid w:val="002B18A6"/>
    <w:rsid w:val="002B1E3F"/>
    <w:rsid w:val="002B1EA2"/>
    <w:rsid w:val="002B275B"/>
    <w:rsid w:val="002B28A2"/>
    <w:rsid w:val="002B2C0E"/>
    <w:rsid w:val="002B39D0"/>
    <w:rsid w:val="002B3C9A"/>
    <w:rsid w:val="002B410E"/>
    <w:rsid w:val="002B4759"/>
    <w:rsid w:val="002B542D"/>
    <w:rsid w:val="002B6427"/>
    <w:rsid w:val="002B667C"/>
    <w:rsid w:val="002B6F3A"/>
    <w:rsid w:val="002B73B2"/>
    <w:rsid w:val="002B7969"/>
    <w:rsid w:val="002C0C72"/>
    <w:rsid w:val="002C1F0E"/>
    <w:rsid w:val="002C2B9C"/>
    <w:rsid w:val="002C3B08"/>
    <w:rsid w:val="002C4508"/>
    <w:rsid w:val="002C496A"/>
    <w:rsid w:val="002C4C52"/>
    <w:rsid w:val="002C5004"/>
    <w:rsid w:val="002C535A"/>
    <w:rsid w:val="002C57F1"/>
    <w:rsid w:val="002C5B53"/>
    <w:rsid w:val="002C691F"/>
    <w:rsid w:val="002C6C81"/>
    <w:rsid w:val="002C6E13"/>
    <w:rsid w:val="002C7AEF"/>
    <w:rsid w:val="002C7C3B"/>
    <w:rsid w:val="002C7D90"/>
    <w:rsid w:val="002C7EEC"/>
    <w:rsid w:val="002D03E2"/>
    <w:rsid w:val="002D0BB2"/>
    <w:rsid w:val="002D0C5B"/>
    <w:rsid w:val="002D0F3E"/>
    <w:rsid w:val="002D10FC"/>
    <w:rsid w:val="002D1169"/>
    <w:rsid w:val="002D14EB"/>
    <w:rsid w:val="002D161F"/>
    <w:rsid w:val="002D1E01"/>
    <w:rsid w:val="002D235C"/>
    <w:rsid w:val="002D3727"/>
    <w:rsid w:val="002D43DA"/>
    <w:rsid w:val="002D4A1A"/>
    <w:rsid w:val="002D4F90"/>
    <w:rsid w:val="002D5AC9"/>
    <w:rsid w:val="002D5CDB"/>
    <w:rsid w:val="002D6FD0"/>
    <w:rsid w:val="002D7865"/>
    <w:rsid w:val="002E00E4"/>
    <w:rsid w:val="002E0A29"/>
    <w:rsid w:val="002E1389"/>
    <w:rsid w:val="002E22C5"/>
    <w:rsid w:val="002E280E"/>
    <w:rsid w:val="002E2ED0"/>
    <w:rsid w:val="002E3936"/>
    <w:rsid w:val="002E3F99"/>
    <w:rsid w:val="002E5094"/>
    <w:rsid w:val="002E55D1"/>
    <w:rsid w:val="002E5886"/>
    <w:rsid w:val="002E5F91"/>
    <w:rsid w:val="002E656F"/>
    <w:rsid w:val="002E6C7A"/>
    <w:rsid w:val="002E6CAE"/>
    <w:rsid w:val="002E7017"/>
    <w:rsid w:val="002E739F"/>
    <w:rsid w:val="002E7D48"/>
    <w:rsid w:val="002F03AA"/>
    <w:rsid w:val="002F0B6D"/>
    <w:rsid w:val="002F1161"/>
    <w:rsid w:val="002F1551"/>
    <w:rsid w:val="002F1C1D"/>
    <w:rsid w:val="002F2134"/>
    <w:rsid w:val="002F2B6D"/>
    <w:rsid w:val="002F2EC1"/>
    <w:rsid w:val="002F2F94"/>
    <w:rsid w:val="002F31F2"/>
    <w:rsid w:val="002F3DF9"/>
    <w:rsid w:val="002F4020"/>
    <w:rsid w:val="002F44BD"/>
    <w:rsid w:val="002F4CFF"/>
    <w:rsid w:val="002F5659"/>
    <w:rsid w:val="002F5DA2"/>
    <w:rsid w:val="002F6148"/>
    <w:rsid w:val="002F6598"/>
    <w:rsid w:val="002F754B"/>
    <w:rsid w:val="002F75A9"/>
    <w:rsid w:val="002F7B09"/>
    <w:rsid w:val="00300449"/>
    <w:rsid w:val="00300B1E"/>
    <w:rsid w:val="00300E2F"/>
    <w:rsid w:val="003010F1"/>
    <w:rsid w:val="00301127"/>
    <w:rsid w:val="003017B6"/>
    <w:rsid w:val="003017E9"/>
    <w:rsid w:val="003018C7"/>
    <w:rsid w:val="00301D31"/>
    <w:rsid w:val="00302934"/>
    <w:rsid w:val="00303488"/>
    <w:rsid w:val="00303494"/>
    <w:rsid w:val="00303756"/>
    <w:rsid w:val="00303A39"/>
    <w:rsid w:val="00303CEC"/>
    <w:rsid w:val="00304B66"/>
    <w:rsid w:val="00305334"/>
    <w:rsid w:val="00305B9D"/>
    <w:rsid w:val="0030629A"/>
    <w:rsid w:val="00306524"/>
    <w:rsid w:val="00306529"/>
    <w:rsid w:val="00306F22"/>
    <w:rsid w:val="00307173"/>
    <w:rsid w:val="00307C5F"/>
    <w:rsid w:val="003111A0"/>
    <w:rsid w:val="003113B9"/>
    <w:rsid w:val="00311BD7"/>
    <w:rsid w:val="00311FCE"/>
    <w:rsid w:val="003127DE"/>
    <w:rsid w:val="00314A96"/>
    <w:rsid w:val="00314E25"/>
    <w:rsid w:val="00315499"/>
    <w:rsid w:val="003157B1"/>
    <w:rsid w:val="003159E5"/>
    <w:rsid w:val="00315A6B"/>
    <w:rsid w:val="00315ACD"/>
    <w:rsid w:val="00315E3D"/>
    <w:rsid w:val="00315FB8"/>
    <w:rsid w:val="003167F4"/>
    <w:rsid w:val="00316CC3"/>
    <w:rsid w:val="00316E85"/>
    <w:rsid w:val="003204EF"/>
    <w:rsid w:val="00320753"/>
    <w:rsid w:val="00322B8C"/>
    <w:rsid w:val="00323260"/>
    <w:rsid w:val="003234F1"/>
    <w:rsid w:val="003235BF"/>
    <w:rsid w:val="0032593C"/>
    <w:rsid w:val="00325B93"/>
    <w:rsid w:val="00326BF4"/>
    <w:rsid w:val="00326C2B"/>
    <w:rsid w:val="003273D5"/>
    <w:rsid w:val="00327B0E"/>
    <w:rsid w:val="00327D3F"/>
    <w:rsid w:val="00327F13"/>
    <w:rsid w:val="003306D5"/>
    <w:rsid w:val="00331B6B"/>
    <w:rsid w:val="00331E5B"/>
    <w:rsid w:val="003324B4"/>
    <w:rsid w:val="00332FA4"/>
    <w:rsid w:val="0033397D"/>
    <w:rsid w:val="00335F95"/>
    <w:rsid w:val="003368A9"/>
    <w:rsid w:val="00336EDE"/>
    <w:rsid w:val="00337FCE"/>
    <w:rsid w:val="00337FE3"/>
    <w:rsid w:val="00340725"/>
    <w:rsid w:val="00340818"/>
    <w:rsid w:val="003413CB"/>
    <w:rsid w:val="0034188B"/>
    <w:rsid w:val="00341A45"/>
    <w:rsid w:val="00342EDB"/>
    <w:rsid w:val="0034327C"/>
    <w:rsid w:val="00343B4A"/>
    <w:rsid w:val="00343D82"/>
    <w:rsid w:val="00343DC8"/>
    <w:rsid w:val="003447F8"/>
    <w:rsid w:val="003466A9"/>
    <w:rsid w:val="00347513"/>
    <w:rsid w:val="00347D15"/>
    <w:rsid w:val="00347DA6"/>
    <w:rsid w:val="00350B27"/>
    <w:rsid w:val="003524CC"/>
    <w:rsid w:val="00352716"/>
    <w:rsid w:val="00353667"/>
    <w:rsid w:val="0035375C"/>
    <w:rsid w:val="0035383A"/>
    <w:rsid w:val="00354A70"/>
    <w:rsid w:val="00355571"/>
    <w:rsid w:val="00355684"/>
    <w:rsid w:val="0035634B"/>
    <w:rsid w:val="00357389"/>
    <w:rsid w:val="00357F72"/>
    <w:rsid w:val="00360054"/>
    <w:rsid w:val="00360CF0"/>
    <w:rsid w:val="003615C3"/>
    <w:rsid w:val="003619FB"/>
    <w:rsid w:val="00363521"/>
    <w:rsid w:val="0036392C"/>
    <w:rsid w:val="00363E74"/>
    <w:rsid w:val="00364D03"/>
    <w:rsid w:val="0036523A"/>
    <w:rsid w:val="003658E2"/>
    <w:rsid w:val="00365E7F"/>
    <w:rsid w:val="00366238"/>
    <w:rsid w:val="00367E17"/>
    <w:rsid w:val="00371B9E"/>
    <w:rsid w:val="00371C80"/>
    <w:rsid w:val="003734EB"/>
    <w:rsid w:val="00374210"/>
    <w:rsid w:val="003742B3"/>
    <w:rsid w:val="00374AEC"/>
    <w:rsid w:val="00374EFD"/>
    <w:rsid w:val="00376567"/>
    <w:rsid w:val="00376907"/>
    <w:rsid w:val="0037716E"/>
    <w:rsid w:val="00377196"/>
    <w:rsid w:val="00377A05"/>
    <w:rsid w:val="003808FC"/>
    <w:rsid w:val="00381207"/>
    <w:rsid w:val="003832C4"/>
    <w:rsid w:val="0038345B"/>
    <w:rsid w:val="003842F4"/>
    <w:rsid w:val="0038445A"/>
    <w:rsid w:val="0038491A"/>
    <w:rsid w:val="0038562D"/>
    <w:rsid w:val="003868F4"/>
    <w:rsid w:val="00386A34"/>
    <w:rsid w:val="00387459"/>
    <w:rsid w:val="00387663"/>
    <w:rsid w:val="003878B0"/>
    <w:rsid w:val="003909E3"/>
    <w:rsid w:val="00390ED5"/>
    <w:rsid w:val="003915A1"/>
    <w:rsid w:val="00391806"/>
    <w:rsid w:val="00391A1B"/>
    <w:rsid w:val="00391C0E"/>
    <w:rsid w:val="003925BC"/>
    <w:rsid w:val="00392911"/>
    <w:rsid w:val="00392C48"/>
    <w:rsid w:val="00392CC0"/>
    <w:rsid w:val="00393F48"/>
    <w:rsid w:val="003943FA"/>
    <w:rsid w:val="003945A0"/>
    <w:rsid w:val="003945C9"/>
    <w:rsid w:val="00394C81"/>
    <w:rsid w:val="00397258"/>
    <w:rsid w:val="003A0551"/>
    <w:rsid w:val="003A0B6E"/>
    <w:rsid w:val="003A0DCD"/>
    <w:rsid w:val="003A1B70"/>
    <w:rsid w:val="003A1FFD"/>
    <w:rsid w:val="003A2323"/>
    <w:rsid w:val="003A27CA"/>
    <w:rsid w:val="003A384B"/>
    <w:rsid w:val="003A40B8"/>
    <w:rsid w:val="003A482F"/>
    <w:rsid w:val="003A49F6"/>
    <w:rsid w:val="003A4B79"/>
    <w:rsid w:val="003A6D06"/>
    <w:rsid w:val="003A7E83"/>
    <w:rsid w:val="003B07A1"/>
    <w:rsid w:val="003B094D"/>
    <w:rsid w:val="003B1FD0"/>
    <w:rsid w:val="003B233D"/>
    <w:rsid w:val="003B2A2A"/>
    <w:rsid w:val="003B2FEA"/>
    <w:rsid w:val="003B36A6"/>
    <w:rsid w:val="003B3F2A"/>
    <w:rsid w:val="003B4129"/>
    <w:rsid w:val="003B4AA7"/>
    <w:rsid w:val="003B4C9C"/>
    <w:rsid w:val="003B4E9C"/>
    <w:rsid w:val="003B5733"/>
    <w:rsid w:val="003B5786"/>
    <w:rsid w:val="003B59A0"/>
    <w:rsid w:val="003B5B48"/>
    <w:rsid w:val="003B60A9"/>
    <w:rsid w:val="003B652F"/>
    <w:rsid w:val="003B6E39"/>
    <w:rsid w:val="003B7BB3"/>
    <w:rsid w:val="003C02CE"/>
    <w:rsid w:val="003C07AC"/>
    <w:rsid w:val="003C07FF"/>
    <w:rsid w:val="003C12EA"/>
    <w:rsid w:val="003C17B7"/>
    <w:rsid w:val="003C199C"/>
    <w:rsid w:val="003C2C17"/>
    <w:rsid w:val="003C2FC6"/>
    <w:rsid w:val="003C430D"/>
    <w:rsid w:val="003C4C7D"/>
    <w:rsid w:val="003C4D84"/>
    <w:rsid w:val="003C4E2A"/>
    <w:rsid w:val="003C5B12"/>
    <w:rsid w:val="003C5E46"/>
    <w:rsid w:val="003C6269"/>
    <w:rsid w:val="003C63C5"/>
    <w:rsid w:val="003C66B6"/>
    <w:rsid w:val="003C6B82"/>
    <w:rsid w:val="003C7778"/>
    <w:rsid w:val="003D0712"/>
    <w:rsid w:val="003D17E8"/>
    <w:rsid w:val="003D18E6"/>
    <w:rsid w:val="003D25AE"/>
    <w:rsid w:val="003D300D"/>
    <w:rsid w:val="003D3736"/>
    <w:rsid w:val="003D37A0"/>
    <w:rsid w:val="003D3919"/>
    <w:rsid w:val="003D3CB7"/>
    <w:rsid w:val="003D4790"/>
    <w:rsid w:val="003D5289"/>
    <w:rsid w:val="003D5320"/>
    <w:rsid w:val="003D5734"/>
    <w:rsid w:val="003D579E"/>
    <w:rsid w:val="003D5D08"/>
    <w:rsid w:val="003D5D8D"/>
    <w:rsid w:val="003D7C51"/>
    <w:rsid w:val="003E005F"/>
    <w:rsid w:val="003E08DA"/>
    <w:rsid w:val="003E1088"/>
    <w:rsid w:val="003E1651"/>
    <w:rsid w:val="003E224C"/>
    <w:rsid w:val="003E2FE3"/>
    <w:rsid w:val="003E5AEE"/>
    <w:rsid w:val="003E6C77"/>
    <w:rsid w:val="003E6D4B"/>
    <w:rsid w:val="003E711D"/>
    <w:rsid w:val="003E76B1"/>
    <w:rsid w:val="003E7DD4"/>
    <w:rsid w:val="003F0176"/>
    <w:rsid w:val="003F030F"/>
    <w:rsid w:val="003F034D"/>
    <w:rsid w:val="003F05B3"/>
    <w:rsid w:val="003F2657"/>
    <w:rsid w:val="003F28A6"/>
    <w:rsid w:val="003F3585"/>
    <w:rsid w:val="003F40FC"/>
    <w:rsid w:val="003F4466"/>
    <w:rsid w:val="003F4A3E"/>
    <w:rsid w:val="003F5F81"/>
    <w:rsid w:val="003F6578"/>
    <w:rsid w:val="003F68A8"/>
    <w:rsid w:val="003F745A"/>
    <w:rsid w:val="003F7CC4"/>
    <w:rsid w:val="00400627"/>
    <w:rsid w:val="004009A2"/>
    <w:rsid w:val="0040182D"/>
    <w:rsid w:val="004027CC"/>
    <w:rsid w:val="004030C6"/>
    <w:rsid w:val="00403C2C"/>
    <w:rsid w:val="00404706"/>
    <w:rsid w:val="00404BEC"/>
    <w:rsid w:val="0040700B"/>
    <w:rsid w:val="00407124"/>
    <w:rsid w:val="0040751F"/>
    <w:rsid w:val="0040758B"/>
    <w:rsid w:val="00407EE8"/>
    <w:rsid w:val="00410190"/>
    <w:rsid w:val="0041075E"/>
    <w:rsid w:val="0041210B"/>
    <w:rsid w:val="00412FAD"/>
    <w:rsid w:val="004136BD"/>
    <w:rsid w:val="00414057"/>
    <w:rsid w:val="004140E4"/>
    <w:rsid w:val="004155AA"/>
    <w:rsid w:val="00416856"/>
    <w:rsid w:val="0041692A"/>
    <w:rsid w:val="00416C9B"/>
    <w:rsid w:val="004171F3"/>
    <w:rsid w:val="00417DC1"/>
    <w:rsid w:val="0042019D"/>
    <w:rsid w:val="004209C1"/>
    <w:rsid w:val="00420C84"/>
    <w:rsid w:val="00420EC5"/>
    <w:rsid w:val="00422070"/>
    <w:rsid w:val="00422C26"/>
    <w:rsid w:val="00422CE9"/>
    <w:rsid w:val="00425011"/>
    <w:rsid w:val="004253A4"/>
    <w:rsid w:val="0042696D"/>
    <w:rsid w:val="00426EBF"/>
    <w:rsid w:val="00427820"/>
    <w:rsid w:val="00427AFA"/>
    <w:rsid w:val="00427E8B"/>
    <w:rsid w:val="00430B8A"/>
    <w:rsid w:val="00430FCF"/>
    <w:rsid w:val="00432AA5"/>
    <w:rsid w:val="00432C9D"/>
    <w:rsid w:val="00432D03"/>
    <w:rsid w:val="004333D7"/>
    <w:rsid w:val="004335AE"/>
    <w:rsid w:val="004344DE"/>
    <w:rsid w:val="004363FC"/>
    <w:rsid w:val="00436987"/>
    <w:rsid w:val="00436D86"/>
    <w:rsid w:val="00437081"/>
    <w:rsid w:val="004379FF"/>
    <w:rsid w:val="00441677"/>
    <w:rsid w:val="00441835"/>
    <w:rsid w:val="00441B72"/>
    <w:rsid w:val="00441DDF"/>
    <w:rsid w:val="00442F89"/>
    <w:rsid w:val="00443DB2"/>
    <w:rsid w:val="00445460"/>
    <w:rsid w:val="0044583B"/>
    <w:rsid w:val="00447526"/>
    <w:rsid w:val="00447F0F"/>
    <w:rsid w:val="00450B33"/>
    <w:rsid w:val="004516E7"/>
    <w:rsid w:val="004518CA"/>
    <w:rsid w:val="00451BC4"/>
    <w:rsid w:val="004520B9"/>
    <w:rsid w:val="0045609A"/>
    <w:rsid w:val="004564FE"/>
    <w:rsid w:val="004566FC"/>
    <w:rsid w:val="00456826"/>
    <w:rsid w:val="00457BD5"/>
    <w:rsid w:val="0046114D"/>
    <w:rsid w:val="0046230A"/>
    <w:rsid w:val="00462742"/>
    <w:rsid w:val="004633DF"/>
    <w:rsid w:val="004642F5"/>
    <w:rsid w:val="00464854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892"/>
    <w:rsid w:val="00473EAA"/>
    <w:rsid w:val="004743CA"/>
    <w:rsid w:val="0047480B"/>
    <w:rsid w:val="00474BDB"/>
    <w:rsid w:val="00475CD4"/>
    <w:rsid w:val="004763D5"/>
    <w:rsid w:val="004778C0"/>
    <w:rsid w:val="00477D77"/>
    <w:rsid w:val="004805F9"/>
    <w:rsid w:val="00480A01"/>
    <w:rsid w:val="004811F6"/>
    <w:rsid w:val="00481EA0"/>
    <w:rsid w:val="0048311F"/>
    <w:rsid w:val="00483DA0"/>
    <w:rsid w:val="00484A7F"/>
    <w:rsid w:val="00484B96"/>
    <w:rsid w:val="00484C38"/>
    <w:rsid w:val="004862BB"/>
    <w:rsid w:val="0048648A"/>
    <w:rsid w:val="00486DE1"/>
    <w:rsid w:val="004907D1"/>
    <w:rsid w:val="0049281E"/>
    <w:rsid w:val="004931CF"/>
    <w:rsid w:val="004947FE"/>
    <w:rsid w:val="00496114"/>
    <w:rsid w:val="004975A6"/>
    <w:rsid w:val="0049797F"/>
    <w:rsid w:val="004A0393"/>
    <w:rsid w:val="004A05FE"/>
    <w:rsid w:val="004A0617"/>
    <w:rsid w:val="004A0FB2"/>
    <w:rsid w:val="004A268D"/>
    <w:rsid w:val="004A2BF4"/>
    <w:rsid w:val="004A2C7E"/>
    <w:rsid w:val="004A30A3"/>
    <w:rsid w:val="004A3293"/>
    <w:rsid w:val="004A49C5"/>
    <w:rsid w:val="004A5341"/>
    <w:rsid w:val="004A5C1D"/>
    <w:rsid w:val="004A6120"/>
    <w:rsid w:val="004A6F9D"/>
    <w:rsid w:val="004A7CAC"/>
    <w:rsid w:val="004A7F8A"/>
    <w:rsid w:val="004B146F"/>
    <w:rsid w:val="004B1605"/>
    <w:rsid w:val="004B18E7"/>
    <w:rsid w:val="004B1C2E"/>
    <w:rsid w:val="004B2FCD"/>
    <w:rsid w:val="004B336F"/>
    <w:rsid w:val="004B33A9"/>
    <w:rsid w:val="004B3BB4"/>
    <w:rsid w:val="004B43DF"/>
    <w:rsid w:val="004B45C7"/>
    <w:rsid w:val="004B491A"/>
    <w:rsid w:val="004B545D"/>
    <w:rsid w:val="004B5617"/>
    <w:rsid w:val="004B6FC5"/>
    <w:rsid w:val="004C02C2"/>
    <w:rsid w:val="004C06BC"/>
    <w:rsid w:val="004C0A94"/>
    <w:rsid w:val="004C0C89"/>
    <w:rsid w:val="004C113A"/>
    <w:rsid w:val="004C1528"/>
    <w:rsid w:val="004C1945"/>
    <w:rsid w:val="004C2786"/>
    <w:rsid w:val="004C2E1F"/>
    <w:rsid w:val="004C2F1C"/>
    <w:rsid w:val="004C31D7"/>
    <w:rsid w:val="004C325D"/>
    <w:rsid w:val="004C3930"/>
    <w:rsid w:val="004C3E97"/>
    <w:rsid w:val="004C473B"/>
    <w:rsid w:val="004C4DE4"/>
    <w:rsid w:val="004C5287"/>
    <w:rsid w:val="004C5C0D"/>
    <w:rsid w:val="004C6F12"/>
    <w:rsid w:val="004C7108"/>
    <w:rsid w:val="004C77DA"/>
    <w:rsid w:val="004C78E6"/>
    <w:rsid w:val="004D02D1"/>
    <w:rsid w:val="004D0677"/>
    <w:rsid w:val="004D0821"/>
    <w:rsid w:val="004D0919"/>
    <w:rsid w:val="004D0CB1"/>
    <w:rsid w:val="004D1D86"/>
    <w:rsid w:val="004D2D63"/>
    <w:rsid w:val="004D37F7"/>
    <w:rsid w:val="004D44AB"/>
    <w:rsid w:val="004D47E6"/>
    <w:rsid w:val="004D6374"/>
    <w:rsid w:val="004D64B8"/>
    <w:rsid w:val="004D67D0"/>
    <w:rsid w:val="004D79AB"/>
    <w:rsid w:val="004E059E"/>
    <w:rsid w:val="004E1A98"/>
    <w:rsid w:val="004E2C82"/>
    <w:rsid w:val="004E2D06"/>
    <w:rsid w:val="004E3826"/>
    <w:rsid w:val="004E3C0E"/>
    <w:rsid w:val="004E40F1"/>
    <w:rsid w:val="004E415C"/>
    <w:rsid w:val="004E4572"/>
    <w:rsid w:val="004E4BE0"/>
    <w:rsid w:val="004E5F2B"/>
    <w:rsid w:val="004E66F1"/>
    <w:rsid w:val="004E7C62"/>
    <w:rsid w:val="004F20FF"/>
    <w:rsid w:val="004F24BC"/>
    <w:rsid w:val="004F280A"/>
    <w:rsid w:val="004F2FBA"/>
    <w:rsid w:val="004F4BAF"/>
    <w:rsid w:val="004F4FF8"/>
    <w:rsid w:val="004F527C"/>
    <w:rsid w:val="004F5306"/>
    <w:rsid w:val="004F58A6"/>
    <w:rsid w:val="004F5E1B"/>
    <w:rsid w:val="004F6012"/>
    <w:rsid w:val="004F720C"/>
    <w:rsid w:val="004F7C47"/>
    <w:rsid w:val="005003F5"/>
    <w:rsid w:val="005017C5"/>
    <w:rsid w:val="00501BB5"/>
    <w:rsid w:val="0050241C"/>
    <w:rsid w:val="0050315E"/>
    <w:rsid w:val="00503AA9"/>
    <w:rsid w:val="0050405A"/>
    <w:rsid w:val="00504841"/>
    <w:rsid w:val="00505D20"/>
    <w:rsid w:val="00506B95"/>
    <w:rsid w:val="00507A04"/>
    <w:rsid w:val="00507D4F"/>
    <w:rsid w:val="005103A9"/>
    <w:rsid w:val="00511135"/>
    <w:rsid w:val="0051158F"/>
    <w:rsid w:val="00511DE9"/>
    <w:rsid w:val="00512AF4"/>
    <w:rsid w:val="00512FA4"/>
    <w:rsid w:val="0051385E"/>
    <w:rsid w:val="00513A35"/>
    <w:rsid w:val="005141BE"/>
    <w:rsid w:val="00514C24"/>
    <w:rsid w:val="005164D3"/>
    <w:rsid w:val="005165A3"/>
    <w:rsid w:val="0051665F"/>
    <w:rsid w:val="00517251"/>
    <w:rsid w:val="005173F3"/>
    <w:rsid w:val="00517498"/>
    <w:rsid w:val="005174C6"/>
    <w:rsid w:val="00521BB4"/>
    <w:rsid w:val="00522777"/>
    <w:rsid w:val="00524432"/>
    <w:rsid w:val="00524529"/>
    <w:rsid w:val="00524D05"/>
    <w:rsid w:val="0052587D"/>
    <w:rsid w:val="00527583"/>
    <w:rsid w:val="005278EE"/>
    <w:rsid w:val="00527A16"/>
    <w:rsid w:val="00530F49"/>
    <w:rsid w:val="00531A2B"/>
    <w:rsid w:val="00531F81"/>
    <w:rsid w:val="00532558"/>
    <w:rsid w:val="00532576"/>
    <w:rsid w:val="00532A7A"/>
    <w:rsid w:val="00532B17"/>
    <w:rsid w:val="005330B0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031"/>
    <w:rsid w:val="0054118E"/>
    <w:rsid w:val="00542762"/>
    <w:rsid w:val="00542F65"/>
    <w:rsid w:val="00542FCA"/>
    <w:rsid w:val="00543269"/>
    <w:rsid w:val="00543559"/>
    <w:rsid w:val="005437C4"/>
    <w:rsid w:val="00543BF8"/>
    <w:rsid w:val="00544A89"/>
    <w:rsid w:val="00544B90"/>
    <w:rsid w:val="00545B71"/>
    <w:rsid w:val="005462C6"/>
    <w:rsid w:val="005467EC"/>
    <w:rsid w:val="00547376"/>
    <w:rsid w:val="00547C9A"/>
    <w:rsid w:val="00547FEB"/>
    <w:rsid w:val="00550027"/>
    <w:rsid w:val="005503EE"/>
    <w:rsid w:val="00550D33"/>
    <w:rsid w:val="00551C48"/>
    <w:rsid w:val="00552930"/>
    <w:rsid w:val="00553466"/>
    <w:rsid w:val="00553A57"/>
    <w:rsid w:val="00553EE9"/>
    <w:rsid w:val="00554A34"/>
    <w:rsid w:val="00554B43"/>
    <w:rsid w:val="00554D6C"/>
    <w:rsid w:val="005556EC"/>
    <w:rsid w:val="00556940"/>
    <w:rsid w:val="00556C65"/>
    <w:rsid w:val="00556E8A"/>
    <w:rsid w:val="00557D76"/>
    <w:rsid w:val="00561FE8"/>
    <w:rsid w:val="005628FF"/>
    <w:rsid w:val="00564604"/>
    <w:rsid w:val="00564A1A"/>
    <w:rsid w:val="00565260"/>
    <w:rsid w:val="00565733"/>
    <w:rsid w:val="00565852"/>
    <w:rsid w:val="00566DE9"/>
    <w:rsid w:val="00567E48"/>
    <w:rsid w:val="00570B18"/>
    <w:rsid w:val="00570D3A"/>
    <w:rsid w:val="005711F8"/>
    <w:rsid w:val="00572D44"/>
    <w:rsid w:val="00573AC0"/>
    <w:rsid w:val="005751F3"/>
    <w:rsid w:val="00575226"/>
    <w:rsid w:val="005802A5"/>
    <w:rsid w:val="00580929"/>
    <w:rsid w:val="005822CE"/>
    <w:rsid w:val="00582478"/>
    <w:rsid w:val="005824D9"/>
    <w:rsid w:val="005826A4"/>
    <w:rsid w:val="0058389C"/>
    <w:rsid w:val="0058584D"/>
    <w:rsid w:val="005873E0"/>
    <w:rsid w:val="005876FF"/>
    <w:rsid w:val="0058798F"/>
    <w:rsid w:val="00587CCA"/>
    <w:rsid w:val="005905BD"/>
    <w:rsid w:val="005910E1"/>
    <w:rsid w:val="00591E6A"/>
    <w:rsid w:val="00591FA5"/>
    <w:rsid w:val="00593397"/>
    <w:rsid w:val="0059348C"/>
    <w:rsid w:val="00594612"/>
    <w:rsid w:val="00594789"/>
    <w:rsid w:val="005948DE"/>
    <w:rsid w:val="0059580D"/>
    <w:rsid w:val="00596B14"/>
    <w:rsid w:val="00597B5E"/>
    <w:rsid w:val="00597DB1"/>
    <w:rsid w:val="005A0039"/>
    <w:rsid w:val="005A118D"/>
    <w:rsid w:val="005A250C"/>
    <w:rsid w:val="005A3EC2"/>
    <w:rsid w:val="005A4844"/>
    <w:rsid w:val="005A4902"/>
    <w:rsid w:val="005A4A52"/>
    <w:rsid w:val="005A5693"/>
    <w:rsid w:val="005A5BEB"/>
    <w:rsid w:val="005A7781"/>
    <w:rsid w:val="005A7CB5"/>
    <w:rsid w:val="005A7EBC"/>
    <w:rsid w:val="005B004D"/>
    <w:rsid w:val="005B068B"/>
    <w:rsid w:val="005B0E84"/>
    <w:rsid w:val="005B1260"/>
    <w:rsid w:val="005B133B"/>
    <w:rsid w:val="005B1D72"/>
    <w:rsid w:val="005B204A"/>
    <w:rsid w:val="005B258D"/>
    <w:rsid w:val="005B302E"/>
    <w:rsid w:val="005B424C"/>
    <w:rsid w:val="005B49C0"/>
    <w:rsid w:val="005B4CB8"/>
    <w:rsid w:val="005B4EE1"/>
    <w:rsid w:val="005B4F6C"/>
    <w:rsid w:val="005B57B0"/>
    <w:rsid w:val="005B6326"/>
    <w:rsid w:val="005B6A72"/>
    <w:rsid w:val="005B6B67"/>
    <w:rsid w:val="005B6F54"/>
    <w:rsid w:val="005B7C67"/>
    <w:rsid w:val="005B7F28"/>
    <w:rsid w:val="005C05CE"/>
    <w:rsid w:val="005C0675"/>
    <w:rsid w:val="005C0804"/>
    <w:rsid w:val="005C0A8E"/>
    <w:rsid w:val="005C121F"/>
    <w:rsid w:val="005C28F0"/>
    <w:rsid w:val="005C3690"/>
    <w:rsid w:val="005C3EE5"/>
    <w:rsid w:val="005C450B"/>
    <w:rsid w:val="005C45B6"/>
    <w:rsid w:val="005C49E0"/>
    <w:rsid w:val="005C4B32"/>
    <w:rsid w:val="005C5D4A"/>
    <w:rsid w:val="005C61CD"/>
    <w:rsid w:val="005C6A85"/>
    <w:rsid w:val="005C6F30"/>
    <w:rsid w:val="005D05BC"/>
    <w:rsid w:val="005D0687"/>
    <w:rsid w:val="005D06CB"/>
    <w:rsid w:val="005D16B1"/>
    <w:rsid w:val="005D190E"/>
    <w:rsid w:val="005D40C9"/>
    <w:rsid w:val="005D41D8"/>
    <w:rsid w:val="005D4377"/>
    <w:rsid w:val="005D549F"/>
    <w:rsid w:val="005D6012"/>
    <w:rsid w:val="005D70AE"/>
    <w:rsid w:val="005D71E4"/>
    <w:rsid w:val="005D7ED5"/>
    <w:rsid w:val="005E071E"/>
    <w:rsid w:val="005E087D"/>
    <w:rsid w:val="005E16A7"/>
    <w:rsid w:val="005E1E85"/>
    <w:rsid w:val="005E2934"/>
    <w:rsid w:val="005E29CB"/>
    <w:rsid w:val="005E2BBA"/>
    <w:rsid w:val="005E3F9F"/>
    <w:rsid w:val="005E41DE"/>
    <w:rsid w:val="005E4292"/>
    <w:rsid w:val="005E46C6"/>
    <w:rsid w:val="005E4B73"/>
    <w:rsid w:val="005E4FFC"/>
    <w:rsid w:val="005E6523"/>
    <w:rsid w:val="005E67B7"/>
    <w:rsid w:val="005E68F1"/>
    <w:rsid w:val="005E70A6"/>
    <w:rsid w:val="005E714F"/>
    <w:rsid w:val="005E7207"/>
    <w:rsid w:val="005E744A"/>
    <w:rsid w:val="005E7BE0"/>
    <w:rsid w:val="005E7CD8"/>
    <w:rsid w:val="005F13E6"/>
    <w:rsid w:val="005F153C"/>
    <w:rsid w:val="005F18DD"/>
    <w:rsid w:val="005F3413"/>
    <w:rsid w:val="005F3E8E"/>
    <w:rsid w:val="005F45FA"/>
    <w:rsid w:val="005F4D3A"/>
    <w:rsid w:val="005F4E95"/>
    <w:rsid w:val="005F5E30"/>
    <w:rsid w:val="005F6E37"/>
    <w:rsid w:val="005F6F2B"/>
    <w:rsid w:val="005F7512"/>
    <w:rsid w:val="005F7E25"/>
    <w:rsid w:val="00600063"/>
    <w:rsid w:val="00601EF0"/>
    <w:rsid w:val="00601F49"/>
    <w:rsid w:val="006020CE"/>
    <w:rsid w:val="00602461"/>
    <w:rsid w:val="006026BC"/>
    <w:rsid w:val="00602C5E"/>
    <w:rsid w:val="006030E9"/>
    <w:rsid w:val="00603A4E"/>
    <w:rsid w:val="006043E3"/>
    <w:rsid w:val="00605186"/>
    <w:rsid w:val="006055F3"/>
    <w:rsid w:val="00605E9D"/>
    <w:rsid w:val="00605FC6"/>
    <w:rsid w:val="00606E61"/>
    <w:rsid w:val="00607BF6"/>
    <w:rsid w:val="00610913"/>
    <w:rsid w:val="00610E9C"/>
    <w:rsid w:val="00611C58"/>
    <w:rsid w:val="00611D8C"/>
    <w:rsid w:val="0061275F"/>
    <w:rsid w:val="00612D10"/>
    <w:rsid w:val="006138B3"/>
    <w:rsid w:val="006145FF"/>
    <w:rsid w:val="0061509F"/>
    <w:rsid w:val="00616131"/>
    <w:rsid w:val="006174B9"/>
    <w:rsid w:val="006204E1"/>
    <w:rsid w:val="00620772"/>
    <w:rsid w:val="00620774"/>
    <w:rsid w:val="00621712"/>
    <w:rsid w:val="0062186D"/>
    <w:rsid w:val="00622691"/>
    <w:rsid w:val="0062287E"/>
    <w:rsid w:val="0062348F"/>
    <w:rsid w:val="00623558"/>
    <w:rsid w:val="006238AA"/>
    <w:rsid w:val="00624358"/>
    <w:rsid w:val="006246F2"/>
    <w:rsid w:val="006253B7"/>
    <w:rsid w:val="00625F08"/>
    <w:rsid w:val="00626518"/>
    <w:rsid w:val="006265B8"/>
    <w:rsid w:val="006277E7"/>
    <w:rsid w:val="006278EC"/>
    <w:rsid w:val="00627E0D"/>
    <w:rsid w:val="006307AA"/>
    <w:rsid w:val="00631A06"/>
    <w:rsid w:val="00631AC7"/>
    <w:rsid w:val="00632B7A"/>
    <w:rsid w:val="00633CC1"/>
    <w:rsid w:val="00634475"/>
    <w:rsid w:val="00635229"/>
    <w:rsid w:val="00635486"/>
    <w:rsid w:val="006368D2"/>
    <w:rsid w:val="0063712A"/>
    <w:rsid w:val="006376B3"/>
    <w:rsid w:val="006378BF"/>
    <w:rsid w:val="00637C2B"/>
    <w:rsid w:val="00637DF4"/>
    <w:rsid w:val="00637E55"/>
    <w:rsid w:val="006427DE"/>
    <w:rsid w:val="00642F50"/>
    <w:rsid w:val="006433CA"/>
    <w:rsid w:val="006434C1"/>
    <w:rsid w:val="00643B6B"/>
    <w:rsid w:val="00644943"/>
    <w:rsid w:val="00644F5E"/>
    <w:rsid w:val="0064514A"/>
    <w:rsid w:val="0064528C"/>
    <w:rsid w:val="0064598A"/>
    <w:rsid w:val="00645B73"/>
    <w:rsid w:val="0064613A"/>
    <w:rsid w:val="00646C9B"/>
    <w:rsid w:val="00647C97"/>
    <w:rsid w:val="006501CD"/>
    <w:rsid w:val="00650CD4"/>
    <w:rsid w:val="006519EC"/>
    <w:rsid w:val="00651FFF"/>
    <w:rsid w:val="00652C3E"/>
    <w:rsid w:val="00652ECD"/>
    <w:rsid w:val="00652ED6"/>
    <w:rsid w:val="006532CC"/>
    <w:rsid w:val="00653458"/>
    <w:rsid w:val="006538F8"/>
    <w:rsid w:val="00653CD4"/>
    <w:rsid w:val="00653F98"/>
    <w:rsid w:val="00653FC6"/>
    <w:rsid w:val="00654129"/>
    <w:rsid w:val="0065556C"/>
    <w:rsid w:val="00655966"/>
    <w:rsid w:val="006565E5"/>
    <w:rsid w:val="00656C11"/>
    <w:rsid w:val="0065727E"/>
    <w:rsid w:val="006575C2"/>
    <w:rsid w:val="006576DC"/>
    <w:rsid w:val="00661121"/>
    <w:rsid w:val="00661A80"/>
    <w:rsid w:val="00662317"/>
    <w:rsid w:val="00662D74"/>
    <w:rsid w:val="00662E2C"/>
    <w:rsid w:val="006636BD"/>
    <w:rsid w:val="00663D0B"/>
    <w:rsid w:val="00663F02"/>
    <w:rsid w:val="006652B8"/>
    <w:rsid w:val="00665B17"/>
    <w:rsid w:val="00665E9D"/>
    <w:rsid w:val="00666244"/>
    <w:rsid w:val="00666EDC"/>
    <w:rsid w:val="00667866"/>
    <w:rsid w:val="006679C2"/>
    <w:rsid w:val="00670003"/>
    <w:rsid w:val="0067111C"/>
    <w:rsid w:val="0067159A"/>
    <w:rsid w:val="006717D0"/>
    <w:rsid w:val="006722C4"/>
    <w:rsid w:val="00672DF2"/>
    <w:rsid w:val="006731D5"/>
    <w:rsid w:val="0067368C"/>
    <w:rsid w:val="006736CD"/>
    <w:rsid w:val="006737A7"/>
    <w:rsid w:val="00675014"/>
    <w:rsid w:val="006758CC"/>
    <w:rsid w:val="00675B74"/>
    <w:rsid w:val="00675BD4"/>
    <w:rsid w:val="00675F0B"/>
    <w:rsid w:val="00675F76"/>
    <w:rsid w:val="00676032"/>
    <w:rsid w:val="0067640A"/>
    <w:rsid w:val="00676931"/>
    <w:rsid w:val="00677146"/>
    <w:rsid w:val="006804FC"/>
    <w:rsid w:val="00682324"/>
    <w:rsid w:val="00682561"/>
    <w:rsid w:val="006825E3"/>
    <w:rsid w:val="0068279D"/>
    <w:rsid w:val="00682D67"/>
    <w:rsid w:val="00682FCC"/>
    <w:rsid w:val="00683248"/>
    <w:rsid w:val="00683818"/>
    <w:rsid w:val="00685C27"/>
    <w:rsid w:val="00686374"/>
    <w:rsid w:val="00686795"/>
    <w:rsid w:val="00686B48"/>
    <w:rsid w:val="00686D31"/>
    <w:rsid w:val="0069075B"/>
    <w:rsid w:val="006909EE"/>
    <w:rsid w:val="00690AD4"/>
    <w:rsid w:val="0069109F"/>
    <w:rsid w:val="006919D7"/>
    <w:rsid w:val="00691B22"/>
    <w:rsid w:val="00691D9B"/>
    <w:rsid w:val="006922D3"/>
    <w:rsid w:val="00692362"/>
    <w:rsid w:val="006924F7"/>
    <w:rsid w:val="00693177"/>
    <w:rsid w:val="00693F9D"/>
    <w:rsid w:val="00694290"/>
    <w:rsid w:val="00694635"/>
    <w:rsid w:val="0069538E"/>
    <w:rsid w:val="00695F77"/>
    <w:rsid w:val="00696799"/>
    <w:rsid w:val="006969A8"/>
    <w:rsid w:val="0069777C"/>
    <w:rsid w:val="006A0E17"/>
    <w:rsid w:val="006A11AF"/>
    <w:rsid w:val="006A1FD0"/>
    <w:rsid w:val="006A25A9"/>
    <w:rsid w:val="006A2E9D"/>
    <w:rsid w:val="006A3A07"/>
    <w:rsid w:val="006A41C4"/>
    <w:rsid w:val="006A422A"/>
    <w:rsid w:val="006A6D6B"/>
    <w:rsid w:val="006A7DE0"/>
    <w:rsid w:val="006B00D5"/>
    <w:rsid w:val="006B096C"/>
    <w:rsid w:val="006B0CE7"/>
    <w:rsid w:val="006B32DD"/>
    <w:rsid w:val="006B3FB3"/>
    <w:rsid w:val="006B43F7"/>
    <w:rsid w:val="006B4B41"/>
    <w:rsid w:val="006B4B88"/>
    <w:rsid w:val="006B5465"/>
    <w:rsid w:val="006B5A0D"/>
    <w:rsid w:val="006B71FC"/>
    <w:rsid w:val="006B75DB"/>
    <w:rsid w:val="006B7EE1"/>
    <w:rsid w:val="006C0979"/>
    <w:rsid w:val="006C13FF"/>
    <w:rsid w:val="006C1499"/>
    <w:rsid w:val="006C17EB"/>
    <w:rsid w:val="006C208D"/>
    <w:rsid w:val="006C31D8"/>
    <w:rsid w:val="006C38C2"/>
    <w:rsid w:val="006C3F77"/>
    <w:rsid w:val="006C4210"/>
    <w:rsid w:val="006C4812"/>
    <w:rsid w:val="006C4C5C"/>
    <w:rsid w:val="006C5232"/>
    <w:rsid w:val="006C6470"/>
    <w:rsid w:val="006C6907"/>
    <w:rsid w:val="006C7A98"/>
    <w:rsid w:val="006C7C5D"/>
    <w:rsid w:val="006D01B4"/>
    <w:rsid w:val="006D10D7"/>
    <w:rsid w:val="006D18CB"/>
    <w:rsid w:val="006D234A"/>
    <w:rsid w:val="006D260E"/>
    <w:rsid w:val="006D3883"/>
    <w:rsid w:val="006D3964"/>
    <w:rsid w:val="006D432A"/>
    <w:rsid w:val="006D7F5B"/>
    <w:rsid w:val="006E117F"/>
    <w:rsid w:val="006E128C"/>
    <w:rsid w:val="006E1B8E"/>
    <w:rsid w:val="006E1E8F"/>
    <w:rsid w:val="006E384A"/>
    <w:rsid w:val="006E3B55"/>
    <w:rsid w:val="006E4D0D"/>
    <w:rsid w:val="006E53F6"/>
    <w:rsid w:val="006E6433"/>
    <w:rsid w:val="006E6666"/>
    <w:rsid w:val="006E6ED8"/>
    <w:rsid w:val="006E7774"/>
    <w:rsid w:val="006F1CEE"/>
    <w:rsid w:val="006F250D"/>
    <w:rsid w:val="006F2520"/>
    <w:rsid w:val="006F3DBA"/>
    <w:rsid w:val="006F49A9"/>
    <w:rsid w:val="006F4A67"/>
    <w:rsid w:val="006F4CB7"/>
    <w:rsid w:val="006F5CF8"/>
    <w:rsid w:val="006F6110"/>
    <w:rsid w:val="006F6EC1"/>
    <w:rsid w:val="006F7059"/>
    <w:rsid w:val="006F792D"/>
    <w:rsid w:val="007024AC"/>
    <w:rsid w:val="00702752"/>
    <w:rsid w:val="007031EE"/>
    <w:rsid w:val="00704468"/>
    <w:rsid w:val="00704498"/>
    <w:rsid w:val="00705AE2"/>
    <w:rsid w:val="0070740A"/>
    <w:rsid w:val="00707674"/>
    <w:rsid w:val="007076E2"/>
    <w:rsid w:val="007078F0"/>
    <w:rsid w:val="00707A71"/>
    <w:rsid w:val="00707D53"/>
    <w:rsid w:val="00707F44"/>
    <w:rsid w:val="00707FAA"/>
    <w:rsid w:val="00712ABE"/>
    <w:rsid w:val="007146B7"/>
    <w:rsid w:val="00715213"/>
    <w:rsid w:val="00715C54"/>
    <w:rsid w:val="00716456"/>
    <w:rsid w:val="00716849"/>
    <w:rsid w:val="007173F5"/>
    <w:rsid w:val="00717544"/>
    <w:rsid w:val="00717D08"/>
    <w:rsid w:val="007202B2"/>
    <w:rsid w:val="00720BDD"/>
    <w:rsid w:val="00720C58"/>
    <w:rsid w:val="00720DFE"/>
    <w:rsid w:val="00720EE8"/>
    <w:rsid w:val="0072221E"/>
    <w:rsid w:val="0072255B"/>
    <w:rsid w:val="00722CAB"/>
    <w:rsid w:val="00723D0F"/>
    <w:rsid w:val="0072482B"/>
    <w:rsid w:val="007258E7"/>
    <w:rsid w:val="00726189"/>
    <w:rsid w:val="0072638C"/>
    <w:rsid w:val="007265E3"/>
    <w:rsid w:val="00726E53"/>
    <w:rsid w:val="00727861"/>
    <w:rsid w:val="00727D3D"/>
    <w:rsid w:val="00730CA0"/>
    <w:rsid w:val="00731234"/>
    <w:rsid w:val="00731249"/>
    <w:rsid w:val="00732819"/>
    <w:rsid w:val="007333B5"/>
    <w:rsid w:val="007334DC"/>
    <w:rsid w:val="00734A32"/>
    <w:rsid w:val="00734E34"/>
    <w:rsid w:val="007353A8"/>
    <w:rsid w:val="0073563B"/>
    <w:rsid w:val="007359C4"/>
    <w:rsid w:val="00735CC1"/>
    <w:rsid w:val="00735D59"/>
    <w:rsid w:val="00735F12"/>
    <w:rsid w:val="00736906"/>
    <w:rsid w:val="00736BB5"/>
    <w:rsid w:val="00737036"/>
    <w:rsid w:val="00737274"/>
    <w:rsid w:val="007375E5"/>
    <w:rsid w:val="00737A1B"/>
    <w:rsid w:val="007405BF"/>
    <w:rsid w:val="00740F16"/>
    <w:rsid w:val="00741644"/>
    <w:rsid w:val="00741E79"/>
    <w:rsid w:val="00742A61"/>
    <w:rsid w:val="0074409E"/>
    <w:rsid w:val="007442FB"/>
    <w:rsid w:val="0074438F"/>
    <w:rsid w:val="0074466D"/>
    <w:rsid w:val="00744ED9"/>
    <w:rsid w:val="00745764"/>
    <w:rsid w:val="00745BD7"/>
    <w:rsid w:val="00745FFE"/>
    <w:rsid w:val="00746394"/>
    <w:rsid w:val="00747376"/>
    <w:rsid w:val="007501E5"/>
    <w:rsid w:val="00750253"/>
    <w:rsid w:val="00750317"/>
    <w:rsid w:val="0075033C"/>
    <w:rsid w:val="00751A85"/>
    <w:rsid w:val="00751DB8"/>
    <w:rsid w:val="0075231B"/>
    <w:rsid w:val="00752F03"/>
    <w:rsid w:val="00753850"/>
    <w:rsid w:val="0075669F"/>
    <w:rsid w:val="007578D3"/>
    <w:rsid w:val="0076106D"/>
    <w:rsid w:val="00761CB8"/>
    <w:rsid w:val="00761D53"/>
    <w:rsid w:val="00761F90"/>
    <w:rsid w:val="00762167"/>
    <w:rsid w:val="007628F8"/>
    <w:rsid w:val="00762B91"/>
    <w:rsid w:val="00762D06"/>
    <w:rsid w:val="00763790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1C03"/>
    <w:rsid w:val="00771DDA"/>
    <w:rsid w:val="00772F51"/>
    <w:rsid w:val="0077443A"/>
    <w:rsid w:val="0077487F"/>
    <w:rsid w:val="0077540E"/>
    <w:rsid w:val="007754A5"/>
    <w:rsid w:val="00775A88"/>
    <w:rsid w:val="00775C9A"/>
    <w:rsid w:val="007768D4"/>
    <w:rsid w:val="00780403"/>
    <w:rsid w:val="00781855"/>
    <w:rsid w:val="00782503"/>
    <w:rsid w:val="00782650"/>
    <w:rsid w:val="00782EF8"/>
    <w:rsid w:val="00783143"/>
    <w:rsid w:val="007836A4"/>
    <w:rsid w:val="00783F28"/>
    <w:rsid w:val="007842E5"/>
    <w:rsid w:val="00784851"/>
    <w:rsid w:val="0078487A"/>
    <w:rsid w:val="00785279"/>
    <w:rsid w:val="0078563B"/>
    <w:rsid w:val="00786EE5"/>
    <w:rsid w:val="00787953"/>
    <w:rsid w:val="00787AAA"/>
    <w:rsid w:val="00790764"/>
    <w:rsid w:val="00790BAF"/>
    <w:rsid w:val="00790DD7"/>
    <w:rsid w:val="00791477"/>
    <w:rsid w:val="00791DE7"/>
    <w:rsid w:val="0079220B"/>
    <w:rsid w:val="00792963"/>
    <w:rsid w:val="00793803"/>
    <w:rsid w:val="0079381D"/>
    <w:rsid w:val="00793CAC"/>
    <w:rsid w:val="0079524B"/>
    <w:rsid w:val="00796C3C"/>
    <w:rsid w:val="0079775A"/>
    <w:rsid w:val="00797BD9"/>
    <w:rsid w:val="00797CC7"/>
    <w:rsid w:val="007A1BA9"/>
    <w:rsid w:val="007A24D6"/>
    <w:rsid w:val="007A3211"/>
    <w:rsid w:val="007A325D"/>
    <w:rsid w:val="007A3C26"/>
    <w:rsid w:val="007A3CEF"/>
    <w:rsid w:val="007A4CA4"/>
    <w:rsid w:val="007A5566"/>
    <w:rsid w:val="007A5C25"/>
    <w:rsid w:val="007A5D5E"/>
    <w:rsid w:val="007A5EBA"/>
    <w:rsid w:val="007A5FF6"/>
    <w:rsid w:val="007A665F"/>
    <w:rsid w:val="007A6725"/>
    <w:rsid w:val="007A7C17"/>
    <w:rsid w:val="007B0831"/>
    <w:rsid w:val="007B0BD9"/>
    <w:rsid w:val="007B187C"/>
    <w:rsid w:val="007B1B78"/>
    <w:rsid w:val="007B2353"/>
    <w:rsid w:val="007B245D"/>
    <w:rsid w:val="007B3244"/>
    <w:rsid w:val="007B33DC"/>
    <w:rsid w:val="007B5AE2"/>
    <w:rsid w:val="007B5B77"/>
    <w:rsid w:val="007B5EA5"/>
    <w:rsid w:val="007B60AB"/>
    <w:rsid w:val="007B6312"/>
    <w:rsid w:val="007B6D9B"/>
    <w:rsid w:val="007B6FFF"/>
    <w:rsid w:val="007C0119"/>
    <w:rsid w:val="007C080E"/>
    <w:rsid w:val="007C1340"/>
    <w:rsid w:val="007C165E"/>
    <w:rsid w:val="007C1B54"/>
    <w:rsid w:val="007C2836"/>
    <w:rsid w:val="007C30F3"/>
    <w:rsid w:val="007C43A1"/>
    <w:rsid w:val="007C528C"/>
    <w:rsid w:val="007C548B"/>
    <w:rsid w:val="007C5BA5"/>
    <w:rsid w:val="007D0A84"/>
    <w:rsid w:val="007D0BBE"/>
    <w:rsid w:val="007D18C2"/>
    <w:rsid w:val="007D1DE4"/>
    <w:rsid w:val="007D2E18"/>
    <w:rsid w:val="007D3C82"/>
    <w:rsid w:val="007D4376"/>
    <w:rsid w:val="007D4561"/>
    <w:rsid w:val="007D519B"/>
    <w:rsid w:val="007D6F7F"/>
    <w:rsid w:val="007E013B"/>
    <w:rsid w:val="007E01A9"/>
    <w:rsid w:val="007E0B12"/>
    <w:rsid w:val="007E21F5"/>
    <w:rsid w:val="007E2C44"/>
    <w:rsid w:val="007E2FB1"/>
    <w:rsid w:val="007E3D90"/>
    <w:rsid w:val="007E4484"/>
    <w:rsid w:val="007E4670"/>
    <w:rsid w:val="007E4716"/>
    <w:rsid w:val="007E524C"/>
    <w:rsid w:val="007E55D2"/>
    <w:rsid w:val="007E7071"/>
    <w:rsid w:val="007E729A"/>
    <w:rsid w:val="007E7643"/>
    <w:rsid w:val="007F09BC"/>
    <w:rsid w:val="007F0A69"/>
    <w:rsid w:val="007F101C"/>
    <w:rsid w:val="007F27BB"/>
    <w:rsid w:val="007F2912"/>
    <w:rsid w:val="007F29B2"/>
    <w:rsid w:val="007F2CBE"/>
    <w:rsid w:val="007F4D53"/>
    <w:rsid w:val="007F52E8"/>
    <w:rsid w:val="007F59E7"/>
    <w:rsid w:val="007F7A07"/>
    <w:rsid w:val="008019A8"/>
    <w:rsid w:val="00802113"/>
    <w:rsid w:val="0080375F"/>
    <w:rsid w:val="00803C7F"/>
    <w:rsid w:val="008047B4"/>
    <w:rsid w:val="00805548"/>
    <w:rsid w:val="00805EC9"/>
    <w:rsid w:val="008068A2"/>
    <w:rsid w:val="00806F86"/>
    <w:rsid w:val="008071B9"/>
    <w:rsid w:val="00807727"/>
    <w:rsid w:val="00807A6D"/>
    <w:rsid w:val="008108E7"/>
    <w:rsid w:val="00811309"/>
    <w:rsid w:val="0081177D"/>
    <w:rsid w:val="00813103"/>
    <w:rsid w:val="00813C11"/>
    <w:rsid w:val="00813E1C"/>
    <w:rsid w:val="00813F4C"/>
    <w:rsid w:val="00814147"/>
    <w:rsid w:val="00814C48"/>
    <w:rsid w:val="00816128"/>
    <w:rsid w:val="0081679C"/>
    <w:rsid w:val="00817421"/>
    <w:rsid w:val="00817DCF"/>
    <w:rsid w:val="008200AB"/>
    <w:rsid w:val="00820119"/>
    <w:rsid w:val="0082031F"/>
    <w:rsid w:val="008203AE"/>
    <w:rsid w:val="0082099E"/>
    <w:rsid w:val="00820B9A"/>
    <w:rsid w:val="00821605"/>
    <w:rsid w:val="00821ADD"/>
    <w:rsid w:val="00822C86"/>
    <w:rsid w:val="00824B4F"/>
    <w:rsid w:val="008254C7"/>
    <w:rsid w:val="00827A26"/>
    <w:rsid w:val="008304F5"/>
    <w:rsid w:val="008312D8"/>
    <w:rsid w:val="00831414"/>
    <w:rsid w:val="0083341D"/>
    <w:rsid w:val="00833B49"/>
    <w:rsid w:val="0083603C"/>
    <w:rsid w:val="00836DD7"/>
    <w:rsid w:val="008370DD"/>
    <w:rsid w:val="0083727A"/>
    <w:rsid w:val="0083753E"/>
    <w:rsid w:val="00837970"/>
    <w:rsid w:val="008404DD"/>
    <w:rsid w:val="0084081F"/>
    <w:rsid w:val="008420BA"/>
    <w:rsid w:val="00842177"/>
    <w:rsid w:val="00842760"/>
    <w:rsid w:val="00844DAB"/>
    <w:rsid w:val="008453C1"/>
    <w:rsid w:val="008456C9"/>
    <w:rsid w:val="00846220"/>
    <w:rsid w:val="0084626A"/>
    <w:rsid w:val="00846AAC"/>
    <w:rsid w:val="00846D7F"/>
    <w:rsid w:val="00847416"/>
    <w:rsid w:val="00847B2E"/>
    <w:rsid w:val="00850287"/>
    <w:rsid w:val="00850C00"/>
    <w:rsid w:val="008526DC"/>
    <w:rsid w:val="00852B57"/>
    <w:rsid w:val="008535BF"/>
    <w:rsid w:val="00853665"/>
    <w:rsid w:val="00853DF8"/>
    <w:rsid w:val="00855AD6"/>
    <w:rsid w:val="00855C28"/>
    <w:rsid w:val="00855CFA"/>
    <w:rsid w:val="008562AC"/>
    <w:rsid w:val="008568FE"/>
    <w:rsid w:val="00857DD7"/>
    <w:rsid w:val="0086161D"/>
    <w:rsid w:val="008616C9"/>
    <w:rsid w:val="008631C2"/>
    <w:rsid w:val="00863F08"/>
    <w:rsid w:val="008640AC"/>
    <w:rsid w:val="00864A1A"/>
    <w:rsid w:val="0086500C"/>
    <w:rsid w:val="008652A1"/>
    <w:rsid w:val="00866592"/>
    <w:rsid w:val="00867334"/>
    <w:rsid w:val="008674F1"/>
    <w:rsid w:val="00867788"/>
    <w:rsid w:val="0087122E"/>
    <w:rsid w:val="0087129F"/>
    <w:rsid w:val="008716E6"/>
    <w:rsid w:val="00871934"/>
    <w:rsid w:val="00871E71"/>
    <w:rsid w:val="00872910"/>
    <w:rsid w:val="00872A88"/>
    <w:rsid w:val="00872D27"/>
    <w:rsid w:val="00872D57"/>
    <w:rsid w:val="00873BDF"/>
    <w:rsid w:val="008758A5"/>
    <w:rsid w:val="00876749"/>
    <w:rsid w:val="008768FD"/>
    <w:rsid w:val="008779CF"/>
    <w:rsid w:val="0088039A"/>
    <w:rsid w:val="00880582"/>
    <w:rsid w:val="0088090D"/>
    <w:rsid w:val="00880B1E"/>
    <w:rsid w:val="008814DE"/>
    <w:rsid w:val="00881A78"/>
    <w:rsid w:val="00881A7D"/>
    <w:rsid w:val="00881DF1"/>
    <w:rsid w:val="008824A7"/>
    <w:rsid w:val="008825B6"/>
    <w:rsid w:val="00883CF5"/>
    <w:rsid w:val="00884A10"/>
    <w:rsid w:val="00884A8C"/>
    <w:rsid w:val="008851F2"/>
    <w:rsid w:val="008868EB"/>
    <w:rsid w:val="00887271"/>
    <w:rsid w:val="00887C5B"/>
    <w:rsid w:val="00887CE3"/>
    <w:rsid w:val="008903C7"/>
    <w:rsid w:val="00891C98"/>
    <w:rsid w:val="008922F4"/>
    <w:rsid w:val="00892924"/>
    <w:rsid w:val="0089300F"/>
    <w:rsid w:val="008934D7"/>
    <w:rsid w:val="0089395A"/>
    <w:rsid w:val="00893E7C"/>
    <w:rsid w:val="00893FB3"/>
    <w:rsid w:val="008953E9"/>
    <w:rsid w:val="0089610E"/>
    <w:rsid w:val="008966AE"/>
    <w:rsid w:val="00896711"/>
    <w:rsid w:val="00897644"/>
    <w:rsid w:val="008A0B86"/>
    <w:rsid w:val="008A0D0F"/>
    <w:rsid w:val="008A1707"/>
    <w:rsid w:val="008A17E5"/>
    <w:rsid w:val="008A1E11"/>
    <w:rsid w:val="008A25BE"/>
    <w:rsid w:val="008A417E"/>
    <w:rsid w:val="008A4189"/>
    <w:rsid w:val="008A47ED"/>
    <w:rsid w:val="008A4ECE"/>
    <w:rsid w:val="008A5A83"/>
    <w:rsid w:val="008A6582"/>
    <w:rsid w:val="008A6961"/>
    <w:rsid w:val="008A7330"/>
    <w:rsid w:val="008A7BE0"/>
    <w:rsid w:val="008A7D30"/>
    <w:rsid w:val="008B0DAD"/>
    <w:rsid w:val="008B122F"/>
    <w:rsid w:val="008B164D"/>
    <w:rsid w:val="008B1898"/>
    <w:rsid w:val="008B21DD"/>
    <w:rsid w:val="008B26D5"/>
    <w:rsid w:val="008B3F3D"/>
    <w:rsid w:val="008B44A0"/>
    <w:rsid w:val="008B4C4D"/>
    <w:rsid w:val="008B5162"/>
    <w:rsid w:val="008B53C6"/>
    <w:rsid w:val="008B59B3"/>
    <w:rsid w:val="008B5BDA"/>
    <w:rsid w:val="008B7585"/>
    <w:rsid w:val="008B7841"/>
    <w:rsid w:val="008B7849"/>
    <w:rsid w:val="008C0311"/>
    <w:rsid w:val="008C1E35"/>
    <w:rsid w:val="008C2D49"/>
    <w:rsid w:val="008C332A"/>
    <w:rsid w:val="008C3E8F"/>
    <w:rsid w:val="008C40D6"/>
    <w:rsid w:val="008C607B"/>
    <w:rsid w:val="008C6214"/>
    <w:rsid w:val="008C6840"/>
    <w:rsid w:val="008D03A9"/>
    <w:rsid w:val="008D05E0"/>
    <w:rsid w:val="008D1293"/>
    <w:rsid w:val="008D1BFF"/>
    <w:rsid w:val="008D222F"/>
    <w:rsid w:val="008D2561"/>
    <w:rsid w:val="008D4D33"/>
    <w:rsid w:val="008D6B9E"/>
    <w:rsid w:val="008D7434"/>
    <w:rsid w:val="008D7DB0"/>
    <w:rsid w:val="008E0AC3"/>
    <w:rsid w:val="008E108A"/>
    <w:rsid w:val="008E115D"/>
    <w:rsid w:val="008E135C"/>
    <w:rsid w:val="008E1CEB"/>
    <w:rsid w:val="008E2030"/>
    <w:rsid w:val="008E2C06"/>
    <w:rsid w:val="008E37CB"/>
    <w:rsid w:val="008E405F"/>
    <w:rsid w:val="008E420A"/>
    <w:rsid w:val="008E62F1"/>
    <w:rsid w:val="008E67EA"/>
    <w:rsid w:val="008E6853"/>
    <w:rsid w:val="008E6889"/>
    <w:rsid w:val="008E75FF"/>
    <w:rsid w:val="008F0104"/>
    <w:rsid w:val="008F078F"/>
    <w:rsid w:val="008F0E3A"/>
    <w:rsid w:val="008F128C"/>
    <w:rsid w:val="008F2C46"/>
    <w:rsid w:val="008F2FC3"/>
    <w:rsid w:val="008F33D8"/>
    <w:rsid w:val="008F3E4F"/>
    <w:rsid w:val="008F51A9"/>
    <w:rsid w:val="008F56DD"/>
    <w:rsid w:val="008F660B"/>
    <w:rsid w:val="009011E8"/>
    <w:rsid w:val="00901BDE"/>
    <w:rsid w:val="00901FBC"/>
    <w:rsid w:val="0090268F"/>
    <w:rsid w:val="009026CC"/>
    <w:rsid w:val="009032BA"/>
    <w:rsid w:val="009038D4"/>
    <w:rsid w:val="00905978"/>
    <w:rsid w:val="00905B7E"/>
    <w:rsid w:val="00906BDC"/>
    <w:rsid w:val="00906CAB"/>
    <w:rsid w:val="009078BC"/>
    <w:rsid w:val="00907C7F"/>
    <w:rsid w:val="0091003C"/>
    <w:rsid w:val="009106A2"/>
    <w:rsid w:val="009126E1"/>
    <w:rsid w:val="00913459"/>
    <w:rsid w:val="009137E1"/>
    <w:rsid w:val="00913992"/>
    <w:rsid w:val="00914BCB"/>
    <w:rsid w:val="00915038"/>
    <w:rsid w:val="009155CC"/>
    <w:rsid w:val="00915EBD"/>
    <w:rsid w:val="009163F6"/>
    <w:rsid w:val="0091663E"/>
    <w:rsid w:val="00916898"/>
    <w:rsid w:val="00917480"/>
    <w:rsid w:val="0091757F"/>
    <w:rsid w:val="00917ED3"/>
    <w:rsid w:val="009205A3"/>
    <w:rsid w:val="00920A7F"/>
    <w:rsid w:val="0092127E"/>
    <w:rsid w:val="0092186B"/>
    <w:rsid w:val="009219C9"/>
    <w:rsid w:val="00922E01"/>
    <w:rsid w:val="009235BB"/>
    <w:rsid w:val="00923AE8"/>
    <w:rsid w:val="00923B32"/>
    <w:rsid w:val="00924289"/>
    <w:rsid w:val="0092473C"/>
    <w:rsid w:val="00924E9E"/>
    <w:rsid w:val="00925977"/>
    <w:rsid w:val="00926644"/>
    <w:rsid w:val="0092698D"/>
    <w:rsid w:val="00926F29"/>
    <w:rsid w:val="00927069"/>
    <w:rsid w:val="009275F5"/>
    <w:rsid w:val="00927B70"/>
    <w:rsid w:val="00930D67"/>
    <w:rsid w:val="009310E6"/>
    <w:rsid w:val="009312A9"/>
    <w:rsid w:val="009330DD"/>
    <w:rsid w:val="00933502"/>
    <w:rsid w:val="00933AF9"/>
    <w:rsid w:val="00933F98"/>
    <w:rsid w:val="009350B7"/>
    <w:rsid w:val="0093517E"/>
    <w:rsid w:val="00937AD4"/>
    <w:rsid w:val="00937CA7"/>
    <w:rsid w:val="00937DCD"/>
    <w:rsid w:val="00940812"/>
    <w:rsid w:val="009409B2"/>
    <w:rsid w:val="00940EFE"/>
    <w:rsid w:val="00941552"/>
    <w:rsid w:val="00941C3E"/>
    <w:rsid w:val="00942D6B"/>
    <w:rsid w:val="009433D4"/>
    <w:rsid w:val="009434D7"/>
    <w:rsid w:val="009434FB"/>
    <w:rsid w:val="009436A8"/>
    <w:rsid w:val="00943FB9"/>
    <w:rsid w:val="0094442F"/>
    <w:rsid w:val="009446BD"/>
    <w:rsid w:val="00944A72"/>
    <w:rsid w:val="00944A9E"/>
    <w:rsid w:val="00944CA1"/>
    <w:rsid w:val="00944E39"/>
    <w:rsid w:val="00945016"/>
    <w:rsid w:val="00945158"/>
    <w:rsid w:val="00945689"/>
    <w:rsid w:val="00945D37"/>
    <w:rsid w:val="00946944"/>
    <w:rsid w:val="009476A2"/>
    <w:rsid w:val="0095001A"/>
    <w:rsid w:val="009504EB"/>
    <w:rsid w:val="00951A2F"/>
    <w:rsid w:val="00951C8D"/>
    <w:rsid w:val="0095254B"/>
    <w:rsid w:val="00952953"/>
    <w:rsid w:val="009531EC"/>
    <w:rsid w:val="00953F21"/>
    <w:rsid w:val="0095425E"/>
    <w:rsid w:val="00954351"/>
    <w:rsid w:val="00956FAD"/>
    <w:rsid w:val="00957071"/>
    <w:rsid w:val="009573D9"/>
    <w:rsid w:val="00957609"/>
    <w:rsid w:val="009615D9"/>
    <w:rsid w:val="0096222A"/>
    <w:rsid w:val="00962B65"/>
    <w:rsid w:val="00962C79"/>
    <w:rsid w:val="00962F26"/>
    <w:rsid w:val="009633C1"/>
    <w:rsid w:val="009636D6"/>
    <w:rsid w:val="00963BA6"/>
    <w:rsid w:val="00963DF5"/>
    <w:rsid w:val="0096472A"/>
    <w:rsid w:val="00964C68"/>
    <w:rsid w:val="00964E0C"/>
    <w:rsid w:val="00964E39"/>
    <w:rsid w:val="009653D4"/>
    <w:rsid w:val="00965B1B"/>
    <w:rsid w:val="00966F6D"/>
    <w:rsid w:val="00967E6D"/>
    <w:rsid w:val="00967FAE"/>
    <w:rsid w:val="009712D3"/>
    <w:rsid w:val="009713DC"/>
    <w:rsid w:val="00971949"/>
    <w:rsid w:val="00971A56"/>
    <w:rsid w:val="0097207D"/>
    <w:rsid w:val="00972A34"/>
    <w:rsid w:val="00973235"/>
    <w:rsid w:val="00975B06"/>
    <w:rsid w:val="00975B47"/>
    <w:rsid w:val="00976D12"/>
    <w:rsid w:val="0098027D"/>
    <w:rsid w:val="00980746"/>
    <w:rsid w:val="00980810"/>
    <w:rsid w:val="00980881"/>
    <w:rsid w:val="00980FD5"/>
    <w:rsid w:val="0098189A"/>
    <w:rsid w:val="009818EE"/>
    <w:rsid w:val="00981CB7"/>
    <w:rsid w:val="00981ECF"/>
    <w:rsid w:val="00982546"/>
    <w:rsid w:val="00983089"/>
    <w:rsid w:val="00983820"/>
    <w:rsid w:val="009855D5"/>
    <w:rsid w:val="00985904"/>
    <w:rsid w:val="00985C96"/>
    <w:rsid w:val="00985CFE"/>
    <w:rsid w:val="00985E7F"/>
    <w:rsid w:val="00986327"/>
    <w:rsid w:val="00987FBC"/>
    <w:rsid w:val="00992540"/>
    <w:rsid w:val="00994E88"/>
    <w:rsid w:val="0099513E"/>
    <w:rsid w:val="009954E3"/>
    <w:rsid w:val="00997021"/>
    <w:rsid w:val="009974F8"/>
    <w:rsid w:val="009977D2"/>
    <w:rsid w:val="00997D28"/>
    <w:rsid w:val="00997D82"/>
    <w:rsid w:val="00997E14"/>
    <w:rsid w:val="00997F4B"/>
    <w:rsid w:val="009A026A"/>
    <w:rsid w:val="009A16A5"/>
    <w:rsid w:val="009A1A1A"/>
    <w:rsid w:val="009A1B4F"/>
    <w:rsid w:val="009A1B86"/>
    <w:rsid w:val="009A1E7D"/>
    <w:rsid w:val="009A29BD"/>
    <w:rsid w:val="009A2BD1"/>
    <w:rsid w:val="009A369A"/>
    <w:rsid w:val="009A3A04"/>
    <w:rsid w:val="009A43DA"/>
    <w:rsid w:val="009A4FBE"/>
    <w:rsid w:val="009A510E"/>
    <w:rsid w:val="009A5A70"/>
    <w:rsid w:val="009A5EB3"/>
    <w:rsid w:val="009A6078"/>
    <w:rsid w:val="009A6170"/>
    <w:rsid w:val="009A686B"/>
    <w:rsid w:val="009A6E11"/>
    <w:rsid w:val="009B0611"/>
    <w:rsid w:val="009B07E6"/>
    <w:rsid w:val="009B104B"/>
    <w:rsid w:val="009B120F"/>
    <w:rsid w:val="009B32D2"/>
    <w:rsid w:val="009B42FA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B7FBC"/>
    <w:rsid w:val="009C02F8"/>
    <w:rsid w:val="009C08FE"/>
    <w:rsid w:val="009C0A0A"/>
    <w:rsid w:val="009C0AEA"/>
    <w:rsid w:val="009C18F4"/>
    <w:rsid w:val="009C276C"/>
    <w:rsid w:val="009C2FB5"/>
    <w:rsid w:val="009C3113"/>
    <w:rsid w:val="009C497F"/>
    <w:rsid w:val="009C4EC0"/>
    <w:rsid w:val="009C5379"/>
    <w:rsid w:val="009C6FE9"/>
    <w:rsid w:val="009C7E4D"/>
    <w:rsid w:val="009D051D"/>
    <w:rsid w:val="009D08FE"/>
    <w:rsid w:val="009D0B99"/>
    <w:rsid w:val="009D0DCE"/>
    <w:rsid w:val="009D1D42"/>
    <w:rsid w:val="009D2509"/>
    <w:rsid w:val="009D2C6A"/>
    <w:rsid w:val="009D4396"/>
    <w:rsid w:val="009D51B4"/>
    <w:rsid w:val="009D6999"/>
    <w:rsid w:val="009D7424"/>
    <w:rsid w:val="009D7497"/>
    <w:rsid w:val="009E0EAD"/>
    <w:rsid w:val="009E1AFF"/>
    <w:rsid w:val="009E2D2D"/>
    <w:rsid w:val="009E4381"/>
    <w:rsid w:val="009E5F0B"/>
    <w:rsid w:val="009E652F"/>
    <w:rsid w:val="009E70E5"/>
    <w:rsid w:val="009F19FE"/>
    <w:rsid w:val="009F3262"/>
    <w:rsid w:val="009F3350"/>
    <w:rsid w:val="009F3CBE"/>
    <w:rsid w:val="009F408A"/>
    <w:rsid w:val="009F42DA"/>
    <w:rsid w:val="009F42DE"/>
    <w:rsid w:val="009F46D4"/>
    <w:rsid w:val="009F4DE3"/>
    <w:rsid w:val="009F6ED6"/>
    <w:rsid w:val="009F770A"/>
    <w:rsid w:val="009F782F"/>
    <w:rsid w:val="009F7DF1"/>
    <w:rsid w:val="009F7F5D"/>
    <w:rsid w:val="00A01140"/>
    <w:rsid w:val="00A0197E"/>
    <w:rsid w:val="00A01E32"/>
    <w:rsid w:val="00A01F00"/>
    <w:rsid w:val="00A02281"/>
    <w:rsid w:val="00A025C5"/>
    <w:rsid w:val="00A029E4"/>
    <w:rsid w:val="00A031DF"/>
    <w:rsid w:val="00A03904"/>
    <w:rsid w:val="00A03AB1"/>
    <w:rsid w:val="00A03AE0"/>
    <w:rsid w:val="00A05199"/>
    <w:rsid w:val="00A05ADE"/>
    <w:rsid w:val="00A05B07"/>
    <w:rsid w:val="00A05F5A"/>
    <w:rsid w:val="00A06393"/>
    <w:rsid w:val="00A06CC5"/>
    <w:rsid w:val="00A107FE"/>
    <w:rsid w:val="00A10A6C"/>
    <w:rsid w:val="00A11E80"/>
    <w:rsid w:val="00A12B50"/>
    <w:rsid w:val="00A13127"/>
    <w:rsid w:val="00A13358"/>
    <w:rsid w:val="00A13CC4"/>
    <w:rsid w:val="00A13CDA"/>
    <w:rsid w:val="00A153A7"/>
    <w:rsid w:val="00A17AED"/>
    <w:rsid w:val="00A20026"/>
    <w:rsid w:val="00A220B9"/>
    <w:rsid w:val="00A22667"/>
    <w:rsid w:val="00A2272D"/>
    <w:rsid w:val="00A23CBC"/>
    <w:rsid w:val="00A24535"/>
    <w:rsid w:val="00A24AD1"/>
    <w:rsid w:val="00A24BE9"/>
    <w:rsid w:val="00A24C92"/>
    <w:rsid w:val="00A24ED2"/>
    <w:rsid w:val="00A25C00"/>
    <w:rsid w:val="00A267DA"/>
    <w:rsid w:val="00A26D59"/>
    <w:rsid w:val="00A2734D"/>
    <w:rsid w:val="00A27D98"/>
    <w:rsid w:val="00A3212F"/>
    <w:rsid w:val="00A322A3"/>
    <w:rsid w:val="00A323F6"/>
    <w:rsid w:val="00A32D22"/>
    <w:rsid w:val="00A336A9"/>
    <w:rsid w:val="00A338F3"/>
    <w:rsid w:val="00A35135"/>
    <w:rsid w:val="00A3664D"/>
    <w:rsid w:val="00A36766"/>
    <w:rsid w:val="00A37D8E"/>
    <w:rsid w:val="00A37E9D"/>
    <w:rsid w:val="00A401B7"/>
    <w:rsid w:val="00A419BF"/>
    <w:rsid w:val="00A41E9B"/>
    <w:rsid w:val="00A4304B"/>
    <w:rsid w:val="00A435A5"/>
    <w:rsid w:val="00A4390D"/>
    <w:rsid w:val="00A43FA2"/>
    <w:rsid w:val="00A4460B"/>
    <w:rsid w:val="00A448E5"/>
    <w:rsid w:val="00A457C4"/>
    <w:rsid w:val="00A458FD"/>
    <w:rsid w:val="00A45A2F"/>
    <w:rsid w:val="00A4737B"/>
    <w:rsid w:val="00A500EC"/>
    <w:rsid w:val="00A50B30"/>
    <w:rsid w:val="00A50FB8"/>
    <w:rsid w:val="00A5116D"/>
    <w:rsid w:val="00A520A5"/>
    <w:rsid w:val="00A52D78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01AA"/>
    <w:rsid w:val="00A60A2B"/>
    <w:rsid w:val="00A61A93"/>
    <w:rsid w:val="00A62601"/>
    <w:rsid w:val="00A62A14"/>
    <w:rsid w:val="00A62D85"/>
    <w:rsid w:val="00A6368E"/>
    <w:rsid w:val="00A6381E"/>
    <w:rsid w:val="00A644D9"/>
    <w:rsid w:val="00A645ED"/>
    <w:rsid w:val="00A64606"/>
    <w:rsid w:val="00A65259"/>
    <w:rsid w:val="00A65992"/>
    <w:rsid w:val="00A66C95"/>
    <w:rsid w:val="00A671B8"/>
    <w:rsid w:val="00A70337"/>
    <w:rsid w:val="00A70B39"/>
    <w:rsid w:val="00A70DA7"/>
    <w:rsid w:val="00A723CE"/>
    <w:rsid w:val="00A72614"/>
    <w:rsid w:val="00A726DF"/>
    <w:rsid w:val="00A73228"/>
    <w:rsid w:val="00A74A10"/>
    <w:rsid w:val="00A753F4"/>
    <w:rsid w:val="00A75545"/>
    <w:rsid w:val="00A7612A"/>
    <w:rsid w:val="00A80261"/>
    <w:rsid w:val="00A80DCA"/>
    <w:rsid w:val="00A82633"/>
    <w:rsid w:val="00A82747"/>
    <w:rsid w:val="00A82F1B"/>
    <w:rsid w:val="00A83A0C"/>
    <w:rsid w:val="00A846CF"/>
    <w:rsid w:val="00A849B6"/>
    <w:rsid w:val="00A84E8D"/>
    <w:rsid w:val="00A85ECE"/>
    <w:rsid w:val="00A869AF"/>
    <w:rsid w:val="00A87326"/>
    <w:rsid w:val="00A87A5E"/>
    <w:rsid w:val="00A87E39"/>
    <w:rsid w:val="00A900A2"/>
    <w:rsid w:val="00A90902"/>
    <w:rsid w:val="00A90EF9"/>
    <w:rsid w:val="00A93E56"/>
    <w:rsid w:val="00A966D4"/>
    <w:rsid w:val="00A976E5"/>
    <w:rsid w:val="00A97BA5"/>
    <w:rsid w:val="00AA09F1"/>
    <w:rsid w:val="00AA27D3"/>
    <w:rsid w:val="00AA3B05"/>
    <w:rsid w:val="00AA3F04"/>
    <w:rsid w:val="00AA4021"/>
    <w:rsid w:val="00AA757D"/>
    <w:rsid w:val="00AA7F9F"/>
    <w:rsid w:val="00AB0153"/>
    <w:rsid w:val="00AB03A1"/>
    <w:rsid w:val="00AB0CA2"/>
    <w:rsid w:val="00AB1815"/>
    <w:rsid w:val="00AB1E2E"/>
    <w:rsid w:val="00AB24DC"/>
    <w:rsid w:val="00AB2886"/>
    <w:rsid w:val="00AB28AA"/>
    <w:rsid w:val="00AB2A8A"/>
    <w:rsid w:val="00AB2EEC"/>
    <w:rsid w:val="00AB32CF"/>
    <w:rsid w:val="00AB3371"/>
    <w:rsid w:val="00AB4066"/>
    <w:rsid w:val="00AB50F5"/>
    <w:rsid w:val="00AB5E39"/>
    <w:rsid w:val="00AB657F"/>
    <w:rsid w:val="00AB6C19"/>
    <w:rsid w:val="00AB7883"/>
    <w:rsid w:val="00AB7F40"/>
    <w:rsid w:val="00AC03FA"/>
    <w:rsid w:val="00AC07F2"/>
    <w:rsid w:val="00AC0EDA"/>
    <w:rsid w:val="00AC121C"/>
    <w:rsid w:val="00AC1E4E"/>
    <w:rsid w:val="00AC2548"/>
    <w:rsid w:val="00AC2A19"/>
    <w:rsid w:val="00AC46FA"/>
    <w:rsid w:val="00AC4C1E"/>
    <w:rsid w:val="00AC514A"/>
    <w:rsid w:val="00AC5B52"/>
    <w:rsid w:val="00AC7B45"/>
    <w:rsid w:val="00AD04EB"/>
    <w:rsid w:val="00AD0F50"/>
    <w:rsid w:val="00AD1644"/>
    <w:rsid w:val="00AD1EB2"/>
    <w:rsid w:val="00AD20CD"/>
    <w:rsid w:val="00AD22D5"/>
    <w:rsid w:val="00AD2476"/>
    <w:rsid w:val="00AD2C52"/>
    <w:rsid w:val="00AD3678"/>
    <w:rsid w:val="00AD3A58"/>
    <w:rsid w:val="00AD3CE0"/>
    <w:rsid w:val="00AD4CED"/>
    <w:rsid w:val="00AD4D24"/>
    <w:rsid w:val="00AD5FCB"/>
    <w:rsid w:val="00AD62CE"/>
    <w:rsid w:val="00AD69D0"/>
    <w:rsid w:val="00AD7604"/>
    <w:rsid w:val="00AD7B1B"/>
    <w:rsid w:val="00AD7DAB"/>
    <w:rsid w:val="00AE0F1A"/>
    <w:rsid w:val="00AE169D"/>
    <w:rsid w:val="00AE17B6"/>
    <w:rsid w:val="00AE1A5A"/>
    <w:rsid w:val="00AE1CCA"/>
    <w:rsid w:val="00AE2C54"/>
    <w:rsid w:val="00AE3B2C"/>
    <w:rsid w:val="00AE3E6E"/>
    <w:rsid w:val="00AE49C1"/>
    <w:rsid w:val="00AE4A13"/>
    <w:rsid w:val="00AE5762"/>
    <w:rsid w:val="00AE58E0"/>
    <w:rsid w:val="00AE58FB"/>
    <w:rsid w:val="00AE5E43"/>
    <w:rsid w:val="00AE7395"/>
    <w:rsid w:val="00AE7804"/>
    <w:rsid w:val="00AF1770"/>
    <w:rsid w:val="00AF17F2"/>
    <w:rsid w:val="00AF197E"/>
    <w:rsid w:val="00AF2F8D"/>
    <w:rsid w:val="00AF56C6"/>
    <w:rsid w:val="00AF6977"/>
    <w:rsid w:val="00B00788"/>
    <w:rsid w:val="00B00797"/>
    <w:rsid w:val="00B026E7"/>
    <w:rsid w:val="00B026ED"/>
    <w:rsid w:val="00B029A7"/>
    <w:rsid w:val="00B02AAA"/>
    <w:rsid w:val="00B02E48"/>
    <w:rsid w:val="00B03D5C"/>
    <w:rsid w:val="00B048A6"/>
    <w:rsid w:val="00B04B52"/>
    <w:rsid w:val="00B04EF6"/>
    <w:rsid w:val="00B05703"/>
    <w:rsid w:val="00B05B61"/>
    <w:rsid w:val="00B05C2E"/>
    <w:rsid w:val="00B05FC9"/>
    <w:rsid w:val="00B063A4"/>
    <w:rsid w:val="00B075FB"/>
    <w:rsid w:val="00B07A22"/>
    <w:rsid w:val="00B10A9B"/>
    <w:rsid w:val="00B11F06"/>
    <w:rsid w:val="00B129AD"/>
    <w:rsid w:val="00B12A1E"/>
    <w:rsid w:val="00B1333C"/>
    <w:rsid w:val="00B137D6"/>
    <w:rsid w:val="00B13C5A"/>
    <w:rsid w:val="00B14220"/>
    <w:rsid w:val="00B146F2"/>
    <w:rsid w:val="00B15751"/>
    <w:rsid w:val="00B15E1F"/>
    <w:rsid w:val="00B16CFB"/>
    <w:rsid w:val="00B21A05"/>
    <w:rsid w:val="00B220AC"/>
    <w:rsid w:val="00B22441"/>
    <w:rsid w:val="00B22907"/>
    <w:rsid w:val="00B238BB"/>
    <w:rsid w:val="00B239BA"/>
    <w:rsid w:val="00B24636"/>
    <w:rsid w:val="00B24B92"/>
    <w:rsid w:val="00B250FA"/>
    <w:rsid w:val="00B25112"/>
    <w:rsid w:val="00B25A15"/>
    <w:rsid w:val="00B26EDE"/>
    <w:rsid w:val="00B27111"/>
    <w:rsid w:val="00B2761E"/>
    <w:rsid w:val="00B27CFB"/>
    <w:rsid w:val="00B30904"/>
    <w:rsid w:val="00B30BD7"/>
    <w:rsid w:val="00B3234F"/>
    <w:rsid w:val="00B327CA"/>
    <w:rsid w:val="00B32B95"/>
    <w:rsid w:val="00B33F81"/>
    <w:rsid w:val="00B3416B"/>
    <w:rsid w:val="00B341DC"/>
    <w:rsid w:val="00B35634"/>
    <w:rsid w:val="00B35831"/>
    <w:rsid w:val="00B364EE"/>
    <w:rsid w:val="00B36DC5"/>
    <w:rsid w:val="00B37A47"/>
    <w:rsid w:val="00B401E4"/>
    <w:rsid w:val="00B403D2"/>
    <w:rsid w:val="00B40C3F"/>
    <w:rsid w:val="00B41688"/>
    <w:rsid w:val="00B416FF"/>
    <w:rsid w:val="00B423BC"/>
    <w:rsid w:val="00B426C2"/>
    <w:rsid w:val="00B42879"/>
    <w:rsid w:val="00B4296E"/>
    <w:rsid w:val="00B42E37"/>
    <w:rsid w:val="00B440F7"/>
    <w:rsid w:val="00B449CA"/>
    <w:rsid w:val="00B458B7"/>
    <w:rsid w:val="00B46C31"/>
    <w:rsid w:val="00B47445"/>
    <w:rsid w:val="00B5046C"/>
    <w:rsid w:val="00B504F8"/>
    <w:rsid w:val="00B507E4"/>
    <w:rsid w:val="00B510CA"/>
    <w:rsid w:val="00B51284"/>
    <w:rsid w:val="00B53201"/>
    <w:rsid w:val="00B567D8"/>
    <w:rsid w:val="00B5683B"/>
    <w:rsid w:val="00B57064"/>
    <w:rsid w:val="00B57762"/>
    <w:rsid w:val="00B57FE4"/>
    <w:rsid w:val="00B6018C"/>
    <w:rsid w:val="00B613FE"/>
    <w:rsid w:val="00B61461"/>
    <w:rsid w:val="00B634D6"/>
    <w:rsid w:val="00B63F00"/>
    <w:rsid w:val="00B64CC2"/>
    <w:rsid w:val="00B65AA4"/>
    <w:rsid w:val="00B65AA5"/>
    <w:rsid w:val="00B66255"/>
    <w:rsid w:val="00B67094"/>
    <w:rsid w:val="00B700D8"/>
    <w:rsid w:val="00B70B6B"/>
    <w:rsid w:val="00B70DCA"/>
    <w:rsid w:val="00B72973"/>
    <w:rsid w:val="00B74D8D"/>
    <w:rsid w:val="00B75F66"/>
    <w:rsid w:val="00B76482"/>
    <w:rsid w:val="00B764C9"/>
    <w:rsid w:val="00B76630"/>
    <w:rsid w:val="00B76F85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147"/>
    <w:rsid w:val="00B8522A"/>
    <w:rsid w:val="00B85EAA"/>
    <w:rsid w:val="00B86150"/>
    <w:rsid w:val="00B86BB1"/>
    <w:rsid w:val="00B87995"/>
    <w:rsid w:val="00B879FE"/>
    <w:rsid w:val="00B90A68"/>
    <w:rsid w:val="00B90A73"/>
    <w:rsid w:val="00B91392"/>
    <w:rsid w:val="00B915A5"/>
    <w:rsid w:val="00B91938"/>
    <w:rsid w:val="00B91B6D"/>
    <w:rsid w:val="00B91DCB"/>
    <w:rsid w:val="00B921C1"/>
    <w:rsid w:val="00B9243C"/>
    <w:rsid w:val="00B9280B"/>
    <w:rsid w:val="00B9329C"/>
    <w:rsid w:val="00B93AA6"/>
    <w:rsid w:val="00B941EA"/>
    <w:rsid w:val="00B943E5"/>
    <w:rsid w:val="00B94D0C"/>
    <w:rsid w:val="00B95B37"/>
    <w:rsid w:val="00B96794"/>
    <w:rsid w:val="00B97742"/>
    <w:rsid w:val="00BA089F"/>
    <w:rsid w:val="00BA142F"/>
    <w:rsid w:val="00BA1677"/>
    <w:rsid w:val="00BA2EDB"/>
    <w:rsid w:val="00BA356E"/>
    <w:rsid w:val="00BA3B09"/>
    <w:rsid w:val="00BA3B1D"/>
    <w:rsid w:val="00BA3E4D"/>
    <w:rsid w:val="00BA4D85"/>
    <w:rsid w:val="00BB0AB8"/>
    <w:rsid w:val="00BB13EE"/>
    <w:rsid w:val="00BB23C5"/>
    <w:rsid w:val="00BB28CB"/>
    <w:rsid w:val="00BB2C6B"/>
    <w:rsid w:val="00BB45FC"/>
    <w:rsid w:val="00BB4643"/>
    <w:rsid w:val="00BB4C4D"/>
    <w:rsid w:val="00BB4D61"/>
    <w:rsid w:val="00BB5716"/>
    <w:rsid w:val="00BB5E4C"/>
    <w:rsid w:val="00BB6B75"/>
    <w:rsid w:val="00BB7AA3"/>
    <w:rsid w:val="00BC1DA5"/>
    <w:rsid w:val="00BC2149"/>
    <w:rsid w:val="00BC35F6"/>
    <w:rsid w:val="00BC3C4D"/>
    <w:rsid w:val="00BC4552"/>
    <w:rsid w:val="00BC4AC8"/>
    <w:rsid w:val="00BC6B9B"/>
    <w:rsid w:val="00BC7E84"/>
    <w:rsid w:val="00BD0265"/>
    <w:rsid w:val="00BD0562"/>
    <w:rsid w:val="00BD071E"/>
    <w:rsid w:val="00BD0AD2"/>
    <w:rsid w:val="00BD225C"/>
    <w:rsid w:val="00BD22F0"/>
    <w:rsid w:val="00BD2B11"/>
    <w:rsid w:val="00BD2E44"/>
    <w:rsid w:val="00BD3600"/>
    <w:rsid w:val="00BD4532"/>
    <w:rsid w:val="00BD483C"/>
    <w:rsid w:val="00BD494A"/>
    <w:rsid w:val="00BD717F"/>
    <w:rsid w:val="00BE1465"/>
    <w:rsid w:val="00BE1A4C"/>
    <w:rsid w:val="00BE1E4A"/>
    <w:rsid w:val="00BE2F69"/>
    <w:rsid w:val="00BE3846"/>
    <w:rsid w:val="00BE3AD6"/>
    <w:rsid w:val="00BE3FF8"/>
    <w:rsid w:val="00BE4638"/>
    <w:rsid w:val="00BE464A"/>
    <w:rsid w:val="00BE4819"/>
    <w:rsid w:val="00BE5009"/>
    <w:rsid w:val="00BE668E"/>
    <w:rsid w:val="00BE669F"/>
    <w:rsid w:val="00BE6CCD"/>
    <w:rsid w:val="00BF07FC"/>
    <w:rsid w:val="00BF14B5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00CA"/>
    <w:rsid w:val="00C00787"/>
    <w:rsid w:val="00C01433"/>
    <w:rsid w:val="00C01FAF"/>
    <w:rsid w:val="00C02709"/>
    <w:rsid w:val="00C02B99"/>
    <w:rsid w:val="00C03D69"/>
    <w:rsid w:val="00C04A18"/>
    <w:rsid w:val="00C0682F"/>
    <w:rsid w:val="00C0689B"/>
    <w:rsid w:val="00C06B40"/>
    <w:rsid w:val="00C06DE1"/>
    <w:rsid w:val="00C07343"/>
    <w:rsid w:val="00C078A7"/>
    <w:rsid w:val="00C07BCD"/>
    <w:rsid w:val="00C07E2D"/>
    <w:rsid w:val="00C10136"/>
    <w:rsid w:val="00C10871"/>
    <w:rsid w:val="00C11DD1"/>
    <w:rsid w:val="00C128EC"/>
    <w:rsid w:val="00C141A3"/>
    <w:rsid w:val="00C146C9"/>
    <w:rsid w:val="00C1471A"/>
    <w:rsid w:val="00C1569C"/>
    <w:rsid w:val="00C17008"/>
    <w:rsid w:val="00C173E5"/>
    <w:rsid w:val="00C20775"/>
    <w:rsid w:val="00C20776"/>
    <w:rsid w:val="00C214D9"/>
    <w:rsid w:val="00C215D4"/>
    <w:rsid w:val="00C21BED"/>
    <w:rsid w:val="00C228AA"/>
    <w:rsid w:val="00C23402"/>
    <w:rsid w:val="00C234DE"/>
    <w:rsid w:val="00C2376F"/>
    <w:rsid w:val="00C24805"/>
    <w:rsid w:val="00C273C2"/>
    <w:rsid w:val="00C27B10"/>
    <w:rsid w:val="00C27FF3"/>
    <w:rsid w:val="00C30F45"/>
    <w:rsid w:val="00C313B8"/>
    <w:rsid w:val="00C313E4"/>
    <w:rsid w:val="00C3171D"/>
    <w:rsid w:val="00C3177B"/>
    <w:rsid w:val="00C3190F"/>
    <w:rsid w:val="00C31B14"/>
    <w:rsid w:val="00C31C1E"/>
    <w:rsid w:val="00C333E8"/>
    <w:rsid w:val="00C34B22"/>
    <w:rsid w:val="00C34B69"/>
    <w:rsid w:val="00C351D8"/>
    <w:rsid w:val="00C35C8B"/>
    <w:rsid w:val="00C36042"/>
    <w:rsid w:val="00C37499"/>
    <w:rsid w:val="00C377B5"/>
    <w:rsid w:val="00C40C94"/>
    <w:rsid w:val="00C416A6"/>
    <w:rsid w:val="00C41B13"/>
    <w:rsid w:val="00C41B8E"/>
    <w:rsid w:val="00C41B9E"/>
    <w:rsid w:val="00C427DB"/>
    <w:rsid w:val="00C42E07"/>
    <w:rsid w:val="00C43119"/>
    <w:rsid w:val="00C433EF"/>
    <w:rsid w:val="00C44850"/>
    <w:rsid w:val="00C458D1"/>
    <w:rsid w:val="00C45FB8"/>
    <w:rsid w:val="00C46679"/>
    <w:rsid w:val="00C4777B"/>
    <w:rsid w:val="00C47969"/>
    <w:rsid w:val="00C50224"/>
    <w:rsid w:val="00C51130"/>
    <w:rsid w:val="00C51AEE"/>
    <w:rsid w:val="00C51D12"/>
    <w:rsid w:val="00C51EE0"/>
    <w:rsid w:val="00C52573"/>
    <w:rsid w:val="00C52A4E"/>
    <w:rsid w:val="00C533CE"/>
    <w:rsid w:val="00C54585"/>
    <w:rsid w:val="00C54604"/>
    <w:rsid w:val="00C5537C"/>
    <w:rsid w:val="00C56015"/>
    <w:rsid w:val="00C56B38"/>
    <w:rsid w:val="00C57ABB"/>
    <w:rsid w:val="00C60063"/>
    <w:rsid w:val="00C6028B"/>
    <w:rsid w:val="00C60526"/>
    <w:rsid w:val="00C61185"/>
    <w:rsid w:val="00C6122F"/>
    <w:rsid w:val="00C615BA"/>
    <w:rsid w:val="00C63810"/>
    <w:rsid w:val="00C63E79"/>
    <w:rsid w:val="00C644BB"/>
    <w:rsid w:val="00C64819"/>
    <w:rsid w:val="00C64C11"/>
    <w:rsid w:val="00C64E07"/>
    <w:rsid w:val="00C65138"/>
    <w:rsid w:val="00C6545B"/>
    <w:rsid w:val="00C6555C"/>
    <w:rsid w:val="00C667CD"/>
    <w:rsid w:val="00C66D0F"/>
    <w:rsid w:val="00C66EA5"/>
    <w:rsid w:val="00C67396"/>
    <w:rsid w:val="00C67980"/>
    <w:rsid w:val="00C70B9C"/>
    <w:rsid w:val="00C729D8"/>
    <w:rsid w:val="00C72DA1"/>
    <w:rsid w:val="00C731B0"/>
    <w:rsid w:val="00C736D9"/>
    <w:rsid w:val="00C73BCA"/>
    <w:rsid w:val="00C74D8A"/>
    <w:rsid w:val="00C75196"/>
    <w:rsid w:val="00C7547B"/>
    <w:rsid w:val="00C75B16"/>
    <w:rsid w:val="00C76C85"/>
    <w:rsid w:val="00C76CF0"/>
    <w:rsid w:val="00C80960"/>
    <w:rsid w:val="00C80DFC"/>
    <w:rsid w:val="00C81A2D"/>
    <w:rsid w:val="00C81FCA"/>
    <w:rsid w:val="00C82823"/>
    <w:rsid w:val="00C82AF1"/>
    <w:rsid w:val="00C82DE2"/>
    <w:rsid w:val="00C833B2"/>
    <w:rsid w:val="00C83A32"/>
    <w:rsid w:val="00C83BEE"/>
    <w:rsid w:val="00C83E44"/>
    <w:rsid w:val="00C85020"/>
    <w:rsid w:val="00C85640"/>
    <w:rsid w:val="00C8579E"/>
    <w:rsid w:val="00C86904"/>
    <w:rsid w:val="00C878E4"/>
    <w:rsid w:val="00C87FA9"/>
    <w:rsid w:val="00C9054B"/>
    <w:rsid w:val="00C90D2C"/>
    <w:rsid w:val="00C91F7A"/>
    <w:rsid w:val="00C92083"/>
    <w:rsid w:val="00C920D9"/>
    <w:rsid w:val="00C939AB"/>
    <w:rsid w:val="00C93C4C"/>
    <w:rsid w:val="00C94D64"/>
    <w:rsid w:val="00C95E9B"/>
    <w:rsid w:val="00C963CB"/>
    <w:rsid w:val="00C97417"/>
    <w:rsid w:val="00C97863"/>
    <w:rsid w:val="00CA1236"/>
    <w:rsid w:val="00CA2300"/>
    <w:rsid w:val="00CA300B"/>
    <w:rsid w:val="00CA3446"/>
    <w:rsid w:val="00CA38E0"/>
    <w:rsid w:val="00CA3E56"/>
    <w:rsid w:val="00CA4284"/>
    <w:rsid w:val="00CA471E"/>
    <w:rsid w:val="00CA5778"/>
    <w:rsid w:val="00CA5FB4"/>
    <w:rsid w:val="00CA7D14"/>
    <w:rsid w:val="00CA7D16"/>
    <w:rsid w:val="00CB0734"/>
    <w:rsid w:val="00CB17C2"/>
    <w:rsid w:val="00CB1D68"/>
    <w:rsid w:val="00CB2451"/>
    <w:rsid w:val="00CB30D6"/>
    <w:rsid w:val="00CB3D34"/>
    <w:rsid w:val="00CB4D81"/>
    <w:rsid w:val="00CB51E1"/>
    <w:rsid w:val="00CB5BDB"/>
    <w:rsid w:val="00CB61ED"/>
    <w:rsid w:val="00CB6385"/>
    <w:rsid w:val="00CB64B0"/>
    <w:rsid w:val="00CB69B2"/>
    <w:rsid w:val="00CB6B4A"/>
    <w:rsid w:val="00CB6FAE"/>
    <w:rsid w:val="00CB704F"/>
    <w:rsid w:val="00CB70EF"/>
    <w:rsid w:val="00CC059D"/>
    <w:rsid w:val="00CC0B02"/>
    <w:rsid w:val="00CC0D3C"/>
    <w:rsid w:val="00CC1560"/>
    <w:rsid w:val="00CC16F4"/>
    <w:rsid w:val="00CC1B30"/>
    <w:rsid w:val="00CC1F5D"/>
    <w:rsid w:val="00CC25FF"/>
    <w:rsid w:val="00CC3ADC"/>
    <w:rsid w:val="00CC45F9"/>
    <w:rsid w:val="00CC6286"/>
    <w:rsid w:val="00CC6F15"/>
    <w:rsid w:val="00CC740B"/>
    <w:rsid w:val="00CC784B"/>
    <w:rsid w:val="00CD0DA2"/>
    <w:rsid w:val="00CD0DCD"/>
    <w:rsid w:val="00CD0EC8"/>
    <w:rsid w:val="00CD1093"/>
    <w:rsid w:val="00CD14B3"/>
    <w:rsid w:val="00CD1BA6"/>
    <w:rsid w:val="00CD1C32"/>
    <w:rsid w:val="00CD2511"/>
    <w:rsid w:val="00CD331A"/>
    <w:rsid w:val="00CD33B2"/>
    <w:rsid w:val="00CD3B22"/>
    <w:rsid w:val="00CD4F17"/>
    <w:rsid w:val="00CD57D2"/>
    <w:rsid w:val="00CD5C9E"/>
    <w:rsid w:val="00CD66B5"/>
    <w:rsid w:val="00CD6BAA"/>
    <w:rsid w:val="00CD6FB8"/>
    <w:rsid w:val="00CD6FC1"/>
    <w:rsid w:val="00CD7F1D"/>
    <w:rsid w:val="00CE0540"/>
    <w:rsid w:val="00CE0619"/>
    <w:rsid w:val="00CE0C35"/>
    <w:rsid w:val="00CE13D4"/>
    <w:rsid w:val="00CE1C03"/>
    <w:rsid w:val="00CE2091"/>
    <w:rsid w:val="00CE218D"/>
    <w:rsid w:val="00CE220B"/>
    <w:rsid w:val="00CE253A"/>
    <w:rsid w:val="00CE3185"/>
    <w:rsid w:val="00CE354B"/>
    <w:rsid w:val="00CE3C08"/>
    <w:rsid w:val="00CE3CE2"/>
    <w:rsid w:val="00CE468A"/>
    <w:rsid w:val="00CE588E"/>
    <w:rsid w:val="00CE7973"/>
    <w:rsid w:val="00CE79DB"/>
    <w:rsid w:val="00CF0C96"/>
    <w:rsid w:val="00CF2B9E"/>
    <w:rsid w:val="00CF2C08"/>
    <w:rsid w:val="00CF393F"/>
    <w:rsid w:val="00CF58B0"/>
    <w:rsid w:val="00D00475"/>
    <w:rsid w:val="00D0088B"/>
    <w:rsid w:val="00D01CDD"/>
    <w:rsid w:val="00D02086"/>
    <w:rsid w:val="00D0365D"/>
    <w:rsid w:val="00D03FCE"/>
    <w:rsid w:val="00D04773"/>
    <w:rsid w:val="00D04811"/>
    <w:rsid w:val="00D04F4D"/>
    <w:rsid w:val="00D0518E"/>
    <w:rsid w:val="00D05D5C"/>
    <w:rsid w:val="00D06B89"/>
    <w:rsid w:val="00D07962"/>
    <w:rsid w:val="00D07D2E"/>
    <w:rsid w:val="00D07F5B"/>
    <w:rsid w:val="00D10032"/>
    <w:rsid w:val="00D101AA"/>
    <w:rsid w:val="00D10A16"/>
    <w:rsid w:val="00D12479"/>
    <w:rsid w:val="00D127AB"/>
    <w:rsid w:val="00D12B25"/>
    <w:rsid w:val="00D13559"/>
    <w:rsid w:val="00D143FC"/>
    <w:rsid w:val="00D14746"/>
    <w:rsid w:val="00D14E23"/>
    <w:rsid w:val="00D14EFA"/>
    <w:rsid w:val="00D15778"/>
    <w:rsid w:val="00D175FD"/>
    <w:rsid w:val="00D20835"/>
    <w:rsid w:val="00D20A04"/>
    <w:rsid w:val="00D2104C"/>
    <w:rsid w:val="00D2127C"/>
    <w:rsid w:val="00D219BC"/>
    <w:rsid w:val="00D21F31"/>
    <w:rsid w:val="00D23254"/>
    <w:rsid w:val="00D25555"/>
    <w:rsid w:val="00D25E83"/>
    <w:rsid w:val="00D26515"/>
    <w:rsid w:val="00D269AA"/>
    <w:rsid w:val="00D2723B"/>
    <w:rsid w:val="00D274B3"/>
    <w:rsid w:val="00D27CCA"/>
    <w:rsid w:val="00D3079F"/>
    <w:rsid w:val="00D3088B"/>
    <w:rsid w:val="00D3126F"/>
    <w:rsid w:val="00D3175E"/>
    <w:rsid w:val="00D31FF0"/>
    <w:rsid w:val="00D325BB"/>
    <w:rsid w:val="00D32614"/>
    <w:rsid w:val="00D33FED"/>
    <w:rsid w:val="00D35208"/>
    <w:rsid w:val="00D35501"/>
    <w:rsid w:val="00D35FD9"/>
    <w:rsid w:val="00D3731E"/>
    <w:rsid w:val="00D40A8D"/>
    <w:rsid w:val="00D40E7F"/>
    <w:rsid w:val="00D413A3"/>
    <w:rsid w:val="00D4144F"/>
    <w:rsid w:val="00D419A8"/>
    <w:rsid w:val="00D41F2E"/>
    <w:rsid w:val="00D42C85"/>
    <w:rsid w:val="00D43026"/>
    <w:rsid w:val="00D437FA"/>
    <w:rsid w:val="00D43C87"/>
    <w:rsid w:val="00D43E7E"/>
    <w:rsid w:val="00D45CA9"/>
    <w:rsid w:val="00D45F6A"/>
    <w:rsid w:val="00D46B56"/>
    <w:rsid w:val="00D476C5"/>
    <w:rsid w:val="00D47DAE"/>
    <w:rsid w:val="00D47F1A"/>
    <w:rsid w:val="00D47F1B"/>
    <w:rsid w:val="00D5017A"/>
    <w:rsid w:val="00D50F0A"/>
    <w:rsid w:val="00D50F67"/>
    <w:rsid w:val="00D51626"/>
    <w:rsid w:val="00D51C7D"/>
    <w:rsid w:val="00D53588"/>
    <w:rsid w:val="00D53B47"/>
    <w:rsid w:val="00D53BDE"/>
    <w:rsid w:val="00D53CD4"/>
    <w:rsid w:val="00D54F03"/>
    <w:rsid w:val="00D550E6"/>
    <w:rsid w:val="00D561DA"/>
    <w:rsid w:val="00D57C63"/>
    <w:rsid w:val="00D608E6"/>
    <w:rsid w:val="00D60C4F"/>
    <w:rsid w:val="00D60CFF"/>
    <w:rsid w:val="00D610E5"/>
    <w:rsid w:val="00D6111D"/>
    <w:rsid w:val="00D61BEF"/>
    <w:rsid w:val="00D62567"/>
    <w:rsid w:val="00D635FD"/>
    <w:rsid w:val="00D64716"/>
    <w:rsid w:val="00D64ACB"/>
    <w:rsid w:val="00D64C48"/>
    <w:rsid w:val="00D652A4"/>
    <w:rsid w:val="00D65343"/>
    <w:rsid w:val="00D669E3"/>
    <w:rsid w:val="00D66C65"/>
    <w:rsid w:val="00D67031"/>
    <w:rsid w:val="00D67033"/>
    <w:rsid w:val="00D67046"/>
    <w:rsid w:val="00D67286"/>
    <w:rsid w:val="00D67FF4"/>
    <w:rsid w:val="00D707B3"/>
    <w:rsid w:val="00D70EA5"/>
    <w:rsid w:val="00D71458"/>
    <w:rsid w:val="00D717E4"/>
    <w:rsid w:val="00D73793"/>
    <w:rsid w:val="00D73AEE"/>
    <w:rsid w:val="00D73DC9"/>
    <w:rsid w:val="00D7412D"/>
    <w:rsid w:val="00D74482"/>
    <w:rsid w:val="00D749C8"/>
    <w:rsid w:val="00D74EC9"/>
    <w:rsid w:val="00D75CA9"/>
    <w:rsid w:val="00D7631C"/>
    <w:rsid w:val="00D76701"/>
    <w:rsid w:val="00D76E4D"/>
    <w:rsid w:val="00D77343"/>
    <w:rsid w:val="00D77D06"/>
    <w:rsid w:val="00D77EFD"/>
    <w:rsid w:val="00D8193E"/>
    <w:rsid w:val="00D82D3A"/>
    <w:rsid w:val="00D83EF3"/>
    <w:rsid w:val="00D84814"/>
    <w:rsid w:val="00D84E41"/>
    <w:rsid w:val="00D8540C"/>
    <w:rsid w:val="00D85434"/>
    <w:rsid w:val="00D85DAE"/>
    <w:rsid w:val="00D85E62"/>
    <w:rsid w:val="00D8625A"/>
    <w:rsid w:val="00D863D2"/>
    <w:rsid w:val="00D8680E"/>
    <w:rsid w:val="00D86AA8"/>
    <w:rsid w:val="00D87329"/>
    <w:rsid w:val="00D87DE3"/>
    <w:rsid w:val="00D87EC3"/>
    <w:rsid w:val="00D907FC"/>
    <w:rsid w:val="00D9091A"/>
    <w:rsid w:val="00D90DCE"/>
    <w:rsid w:val="00D90DE5"/>
    <w:rsid w:val="00D92141"/>
    <w:rsid w:val="00D92B44"/>
    <w:rsid w:val="00D93338"/>
    <w:rsid w:val="00D9370A"/>
    <w:rsid w:val="00D93909"/>
    <w:rsid w:val="00D93C2A"/>
    <w:rsid w:val="00D94D53"/>
    <w:rsid w:val="00D951AF"/>
    <w:rsid w:val="00D959B0"/>
    <w:rsid w:val="00D95EBF"/>
    <w:rsid w:val="00D96252"/>
    <w:rsid w:val="00D96C75"/>
    <w:rsid w:val="00D97C7F"/>
    <w:rsid w:val="00DA013B"/>
    <w:rsid w:val="00DA0E44"/>
    <w:rsid w:val="00DA22B8"/>
    <w:rsid w:val="00DA2367"/>
    <w:rsid w:val="00DA25F0"/>
    <w:rsid w:val="00DA338A"/>
    <w:rsid w:val="00DA3DB8"/>
    <w:rsid w:val="00DA3DFB"/>
    <w:rsid w:val="00DA63AF"/>
    <w:rsid w:val="00DA6725"/>
    <w:rsid w:val="00DA7455"/>
    <w:rsid w:val="00DA7FC0"/>
    <w:rsid w:val="00DB01DE"/>
    <w:rsid w:val="00DB074F"/>
    <w:rsid w:val="00DB122D"/>
    <w:rsid w:val="00DB15D5"/>
    <w:rsid w:val="00DB1823"/>
    <w:rsid w:val="00DB2AD7"/>
    <w:rsid w:val="00DB35EF"/>
    <w:rsid w:val="00DB3BD4"/>
    <w:rsid w:val="00DB572E"/>
    <w:rsid w:val="00DB6054"/>
    <w:rsid w:val="00DB61AF"/>
    <w:rsid w:val="00DB6DF8"/>
    <w:rsid w:val="00DB73D9"/>
    <w:rsid w:val="00DB76C8"/>
    <w:rsid w:val="00DC034C"/>
    <w:rsid w:val="00DC04E9"/>
    <w:rsid w:val="00DC15DB"/>
    <w:rsid w:val="00DC2930"/>
    <w:rsid w:val="00DC321D"/>
    <w:rsid w:val="00DC3267"/>
    <w:rsid w:val="00DC40DB"/>
    <w:rsid w:val="00DC4A1F"/>
    <w:rsid w:val="00DC4DC9"/>
    <w:rsid w:val="00DC50C9"/>
    <w:rsid w:val="00DC55D4"/>
    <w:rsid w:val="00DC5608"/>
    <w:rsid w:val="00DC5AAF"/>
    <w:rsid w:val="00DC5B60"/>
    <w:rsid w:val="00DC5FD6"/>
    <w:rsid w:val="00DC6A22"/>
    <w:rsid w:val="00DC6E63"/>
    <w:rsid w:val="00DC6E6E"/>
    <w:rsid w:val="00DD005E"/>
    <w:rsid w:val="00DD0511"/>
    <w:rsid w:val="00DD1996"/>
    <w:rsid w:val="00DD1FE5"/>
    <w:rsid w:val="00DD260F"/>
    <w:rsid w:val="00DD2C05"/>
    <w:rsid w:val="00DD422C"/>
    <w:rsid w:val="00DD42C8"/>
    <w:rsid w:val="00DD5472"/>
    <w:rsid w:val="00DD5E7B"/>
    <w:rsid w:val="00DD7E89"/>
    <w:rsid w:val="00DE09EC"/>
    <w:rsid w:val="00DE1127"/>
    <w:rsid w:val="00DE42E9"/>
    <w:rsid w:val="00DE54A8"/>
    <w:rsid w:val="00DE578C"/>
    <w:rsid w:val="00DE73B5"/>
    <w:rsid w:val="00DE7D2D"/>
    <w:rsid w:val="00DF013F"/>
    <w:rsid w:val="00DF0746"/>
    <w:rsid w:val="00DF0FC8"/>
    <w:rsid w:val="00DF1DA5"/>
    <w:rsid w:val="00DF22EE"/>
    <w:rsid w:val="00DF2AE0"/>
    <w:rsid w:val="00DF2C48"/>
    <w:rsid w:val="00DF372F"/>
    <w:rsid w:val="00DF3C89"/>
    <w:rsid w:val="00DF40E0"/>
    <w:rsid w:val="00DF4316"/>
    <w:rsid w:val="00DF44B5"/>
    <w:rsid w:val="00DF4AAB"/>
    <w:rsid w:val="00DF4DD3"/>
    <w:rsid w:val="00DF4EDE"/>
    <w:rsid w:val="00DF5507"/>
    <w:rsid w:val="00DF5E1B"/>
    <w:rsid w:val="00DF6890"/>
    <w:rsid w:val="00DF6CC1"/>
    <w:rsid w:val="00E002A0"/>
    <w:rsid w:val="00E00F8D"/>
    <w:rsid w:val="00E01470"/>
    <w:rsid w:val="00E01A56"/>
    <w:rsid w:val="00E0217E"/>
    <w:rsid w:val="00E02249"/>
    <w:rsid w:val="00E02F42"/>
    <w:rsid w:val="00E03887"/>
    <w:rsid w:val="00E03E72"/>
    <w:rsid w:val="00E042E4"/>
    <w:rsid w:val="00E04DB3"/>
    <w:rsid w:val="00E04EAF"/>
    <w:rsid w:val="00E0551F"/>
    <w:rsid w:val="00E06683"/>
    <w:rsid w:val="00E069A3"/>
    <w:rsid w:val="00E06C34"/>
    <w:rsid w:val="00E07154"/>
    <w:rsid w:val="00E076C0"/>
    <w:rsid w:val="00E07AFC"/>
    <w:rsid w:val="00E07C37"/>
    <w:rsid w:val="00E07D3B"/>
    <w:rsid w:val="00E10AB3"/>
    <w:rsid w:val="00E10BAB"/>
    <w:rsid w:val="00E110DE"/>
    <w:rsid w:val="00E11E2F"/>
    <w:rsid w:val="00E11EB5"/>
    <w:rsid w:val="00E11FDC"/>
    <w:rsid w:val="00E1213A"/>
    <w:rsid w:val="00E132C5"/>
    <w:rsid w:val="00E1352C"/>
    <w:rsid w:val="00E1362D"/>
    <w:rsid w:val="00E13CBD"/>
    <w:rsid w:val="00E13D62"/>
    <w:rsid w:val="00E1482E"/>
    <w:rsid w:val="00E149AD"/>
    <w:rsid w:val="00E15067"/>
    <w:rsid w:val="00E15544"/>
    <w:rsid w:val="00E17136"/>
    <w:rsid w:val="00E20067"/>
    <w:rsid w:val="00E21500"/>
    <w:rsid w:val="00E21FDD"/>
    <w:rsid w:val="00E21FE5"/>
    <w:rsid w:val="00E221F8"/>
    <w:rsid w:val="00E22F9B"/>
    <w:rsid w:val="00E23199"/>
    <w:rsid w:val="00E2421F"/>
    <w:rsid w:val="00E25211"/>
    <w:rsid w:val="00E25BA3"/>
    <w:rsid w:val="00E25FF0"/>
    <w:rsid w:val="00E27D5C"/>
    <w:rsid w:val="00E303CA"/>
    <w:rsid w:val="00E30F5C"/>
    <w:rsid w:val="00E329C6"/>
    <w:rsid w:val="00E32D4C"/>
    <w:rsid w:val="00E334B2"/>
    <w:rsid w:val="00E35ABF"/>
    <w:rsid w:val="00E362D7"/>
    <w:rsid w:val="00E377F4"/>
    <w:rsid w:val="00E37EED"/>
    <w:rsid w:val="00E40F81"/>
    <w:rsid w:val="00E41761"/>
    <w:rsid w:val="00E42AB7"/>
    <w:rsid w:val="00E4353F"/>
    <w:rsid w:val="00E44FB9"/>
    <w:rsid w:val="00E45232"/>
    <w:rsid w:val="00E4560E"/>
    <w:rsid w:val="00E46771"/>
    <w:rsid w:val="00E47073"/>
    <w:rsid w:val="00E47805"/>
    <w:rsid w:val="00E50380"/>
    <w:rsid w:val="00E506F5"/>
    <w:rsid w:val="00E50A09"/>
    <w:rsid w:val="00E517F2"/>
    <w:rsid w:val="00E51FA9"/>
    <w:rsid w:val="00E52C7C"/>
    <w:rsid w:val="00E533BD"/>
    <w:rsid w:val="00E55132"/>
    <w:rsid w:val="00E55519"/>
    <w:rsid w:val="00E5581E"/>
    <w:rsid w:val="00E5662C"/>
    <w:rsid w:val="00E56F7E"/>
    <w:rsid w:val="00E57A5E"/>
    <w:rsid w:val="00E57F8A"/>
    <w:rsid w:val="00E60FC4"/>
    <w:rsid w:val="00E62B35"/>
    <w:rsid w:val="00E634A8"/>
    <w:rsid w:val="00E648B9"/>
    <w:rsid w:val="00E649EA"/>
    <w:rsid w:val="00E65154"/>
    <w:rsid w:val="00E6552A"/>
    <w:rsid w:val="00E66430"/>
    <w:rsid w:val="00E66D41"/>
    <w:rsid w:val="00E67E92"/>
    <w:rsid w:val="00E70632"/>
    <w:rsid w:val="00E70C37"/>
    <w:rsid w:val="00E71305"/>
    <w:rsid w:val="00E72677"/>
    <w:rsid w:val="00E72D53"/>
    <w:rsid w:val="00E7388F"/>
    <w:rsid w:val="00E73E30"/>
    <w:rsid w:val="00E73E84"/>
    <w:rsid w:val="00E7578F"/>
    <w:rsid w:val="00E75933"/>
    <w:rsid w:val="00E759D2"/>
    <w:rsid w:val="00E76925"/>
    <w:rsid w:val="00E76DE8"/>
    <w:rsid w:val="00E8182E"/>
    <w:rsid w:val="00E81F86"/>
    <w:rsid w:val="00E834A2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D3F"/>
    <w:rsid w:val="00E9282F"/>
    <w:rsid w:val="00E92D9D"/>
    <w:rsid w:val="00E92F3E"/>
    <w:rsid w:val="00E93824"/>
    <w:rsid w:val="00E9393A"/>
    <w:rsid w:val="00E93AAE"/>
    <w:rsid w:val="00E94248"/>
    <w:rsid w:val="00E943AB"/>
    <w:rsid w:val="00E94B90"/>
    <w:rsid w:val="00E955E3"/>
    <w:rsid w:val="00E95C53"/>
    <w:rsid w:val="00E96121"/>
    <w:rsid w:val="00E966D8"/>
    <w:rsid w:val="00EA14A6"/>
    <w:rsid w:val="00EA1567"/>
    <w:rsid w:val="00EA186A"/>
    <w:rsid w:val="00EA1F8A"/>
    <w:rsid w:val="00EA26CE"/>
    <w:rsid w:val="00EA28B3"/>
    <w:rsid w:val="00EA34F9"/>
    <w:rsid w:val="00EA3501"/>
    <w:rsid w:val="00EA399A"/>
    <w:rsid w:val="00EA4156"/>
    <w:rsid w:val="00EA4EBA"/>
    <w:rsid w:val="00EA5496"/>
    <w:rsid w:val="00EA5AAB"/>
    <w:rsid w:val="00EA677A"/>
    <w:rsid w:val="00EB00B0"/>
    <w:rsid w:val="00EB00B3"/>
    <w:rsid w:val="00EB0CAE"/>
    <w:rsid w:val="00EB136E"/>
    <w:rsid w:val="00EB1A4C"/>
    <w:rsid w:val="00EB1D2B"/>
    <w:rsid w:val="00EB2579"/>
    <w:rsid w:val="00EB2F19"/>
    <w:rsid w:val="00EB3A7A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290"/>
    <w:rsid w:val="00EC2933"/>
    <w:rsid w:val="00EC3DF0"/>
    <w:rsid w:val="00EC43AB"/>
    <w:rsid w:val="00EC527A"/>
    <w:rsid w:val="00EC58F0"/>
    <w:rsid w:val="00EC5A51"/>
    <w:rsid w:val="00EC625A"/>
    <w:rsid w:val="00EC6E45"/>
    <w:rsid w:val="00EC71A6"/>
    <w:rsid w:val="00EC7AC0"/>
    <w:rsid w:val="00EC7BD0"/>
    <w:rsid w:val="00ED03C6"/>
    <w:rsid w:val="00ED05BF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274"/>
    <w:rsid w:val="00ED4DBE"/>
    <w:rsid w:val="00ED53BE"/>
    <w:rsid w:val="00ED5FFF"/>
    <w:rsid w:val="00ED6918"/>
    <w:rsid w:val="00ED7042"/>
    <w:rsid w:val="00ED7B63"/>
    <w:rsid w:val="00ED7C1D"/>
    <w:rsid w:val="00EE1315"/>
    <w:rsid w:val="00EE1DD0"/>
    <w:rsid w:val="00EE2FB6"/>
    <w:rsid w:val="00EE3B64"/>
    <w:rsid w:val="00EE4332"/>
    <w:rsid w:val="00EE4E71"/>
    <w:rsid w:val="00EE5237"/>
    <w:rsid w:val="00EE56BA"/>
    <w:rsid w:val="00EE5C89"/>
    <w:rsid w:val="00EE5E12"/>
    <w:rsid w:val="00EE67B2"/>
    <w:rsid w:val="00EE6A38"/>
    <w:rsid w:val="00EE6F41"/>
    <w:rsid w:val="00EE702F"/>
    <w:rsid w:val="00EE74D8"/>
    <w:rsid w:val="00EE7961"/>
    <w:rsid w:val="00EF090A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A23"/>
    <w:rsid w:val="00EF5E0B"/>
    <w:rsid w:val="00EF6640"/>
    <w:rsid w:val="00EF6717"/>
    <w:rsid w:val="00F001E3"/>
    <w:rsid w:val="00F00896"/>
    <w:rsid w:val="00F012B6"/>
    <w:rsid w:val="00F0152C"/>
    <w:rsid w:val="00F01619"/>
    <w:rsid w:val="00F019B7"/>
    <w:rsid w:val="00F01E0E"/>
    <w:rsid w:val="00F0217A"/>
    <w:rsid w:val="00F03115"/>
    <w:rsid w:val="00F04311"/>
    <w:rsid w:val="00F0499F"/>
    <w:rsid w:val="00F04F64"/>
    <w:rsid w:val="00F05835"/>
    <w:rsid w:val="00F05978"/>
    <w:rsid w:val="00F07270"/>
    <w:rsid w:val="00F07BBC"/>
    <w:rsid w:val="00F07C7E"/>
    <w:rsid w:val="00F10B3C"/>
    <w:rsid w:val="00F12884"/>
    <w:rsid w:val="00F12BF9"/>
    <w:rsid w:val="00F13EEE"/>
    <w:rsid w:val="00F13F4F"/>
    <w:rsid w:val="00F14E60"/>
    <w:rsid w:val="00F15402"/>
    <w:rsid w:val="00F15671"/>
    <w:rsid w:val="00F162D0"/>
    <w:rsid w:val="00F166A3"/>
    <w:rsid w:val="00F17067"/>
    <w:rsid w:val="00F20393"/>
    <w:rsid w:val="00F21D6A"/>
    <w:rsid w:val="00F21E8A"/>
    <w:rsid w:val="00F221C5"/>
    <w:rsid w:val="00F2233B"/>
    <w:rsid w:val="00F226F1"/>
    <w:rsid w:val="00F2286E"/>
    <w:rsid w:val="00F23A36"/>
    <w:rsid w:val="00F243DB"/>
    <w:rsid w:val="00F24709"/>
    <w:rsid w:val="00F252D2"/>
    <w:rsid w:val="00F254EF"/>
    <w:rsid w:val="00F268E1"/>
    <w:rsid w:val="00F27308"/>
    <w:rsid w:val="00F31084"/>
    <w:rsid w:val="00F31535"/>
    <w:rsid w:val="00F31861"/>
    <w:rsid w:val="00F32CD8"/>
    <w:rsid w:val="00F331BD"/>
    <w:rsid w:val="00F33D74"/>
    <w:rsid w:val="00F34085"/>
    <w:rsid w:val="00F3416E"/>
    <w:rsid w:val="00F34632"/>
    <w:rsid w:val="00F36BBC"/>
    <w:rsid w:val="00F37874"/>
    <w:rsid w:val="00F40BB4"/>
    <w:rsid w:val="00F40E5A"/>
    <w:rsid w:val="00F41053"/>
    <w:rsid w:val="00F421AD"/>
    <w:rsid w:val="00F42289"/>
    <w:rsid w:val="00F42694"/>
    <w:rsid w:val="00F43200"/>
    <w:rsid w:val="00F4380B"/>
    <w:rsid w:val="00F43AE4"/>
    <w:rsid w:val="00F44929"/>
    <w:rsid w:val="00F4512D"/>
    <w:rsid w:val="00F45BB3"/>
    <w:rsid w:val="00F46DAA"/>
    <w:rsid w:val="00F473FD"/>
    <w:rsid w:val="00F47D9E"/>
    <w:rsid w:val="00F50EA6"/>
    <w:rsid w:val="00F5116D"/>
    <w:rsid w:val="00F5243A"/>
    <w:rsid w:val="00F532BD"/>
    <w:rsid w:val="00F539BF"/>
    <w:rsid w:val="00F54900"/>
    <w:rsid w:val="00F54D30"/>
    <w:rsid w:val="00F54D53"/>
    <w:rsid w:val="00F5634C"/>
    <w:rsid w:val="00F56C9A"/>
    <w:rsid w:val="00F60608"/>
    <w:rsid w:val="00F6068F"/>
    <w:rsid w:val="00F612CA"/>
    <w:rsid w:val="00F61C60"/>
    <w:rsid w:val="00F62A8B"/>
    <w:rsid w:val="00F62E56"/>
    <w:rsid w:val="00F62E67"/>
    <w:rsid w:val="00F62F3D"/>
    <w:rsid w:val="00F6340E"/>
    <w:rsid w:val="00F637E0"/>
    <w:rsid w:val="00F64436"/>
    <w:rsid w:val="00F64ACD"/>
    <w:rsid w:val="00F6502C"/>
    <w:rsid w:val="00F655FE"/>
    <w:rsid w:val="00F65A05"/>
    <w:rsid w:val="00F70081"/>
    <w:rsid w:val="00F717EC"/>
    <w:rsid w:val="00F7231E"/>
    <w:rsid w:val="00F7305A"/>
    <w:rsid w:val="00F73C8D"/>
    <w:rsid w:val="00F7464A"/>
    <w:rsid w:val="00F74B71"/>
    <w:rsid w:val="00F7574D"/>
    <w:rsid w:val="00F76AAA"/>
    <w:rsid w:val="00F76C1B"/>
    <w:rsid w:val="00F774B1"/>
    <w:rsid w:val="00F80722"/>
    <w:rsid w:val="00F82291"/>
    <w:rsid w:val="00F82B70"/>
    <w:rsid w:val="00F82B7B"/>
    <w:rsid w:val="00F82B95"/>
    <w:rsid w:val="00F83C0B"/>
    <w:rsid w:val="00F858D0"/>
    <w:rsid w:val="00F86121"/>
    <w:rsid w:val="00F87090"/>
    <w:rsid w:val="00F87A54"/>
    <w:rsid w:val="00F87E0D"/>
    <w:rsid w:val="00F91A40"/>
    <w:rsid w:val="00F92269"/>
    <w:rsid w:val="00F925FE"/>
    <w:rsid w:val="00F926C8"/>
    <w:rsid w:val="00F9272D"/>
    <w:rsid w:val="00F92874"/>
    <w:rsid w:val="00F92AB0"/>
    <w:rsid w:val="00F92D44"/>
    <w:rsid w:val="00F93786"/>
    <w:rsid w:val="00F93F7A"/>
    <w:rsid w:val="00F942E7"/>
    <w:rsid w:val="00F9534C"/>
    <w:rsid w:val="00F9660A"/>
    <w:rsid w:val="00F96EFF"/>
    <w:rsid w:val="00F97124"/>
    <w:rsid w:val="00FA2596"/>
    <w:rsid w:val="00FA2E02"/>
    <w:rsid w:val="00FA326F"/>
    <w:rsid w:val="00FA3E72"/>
    <w:rsid w:val="00FA4404"/>
    <w:rsid w:val="00FA454F"/>
    <w:rsid w:val="00FA467B"/>
    <w:rsid w:val="00FA4F74"/>
    <w:rsid w:val="00FA5089"/>
    <w:rsid w:val="00FA5E72"/>
    <w:rsid w:val="00FA5FC6"/>
    <w:rsid w:val="00FA6D61"/>
    <w:rsid w:val="00FA7462"/>
    <w:rsid w:val="00FA78CF"/>
    <w:rsid w:val="00FA7C18"/>
    <w:rsid w:val="00FB029B"/>
    <w:rsid w:val="00FB0ED4"/>
    <w:rsid w:val="00FB1BA5"/>
    <w:rsid w:val="00FB3033"/>
    <w:rsid w:val="00FB3E05"/>
    <w:rsid w:val="00FB4DDA"/>
    <w:rsid w:val="00FB5022"/>
    <w:rsid w:val="00FB5B87"/>
    <w:rsid w:val="00FB6A40"/>
    <w:rsid w:val="00FB6AB2"/>
    <w:rsid w:val="00FB6CD0"/>
    <w:rsid w:val="00FB7289"/>
    <w:rsid w:val="00FB7AFD"/>
    <w:rsid w:val="00FB7B39"/>
    <w:rsid w:val="00FB7B87"/>
    <w:rsid w:val="00FC0549"/>
    <w:rsid w:val="00FC0692"/>
    <w:rsid w:val="00FC2659"/>
    <w:rsid w:val="00FC2A70"/>
    <w:rsid w:val="00FC2DB4"/>
    <w:rsid w:val="00FC2EAE"/>
    <w:rsid w:val="00FC30C4"/>
    <w:rsid w:val="00FC3455"/>
    <w:rsid w:val="00FC3E7B"/>
    <w:rsid w:val="00FC4DC3"/>
    <w:rsid w:val="00FC5C6B"/>
    <w:rsid w:val="00FC70D8"/>
    <w:rsid w:val="00FC7B44"/>
    <w:rsid w:val="00FD0CF6"/>
    <w:rsid w:val="00FD0D7E"/>
    <w:rsid w:val="00FD26F2"/>
    <w:rsid w:val="00FD2B27"/>
    <w:rsid w:val="00FD2E5B"/>
    <w:rsid w:val="00FD3E4C"/>
    <w:rsid w:val="00FD5E64"/>
    <w:rsid w:val="00FD6E34"/>
    <w:rsid w:val="00FD6FDC"/>
    <w:rsid w:val="00FD7CF2"/>
    <w:rsid w:val="00FE15F5"/>
    <w:rsid w:val="00FE213A"/>
    <w:rsid w:val="00FE290C"/>
    <w:rsid w:val="00FE45D0"/>
    <w:rsid w:val="00FE4C70"/>
    <w:rsid w:val="00FE4EE6"/>
    <w:rsid w:val="00FE4F45"/>
    <w:rsid w:val="00FE56D8"/>
    <w:rsid w:val="00FE6259"/>
    <w:rsid w:val="00FE6566"/>
    <w:rsid w:val="00FE69BA"/>
    <w:rsid w:val="00FE6D36"/>
    <w:rsid w:val="00FF0570"/>
    <w:rsid w:val="00FF097E"/>
    <w:rsid w:val="00FF1E17"/>
    <w:rsid w:val="00FF279F"/>
    <w:rsid w:val="00FF2E01"/>
    <w:rsid w:val="00FF3BD2"/>
    <w:rsid w:val="00FF41D0"/>
    <w:rsid w:val="00FF4424"/>
    <w:rsid w:val="00FF4957"/>
    <w:rsid w:val="00FF51CE"/>
    <w:rsid w:val="00FF65A6"/>
    <w:rsid w:val="00FF7157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889"/>
    <o:shapelayout v:ext="edit">
      <o:idmap v:ext="edit" data="1"/>
    </o:shapelayout>
  </w:shapeDefaults>
  <w:decimalSymbol w:val=","/>
  <w:listSeparator w:val=";"/>
  <w14:docId w14:val="5E21EA09"/>
  <w15:chartTrackingRefBased/>
  <w15:docId w15:val="{D1CDD0A3-5D07-45EB-996C-2C7E89B3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C8D"/>
    <w:pPr>
      <w:autoSpaceDE w:val="0"/>
      <w:autoSpaceDN w:val="0"/>
      <w:adjustRightInd w:val="0"/>
      <w:spacing w:before="40" w:after="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autoRedefine/>
    <w:qFormat/>
    <w:rsid w:val="001C6F74"/>
    <w:pPr>
      <w:keepNext/>
      <w:pageBreakBefore/>
      <w:numPr>
        <w:numId w:val="6"/>
      </w:numPr>
      <w:spacing w:before="240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1C6F74"/>
    <w:pPr>
      <w:keepNext/>
      <w:numPr>
        <w:ilvl w:val="1"/>
        <w:numId w:val="6"/>
      </w:numPr>
      <w:spacing w:before="240" w:after="120" w:line="400" w:lineRule="exact"/>
      <w:ind w:left="1418"/>
      <w:jc w:val="both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1C6F74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1C6F74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1C6F74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1C6F74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hAnsi="Arial Black"/>
      <w:bCs/>
      <w:sz w:val="24"/>
      <w:szCs w:val="24"/>
      <w:lang w:val="x-none" w:eastAsia="en-US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74210"/>
    <w:pPr>
      <w:tabs>
        <w:tab w:val="left" w:pos="482"/>
        <w:tab w:val="right" w:leader="dot" w:pos="9054"/>
      </w:tabs>
    </w:pPr>
    <w:rPr>
      <w:noProof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DF5E1B"/>
    <w:pPr>
      <w:tabs>
        <w:tab w:val="left" w:pos="1440"/>
        <w:tab w:val="right" w:leader="dot" w:pos="9054"/>
      </w:tabs>
      <w:ind w:left="482"/>
    </w:pPr>
    <w:rPr>
      <w:iCs/>
      <w:noProof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hAnsi="Tahoma"/>
      <w:lang w:val="x-none" w:eastAsia="x-none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D127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zwyky">
    <w:name w:val="Tabela zwykły"/>
    <w:basedOn w:val="Normalny"/>
    <w:qFormat/>
    <w:rsid w:val="008304F5"/>
    <w:pPr>
      <w:spacing w:before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AE169D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AE169D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AE169D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AE169D"/>
    <w:rPr>
      <w:rFonts w:ascii="Arial" w:hAnsi="Arial"/>
      <w:sz w:val="22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spacing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33397D"/>
    <w:pPr>
      <w:spacing w:before="180"/>
    </w:pPr>
    <w:rPr>
      <w:b/>
      <w:bCs/>
      <w:sz w:val="20"/>
      <w:szCs w:val="20"/>
    </w:rPr>
  </w:style>
  <w:style w:type="paragraph" w:customStyle="1" w:styleId="PJPtekst">
    <w:name w:val="PJP_tekst"/>
    <w:basedOn w:val="Tekstpodstawowywcity"/>
    <w:rsid w:val="004E4572"/>
    <w:pPr>
      <w:spacing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uiPriority w:val="39"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nakZnak11">
    <w:name w:val="Znak Znak11"/>
    <w:locked/>
    <w:rsid w:val="002F6148"/>
    <w:rPr>
      <w:rFonts w:ascii="Arial Black" w:eastAsia="Cambria" w:hAnsi="Arial Black"/>
      <w:bCs/>
      <w:sz w:val="28"/>
      <w:szCs w:val="26"/>
      <w:lang w:val="x-none" w:eastAsia="en-US" w:bidi="ar-SA"/>
    </w:rPr>
  </w:style>
  <w:style w:type="paragraph" w:customStyle="1" w:styleId="Schema-Description">
    <w:name w:val="Schema-Description"/>
    <w:basedOn w:val="Normalny"/>
    <w:rsid w:val="002F6148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character" w:styleId="UyteHipercze">
    <w:name w:val="FollowedHyperlink"/>
    <w:rsid w:val="0013767E"/>
    <w:rPr>
      <w:color w:val="800080"/>
      <w:u w:val="single"/>
    </w:rPr>
  </w:style>
  <w:style w:type="character" w:customStyle="1" w:styleId="ZnakZnak12">
    <w:name w:val="Znak Znak12"/>
    <w:locked/>
    <w:rsid w:val="0013767E"/>
    <w:rPr>
      <w:rFonts w:ascii="Arial Black" w:eastAsia="Cambria" w:hAnsi="Arial Black"/>
      <w:bCs/>
      <w:iCs/>
      <w:sz w:val="32"/>
      <w:szCs w:val="28"/>
      <w:lang w:val="x-none" w:eastAsia="en-US" w:bidi="ar-SA"/>
    </w:rPr>
  </w:style>
  <w:style w:type="character" w:customStyle="1" w:styleId="ZnakZnak10">
    <w:name w:val="Znak Znak10"/>
    <w:locked/>
    <w:rsid w:val="0013767E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ZnakZnak9">
    <w:name w:val="Znak Znak9"/>
    <w:locked/>
    <w:rsid w:val="0013767E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ZnakZnak8">
    <w:name w:val="Znak Znak8"/>
    <w:locked/>
    <w:rsid w:val="0013767E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ZnakZnak6">
    <w:name w:val="Znak Znak6"/>
    <w:locked/>
    <w:rsid w:val="0013767E"/>
    <w:rPr>
      <w:rFonts w:ascii="Arial" w:eastAsia="Cambria" w:hAnsi="Arial"/>
      <w:sz w:val="22"/>
      <w:szCs w:val="22"/>
      <w:lang w:val="x-none" w:eastAsia="x-none" w:bidi="ar-SA"/>
    </w:rPr>
  </w:style>
  <w:style w:type="character" w:customStyle="1" w:styleId="ZnakZnak3">
    <w:name w:val="Znak Znak3"/>
    <w:locked/>
    <w:rsid w:val="0013767E"/>
    <w:rPr>
      <w:rFonts w:ascii="Tahoma" w:eastAsia="Calibri" w:hAnsi="Tahoma" w:cs="Tahoma"/>
      <w:lang w:val="x-none" w:eastAsia="en-US" w:bidi="ar-SA"/>
    </w:rPr>
  </w:style>
  <w:style w:type="character" w:customStyle="1" w:styleId="ZnakZnak5">
    <w:name w:val="Znak Znak5"/>
    <w:locked/>
    <w:rsid w:val="0013767E"/>
    <w:rPr>
      <w:rFonts w:ascii="Cambria" w:eastAsia="Cambria" w:hAnsi="Cambria"/>
      <w:sz w:val="24"/>
      <w:szCs w:val="24"/>
      <w:lang w:val="pl-PL" w:eastAsia="en-US" w:bidi="ar-SA"/>
    </w:rPr>
  </w:style>
  <w:style w:type="character" w:customStyle="1" w:styleId="ZnakZnak1">
    <w:name w:val="Znak Znak1"/>
    <w:locked/>
    <w:rsid w:val="0013767E"/>
    <w:rPr>
      <w:rFonts w:ascii="Cambria" w:eastAsia="Cambria" w:hAnsi="Cambria"/>
      <w:b/>
      <w:sz w:val="48"/>
      <w:szCs w:val="48"/>
      <w:lang w:val="x-none" w:eastAsia="en-US" w:bidi="ar-SA"/>
    </w:rPr>
  </w:style>
  <w:style w:type="character" w:customStyle="1" w:styleId="ZnakZnak2">
    <w:name w:val="Znak Znak2"/>
    <w:locked/>
    <w:rsid w:val="0013767E"/>
    <w:rPr>
      <w:rFonts w:ascii="Cambria" w:eastAsia="Cambria" w:hAnsi="Cambria"/>
      <w:sz w:val="24"/>
      <w:szCs w:val="24"/>
      <w:lang w:val="x-none" w:eastAsia="en-US" w:bidi="ar-SA"/>
    </w:rPr>
  </w:style>
  <w:style w:type="character" w:customStyle="1" w:styleId="ZnakZnak">
    <w:name w:val="Znak Znak"/>
    <w:semiHidden/>
    <w:locked/>
    <w:rsid w:val="0013767E"/>
    <w:rPr>
      <w:rFonts w:ascii="Courier New" w:hAnsi="Courier New" w:cs="Courier New"/>
      <w:lang w:val="x-none" w:eastAsia="x-none" w:bidi="ar-SA"/>
    </w:rPr>
  </w:style>
  <w:style w:type="character" w:customStyle="1" w:styleId="ZnakZnak4">
    <w:name w:val="Znak Znak4"/>
    <w:semiHidden/>
    <w:locked/>
    <w:rsid w:val="0013767E"/>
    <w:rPr>
      <w:rFonts w:ascii="Tahoma" w:eastAsia="Cambria" w:hAnsi="Tahoma" w:cs="Tahoma"/>
      <w:sz w:val="16"/>
      <w:szCs w:val="16"/>
      <w:lang w:val="x-none" w:eastAsia="x-none" w:bidi="ar-SA"/>
    </w:rPr>
  </w:style>
  <w:style w:type="paragraph" w:customStyle="1" w:styleId="Z2-Normalnypogrubiony">
    <w:name w:val="Z2-Normalny pogrubiony"/>
    <w:basedOn w:val="Normalny"/>
    <w:next w:val="Normalny"/>
    <w:rsid w:val="0013767E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C833B2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6C3F77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6C3F77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6C3F77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035006"/>
    <w:pPr>
      <w:tabs>
        <w:tab w:val="clear" w:pos="4320"/>
        <w:tab w:val="clear" w:pos="8640"/>
        <w:tab w:val="center" w:pos="4536"/>
        <w:tab w:val="right" w:pos="9072"/>
      </w:tabs>
      <w:spacing w:before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035006"/>
    <w:rPr>
      <w:rFonts w:ascii="Arial" w:hAnsi="Arial"/>
      <w:sz w:val="18"/>
      <w:szCs w:val="28"/>
    </w:rPr>
  </w:style>
  <w:style w:type="paragraph" w:customStyle="1" w:styleId="SPIS">
    <w:name w:val="SPIS"/>
    <w:basedOn w:val="Nagwek1"/>
    <w:link w:val="SPISZnak"/>
    <w:qFormat/>
    <w:rsid w:val="00374210"/>
    <w:pPr>
      <w:numPr>
        <w:numId w:val="0"/>
      </w:numPr>
    </w:pPr>
    <w:rPr>
      <w:rFonts w:cs="Open Sans"/>
      <w:b w:val="0"/>
    </w:rPr>
  </w:style>
  <w:style w:type="character" w:customStyle="1" w:styleId="SPISZnak">
    <w:name w:val="SPIS Znak"/>
    <w:basedOn w:val="Nagwek1Znak"/>
    <w:link w:val="SPIS"/>
    <w:rsid w:val="00374210"/>
    <w:rPr>
      <w:rFonts w:ascii="Lato" w:eastAsia="Cambria" w:hAnsi="Lato" w:cs="Open Sans"/>
      <w:b w:val="0"/>
      <w:bCs/>
      <w:kern w:val="32"/>
      <w:sz w:val="40"/>
      <w:szCs w:val="32"/>
      <w:lang w:val="x-none"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4210"/>
    <w:rPr>
      <w:color w:val="605E5C"/>
      <w:shd w:val="clear" w:color="auto" w:fill="E1DFDD"/>
    </w:rPr>
  </w:style>
  <w:style w:type="paragraph" w:customStyle="1" w:styleId="tytuowy">
    <w:name w:val="tytułowy"/>
    <w:basedOn w:val="Normalny"/>
    <w:link w:val="tytuowyZnak"/>
    <w:qFormat/>
    <w:rsid w:val="00F73C8D"/>
  </w:style>
  <w:style w:type="character" w:customStyle="1" w:styleId="tytuowyZnak">
    <w:name w:val="tytułowy Znak"/>
    <w:basedOn w:val="Domylnaczcionkaakapitu"/>
    <w:link w:val="tytuowy"/>
    <w:rsid w:val="00F73C8D"/>
    <w:rPr>
      <w:rFonts w:ascii="Lato" w:hAnsi="Lato"/>
      <w:sz w:val="24"/>
      <w:szCs w:val="24"/>
      <w:lang w:eastAsia="en-US"/>
    </w:rPr>
  </w:style>
  <w:style w:type="table" w:customStyle="1" w:styleId="tabela">
    <w:name w:val="tabela"/>
    <w:basedOn w:val="Standardowy"/>
    <w:uiPriority w:val="99"/>
    <w:rsid w:val="00C31C1E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6BBCA-AC75-4D68-BFAB-6D84A3AF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872</TotalTime>
  <Pages>90</Pages>
  <Words>19002</Words>
  <Characters>147701</Characters>
  <Application>Microsoft Office Word</Application>
  <DocSecurity>0</DocSecurity>
  <Lines>1230</Lines>
  <Paragraphs>332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dla podatku akcyzowego AKC-4/AKC-4zo</vt:lpstr>
    </vt:vector>
  </TitlesOfParts>
  <Company>Asseco Poland SA.</Company>
  <LinksUpToDate>false</LinksUpToDate>
  <CharactersWithSpaces>166371</CharactersWithSpaces>
  <SharedDoc>false</SharedDoc>
  <HLinks>
    <vt:vector size="552" baseType="variant">
      <vt:variant>
        <vt:i4>983118</vt:i4>
      </vt:variant>
      <vt:variant>
        <vt:i4>1110</vt:i4>
      </vt:variant>
      <vt:variant>
        <vt:i4>0</vt:i4>
      </vt:variant>
      <vt:variant>
        <vt:i4>5</vt:i4>
      </vt:variant>
      <vt:variant>
        <vt:lpwstr>http://www.e-clo.pl/ZEFIR2/eZefir2/xsd/Types.xsd</vt:lpwstr>
      </vt:variant>
      <vt:variant>
        <vt:lpwstr/>
      </vt:variant>
      <vt:variant>
        <vt:i4>1703968</vt:i4>
      </vt:variant>
      <vt:variant>
        <vt:i4>579</vt:i4>
      </vt:variant>
      <vt:variant>
        <vt:i4>0</vt:i4>
      </vt:variant>
      <vt:variant>
        <vt:i4>5</vt:i4>
      </vt:variant>
      <vt:variant>
        <vt:lpwstr>http://www.e-clo.pl/ZEFIR2/eZefir2/xsd/v2_0/Trader.xsd</vt:lpwstr>
      </vt:variant>
      <vt:variant>
        <vt:lpwstr/>
      </vt:variant>
      <vt:variant>
        <vt:i4>5242904</vt:i4>
      </vt:variant>
      <vt:variant>
        <vt:i4>576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1441846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_Toc450736150</vt:lpwstr>
      </vt:variant>
      <vt:variant>
        <vt:i4>1507382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_Toc450736149</vt:lpwstr>
      </vt:variant>
      <vt:variant>
        <vt:i4>1507382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_Toc450736148</vt:lpwstr>
      </vt:variant>
      <vt:variant>
        <vt:i4>1507382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_Toc450736147</vt:lpwstr>
      </vt:variant>
      <vt:variant>
        <vt:i4>1507382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_Toc450736146</vt:lpwstr>
      </vt:variant>
      <vt:variant>
        <vt:i4>1048629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_Toc473637110</vt:lpwstr>
      </vt:variant>
      <vt:variant>
        <vt:i4>1114165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_Toc473637109</vt:lpwstr>
      </vt:variant>
      <vt:variant>
        <vt:i4>1114165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_Toc473637108</vt:lpwstr>
      </vt:variant>
      <vt:variant>
        <vt:i4>1114165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_Toc473637107</vt:lpwstr>
      </vt:variant>
      <vt:variant>
        <vt:i4>1114165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_Toc473637106</vt:lpwstr>
      </vt:variant>
      <vt:variant>
        <vt:i4>1114165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_Toc473637105</vt:lpwstr>
      </vt:variant>
      <vt:variant>
        <vt:i4>1114165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_Toc473637104</vt:lpwstr>
      </vt:variant>
      <vt:variant>
        <vt:i4>1114165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_Toc473637103</vt:lpwstr>
      </vt:variant>
      <vt:variant>
        <vt:i4>1114165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_Toc473637102</vt:lpwstr>
      </vt:variant>
      <vt:variant>
        <vt:i4>1114165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_Toc473637101</vt:lpwstr>
      </vt:variant>
      <vt:variant>
        <vt:i4>1114165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_Toc473637100</vt:lpwstr>
      </vt:variant>
      <vt:variant>
        <vt:i4>1572916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_Toc473637099</vt:lpwstr>
      </vt:variant>
      <vt:variant>
        <vt:i4>1572916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_Toc473637098</vt:lpwstr>
      </vt:variant>
      <vt:variant>
        <vt:i4>1572916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_Toc473637097</vt:lpwstr>
      </vt:variant>
      <vt:variant>
        <vt:i4>1572916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_Toc473637096</vt:lpwstr>
      </vt:variant>
      <vt:variant>
        <vt:i4>1572916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_Toc473637095</vt:lpwstr>
      </vt:variant>
      <vt:variant>
        <vt:i4>1572916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_Toc473637094</vt:lpwstr>
      </vt:variant>
      <vt:variant>
        <vt:i4>1572916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_Toc473637093</vt:lpwstr>
      </vt:variant>
      <vt:variant>
        <vt:i4>1572916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_Toc473637092</vt:lpwstr>
      </vt:variant>
      <vt:variant>
        <vt:i4>1572916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_Toc473637091</vt:lpwstr>
      </vt:variant>
      <vt:variant>
        <vt:i4>1572916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_Toc473637090</vt:lpwstr>
      </vt:variant>
      <vt:variant>
        <vt:i4>1638452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_Toc473637089</vt:lpwstr>
      </vt:variant>
      <vt:variant>
        <vt:i4>1638452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_Toc473637088</vt:lpwstr>
      </vt:variant>
      <vt:variant>
        <vt:i4>1638452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_Toc473637087</vt:lpwstr>
      </vt:variant>
      <vt:variant>
        <vt:i4>1638452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_Toc473637086</vt:lpwstr>
      </vt:variant>
      <vt:variant>
        <vt:i4>1638452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_Toc473637085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_Toc473637084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_Toc473637083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_Toc473637082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_Toc473637081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_Toc473637080</vt:lpwstr>
      </vt:variant>
      <vt:variant>
        <vt:i4>1441844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_Toc473637079</vt:lpwstr>
      </vt:variant>
      <vt:variant>
        <vt:i4>1441844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_Toc473637078</vt:lpwstr>
      </vt:variant>
      <vt:variant>
        <vt:i4>1441844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_Toc473637077</vt:lpwstr>
      </vt:variant>
      <vt:variant>
        <vt:i4>1441844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_Toc473637076</vt:lpwstr>
      </vt:variant>
      <vt:variant>
        <vt:i4>1441844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_Toc473637075</vt:lpwstr>
      </vt:variant>
      <vt:variant>
        <vt:i4>1441844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_Toc473637074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_Toc473637073</vt:lpwstr>
      </vt:variant>
      <vt:variant>
        <vt:i4>1441844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_Toc473637072</vt:lpwstr>
      </vt:variant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_Toc473637071</vt:lpwstr>
      </vt:variant>
      <vt:variant>
        <vt:i4>1441844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_Toc473637070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_Toc473637069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_Toc473637068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_Toc473637067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_Toc473637066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_Toc473637065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_Toc473637064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_Toc473637063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_Toc473637062</vt:lpwstr>
      </vt:variant>
      <vt:variant>
        <vt:i4>1507380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_Toc473637061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_Toc473637060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_Toc473637059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_Toc473637058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_Toc473637057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_Toc473637056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_Toc473637055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_Toc473637054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_Toc473637053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_Toc473637052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_Toc473637051</vt:lpwstr>
      </vt:variant>
      <vt:variant>
        <vt:i4>1310772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_Toc473637050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_Toc473637049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_Toc473637048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_Toc473637047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_Toc473637046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_Toc473637045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_Toc473637044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_Toc473637043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_Toc473637042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_Toc473637041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_Toc473637040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_Toc473637039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_Toc473637038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_Toc473637037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_Toc473637036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_Toc473637035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_Toc473637034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_Toc473637033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_Toc473637032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_Toc473637031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_Toc473637030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_Toc473637029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_Toc473637028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_Toc473637027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dla podatku akcyzowego AKC-4/AKC-4zo</dc:title>
  <dc:subject/>
  <dc:creator/>
  <cp:keywords>ZEFIR2, PUESC</cp:keywords>
  <cp:lastModifiedBy>Zygmuntowicz Tomasz</cp:lastModifiedBy>
  <cp:revision>69</cp:revision>
  <cp:lastPrinted>2013-01-03T11:52:00Z</cp:lastPrinted>
  <dcterms:created xsi:type="dcterms:W3CDTF">2024-09-18T09:20:00Z</dcterms:created>
  <dcterms:modified xsi:type="dcterms:W3CDTF">2024-11-26T07:53:00Z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1.10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ZF2-PWT-KXML-AKC4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2024-09-18T11:19:41.5809457+02:00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GRN-96b63084-d269-46b2-8348-38f6c058179c</vt:lpwstr>
  </property>
  <property fmtid="{D5CDD505-2E9C-101B-9397-08002B2CF9AE}" pid="10" name="MFHash">
    <vt:lpwstr>uDG9shhvejtyIYFcOI3AS2q3QexE8SIgbJ4eVm1xsrI=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